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61547" w14:textId="77777777" w:rsidR="00456F2E" w:rsidRPr="00AC1745" w:rsidRDefault="00456F2E" w:rsidP="00456F2E">
      <w:pPr>
        <w:pStyle w:val="Tituln1"/>
        <w:pBdr>
          <w:right w:val="none" w:sz="0" w:space="0" w:color="auto"/>
        </w:pBdr>
        <w:rPr>
          <w:b w:val="0"/>
          <w:sz w:val="44"/>
          <w:szCs w:val="44"/>
        </w:rPr>
      </w:pPr>
    </w:p>
    <w:p w14:paraId="4F3B035C" w14:textId="77777777" w:rsidR="00456F2E" w:rsidRPr="006F37E5" w:rsidRDefault="00456F2E" w:rsidP="00456F2E">
      <w:pPr>
        <w:pStyle w:val="Tituln1"/>
        <w:pBdr>
          <w:right w:val="none" w:sz="0" w:space="0" w:color="auto"/>
        </w:pBdr>
        <w:rPr>
          <w:b w:val="0"/>
          <w:sz w:val="44"/>
          <w:szCs w:val="44"/>
        </w:rPr>
      </w:pPr>
    </w:p>
    <w:p w14:paraId="25FCAD9A" w14:textId="77777777" w:rsidR="00456F2E" w:rsidRPr="006F37E5" w:rsidRDefault="00456F2E" w:rsidP="00456F2E">
      <w:pPr>
        <w:pStyle w:val="Tituln1"/>
        <w:pBdr>
          <w:right w:val="none" w:sz="0" w:space="0" w:color="auto"/>
        </w:pBdr>
        <w:rPr>
          <w:b w:val="0"/>
          <w:sz w:val="44"/>
          <w:szCs w:val="44"/>
        </w:rPr>
      </w:pPr>
    </w:p>
    <w:p w14:paraId="699CA3DE" w14:textId="77777777" w:rsidR="00456F2E" w:rsidRPr="008F1C06" w:rsidRDefault="00456F2E" w:rsidP="00456F2E">
      <w:pPr>
        <w:pStyle w:val="Tituln1"/>
        <w:pBdr>
          <w:right w:val="none" w:sz="0" w:space="0" w:color="auto"/>
        </w:pBdr>
        <w:rPr>
          <w:b w:val="0"/>
          <w:sz w:val="44"/>
          <w:szCs w:val="44"/>
        </w:rPr>
      </w:pPr>
      <w:r w:rsidRPr="008F1C06">
        <w:rPr>
          <w:b w:val="0"/>
          <w:sz w:val="44"/>
          <w:szCs w:val="44"/>
        </w:rPr>
        <w:t>Vybudování IS DMVS</w:t>
      </w:r>
    </w:p>
    <w:p w14:paraId="39475AF5" w14:textId="77777777" w:rsidR="00456F2E" w:rsidRPr="008F1C06" w:rsidRDefault="00456F2E" w:rsidP="00456F2E">
      <w:pPr>
        <w:pStyle w:val="Tituln1"/>
        <w:pBdr>
          <w:right w:val="none" w:sz="0" w:space="0" w:color="auto"/>
        </w:pBdr>
        <w:rPr>
          <w:b w:val="0"/>
          <w:sz w:val="44"/>
          <w:szCs w:val="44"/>
        </w:rPr>
      </w:pPr>
    </w:p>
    <w:p w14:paraId="73242F48" w14:textId="6FCD7AB1" w:rsidR="00456F2E" w:rsidRDefault="003027B8" w:rsidP="00456F2E">
      <w:pPr>
        <w:pStyle w:val="Tituln1"/>
        <w:pBdr>
          <w:right w:val="none" w:sz="0" w:space="0" w:color="auto"/>
        </w:pBdr>
        <w:rPr>
          <w:b w:val="0"/>
          <w:sz w:val="48"/>
          <w:szCs w:val="48"/>
        </w:rPr>
      </w:pPr>
      <w:sdt>
        <w:sdtPr>
          <w:rPr>
            <w:b w:val="0"/>
            <w:sz w:val="48"/>
            <w:szCs w:val="48"/>
          </w:rPr>
          <w:alias w:val="Title"/>
          <w:tag w:val=""/>
          <w:id w:val="-1798527777"/>
          <w:placeholder>
            <w:docPart w:val="78CF8E1420DA463FAED7FB09D3D59764"/>
          </w:placeholder>
          <w:dataBinding w:prefixMappings="xmlns:ns0='http://purl.org/dc/elements/1.1/' xmlns:ns1='http://schemas.openxmlformats.org/package/2006/metadata/core-properties' " w:xpath="/ns1:coreProperties[1]/ns0:title[1]" w:storeItemID="{6C3C8BC8-F283-45AE-878A-BAB7291924A1}"/>
          <w:text/>
        </w:sdtPr>
        <w:sdtEndPr/>
        <w:sdtContent>
          <w:r w:rsidR="00D91A80">
            <w:rPr>
              <w:b w:val="0"/>
              <w:sz w:val="48"/>
              <w:szCs w:val="48"/>
            </w:rPr>
            <w:t>Popis služby</w:t>
          </w:r>
          <w:r w:rsidR="00BD632A">
            <w:rPr>
              <w:b w:val="0"/>
              <w:sz w:val="48"/>
              <w:szCs w:val="48"/>
            </w:rPr>
            <w:t xml:space="preserve"> </w:t>
          </w:r>
          <w:r w:rsidR="005A1493">
            <w:rPr>
              <w:b w:val="0"/>
              <w:sz w:val="48"/>
              <w:szCs w:val="48"/>
            </w:rPr>
            <w:t>R</w:t>
          </w:r>
          <w:r w:rsidR="00FA245D">
            <w:rPr>
              <w:b w:val="0"/>
              <w:sz w:val="48"/>
              <w:szCs w:val="48"/>
            </w:rPr>
            <w:t>5</w:t>
          </w:r>
          <w:r w:rsidR="002B2E47">
            <w:rPr>
              <w:b w:val="0"/>
              <w:sz w:val="48"/>
              <w:szCs w:val="48"/>
            </w:rPr>
            <w:t>1a</w:t>
          </w:r>
          <w:r w:rsidR="00D91A80">
            <w:rPr>
              <w:b w:val="0"/>
              <w:sz w:val="48"/>
              <w:szCs w:val="48"/>
            </w:rPr>
            <w:t xml:space="preserve"> –</w:t>
          </w:r>
          <w:r w:rsidR="005A1493">
            <w:rPr>
              <w:b w:val="0"/>
              <w:sz w:val="48"/>
              <w:szCs w:val="48"/>
            </w:rPr>
            <w:t xml:space="preserve"> </w:t>
          </w:r>
          <w:r w:rsidR="00B23C2F">
            <w:rPr>
              <w:b w:val="0"/>
              <w:sz w:val="48"/>
              <w:szCs w:val="48"/>
            </w:rPr>
            <w:t xml:space="preserve">Služba pro </w:t>
          </w:r>
          <w:r w:rsidR="002B2E47">
            <w:rPr>
              <w:b w:val="0"/>
              <w:sz w:val="48"/>
              <w:szCs w:val="48"/>
            </w:rPr>
            <w:t>zjištění informací o prvcích DTI</w:t>
          </w:r>
        </w:sdtContent>
      </w:sdt>
    </w:p>
    <w:p w14:paraId="244B270A" w14:textId="04C113EB" w:rsidR="00456F2E" w:rsidRPr="008F1C06" w:rsidRDefault="00EF5662" w:rsidP="52DD7B43">
      <w:pPr>
        <w:pStyle w:val="Tituln1"/>
        <w:pBdr>
          <w:right w:val="none" w:sz="0" w:space="0" w:color="auto"/>
        </w:pBdr>
        <w:rPr>
          <w:b w:val="0"/>
          <w:sz w:val="28"/>
          <w:szCs w:val="28"/>
        </w:rPr>
      </w:pPr>
      <w:r w:rsidRPr="52DD7B43">
        <w:rPr>
          <w:b w:val="0"/>
          <w:sz w:val="28"/>
          <w:szCs w:val="28"/>
        </w:rPr>
        <w:t>pro verzi 1.</w:t>
      </w:r>
      <w:r w:rsidR="00BA32F4">
        <w:rPr>
          <w:b w:val="0"/>
          <w:sz w:val="28"/>
          <w:szCs w:val="28"/>
        </w:rPr>
        <w:t>1</w:t>
      </w:r>
      <w:r w:rsidR="001A33CC">
        <w:rPr>
          <w:b w:val="0"/>
          <w:sz w:val="28"/>
          <w:szCs w:val="28"/>
        </w:rPr>
        <w:t>2</w:t>
      </w:r>
      <w:r w:rsidR="00B411CA">
        <w:rPr>
          <w:b w:val="0"/>
          <w:sz w:val="28"/>
          <w:szCs w:val="28"/>
        </w:rPr>
        <w:t>.</w:t>
      </w:r>
      <w:r w:rsidR="00BF4023">
        <w:rPr>
          <w:b w:val="0"/>
          <w:sz w:val="28"/>
          <w:szCs w:val="28"/>
        </w:rPr>
        <w:t>1</w:t>
      </w:r>
    </w:p>
    <w:p w14:paraId="72256DD8" w14:textId="77777777" w:rsidR="00456F2E" w:rsidRPr="008F1C06" w:rsidRDefault="00456F2E" w:rsidP="00456F2E">
      <w:pPr>
        <w:rPr>
          <w:sz w:val="40"/>
          <w:szCs w:val="40"/>
        </w:rPr>
      </w:pPr>
    </w:p>
    <w:p w14:paraId="20F3DA30" w14:textId="77777777" w:rsidR="00456F2E" w:rsidRPr="00CA04D3" w:rsidRDefault="00456F2E" w:rsidP="00456F2E">
      <w:pPr>
        <w:rPr>
          <w:sz w:val="40"/>
          <w:szCs w:val="40"/>
          <w:highlight w:val="yellow"/>
        </w:rPr>
      </w:pPr>
    </w:p>
    <w:p w14:paraId="46063615" w14:textId="77777777" w:rsidR="00456F2E" w:rsidRPr="00CA04D3" w:rsidRDefault="00456F2E" w:rsidP="00456F2E">
      <w:pPr>
        <w:rPr>
          <w:sz w:val="40"/>
          <w:szCs w:val="40"/>
          <w:highlight w:val="yellow"/>
        </w:rPr>
      </w:pPr>
    </w:p>
    <w:p w14:paraId="7755AAE1" w14:textId="77777777" w:rsidR="00456F2E" w:rsidRPr="00CA04D3" w:rsidRDefault="00456F2E" w:rsidP="00456F2E">
      <w:pPr>
        <w:rPr>
          <w:sz w:val="40"/>
          <w:szCs w:val="40"/>
          <w:highlight w:val="yellow"/>
        </w:rPr>
      </w:pPr>
    </w:p>
    <w:p w14:paraId="2C895F1E" w14:textId="77777777" w:rsidR="00456F2E" w:rsidRPr="00CA04D3" w:rsidRDefault="00456F2E" w:rsidP="00456F2E">
      <w:pPr>
        <w:rPr>
          <w:highlight w:val="yellow"/>
        </w:rPr>
      </w:pPr>
    </w:p>
    <w:p w14:paraId="0BA40AC9" w14:textId="77777777" w:rsidR="00E3428B" w:rsidRPr="008F1C06" w:rsidRDefault="00E3428B" w:rsidP="00E3428B">
      <w:r w:rsidRPr="008F1C06">
        <w:t xml:space="preserve">Historie </w:t>
      </w:r>
      <w:r>
        <w:t xml:space="preserve">změn </w:t>
      </w:r>
      <w:r w:rsidRPr="008F1C06">
        <w:t>dokumentu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1576"/>
        <w:gridCol w:w="1050"/>
        <w:gridCol w:w="5191"/>
      </w:tblGrid>
      <w:tr w:rsidR="00C96F36" w:rsidRPr="00CA04D3" w14:paraId="47EA4C64" w14:textId="77777777" w:rsidTr="00C96F36">
        <w:trPr>
          <w:trHeight w:val="381"/>
        </w:trPr>
        <w:tc>
          <w:tcPr>
            <w:tcW w:w="839" w:type="pct"/>
          </w:tcPr>
          <w:p w14:paraId="3F71837F" w14:textId="5B2DD0E8" w:rsidR="00C96F36" w:rsidRPr="007A2647" w:rsidRDefault="00C96F36" w:rsidP="00C96F36">
            <w:r w:rsidRPr="007A2647">
              <w:t>Verze</w:t>
            </w:r>
          </w:p>
        </w:tc>
        <w:tc>
          <w:tcPr>
            <w:tcW w:w="839" w:type="pct"/>
            <w:shd w:val="clear" w:color="auto" w:fill="auto"/>
          </w:tcPr>
          <w:p w14:paraId="3B52269C" w14:textId="25260A9A" w:rsidR="00C96F36" w:rsidRPr="008F1C06" w:rsidRDefault="00C96F36" w:rsidP="00C96F36">
            <w:r w:rsidRPr="007A2647">
              <w:t>Datum</w:t>
            </w:r>
          </w:p>
        </w:tc>
        <w:tc>
          <w:tcPr>
            <w:tcW w:w="559" w:type="pct"/>
            <w:shd w:val="clear" w:color="auto" w:fill="auto"/>
          </w:tcPr>
          <w:p w14:paraId="599FF58E" w14:textId="77777777" w:rsidR="00C96F36" w:rsidRPr="008F1C06" w:rsidRDefault="00C96F36" w:rsidP="00C96F36">
            <w:r w:rsidRPr="007A2647">
              <w:t>Autor</w:t>
            </w:r>
          </w:p>
        </w:tc>
        <w:tc>
          <w:tcPr>
            <w:tcW w:w="2763" w:type="pct"/>
            <w:shd w:val="clear" w:color="auto" w:fill="auto"/>
          </w:tcPr>
          <w:p w14:paraId="689C1BFB" w14:textId="77777777" w:rsidR="00C96F36" w:rsidRPr="008F1C06" w:rsidRDefault="00C96F36" w:rsidP="00C96F36">
            <w:r w:rsidRPr="007A2647">
              <w:t>Změny</w:t>
            </w:r>
          </w:p>
        </w:tc>
      </w:tr>
      <w:tr w:rsidR="00C96F36" w:rsidRPr="00CA04D3" w14:paraId="2825DFE8" w14:textId="77777777" w:rsidTr="00C96F36">
        <w:trPr>
          <w:trHeight w:val="381"/>
        </w:trPr>
        <w:tc>
          <w:tcPr>
            <w:tcW w:w="839" w:type="pct"/>
          </w:tcPr>
          <w:p w14:paraId="137AA3C9" w14:textId="07B44C05" w:rsidR="00C96F36" w:rsidRDefault="00C96F36" w:rsidP="00C96F36">
            <w:r>
              <w:t>1</w:t>
            </w:r>
          </w:p>
        </w:tc>
        <w:tc>
          <w:tcPr>
            <w:tcW w:w="839" w:type="pct"/>
            <w:shd w:val="clear" w:color="auto" w:fill="auto"/>
          </w:tcPr>
          <w:p w14:paraId="3C531E4B" w14:textId="298C9D1A" w:rsidR="00C96F36" w:rsidRDefault="002B2E47" w:rsidP="00C96F36">
            <w:r>
              <w:t>24.2</w:t>
            </w:r>
            <w:r w:rsidR="00C96F36">
              <w:t>.202</w:t>
            </w:r>
            <w:r w:rsidR="00105AC5">
              <w:t>5</w:t>
            </w:r>
          </w:p>
        </w:tc>
        <w:tc>
          <w:tcPr>
            <w:tcW w:w="559" w:type="pct"/>
            <w:shd w:val="clear" w:color="auto" w:fill="auto"/>
          </w:tcPr>
          <w:p w14:paraId="5BBDEAF4" w14:textId="77777777" w:rsidR="00C96F36" w:rsidRDefault="00C96F36" w:rsidP="00C96F36">
            <w:r w:rsidRPr="007A2647">
              <w:t>ACE</w:t>
            </w:r>
          </w:p>
        </w:tc>
        <w:tc>
          <w:tcPr>
            <w:tcW w:w="2763" w:type="pct"/>
            <w:shd w:val="clear" w:color="auto" w:fill="auto"/>
          </w:tcPr>
          <w:p w14:paraId="1FEB7CF7" w14:textId="77777777" w:rsidR="00C96F36" w:rsidRDefault="00C96F36" w:rsidP="00C96F36"/>
        </w:tc>
      </w:tr>
    </w:tbl>
    <w:p w14:paraId="500B8865" w14:textId="77777777" w:rsidR="00456F2E" w:rsidRPr="00CA04D3" w:rsidRDefault="00456F2E" w:rsidP="00456F2E">
      <w:pPr>
        <w:rPr>
          <w:highlight w:val="yellow"/>
        </w:rPr>
      </w:pPr>
    </w:p>
    <w:p w14:paraId="657C5E9C" w14:textId="77777777" w:rsidR="00456F2E" w:rsidRPr="00CA04D3" w:rsidRDefault="00456F2E" w:rsidP="00456F2E">
      <w:pPr>
        <w:rPr>
          <w:highlight w:val="yellow"/>
        </w:rPr>
      </w:pPr>
      <w:r w:rsidRPr="00CA04D3">
        <w:rPr>
          <w:highlight w:val="yellow"/>
        </w:rPr>
        <w:br w:type="page"/>
      </w:r>
    </w:p>
    <w:p w14:paraId="304DA280" w14:textId="1FD3E5A3" w:rsidR="006D3273" w:rsidRPr="008F1C06" w:rsidRDefault="006D3273" w:rsidP="00CA04D3">
      <w:pPr>
        <w:pStyle w:val="Nzev"/>
        <w:jc w:val="left"/>
        <w:rPr>
          <w:rFonts w:ascii="Verdana" w:hAnsi="Verdana"/>
          <w:b w:val="0"/>
          <w:sz w:val="24"/>
        </w:rPr>
      </w:pPr>
      <w:bookmarkStart w:id="0" w:name="_Toc110092268"/>
      <w:r w:rsidRPr="008F1C06">
        <w:rPr>
          <w:rFonts w:ascii="Verdana" w:hAnsi="Verdana"/>
          <w:b w:val="0"/>
          <w:sz w:val="24"/>
        </w:rPr>
        <w:lastRenderedPageBreak/>
        <w:t>Obsah</w:t>
      </w:r>
    </w:p>
    <w:p w14:paraId="1F1D6912" w14:textId="77777777" w:rsidR="00C873D5" w:rsidRPr="00CA04D3" w:rsidRDefault="00C873D5" w:rsidP="00CA04D3">
      <w:pPr>
        <w:rPr>
          <w:highlight w:val="yellow"/>
          <w:lang w:eastAsia="cs-CZ"/>
        </w:rPr>
      </w:pPr>
    </w:p>
    <w:p w14:paraId="6C017623" w14:textId="126BD17A" w:rsidR="005F53AC" w:rsidRDefault="005A1493">
      <w:pPr>
        <w:pStyle w:val="Obsah2"/>
        <w:rPr>
          <w:rFonts w:asciiTheme="minorHAnsi" w:eastAsiaTheme="minorEastAsia" w:hAnsiTheme="minorHAnsi" w:cstheme="minorBidi"/>
          <w:kern w:val="2"/>
          <w:sz w:val="24"/>
          <w:lang w:eastAsia="cs-CZ"/>
          <w14:ligatures w14:val="standardContextual"/>
        </w:rPr>
      </w:pPr>
      <w:r>
        <w:fldChar w:fldCharType="begin"/>
      </w:r>
      <w:r w:rsidR="006D3273">
        <w:instrText>TOC \o "1-3" \h \z \u</w:instrText>
      </w:r>
      <w:r>
        <w:fldChar w:fldCharType="separate"/>
      </w:r>
      <w:hyperlink w:anchor="_Toc191301988" w:history="1">
        <w:r w:rsidR="005F53AC" w:rsidRPr="00600DDC">
          <w:rPr>
            <w:rStyle w:val="Hypertextovodkaz"/>
          </w:rPr>
          <w:t>1.1</w:t>
        </w:r>
        <w:r w:rsidR="005F53AC">
          <w:rPr>
            <w:rFonts w:asciiTheme="minorHAnsi" w:eastAsiaTheme="minorEastAsia" w:hAnsiTheme="minorHAnsi" w:cstheme="minorBidi"/>
            <w:kern w:val="2"/>
            <w:sz w:val="24"/>
            <w:lang w:eastAsia="cs-CZ"/>
            <w14:ligatures w14:val="standardContextual"/>
          </w:rPr>
          <w:tab/>
        </w:r>
        <w:r w:rsidR="005F53AC" w:rsidRPr="00600DDC">
          <w:rPr>
            <w:rStyle w:val="Hypertextovodkaz"/>
          </w:rPr>
          <w:t>Charakteristika služby</w:t>
        </w:r>
        <w:r w:rsidR="005F53AC">
          <w:rPr>
            <w:webHidden/>
          </w:rPr>
          <w:tab/>
        </w:r>
        <w:r w:rsidR="005F53AC">
          <w:rPr>
            <w:webHidden/>
          </w:rPr>
          <w:fldChar w:fldCharType="begin"/>
        </w:r>
        <w:r w:rsidR="005F53AC">
          <w:rPr>
            <w:webHidden/>
          </w:rPr>
          <w:instrText xml:space="preserve"> PAGEREF _Toc191301988 \h </w:instrText>
        </w:r>
        <w:r w:rsidR="005F53AC">
          <w:rPr>
            <w:webHidden/>
          </w:rPr>
        </w:r>
        <w:r w:rsidR="005F53AC">
          <w:rPr>
            <w:webHidden/>
          </w:rPr>
          <w:fldChar w:fldCharType="separate"/>
        </w:r>
        <w:r w:rsidR="00BF4023">
          <w:rPr>
            <w:webHidden/>
          </w:rPr>
          <w:t>3</w:t>
        </w:r>
        <w:r w:rsidR="005F53AC">
          <w:rPr>
            <w:webHidden/>
          </w:rPr>
          <w:fldChar w:fldCharType="end"/>
        </w:r>
      </w:hyperlink>
    </w:p>
    <w:p w14:paraId="0F1DFAC1" w14:textId="0ABF6CBF" w:rsidR="005F53AC" w:rsidRDefault="003027B8">
      <w:pPr>
        <w:pStyle w:val="Obsah2"/>
        <w:rPr>
          <w:rFonts w:asciiTheme="minorHAnsi" w:eastAsiaTheme="minorEastAsia" w:hAnsiTheme="minorHAnsi" w:cstheme="minorBidi"/>
          <w:kern w:val="2"/>
          <w:sz w:val="24"/>
          <w:lang w:eastAsia="cs-CZ"/>
          <w14:ligatures w14:val="standardContextual"/>
        </w:rPr>
      </w:pPr>
      <w:hyperlink w:anchor="_Toc191301989" w:history="1">
        <w:r w:rsidR="005F53AC" w:rsidRPr="00600DDC">
          <w:rPr>
            <w:rStyle w:val="Hypertextovodkaz"/>
          </w:rPr>
          <w:t>1.2</w:t>
        </w:r>
        <w:r w:rsidR="005F53AC">
          <w:rPr>
            <w:rFonts w:asciiTheme="minorHAnsi" w:eastAsiaTheme="minorEastAsia" w:hAnsiTheme="minorHAnsi" w:cstheme="minorBidi"/>
            <w:kern w:val="2"/>
            <w:sz w:val="24"/>
            <w:lang w:eastAsia="cs-CZ"/>
            <w14:ligatures w14:val="standardContextual"/>
          </w:rPr>
          <w:tab/>
        </w:r>
        <w:r w:rsidR="005F53AC" w:rsidRPr="00600DDC">
          <w:rPr>
            <w:rStyle w:val="Hypertextovodkaz"/>
          </w:rPr>
          <w:t>Historie změn služby</w:t>
        </w:r>
        <w:r w:rsidR="005F53AC">
          <w:rPr>
            <w:webHidden/>
          </w:rPr>
          <w:tab/>
        </w:r>
        <w:r w:rsidR="005F53AC">
          <w:rPr>
            <w:webHidden/>
          </w:rPr>
          <w:fldChar w:fldCharType="begin"/>
        </w:r>
        <w:r w:rsidR="005F53AC">
          <w:rPr>
            <w:webHidden/>
          </w:rPr>
          <w:instrText xml:space="preserve"> PAGEREF _Toc191301989 \h </w:instrText>
        </w:r>
        <w:r w:rsidR="005F53AC">
          <w:rPr>
            <w:webHidden/>
          </w:rPr>
        </w:r>
        <w:r w:rsidR="005F53AC">
          <w:rPr>
            <w:webHidden/>
          </w:rPr>
          <w:fldChar w:fldCharType="separate"/>
        </w:r>
        <w:r w:rsidR="00BF4023">
          <w:rPr>
            <w:webHidden/>
          </w:rPr>
          <w:t>3</w:t>
        </w:r>
        <w:r w:rsidR="005F53AC">
          <w:rPr>
            <w:webHidden/>
          </w:rPr>
          <w:fldChar w:fldCharType="end"/>
        </w:r>
      </w:hyperlink>
    </w:p>
    <w:p w14:paraId="0C297018" w14:textId="71115537" w:rsidR="005F53AC" w:rsidRDefault="003027B8">
      <w:pPr>
        <w:pStyle w:val="Obsah2"/>
        <w:rPr>
          <w:rFonts w:asciiTheme="minorHAnsi" w:eastAsiaTheme="minorEastAsia" w:hAnsiTheme="minorHAnsi" w:cstheme="minorBidi"/>
          <w:kern w:val="2"/>
          <w:sz w:val="24"/>
          <w:lang w:eastAsia="cs-CZ"/>
          <w14:ligatures w14:val="standardContextual"/>
        </w:rPr>
      </w:pPr>
      <w:hyperlink w:anchor="_Toc191301990" w:history="1">
        <w:r w:rsidR="005F53AC" w:rsidRPr="00600DDC">
          <w:rPr>
            <w:rStyle w:val="Hypertextovodkaz"/>
          </w:rPr>
          <w:t>1.3</w:t>
        </w:r>
        <w:r w:rsidR="005F53AC">
          <w:rPr>
            <w:rFonts w:asciiTheme="minorHAnsi" w:eastAsiaTheme="minorEastAsia" w:hAnsiTheme="minorHAnsi" w:cstheme="minorBidi"/>
            <w:kern w:val="2"/>
            <w:sz w:val="24"/>
            <w:lang w:eastAsia="cs-CZ"/>
            <w14:ligatures w14:val="standardContextual"/>
          </w:rPr>
          <w:tab/>
        </w:r>
        <w:r w:rsidR="005F53AC" w:rsidRPr="00600DDC">
          <w:rPr>
            <w:rStyle w:val="Hypertextovodkaz"/>
          </w:rPr>
          <w:t>Detailní popis služby</w:t>
        </w:r>
        <w:r w:rsidR="005F53AC">
          <w:rPr>
            <w:webHidden/>
          </w:rPr>
          <w:tab/>
        </w:r>
        <w:r w:rsidR="005F53AC">
          <w:rPr>
            <w:webHidden/>
          </w:rPr>
          <w:fldChar w:fldCharType="begin"/>
        </w:r>
        <w:r w:rsidR="005F53AC">
          <w:rPr>
            <w:webHidden/>
          </w:rPr>
          <w:instrText xml:space="preserve"> PAGEREF _Toc191301990 \h </w:instrText>
        </w:r>
        <w:r w:rsidR="005F53AC">
          <w:rPr>
            <w:webHidden/>
          </w:rPr>
        </w:r>
        <w:r w:rsidR="005F53AC">
          <w:rPr>
            <w:webHidden/>
          </w:rPr>
          <w:fldChar w:fldCharType="separate"/>
        </w:r>
        <w:r w:rsidR="00BF4023">
          <w:rPr>
            <w:webHidden/>
          </w:rPr>
          <w:t>3</w:t>
        </w:r>
        <w:r w:rsidR="005F53AC">
          <w:rPr>
            <w:webHidden/>
          </w:rPr>
          <w:fldChar w:fldCharType="end"/>
        </w:r>
      </w:hyperlink>
    </w:p>
    <w:p w14:paraId="2CBE021E" w14:textId="146DB611" w:rsidR="005F53AC" w:rsidRDefault="003027B8">
      <w:pPr>
        <w:pStyle w:val="Obsah2"/>
        <w:rPr>
          <w:rFonts w:asciiTheme="minorHAnsi" w:eastAsiaTheme="minorEastAsia" w:hAnsiTheme="minorHAnsi" w:cstheme="minorBidi"/>
          <w:kern w:val="2"/>
          <w:sz w:val="24"/>
          <w:lang w:eastAsia="cs-CZ"/>
          <w14:ligatures w14:val="standardContextual"/>
        </w:rPr>
      </w:pPr>
      <w:hyperlink w:anchor="_Toc191301991" w:history="1">
        <w:r w:rsidR="005F53AC" w:rsidRPr="00600DDC">
          <w:rPr>
            <w:rStyle w:val="Hypertextovodkaz"/>
          </w:rPr>
          <w:t>1.4</w:t>
        </w:r>
        <w:r w:rsidR="005F53AC">
          <w:rPr>
            <w:rFonts w:asciiTheme="minorHAnsi" w:eastAsiaTheme="minorEastAsia" w:hAnsiTheme="minorHAnsi" w:cstheme="minorBidi"/>
            <w:kern w:val="2"/>
            <w:sz w:val="24"/>
            <w:lang w:eastAsia="cs-CZ"/>
            <w14:ligatures w14:val="standardContextual"/>
          </w:rPr>
          <w:tab/>
        </w:r>
        <w:r w:rsidR="005F53AC" w:rsidRPr="00600DDC">
          <w:rPr>
            <w:rStyle w:val="Hypertextovodkaz"/>
          </w:rPr>
          <w:t>Operace služby</w:t>
        </w:r>
        <w:r w:rsidR="005F53AC">
          <w:rPr>
            <w:webHidden/>
          </w:rPr>
          <w:tab/>
        </w:r>
        <w:r w:rsidR="005F53AC">
          <w:rPr>
            <w:webHidden/>
          </w:rPr>
          <w:fldChar w:fldCharType="begin"/>
        </w:r>
        <w:r w:rsidR="005F53AC">
          <w:rPr>
            <w:webHidden/>
          </w:rPr>
          <w:instrText xml:space="preserve"> PAGEREF _Toc191301991 \h </w:instrText>
        </w:r>
        <w:r w:rsidR="005F53AC">
          <w:rPr>
            <w:webHidden/>
          </w:rPr>
        </w:r>
        <w:r w:rsidR="005F53AC">
          <w:rPr>
            <w:webHidden/>
          </w:rPr>
          <w:fldChar w:fldCharType="separate"/>
        </w:r>
        <w:r w:rsidR="00BF4023">
          <w:rPr>
            <w:webHidden/>
          </w:rPr>
          <w:t>4</w:t>
        </w:r>
        <w:r w:rsidR="005F53AC">
          <w:rPr>
            <w:webHidden/>
          </w:rPr>
          <w:fldChar w:fldCharType="end"/>
        </w:r>
      </w:hyperlink>
    </w:p>
    <w:p w14:paraId="1063F19F" w14:textId="0A431689" w:rsidR="005F53AC" w:rsidRDefault="003027B8">
      <w:pPr>
        <w:pStyle w:val="Obsah3"/>
        <w:rPr>
          <w:rFonts w:asciiTheme="minorHAnsi" w:eastAsiaTheme="minorEastAsia" w:hAnsiTheme="minorHAnsi" w:cstheme="minorBidi"/>
          <w:kern w:val="2"/>
          <w:sz w:val="24"/>
          <w:szCs w:val="24"/>
          <w:lang w:eastAsia="cs-CZ"/>
          <w14:ligatures w14:val="standardContextual"/>
        </w:rPr>
      </w:pPr>
      <w:hyperlink w:anchor="_Toc191301992" w:history="1">
        <w:r w:rsidR="005F53AC" w:rsidRPr="00600DDC">
          <w:rPr>
            <w:rStyle w:val="Hypertextovodkaz"/>
          </w:rPr>
          <w:t>1.4.1</w:t>
        </w:r>
        <w:r w:rsidR="005F53AC">
          <w:rPr>
            <w:rFonts w:asciiTheme="minorHAnsi" w:eastAsiaTheme="minorEastAsia" w:hAnsiTheme="minorHAnsi" w:cstheme="minorBidi"/>
            <w:kern w:val="2"/>
            <w:sz w:val="24"/>
            <w:szCs w:val="24"/>
            <w:lang w:eastAsia="cs-CZ"/>
            <w14:ligatures w14:val="standardContextual"/>
          </w:rPr>
          <w:tab/>
        </w:r>
        <w:r w:rsidR="005F53AC" w:rsidRPr="00600DDC">
          <w:rPr>
            <w:rStyle w:val="Hypertextovodkaz"/>
          </w:rPr>
          <w:t>zjisteniExistencePrvkuVspSkupinaPrvku</w:t>
        </w:r>
        <w:r w:rsidR="005F53AC">
          <w:rPr>
            <w:webHidden/>
          </w:rPr>
          <w:tab/>
        </w:r>
        <w:r w:rsidR="005F53AC">
          <w:rPr>
            <w:webHidden/>
          </w:rPr>
          <w:fldChar w:fldCharType="begin"/>
        </w:r>
        <w:r w:rsidR="005F53AC">
          <w:rPr>
            <w:webHidden/>
          </w:rPr>
          <w:instrText xml:space="preserve"> PAGEREF _Toc191301992 \h </w:instrText>
        </w:r>
        <w:r w:rsidR="005F53AC">
          <w:rPr>
            <w:webHidden/>
          </w:rPr>
        </w:r>
        <w:r w:rsidR="005F53AC">
          <w:rPr>
            <w:webHidden/>
          </w:rPr>
          <w:fldChar w:fldCharType="separate"/>
        </w:r>
        <w:r w:rsidR="00BF4023">
          <w:rPr>
            <w:webHidden/>
          </w:rPr>
          <w:t>4</w:t>
        </w:r>
        <w:r w:rsidR="005F53AC">
          <w:rPr>
            <w:webHidden/>
          </w:rPr>
          <w:fldChar w:fldCharType="end"/>
        </w:r>
      </w:hyperlink>
    </w:p>
    <w:p w14:paraId="6539277E" w14:textId="67503AFA" w:rsidR="005F53AC" w:rsidRDefault="003027B8">
      <w:pPr>
        <w:pStyle w:val="Obsah2"/>
        <w:rPr>
          <w:rFonts w:asciiTheme="minorHAnsi" w:eastAsiaTheme="minorEastAsia" w:hAnsiTheme="minorHAnsi" w:cstheme="minorBidi"/>
          <w:kern w:val="2"/>
          <w:sz w:val="24"/>
          <w:lang w:eastAsia="cs-CZ"/>
          <w14:ligatures w14:val="standardContextual"/>
        </w:rPr>
      </w:pPr>
      <w:hyperlink w:anchor="_Toc191301993" w:history="1">
        <w:r w:rsidR="005F53AC" w:rsidRPr="00600DDC">
          <w:rPr>
            <w:rStyle w:val="Hypertextovodkaz"/>
          </w:rPr>
          <w:t>1.5</w:t>
        </w:r>
        <w:r w:rsidR="005F53AC">
          <w:rPr>
            <w:rFonts w:asciiTheme="minorHAnsi" w:eastAsiaTheme="minorEastAsia" w:hAnsiTheme="minorHAnsi" w:cstheme="minorBidi"/>
            <w:kern w:val="2"/>
            <w:sz w:val="24"/>
            <w:lang w:eastAsia="cs-CZ"/>
            <w14:ligatures w14:val="standardContextual"/>
          </w:rPr>
          <w:tab/>
        </w:r>
        <w:r w:rsidR="005F53AC" w:rsidRPr="00600DDC">
          <w:rPr>
            <w:rStyle w:val="Hypertextovodkaz"/>
          </w:rPr>
          <w:t>Varovná hlášení a chyby</w:t>
        </w:r>
        <w:r w:rsidR="005F53AC">
          <w:rPr>
            <w:webHidden/>
          </w:rPr>
          <w:tab/>
        </w:r>
        <w:r w:rsidR="005F53AC">
          <w:rPr>
            <w:webHidden/>
          </w:rPr>
          <w:fldChar w:fldCharType="begin"/>
        </w:r>
        <w:r w:rsidR="005F53AC">
          <w:rPr>
            <w:webHidden/>
          </w:rPr>
          <w:instrText xml:space="preserve"> PAGEREF _Toc191301993 \h </w:instrText>
        </w:r>
        <w:r w:rsidR="005F53AC">
          <w:rPr>
            <w:webHidden/>
          </w:rPr>
        </w:r>
        <w:r w:rsidR="005F53AC">
          <w:rPr>
            <w:webHidden/>
          </w:rPr>
          <w:fldChar w:fldCharType="separate"/>
        </w:r>
        <w:r w:rsidR="00BF4023">
          <w:rPr>
            <w:webHidden/>
          </w:rPr>
          <w:t>8</w:t>
        </w:r>
        <w:r w:rsidR="005F53AC">
          <w:rPr>
            <w:webHidden/>
          </w:rPr>
          <w:fldChar w:fldCharType="end"/>
        </w:r>
      </w:hyperlink>
    </w:p>
    <w:p w14:paraId="5CACF898" w14:textId="1489CEA5" w:rsidR="005F53AC" w:rsidRDefault="003027B8">
      <w:pPr>
        <w:pStyle w:val="Obsah2"/>
        <w:rPr>
          <w:rFonts w:asciiTheme="minorHAnsi" w:eastAsiaTheme="minorEastAsia" w:hAnsiTheme="minorHAnsi" w:cstheme="minorBidi"/>
          <w:kern w:val="2"/>
          <w:sz w:val="24"/>
          <w:lang w:eastAsia="cs-CZ"/>
          <w14:ligatures w14:val="standardContextual"/>
        </w:rPr>
      </w:pPr>
      <w:hyperlink w:anchor="_Toc191301994" w:history="1">
        <w:r w:rsidR="005F53AC" w:rsidRPr="00600DDC">
          <w:rPr>
            <w:rStyle w:val="Hypertextovodkaz"/>
          </w:rPr>
          <w:t>1.6</w:t>
        </w:r>
        <w:r w:rsidR="005F53AC">
          <w:rPr>
            <w:rFonts w:asciiTheme="minorHAnsi" w:eastAsiaTheme="minorEastAsia" w:hAnsiTheme="minorHAnsi" w:cstheme="minorBidi"/>
            <w:kern w:val="2"/>
            <w:sz w:val="24"/>
            <w:lang w:eastAsia="cs-CZ"/>
            <w14:ligatures w14:val="standardContextual"/>
          </w:rPr>
          <w:tab/>
        </w:r>
        <w:r w:rsidR="005F53AC" w:rsidRPr="00600DDC">
          <w:rPr>
            <w:rStyle w:val="Hypertextovodkaz"/>
          </w:rPr>
          <w:t>Odkazy na další dokumenty</w:t>
        </w:r>
        <w:r w:rsidR="005F53AC">
          <w:rPr>
            <w:webHidden/>
          </w:rPr>
          <w:tab/>
        </w:r>
        <w:r w:rsidR="005F53AC">
          <w:rPr>
            <w:webHidden/>
          </w:rPr>
          <w:fldChar w:fldCharType="begin"/>
        </w:r>
        <w:r w:rsidR="005F53AC">
          <w:rPr>
            <w:webHidden/>
          </w:rPr>
          <w:instrText xml:space="preserve"> PAGEREF _Toc191301994 \h </w:instrText>
        </w:r>
        <w:r w:rsidR="005F53AC">
          <w:rPr>
            <w:webHidden/>
          </w:rPr>
        </w:r>
        <w:r w:rsidR="005F53AC">
          <w:rPr>
            <w:webHidden/>
          </w:rPr>
          <w:fldChar w:fldCharType="separate"/>
        </w:r>
        <w:r w:rsidR="00BF4023">
          <w:rPr>
            <w:webHidden/>
          </w:rPr>
          <w:t>8</w:t>
        </w:r>
        <w:r w:rsidR="005F53AC">
          <w:rPr>
            <w:webHidden/>
          </w:rPr>
          <w:fldChar w:fldCharType="end"/>
        </w:r>
      </w:hyperlink>
    </w:p>
    <w:p w14:paraId="57B0168B" w14:textId="72C9C7AA" w:rsidR="005A1493" w:rsidRDefault="005A1493">
      <w:r>
        <w:fldChar w:fldCharType="end"/>
      </w:r>
    </w:p>
    <w:p w14:paraId="5B0A23FF" w14:textId="23F67027" w:rsidR="006D3273" w:rsidRPr="00CA04D3" w:rsidRDefault="006D3273" w:rsidP="00CA04D3">
      <w:pPr>
        <w:rPr>
          <w:highlight w:val="yellow"/>
        </w:rPr>
      </w:pPr>
      <w:r w:rsidRPr="4EB36FF0">
        <w:rPr>
          <w:highlight w:val="yellow"/>
        </w:rPr>
        <w:br w:type="page"/>
      </w:r>
    </w:p>
    <w:p w14:paraId="03BE0066" w14:textId="77777777" w:rsidR="00121E78" w:rsidRDefault="00121E78" w:rsidP="00121E78">
      <w:pPr>
        <w:pStyle w:val="Nadpis2"/>
        <w:keepNext w:val="0"/>
        <w:spacing w:after="120"/>
        <w:ind w:left="0" w:firstLine="0"/>
        <w:jc w:val="both"/>
      </w:pPr>
      <w:bookmarkStart w:id="1" w:name="_Toc191301988"/>
      <w:bookmarkStart w:id="2" w:name="_Toc5014309"/>
      <w:r w:rsidRPr="00991821">
        <w:lastRenderedPageBreak/>
        <w:t>Charakteristika služby</w:t>
      </w:r>
      <w:bookmarkEnd w:id="1"/>
    </w:p>
    <w:tbl>
      <w:tblPr>
        <w:tblStyle w:val="Mkatabulky"/>
        <w:tblW w:w="5000" w:type="pct"/>
        <w:tblLook w:val="04A0" w:firstRow="1" w:lastRow="0" w:firstColumn="1" w:lastColumn="0" w:noHBand="0" w:noVBand="1"/>
      </w:tblPr>
      <w:tblGrid>
        <w:gridCol w:w="2454"/>
        <w:gridCol w:w="6940"/>
      </w:tblGrid>
      <w:tr w:rsidR="00121E78" w:rsidRPr="00D309C6" w14:paraId="15C41D6F" w14:textId="77777777" w:rsidTr="0AD29532">
        <w:trPr>
          <w:trHeight w:val="20"/>
        </w:trPr>
        <w:tc>
          <w:tcPr>
            <w:tcW w:w="2454" w:type="dxa"/>
            <w:vAlign w:val="center"/>
            <w:hideMark/>
          </w:tcPr>
          <w:p w14:paraId="2B21F317" w14:textId="77777777" w:rsidR="00121E78" w:rsidRPr="00D309C6" w:rsidRDefault="00121E78" w:rsidP="00602E09">
            <w:pPr>
              <w:jc w:val="left"/>
              <w:rPr>
                <w:bCs/>
              </w:rPr>
            </w:pPr>
            <w:r w:rsidRPr="00D309C6">
              <w:rPr>
                <w:bCs/>
              </w:rPr>
              <w:t xml:space="preserve">Skupina </w:t>
            </w:r>
          </w:p>
        </w:tc>
        <w:tc>
          <w:tcPr>
            <w:tcW w:w="6940" w:type="dxa"/>
            <w:tcBorders>
              <w:top w:val="single" w:sz="4" w:space="0" w:color="auto"/>
              <w:left w:val="single" w:sz="4" w:space="0" w:color="auto"/>
              <w:bottom w:val="single" w:sz="4" w:space="0" w:color="auto"/>
              <w:right w:val="single" w:sz="4" w:space="0" w:color="auto"/>
            </w:tcBorders>
            <w:shd w:val="clear" w:color="auto" w:fill="auto"/>
          </w:tcPr>
          <w:p w14:paraId="50778F5F" w14:textId="1364948A" w:rsidR="00121E78" w:rsidRPr="00D309C6" w:rsidRDefault="0054294A" w:rsidP="0AD29532">
            <w:pPr>
              <w:jc w:val="left"/>
            </w:pPr>
            <w:r>
              <w:rPr>
                <w:rFonts w:cs="Calibri"/>
                <w:color w:val="000000"/>
                <w:szCs w:val="20"/>
              </w:rPr>
              <w:t>Dopravní a technická infrastruktura</w:t>
            </w:r>
          </w:p>
        </w:tc>
      </w:tr>
      <w:tr w:rsidR="00121E78" w:rsidRPr="00D309C6" w14:paraId="4B61B0B3" w14:textId="77777777" w:rsidTr="0AD29532">
        <w:trPr>
          <w:trHeight w:val="20"/>
        </w:trPr>
        <w:tc>
          <w:tcPr>
            <w:tcW w:w="2454" w:type="dxa"/>
            <w:vAlign w:val="center"/>
            <w:hideMark/>
          </w:tcPr>
          <w:p w14:paraId="1FA9F0B6" w14:textId="77777777" w:rsidR="00121E78" w:rsidRPr="00D309C6" w:rsidRDefault="00121E78" w:rsidP="00602E09">
            <w:pPr>
              <w:jc w:val="left"/>
              <w:rPr>
                <w:bCs/>
              </w:rPr>
            </w:pPr>
            <w:r w:rsidRPr="00D309C6">
              <w:rPr>
                <w:bCs/>
              </w:rPr>
              <w:t>Kód služby</w:t>
            </w:r>
          </w:p>
        </w:tc>
        <w:tc>
          <w:tcPr>
            <w:tcW w:w="6940" w:type="dxa"/>
            <w:tcBorders>
              <w:top w:val="nil"/>
              <w:left w:val="single" w:sz="4" w:space="0" w:color="auto"/>
              <w:bottom w:val="single" w:sz="4" w:space="0" w:color="auto"/>
              <w:right w:val="single" w:sz="4" w:space="0" w:color="auto"/>
            </w:tcBorders>
            <w:shd w:val="clear" w:color="auto" w:fill="auto"/>
          </w:tcPr>
          <w:p w14:paraId="5584313C" w14:textId="6CA6B7ED" w:rsidR="00121E78" w:rsidRPr="00D309C6" w:rsidRDefault="00121E78" w:rsidP="00602E09">
            <w:pPr>
              <w:jc w:val="left"/>
              <w:rPr>
                <w:bCs/>
              </w:rPr>
            </w:pPr>
            <w:r>
              <w:rPr>
                <w:rFonts w:cs="Calibri"/>
                <w:color w:val="000000"/>
                <w:szCs w:val="20"/>
              </w:rPr>
              <w:t>R</w:t>
            </w:r>
            <w:r w:rsidR="00FA245D">
              <w:rPr>
                <w:rFonts w:cs="Calibri"/>
                <w:color w:val="000000"/>
                <w:szCs w:val="20"/>
              </w:rPr>
              <w:t>5</w:t>
            </w:r>
            <w:r w:rsidR="002B2E47">
              <w:rPr>
                <w:rFonts w:cs="Calibri"/>
                <w:color w:val="000000"/>
                <w:szCs w:val="20"/>
              </w:rPr>
              <w:t>1a</w:t>
            </w:r>
          </w:p>
        </w:tc>
      </w:tr>
      <w:tr w:rsidR="00795189" w:rsidRPr="00D309C6" w14:paraId="010C3B95" w14:textId="77777777" w:rsidTr="0AD29532">
        <w:trPr>
          <w:trHeight w:val="20"/>
        </w:trPr>
        <w:tc>
          <w:tcPr>
            <w:tcW w:w="2454" w:type="dxa"/>
            <w:vAlign w:val="center"/>
            <w:hideMark/>
          </w:tcPr>
          <w:p w14:paraId="7DC49E10" w14:textId="4B4635E9" w:rsidR="00795189" w:rsidRPr="00D309C6" w:rsidRDefault="00795189" w:rsidP="00795189">
            <w:pPr>
              <w:jc w:val="left"/>
              <w:rPr>
                <w:bCs/>
              </w:rPr>
            </w:pPr>
            <w:r w:rsidRPr="00D309C6">
              <w:rPr>
                <w:bCs/>
              </w:rPr>
              <w:t>Business název služby</w:t>
            </w:r>
          </w:p>
        </w:tc>
        <w:tc>
          <w:tcPr>
            <w:tcW w:w="6940" w:type="dxa"/>
            <w:tcBorders>
              <w:top w:val="nil"/>
              <w:left w:val="single" w:sz="4" w:space="0" w:color="auto"/>
              <w:bottom w:val="single" w:sz="4" w:space="0" w:color="auto"/>
              <w:right w:val="single" w:sz="4" w:space="0" w:color="auto"/>
            </w:tcBorders>
            <w:shd w:val="clear" w:color="auto" w:fill="auto"/>
          </w:tcPr>
          <w:p w14:paraId="7AF0C03F" w14:textId="13683722" w:rsidR="00795189" w:rsidRPr="00D309C6" w:rsidRDefault="002B2E47" w:rsidP="00795189">
            <w:pPr>
              <w:jc w:val="left"/>
              <w:rPr>
                <w:bCs/>
              </w:rPr>
            </w:pPr>
            <w:r>
              <w:rPr>
                <w:rFonts w:cs="Calibri"/>
                <w:color w:val="000000"/>
                <w:szCs w:val="20"/>
              </w:rPr>
              <w:t>Zjištění informací o prvcích DTI</w:t>
            </w:r>
          </w:p>
        </w:tc>
      </w:tr>
      <w:tr w:rsidR="00795189" w:rsidRPr="00D309C6" w14:paraId="1334CB0C" w14:textId="77777777" w:rsidTr="0AD29532">
        <w:trPr>
          <w:trHeight w:val="20"/>
        </w:trPr>
        <w:tc>
          <w:tcPr>
            <w:tcW w:w="2454" w:type="dxa"/>
            <w:vAlign w:val="center"/>
            <w:hideMark/>
          </w:tcPr>
          <w:p w14:paraId="5E62878D" w14:textId="03520B09" w:rsidR="00795189" w:rsidRPr="00D309C6" w:rsidRDefault="00675866" w:rsidP="00795189">
            <w:pPr>
              <w:jc w:val="left"/>
              <w:rPr>
                <w:bCs/>
              </w:rPr>
            </w:pPr>
            <w:r>
              <w:rPr>
                <w:bCs/>
              </w:rPr>
              <w:t>Název</w:t>
            </w:r>
            <w:r w:rsidR="00795189" w:rsidRPr="00D309C6">
              <w:rPr>
                <w:bCs/>
              </w:rPr>
              <w:t xml:space="preserve"> služby</w:t>
            </w:r>
          </w:p>
        </w:tc>
        <w:tc>
          <w:tcPr>
            <w:tcW w:w="6940" w:type="dxa"/>
            <w:tcBorders>
              <w:top w:val="nil"/>
              <w:left w:val="single" w:sz="4" w:space="0" w:color="auto"/>
              <w:bottom w:val="single" w:sz="4" w:space="0" w:color="auto"/>
              <w:right w:val="single" w:sz="4" w:space="0" w:color="auto"/>
            </w:tcBorders>
            <w:shd w:val="clear" w:color="auto" w:fill="auto"/>
          </w:tcPr>
          <w:p w14:paraId="04F702D8" w14:textId="3E6DFF2B" w:rsidR="00795189" w:rsidRPr="002B2E47" w:rsidRDefault="002B2E47" w:rsidP="00795189">
            <w:pPr>
              <w:jc w:val="left"/>
              <w:rPr>
                <w:rFonts w:cs="Calibri"/>
                <w:color w:val="000000"/>
                <w:szCs w:val="20"/>
              </w:rPr>
            </w:pPr>
            <w:r w:rsidRPr="002B2E47">
              <w:rPr>
                <w:rFonts w:cs="Calibri"/>
                <w:color w:val="000000"/>
                <w:szCs w:val="20"/>
              </w:rPr>
              <w:t>R51aZjisteniInformaciOPrvcichDti</w:t>
            </w:r>
          </w:p>
        </w:tc>
      </w:tr>
      <w:tr w:rsidR="00121E78" w:rsidRPr="00D309C6" w14:paraId="3E6C84F8" w14:textId="77777777" w:rsidTr="0AD29532">
        <w:trPr>
          <w:trHeight w:val="20"/>
        </w:trPr>
        <w:tc>
          <w:tcPr>
            <w:tcW w:w="2454" w:type="dxa"/>
            <w:vAlign w:val="center"/>
            <w:hideMark/>
          </w:tcPr>
          <w:p w14:paraId="6B5E5623" w14:textId="77777777" w:rsidR="00121E78" w:rsidRPr="00D309C6" w:rsidRDefault="00121E78" w:rsidP="00602E09">
            <w:pPr>
              <w:jc w:val="left"/>
              <w:rPr>
                <w:bCs/>
              </w:rPr>
            </w:pPr>
            <w:r w:rsidRPr="00D309C6">
              <w:rPr>
                <w:bCs/>
              </w:rPr>
              <w:t>Stručný popis služby</w:t>
            </w:r>
          </w:p>
        </w:tc>
        <w:tc>
          <w:tcPr>
            <w:tcW w:w="6940" w:type="dxa"/>
            <w:tcBorders>
              <w:top w:val="nil"/>
              <w:left w:val="single" w:sz="4" w:space="0" w:color="auto"/>
              <w:bottom w:val="single" w:sz="4" w:space="0" w:color="auto"/>
              <w:right w:val="single" w:sz="4" w:space="0" w:color="auto"/>
            </w:tcBorders>
            <w:shd w:val="clear" w:color="auto" w:fill="auto"/>
          </w:tcPr>
          <w:p w14:paraId="1D1B6132" w14:textId="712EDB03" w:rsidR="00121E78" w:rsidRPr="005A7695" w:rsidRDefault="00BA7CC4" w:rsidP="007F5EFA">
            <w:pPr>
              <w:rPr>
                <w:rFonts w:cs="Calibri"/>
                <w:color w:val="000000"/>
              </w:rPr>
            </w:pPr>
            <w:r>
              <w:rPr>
                <w:rFonts w:cs="Calibri"/>
                <w:color w:val="000000"/>
              </w:rPr>
              <w:t>Služba u</w:t>
            </w:r>
            <w:r w:rsidR="002933F4">
              <w:rPr>
                <w:rFonts w:cs="Calibri"/>
                <w:color w:val="000000"/>
              </w:rPr>
              <w:t xml:space="preserve">možňuje </w:t>
            </w:r>
            <w:r w:rsidR="0054294A">
              <w:rPr>
                <w:rFonts w:cs="Calibri"/>
                <w:color w:val="000000"/>
              </w:rPr>
              <w:t>zaslat do IS DTMK požadavek na ověření evidence prvků v definovaném území.</w:t>
            </w:r>
          </w:p>
        </w:tc>
      </w:tr>
      <w:tr w:rsidR="00121E78" w:rsidRPr="00D309C6" w14:paraId="7CBCE139" w14:textId="77777777" w:rsidTr="0AD29532">
        <w:trPr>
          <w:trHeight w:val="20"/>
        </w:trPr>
        <w:tc>
          <w:tcPr>
            <w:tcW w:w="2454" w:type="dxa"/>
            <w:vAlign w:val="center"/>
            <w:hideMark/>
          </w:tcPr>
          <w:p w14:paraId="6435F4B5" w14:textId="77777777" w:rsidR="00121E78" w:rsidRPr="00D309C6" w:rsidRDefault="00121E78" w:rsidP="00602E09">
            <w:pPr>
              <w:jc w:val="left"/>
              <w:rPr>
                <w:bCs/>
              </w:rPr>
            </w:pPr>
            <w:r w:rsidRPr="00D309C6">
              <w:rPr>
                <w:bCs/>
              </w:rPr>
              <w:t>Poskytuje</w:t>
            </w:r>
          </w:p>
        </w:tc>
        <w:tc>
          <w:tcPr>
            <w:tcW w:w="6940" w:type="dxa"/>
            <w:tcBorders>
              <w:top w:val="nil"/>
              <w:left w:val="single" w:sz="4" w:space="0" w:color="auto"/>
              <w:bottom w:val="single" w:sz="4" w:space="0" w:color="auto"/>
              <w:right w:val="single" w:sz="4" w:space="0" w:color="auto"/>
            </w:tcBorders>
            <w:shd w:val="clear" w:color="auto" w:fill="auto"/>
          </w:tcPr>
          <w:p w14:paraId="04F9C310" w14:textId="2009E7E6" w:rsidR="00121E78" w:rsidRPr="00D309C6" w:rsidRDefault="002933F4" w:rsidP="00602E09">
            <w:pPr>
              <w:jc w:val="left"/>
              <w:rPr>
                <w:bCs/>
              </w:rPr>
            </w:pPr>
            <w:r>
              <w:rPr>
                <w:bCs/>
              </w:rPr>
              <w:t>I</w:t>
            </w:r>
            <w:r w:rsidR="00054C0C">
              <w:rPr>
                <w:bCs/>
              </w:rPr>
              <w:t>S</w:t>
            </w:r>
            <w:r>
              <w:rPr>
                <w:bCs/>
              </w:rPr>
              <w:t xml:space="preserve"> </w:t>
            </w:r>
            <w:r w:rsidR="0054294A">
              <w:rPr>
                <w:bCs/>
              </w:rPr>
              <w:t>DTMK</w:t>
            </w:r>
          </w:p>
        </w:tc>
      </w:tr>
      <w:tr w:rsidR="00121E78" w:rsidRPr="00D309C6" w14:paraId="4FADA43C" w14:textId="77777777" w:rsidTr="0AD29532">
        <w:trPr>
          <w:trHeight w:val="20"/>
        </w:trPr>
        <w:tc>
          <w:tcPr>
            <w:tcW w:w="2454" w:type="dxa"/>
            <w:vAlign w:val="center"/>
            <w:hideMark/>
          </w:tcPr>
          <w:p w14:paraId="7519528C" w14:textId="77777777" w:rsidR="00121E78" w:rsidRPr="00D309C6" w:rsidRDefault="00121E78" w:rsidP="00602E09">
            <w:pPr>
              <w:jc w:val="left"/>
              <w:rPr>
                <w:bCs/>
              </w:rPr>
            </w:pPr>
            <w:r w:rsidRPr="00D309C6">
              <w:rPr>
                <w:bCs/>
              </w:rPr>
              <w:t>Užívá (volá)</w:t>
            </w:r>
          </w:p>
        </w:tc>
        <w:tc>
          <w:tcPr>
            <w:tcW w:w="6940" w:type="dxa"/>
            <w:tcBorders>
              <w:top w:val="nil"/>
              <w:left w:val="single" w:sz="4" w:space="0" w:color="auto"/>
              <w:bottom w:val="single" w:sz="4" w:space="0" w:color="auto"/>
              <w:right w:val="single" w:sz="4" w:space="0" w:color="auto"/>
            </w:tcBorders>
            <w:shd w:val="clear" w:color="auto" w:fill="auto"/>
          </w:tcPr>
          <w:p w14:paraId="6780B506" w14:textId="50897DC6" w:rsidR="00121E78" w:rsidRPr="00D309C6" w:rsidRDefault="0054294A" w:rsidP="00602E09">
            <w:pPr>
              <w:jc w:val="left"/>
              <w:rPr>
                <w:bCs/>
              </w:rPr>
            </w:pPr>
            <w:r>
              <w:rPr>
                <w:bCs/>
              </w:rPr>
              <w:t>IS DMVS</w:t>
            </w:r>
          </w:p>
        </w:tc>
      </w:tr>
      <w:tr w:rsidR="00121E78" w:rsidRPr="00D309C6" w14:paraId="1296E800" w14:textId="77777777" w:rsidTr="0AD29532">
        <w:trPr>
          <w:trHeight w:val="20"/>
        </w:trPr>
        <w:tc>
          <w:tcPr>
            <w:tcW w:w="2454" w:type="dxa"/>
            <w:vAlign w:val="center"/>
            <w:hideMark/>
          </w:tcPr>
          <w:p w14:paraId="538271B4" w14:textId="77777777" w:rsidR="00121E78" w:rsidRPr="00D309C6" w:rsidRDefault="00121E78" w:rsidP="00602E09">
            <w:pPr>
              <w:jc w:val="left"/>
              <w:rPr>
                <w:bCs/>
              </w:rPr>
            </w:pPr>
            <w:r w:rsidRPr="00D309C6">
              <w:rPr>
                <w:bCs/>
              </w:rPr>
              <w:t>Typ služby</w:t>
            </w:r>
          </w:p>
        </w:tc>
        <w:tc>
          <w:tcPr>
            <w:tcW w:w="6940" w:type="dxa"/>
            <w:tcBorders>
              <w:top w:val="nil"/>
              <w:left w:val="single" w:sz="4" w:space="0" w:color="auto"/>
              <w:bottom w:val="single" w:sz="4" w:space="0" w:color="auto"/>
              <w:right w:val="single" w:sz="4" w:space="0" w:color="auto"/>
            </w:tcBorders>
            <w:shd w:val="clear" w:color="auto" w:fill="auto"/>
          </w:tcPr>
          <w:p w14:paraId="4E50F369" w14:textId="5AB8A694" w:rsidR="00121E78" w:rsidRPr="00D309C6" w:rsidRDefault="00121E78" w:rsidP="00602E09">
            <w:pPr>
              <w:jc w:val="left"/>
              <w:rPr>
                <w:rFonts w:cs="Calibri"/>
                <w:color w:val="000000" w:themeColor="text1"/>
              </w:rPr>
            </w:pPr>
            <w:r w:rsidRPr="0BEB9640">
              <w:rPr>
                <w:rFonts w:cs="Calibri"/>
                <w:color w:val="000000" w:themeColor="text1"/>
              </w:rPr>
              <w:t xml:space="preserve">WS </w:t>
            </w:r>
            <w:r w:rsidR="002B2E47">
              <w:rPr>
                <w:rFonts w:cs="Calibri"/>
                <w:color w:val="000000" w:themeColor="text1"/>
              </w:rPr>
              <w:t>As</w:t>
            </w:r>
            <w:r w:rsidRPr="0BEB9640">
              <w:rPr>
                <w:rFonts w:cs="Calibri"/>
                <w:color w:val="000000" w:themeColor="text1"/>
              </w:rPr>
              <w:t>ynchronní</w:t>
            </w:r>
          </w:p>
        </w:tc>
      </w:tr>
      <w:tr w:rsidR="00121E78" w:rsidRPr="00D309C6" w14:paraId="684A7A54" w14:textId="77777777" w:rsidTr="0AD29532">
        <w:trPr>
          <w:trHeight w:val="20"/>
        </w:trPr>
        <w:tc>
          <w:tcPr>
            <w:tcW w:w="2454" w:type="dxa"/>
            <w:vAlign w:val="center"/>
          </w:tcPr>
          <w:p w14:paraId="424F0E35" w14:textId="77777777" w:rsidR="00121E78" w:rsidRPr="00D309C6" w:rsidRDefault="00121E78" w:rsidP="00602E09">
            <w:pPr>
              <w:jc w:val="left"/>
              <w:rPr>
                <w:bCs/>
              </w:rPr>
            </w:pPr>
            <w:r>
              <w:rPr>
                <w:bCs/>
              </w:rPr>
              <w:t>Verze služby</w:t>
            </w:r>
          </w:p>
        </w:tc>
        <w:tc>
          <w:tcPr>
            <w:tcW w:w="6940" w:type="dxa"/>
            <w:tcBorders>
              <w:top w:val="nil"/>
              <w:left w:val="single" w:sz="4" w:space="0" w:color="auto"/>
              <w:bottom w:val="single" w:sz="4" w:space="0" w:color="auto"/>
              <w:right w:val="single" w:sz="4" w:space="0" w:color="auto"/>
            </w:tcBorders>
            <w:shd w:val="clear" w:color="auto" w:fill="auto"/>
          </w:tcPr>
          <w:p w14:paraId="6DE0E8A9" w14:textId="3377A594" w:rsidR="00121E78" w:rsidRDefault="00E3428B" w:rsidP="00602E09">
            <w:pPr>
              <w:jc w:val="left"/>
              <w:rPr>
                <w:bCs/>
              </w:rPr>
            </w:pPr>
            <w:r>
              <w:rPr>
                <w:rFonts w:cs="Calibri"/>
                <w:szCs w:val="20"/>
              </w:rPr>
              <w:t>1</w:t>
            </w:r>
          </w:p>
        </w:tc>
      </w:tr>
      <w:tr w:rsidR="00121E78" w:rsidRPr="00D7024F" w14:paraId="0C6E8885" w14:textId="77777777" w:rsidTr="0AD29532">
        <w:trPr>
          <w:trHeight w:val="20"/>
        </w:trPr>
        <w:tc>
          <w:tcPr>
            <w:tcW w:w="2454" w:type="dxa"/>
            <w:tcBorders>
              <w:top w:val="single" w:sz="4" w:space="0" w:color="auto"/>
              <w:left w:val="single" w:sz="4" w:space="0" w:color="auto"/>
              <w:bottom w:val="single" w:sz="4" w:space="0" w:color="auto"/>
              <w:right w:val="single" w:sz="4" w:space="0" w:color="auto"/>
            </w:tcBorders>
            <w:vAlign w:val="center"/>
          </w:tcPr>
          <w:p w14:paraId="65CEADFA" w14:textId="77777777" w:rsidR="00121E78" w:rsidRPr="00991821" w:rsidRDefault="00121E78" w:rsidP="00602E09">
            <w:pPr>
              <w:jc w:val="left"/>
              <w:rPr>
                <w:lang w:val="x-none"/>
              </w:rPr>
            </w:pPr>
            <w:r w:rsidRPr="00991821">
              <w:rPr>
                <w:lang w:val="x-none"/>
              </w:rPr>
              <w:t xml:space="preserve">Platnost od </w:t>
            </w:r>
          </w:p>
        </w:tc>
        <w:tc>
          <w:tcPr>
            <w:tcW w:w="6940" w:type="dxa"/>
            <w:tcBorders>
              <w:top w:val="single" w:sz="4" w:space="0" w:color="auto"/>
              <w:left w:val="single" w:sz="4" w:space="0" w:color="auto"/>
              <w:bottom w:val="single" w:sz="4" w:space="0" w:color="auto"/>
              <w:right w:val="single" w:sz="4" w:space="0" w:color="auto"/>
            </w:tcBorders>
          </w:tcPr>
          <w:p w14:paraId="44F52A8F" w14:textId="3D7FE1B0" w:rsidR="00121E78" w:rsidRPr="00991821" w:rsidRDefault="00CD10AB" w:rsidP="00602E09">
            <w:pPr>
              <w:jc w:val="left"/>
              <w:rPr>
                <w:lang w:val="x-none"/>
              </w:rPr>
            </w:pPr>
            <w:r>
              <w:t>-</w:t>
            </w:r>
          </w:p>
        </w:tc>
      </w:tr>
      <w:tr w:rsidR="00121E78" w:rsidRPr="00D7024F" w14:paraId="41686919" w14:textId="77777777" w:rsidTr="0AD29532">
        <w:trPr>
          <w:trHeight w:val="85"/>
        </w:trPr>
        <w:tc>
          <w:tcPr>
            <w:tcW w:w="2454" w:type="dxa"/>
            <w:tcBorders>
              <w:top w:val="single" w:sz="4" w:space="0" w:color="auto"/>
              <w:left w:val="single" w:sz="4" w:space="0" w:color="auto"/>
              <w:bottom w:val="single" w:sz="4" w:space="0" w:color="auto"/>
              <w:right w:val="single" w:sz="4" w:space="0" w:color="auto"/>
            </w:tcBorders>
            <w:vAlign w:val="center"/>
          </w:tcPr>
          <w:p w14:paraId="0777FE42" w14:textId="77777777" w:rsidR="00121E78" w:rsidRPr="00991821" w:rsidRDefault="00121E78" w:rsidP="00602E09">
            <w:pPr>
              <w:jc w:val="left"/>
              <w:rPr>
                <w:lang w:val="x-none"/>
              </w:rPr>
            </w:pPr>
            <w:r w:rsidRPr="00991821">
              <w:rPr>
                <w:lang w:val="x-none"/>
              </w:rPr>
              <w:t>Platnost do</w:t>
            </w:r>
          </w:p>
        </w:tc>
        <w:tc>
          <w:tcPr>
            <w:tcW w:w="6940" w:type="dxa"/>
            <w:tcBorders>
              <w:top w:val="single" w:sz="4" w:space="0" w:color="auto"/>
              <w:left w:val="single" w:sz="4" w:space="0" w:color="auto"/>
              <w:bottom w:val="single" w:sz="4" w:space="0" w:color="auto"/>
              <w:right w:val="single" w:sz="4" w:space="0" w:color="auto"/>
            </w:tcBorders>
          </w:tcPr>
          <w:p w14:paraId="2161D656" w14:textId="6E01E384" w:rsidR="00121E78" w:rsidRPr="00CD10AB" w:rsidRDefault="00CD10AB" w:rsidP="00602E09">
            <w:pPr>
              <w:jc w:val="left"/>
            </w:pPr>
            <w:r>
              <w:t>-</w:t>
            </w:r>
          </w:p>
        </w:tc>
      </w:tr>
      <w:tr w:rsidR="00121E78" w:rsidRPr="00D7024F" w14:paraId="1423DA59" w14:textId="77777777" w:rsidTr="0AD29532">
        <w:trPr>
          <w:trHeight w:val="85"/>
        </w:trPr>
        <w:tc>
          <w:tcPr>
            <w:tcW w:w="2454" w:type="dxa"/>
            <w:tcBorders>
              <w:top w:val="single" w:sz="4" w:space="0" w:color="auto"/>
              <w:left w:val="single" w:sz="4" w:space="0" w:color="auto"/>
              <w:bottom w:val="single" w:sz="4" w:space="0" w:color="auto"/>
              <w:right w:val="single" w:sz="4" w:space="0" w:color="auto"/>
            </w:tcBorders>
            <w:vAlign w:val="center"/>
          </w:tcPr>
          <w:p w14:paraId="5D94C556" w14:textId="77777777" w:rsidR="00121E78" w:rsidRPr="00991821" w:rsidRDefault="00121E78" w:rsidP="00602E09">
            <w:pPr>
              <w:jc w:val="left"/>
              <w:rPr>
                <w:lang w:val="x-none"/>
              </w:rPr>
            </w:pPr>
            <w:r w:rsidRPr="00991821">
              <w:rPr>
                <w:lang w:val="x-none"/>
              </w:rPr>
              <w:t xml:space="preserve">Stav služby </w:t>
            </w:r>
          </w:p>
        </w:tc>
        <w:tc>
          <w:tcPr>
            <w:tcW w:w="6940" w:type="dxa"/>
            <w:tcBorders>
              <w:top w:val="single" w:sz="4" w:space="0" w:color="auto"/>
              <w:left w:val="single" w:sz="4" w:space="0" w:color="auto"/>
              <w:bottom w:val="single" w:sz="4" w:space="0" w:color="auto"/>
              <w:right w:val="single" w:sz="4" w:space="0" w:color="auto"/>
            </w:tcBorders>
          </w:tcPr>
          <w:p w14:paraId="01028CF1" w14:textId="7B001A69" w:rsidR="00E74930" w:rsidRDefault="004B2F93">
            <w:r w:rsidRPr="005A64A4">
              <w:t>Design</w:t>
            </w:r>
          </w:p>
        </w:tc>
      </w:tr>
      <w:tr w:rsidR="00121E78" w:rsidRPr="00D7024F" w14:paraId="3D7CF83A" w14:textId="77777777" w:rsidTr="0AD29532">
        <w:trPr>
          <w:trHeight w:val="85"/>
        </w:trPr>
        <w:tc>
          <w:tcPr>
            <w:tcW w:w="2454" w:type="dxa"/>
            <w:tcBorders>
              <w:top w:val="single" w:sz="4" w:space="0" w:color="auto"/>
              <w:left w:val="single" w:sz="4" w:space="0" w:color="auto"/>
              <w:bottom w:val="single" w:sz="4" w:space="0" w:color="auto"/>
              <w:right w:val="single" w:sz="4" w:space="0" w:color="auto"/>
            </w:tcBorders>
            <w:vAlign w:val="center"/>
          </w:tcPr>
          <w:p w14:paraId="3E7C5549" w14:textId="77777777" w:rsidR="00121E78" w:rsidRPr="00991821" w:rsidRDefault="00121E78" w:rsidP="00602E09">
            <w:pPr>
              <w:jc w:val="left"/>
              <w:rPr>
                <w:lang w:val="x-none"/>
              </w:rPr>
            </w:pPr>
            <w:r w:rsidRPr="00991821">
              <w:rPr>
                <w:lang w:val="x-none"/>
              </w:rPr>
              <w:t>Nahrazena službou</w:t>
            </w:r>
          </w:p>
        </w:tc>
        <w:tc>
          <w:tcPr>
            <w:tcW w:w="6940" w:type="dxa"/>
            <w:tcBorders>
              <w:top w:val="single" w:sz="4" w:space="0" w:color="auto"/>
              <w:left w:val="single" w:sz="4" w:space="0" w:color="auto"/>
              <w:bottom w:val="single" w:sz="4" w:space="0" w:color="auto"/>
              <w:right w:val="single" w:sz="4" w:space="0" w:color="auto"/>
            </w:tcBorders>
          </w:tcPr>
          <w:p w14:paraId="42E099E7" w14:textId="59824333" w:rsidR="00121E78" w:rsidRPr="00CD10AB" w:rsidRDefault="00CD10AB" w:rsidP="00602E09">
            <w:pPr>
              <w:jc w:val="left"/>
            </w:pPr>
            <w:r>
              <w:t>-</w:t>
            </w:r>
          </w:p>
        </w:tc>
      </w:tr>
      <w:tr w:rsidR="00121E78" w:rsidRPr="00D7024F" w14:paraId="4FCE33E8" w14:textId="77777777" w:rsidTr="0AD29532">
        <w:trPr>
          <w:trHeight w:val="85"/>
        </w:trPr>
        <w:tc>
          <w:tcPr>
            <w:tcW w:w="2454" w:type="dxa"/>
            <w:tcBorders>
              <w:top w:val="single" w:sz="4" w:space="0" w:color="auto"/>
              <w:left w:val="single" w:sz="4" w:space="0" w:color="auto"/>
              <w:bottom w:val="single" w:sz="4" w:space="0" w:color="auto"/>
              <w:right w:val="single" w:sz="4" w:space="0" w:color="auto"/>
            </w:tcBorders>
            <w:vAlign w:val="center"/>
          </w:tcPr>
          <w:p w14:paraId="7E4BA395" w14:textId="77777777" w:rsidR="00121E78" w:rsidRPr="00991821" w:rsidRDefault="00121E78" w:rsidP="00602E09">
            <w:pPr>
              <w:jc w:val="left"/>
              <w:rPr>
                <w:lang w:val="x-none"/>
              </w:rPr>
            </w:pPr>
            <w:r w:rsidRPr="00991821">
              <w:rPr>
                <w:lang w:val="x-none"/>
              </w:rPr>
              <w:t>Nahrazuje službu</w:t>
            </w:r>
          </w:p>
        </w:tc>
        <w:tc>
          <w:tcPr>
            <w:tcW w:w="6940" w:type="dxa"/>
            <w:tcBorders>
              <w:top w:val="single" w:sz="4" w:space="0" w:color="auto"/>
              <w:left w:val="single" w:sz="4" w:space="0" w:color="auto"/>
              <w:bottom w:val="single" w:sz="4" w:space="0" w:color="auto"/>
              <w:right w:val="single" w:sz="4" w:space="0" w:color="auto"/>
            </w:tcBorders>
          </w:tcPr>
          <w:p w14:paraId="36CF7527" w14:textId="7558EC4B" w:rsidR="00121E78" w:rsidRPr="00CD10AB" w:rsidRDefault="00CD10AB" w:rsidP="00602E09">
            <w:pPr>
              <w:jc w:val="left"/>
            </w:pPr>
            <w:r>
              <w:t>-</w:t>
            </w:r>
          </w:p>
        </w:tc>
      </w:tr>
    </w:tbl>
    <w:p w14:paraId="34AA23D9" w14:textId="77777777" w:rsidR="00121E78" w:rsidRDefault="00121E78" w:rsidP="00121E78"/>
    <w:p w14:paraId="7E2E0A21" w14:textId="44A3AE04" w:rsidR="00121E78" w:rsidRDefault="00121E78" w:rsidP="00121E78">
      <w:pPr>
        <w:pStyle w:val="Nadpis2"/>
      </w:pPr>
      <w:bookmarkStart w:id="3" w:name="_Toc191301989"/>
      <w:r>
        <w:t>H</w:t>
      </w:r>
      <w:r w:rsidRPr="00991821">
        <w:t xml:space="preserve">istorie </w:t>
      </w:r>
      <w:r w:rsidR="00E3428B">
        <w:t xml:space="preserve">změn </w:t>
      </w:r>
      <w:r w:rsidRPr="00991821">
        <w:t>služby</w:t>
      </w:r>
      <w:bookmarkEnd w:id="3"/>
    </w:p>
    <w:tbl>
      <w:tblPr>
        <w:tblStyle w:val="Mkatabulky"/>
        <w:tblW w:w="0" w:type="auto"/>
        <w:tblLook w:val="04A0" w:firstRow="1" w:lastRow="0" w:firstColumn="1" w:lastColumn="0" w:noHBand="0" w:noVBand="1"/>
      </w:tblPr>
      <w:tblGrid>
        <w:gridCol w:w="1192"/>
        <w:gridCol w:w="1354"/>
        <w:gridCol w:w="1252"/>
        <w:gridCol w:w="845"/>
        <w:gridCol w:w="1252"/>
        <w:gridCol w:w="711"/>
        <w:gridCol w:w="2788"/>
      </w:tblGrid>
      <w:tr w:rsidR="00244A84" w:rsidRPr="00EF6AC8" w14:paraId="73FBBF8A" w14:textId="77777777" w:rsidTr="004B2F93">
        <w:tc>
          <w:tcPr>
            <w:tcW w:w="1192" w:type="dxa"/>
            <w:vMerge w:val="restart"/>
          </w:tcPr>
          <w:p w14:paraId="727B9676" w14:textId="77777777" w:rsidR="00244A84" w:rsidRPr="00EF6AC8" w:rsidRDefault="00244A84" w:rsidP="00B37015">
            <w:pPr>
              <w:jc w:val="left"/>
              <w:rPr>
                <w:b/>
              </w:rPr>
            </w:pPr>
            <w:r>
              <w:rPr>
                <w:b/>
              </w:rPr>
              <w:t>Verze služby</w:t>
            </w:r>
          </w:p>
        </w:tc>
        <w:tc>
          <w:tcPr>
            <w:tcW w:w="1354" w:type="dxa"/>
            <w:vMerge w:val="restart"/>
          </w:tcPr>
          <w:p w14:paraId="0A4811A6" w14:textId="77777777" w:rsidR="00244A84" w:rsidRPr="00EF6AC8" w:rsidRDefault="00244A84" w:rsidP="00B37015">
            <w:pPr>
              <w:jc w:val="left"/>
              <w:rPr>
                <w:b/>
              </w:rPr>
            </w:pPr>
            <w:r>
              <w:rPr>
                <w:b/>
              </w:rPr>
              <w:t>Aktuální stav verze</w:t>
            </w:r>
          </w:p>
        </w:tc>
        <w:tc>
          <w:tcPr>
            <w:tcW w:w="2097" w:type="dxa"/>
            <w:gridSpan w:val="2"/>
          </w:tcPr>
          <w:p w14:paraId="09D9CC9F" w14:textId="77777777" w:rsidR="00244A84" w:rsidRPr="00EF6AC8" w:rsidRDefault="00244A84" w:rsidP="00B37015">
            <w:pPr>
              <w:jc w:val="left"/>
              <w:rPr>
                <w:b/>
                <w:lang w:val="x-none"/>
              </w:rPr>
            </w:pPr>
            <w:r w:rsidRPr="00EF6AC8">
              <w:rPr>
                <w:b/>
                <w:lang w:val="x-none"/>
              </w:rPr>
              <w:t>Publikovaná v</w:t>
            </w:r>
            <w:r>
              <w:rPr>
                <w:b/>
              </w:rPr>
              <w:t> </w:t>
            </w:r>
            <w:r w:rsidRPr="00EF6AC8">
              <w:rPr>
                <w:b/>
                <w:lang w:val="x-none"/>
              </w:rPr>
              <w:t>produkčním</w:t>
            </w:r>
            <w:r>
              <w:rPr>
                <w:b/>
              </w:rPr>
              <w:t xml:space="preserve"> </w:t>
            </w:r>
            <w:r w:rsidRPr="00EF6AC8">
              <w:rPr>
                <w:b/>
                <w:lang w:val="x-none"/>
              </w:rPr>
              <w:t>prostředí</w:t>
            </w:r>
          </w:p>
        </w:tc>
        <w:tc>
          <w:tcPr>
            <w:tcW w:w="1963" w:type="dxa"/>
            <w:gridSpan w:val="2"/>
          </w:tcPr>
          <w:p w14:paraId="038BB5E6" w14:textId="77777777" w:rsidR="00244A84" w:rsidRDefault="00244A84" w:rsidP="00B37015">
            <w:pPr>
              <w:jc w:val="left"/>
              <w:rPr>
                <w:b/>
              </w:rPr>
            </w:pPr>
            <w:r>
              <w:rPr>
                <w:b/>
              </w:rPr>
              <w:t>Publikovaná v integračním prostředí</w:t>
            </w:r>
          </w:p>
        </w:tc>
        <w:tc>
          <w:tcPr>
            <w:tcW w:w="2788" w:type="dxa"/>
            <w:vMerge w:val="restart"/>
          </w:tcPr>
          <w:p w14:paraId="21CDECA2" w14:textId="77777777" w:rsidR="00244A84" w:rsidRPr="00EF6AC8" w:rsidRDefault="00244A84" w:rsidP="00B37015">
            <w:pPr>
              <w:jc w:val="left"/>
              <w:rPr>
                <w:b/>
              </w:rPr>
            </w:pPr>
            <w:r>
              <w:rPr>
                <w:b/>
              </w:rPr>
              <w:t>Popis změn oproti předchozí verzi</w:t>
            </w:r>
          </w:p>
        </w:tc>
      </w:tr>
      <w:tr w:rsidR="00D33ACE" w14:paraId="001A788B" w14:textId="77777777" w:rsidTr="004B2F93">
        <w:tc>
          <w:tcPr>
            <w:tcW w:w="1192" w:type="dxa"/>
            <w:vMerge/>
          </w:tcPr>
          <w:p w14:paraId="1BF01648" w14:textId="77777777" w:rsidR="00244A84" w:rsidRDefault="00244A84" w:rsidP="00602E09">
            <w:pPr>
              <w:rPr>
                <w:lang w:val="x-none"/>
              </w:rPr>
            </w:pPr>
          </w:p>
        </w:tc>
        <w:tc>
          <w:tcPr>
            <w:tcW w:w="1354" w:type="dxa"/>
            <w:vMerge/>
          </w:tcPr>
          <w:p w14:paraId="64939974" w14:textId="77777777" w:rsidR="00244A84" w:rsidRDefault="00244A84" w:rsidP="00602E09">
            <w:pPr>
              <w:rPr>
                <w:lang w:val="x-none"/>
              </w:rPr>
            </w:pPr>
          </w:p>
        </w:tc>
        <w:tc>
          <w:tcPr>
            <w:tcW w:w="1252" w:type="dxa"/>
          </w:tcPr>
          <w:p w14:paraId="0D72D40E" w14:textId="77777777" w:rsidR="00244A84" w:rsidRPr="00EF6AC8" w:rsidRDefault="00244A84" w:rsidP="00602E09">
            <w:pPr>
              <w:rPr>
                <w:b/>
              </w:rPr>
            </w:pPr>
            <w:r w:rsidRPr="00EF6AC8">
              <w:rPr>
                <w:b/>
              </w:rPr>
              <w:t>Od</w:t>
            </w:r>
          </w:p>
        </w:tc>
        <w:tc>
          <w:tcPr>
            <w:tcW w:w="845" w:type="dxa"/>
          </w:tcPr>
          <w:p w14:paraId="093DD98F" w14:textId="77777777" w:rsidR="00244A84" w:rsidRPr="00EF6AC8" w:rsidRDefault="00244A84" w:rsidP="00602E09">
            <w:pPr>
              <w:rPr>
                <w:b/>
              </w:rPr>
            </w:pPr>
            <w:r w:rsidRPr="00EF6AC8">
              <w:rPr>
                <w:b/>
              </w:rPr>
              <w:t>Do</w:t>
            </w:r>
          </w:p>
        </w:tc>
        <w:tc>
          <w:tcPr>
            <w:tcW w:w="1252" w:type="dxa"/>
          </w:tcPr>
          <w:p w14:paraId="24CFE678" w14:textId="77777777" w:rsidR="00244A84" w:rsidRDefault="00244A84" w:rsidP="00602E09">
            <w:pPr>
              <w:rPr>
                <w:lang w:val="x-none"/>
              </w:rPr>
            </w:pPr>
            <w:r w:rsidRPr="00EF6AC8">
              <w:rPr>
                <w:b/>
              </w:rPr>
              <w:t>Od</w:t>
            </w:r>
          </w:p>
        </w:tc>
        <w:tc>
          <w:tcPr>
            <w:tcW w:w="711" w:type="dxa"/>
          </w:tcPr>
          <w:p w14:paraId="56C940D1" w14:textId="77777777" w:rsidR="00244A84" w:rsidRDefault="00244A84" w:rsidP="00602E09">
            <w:pPr>
              <w:rPr>
                <w:lang w:val="x-none"/>
              </w:rPr>
            </w:pPr>
            <w:r w:rsidRPr="00EF6AC8">
              <w:rPr>
                <w:b/>
              </w:rPr>
              <w:t>Do</w:t>
            </w:r>
          </w:p>
        </w:tc>
        <w:tc>
          <w:tcPr>
            <w:tcW w:w="2788" w:type="dxa"/>
            <w:vMerge/>
          </w:tcPr>
          <w:p w14:paraId="01C866C0" w14:textId="77777777" w:rsidR="00244A84" w:rsidRDefault="00244A84" w:rsidP="00602E09">
            <w:pPr>
              <w:rPr>
                <w:lang w:val="x-none"/>
              </w:rPr>
            </w:pPr>
          </w:p>
        </w:tc>
      </w:tr>
      <w:tr w:rsidR="00104BD5" w14:paraId="318AB827" w14:textId="77777777" w:rsidTr="004B2F93">
        <w:tc>
          <w:tcPr>
            <w:tcW w:w="1192" w:type="dxa"/>
          </w:tcPr>
          <w:p w14:paraId="128F2718" w14:textId="4E5595BE" w:rsidR="00104BD5" w:rsidRPr="00E472ED" w:rsidRDefault="00104BD5" w:rsidP="00104BD5">
            <w:bookmarkStart w:id="4" w:name="_GoBack" w:colFirst="2" w:colLast="4"/>
            <w:r>
              <w:t>1</w:t>
            </w:r>
          </w:p>
        </w:tc>
        <w:tc>
          <w:tcPr>
            <w:tcW w:w="1354" w:type="dxa"/>
          </w:tcPr>
          <w:p w14:paraId="18DB8FD8" w14:textId="754525D4" w:rsidR="00104BD5" w:rsidRPr="00B44971" w:rsidRDefault="00104BD5" w:rsidP="00104BD5">
            <w:r>
              <w:t>Design</w:t>
            </w:r>
          </w:p>
        </w:tc>
        <w:tc>
          <w:tcPr>
            <w:tcW w:w="1252" w:type="dxa"/>
          </w:tcPr>
          <w:p w14:paraId="3A2A09AA" w14:textId="53CA64A2" w:rsidR="00104BD5" w:rsidRPr="004E58F1" w:rsidRDefault="004E58F1" w:rsidP="00104BD5">
            <w:r>
              <w:t>9.4.2025</w:t>
            </w:r>
          </w:p>
        </w:tc>
        <w:tc>
          <w:tcPr>
            <w:tcW w:w="845" w:type="dxa"/>
          </w:tcPr>
          <w:p w14:paraId="79C1A16F" w14:textId="77777777" w:rsidR="00104BD5" w:rsidRDefault="00104BD5" w:rsidP="00104BD5">
            <w:pPr>
              <w:rPr>
                <w:lang w:val="x-none"/>
              </w:rPr>
            </w:pPr>
          </w:p>
        </w:tc>
        <w:tc>
          <w:tcPr>
            <w:tcW w:w="1252" w:type="dxa"/>
          </w:tcPr>
          <w:p w14:paraId="145B27FF" w14:textId="1BD09316" w:rsidR="00104BD5" w:rsidRPr="00987167" w:rsidRDefault="004E58F1" w:rsidP="00104BD5">
            <w:r>
              <w:t>27.3.2025</w:t>
            </w:r>
          </w:p>
        </w:tc>
        <w:tc>
          <w:tcPr>
            <w:tcW w:w="711" w:type="dxa"/>
          </w:tcPr>
          <w:p w14:paraId="081A211B" w14:textId="77777777" w:rsidR="00104BD5" w:rsidRDefault="00104BD5" w:rsidP="00104BD5">
            <w:pPr>
              <w:rPr>
                <w:lang w:val="x-none"/>
              </w:rPr>
            </w:pPr>
          </w:p>
        </w:tc>
        <w:tc>
          <w:tcPr>
            <w:tcW w:w="2788" w:type="dxa"/>
          </w:tcPr>
          <w:p w14:paraId="6D74B683" w14:textId="77777777" w:rsidR="00104BD5" w:rsidRDefault="00104BD5" w:rsidP="00104BD5">
            <w:pPr>
              <w:rPr>
                <w:lang w:val="x-none"/>
              </w:rPr>
            </w:pPr>
          </w:p>
        </w:tc>
      </w:tr>
    </w:tbl>
    <w:p w14:paraId="33510157" w14:textId="77777777" w:rsidR="00121E78" w:rsidRDefault="00121E78" w:rsidP="00121E78">
      <w:pPr>
        <w:pStyle w:val="Nadpis2"/>
      </w:pPr>
      <w:bookmarkStart w:id="5" w:name="_Toc191301990"/>
      <w:bookmarkEnd w:id="4"/>
      <w:r w:rsidRPr="00991821">
        <w:t>Detailní popis služby</w:t>
      </w:r>
      <w:bookmarkEnd w:id="5"/>
    </w:p>
    <w:p w14:paraId="781C1699" w14:textId="6AD5096A" w:rsidR="00955F42" w:rsidRPr="008955DB" w:rsidRDefault="00ED30F2" w:rsidP="0BEB9640">
      <w:r>
        <w:t>Webová služba vystavená na straně IS DTM kraje, která</w:t>
      </w:r>
      <w:r>
        <w:rPr>
          <w:rFonts w:cs="Calibri"/>
          <w:color w:val="000000"/>
        </w:rPr>
        <w:t xml:space="preserve"> umožňuje předat požadavek na ověření evidence prvků v definovaném území.</w:t>
      </w:r>
      <w:r>
        <w:t xml:space="preserve"> </w:t>
      </w:r>
      <w:r w:rsidR="008955DB" w:rsidRPr="008955DB">
        <w:t xml:space="preserve">Služba </w:t>
      </w:r>
      <w:r w:rsidR="00A869D2">
        <w:t>obsahuje operaci z</w:t>
      </w:r>
      <w:r w:rsidR="00A869D2" w:rsidRPr="00A869D2">
        <w:rPr>
          <w:i/>
          <w:iCs/>
        </w:rPr>
        <w:t>jisteniExistencePrvkuVspSkupinaPrvku</w:t>
      </w:r>
      <w:r w:rsidR="00A869D2">
        <w:t>.</w:t>
      </w:r>
    </w:p>
    <w:p w14:paraId="45332A3F" w14:textId="71DBE9FA" w:rsidR="00121E78" w:rsidRDefault="00121E78" w:rsidP="00121E78">
      <w:pPr>
        <w:pStyle w:val="Nadpis2"/>
      </w:pPr>
      <w:bookmarkStart w:id="6" w:name="_Toc191301991"/>
      <w:r>
        <w:lastRenderedPageBreak/>
        <w:t>Operace služby</w:t>
      </w:r>
      <w:bookmarkEnd w:id="6"/>
    </w:p>
    <w:p w14:paraId="3F3B6CA6" w14:textId="553BC7E5" w:rsidR="00121E78" w:rsidRDefault="00A869D2" w:rsidP="00121E78">
      <w:pPr>
        <w:pStyle w:val="Nadpis3"/>
      </w:pPr>
      <w:bookmarkStart w:id="7" w:name="_Toc191301992"/>
      <w:r w:rsidRPr="00A869D2">
        <w:t>zjisteniExistencePrvkuVspSkupinaPrvku</w:t>
      </w:r>
      <w:bookmarkEnd w:id="7"/>
    </w:p>
    <w:p w14:paraId="4BF1DCE5" w14:textId="453E4ED6" w:rsidR="00DA6E6A" w:rsidRDefault="00ED30F2" w:rsidP="00ED30F2">
      <w:pPr>
        <w:rPr>
          <w:highlight w:val="yellow"/>
        </w:rPr>
      </w:pPr>
      <w:r w:rsidRPr="00ED30F2">
        <w:t xml:space="preserve">IS DMVS zašle seznam kombinací VSP + Skupina prvků (defacto seznam částí </w:t>
      </w:r>
      <w:r w:rsidR="00F0569F" w:rsidRPr="00ED30F2">
        <w:t>DTI,</w:t>
      </w:r>
      <w:r w:rsidRPr="00ED30F2">
        <w:t xml:space="preserve"> </w:t>
      </w:r>
      <w:r w:rsidR="00DA6E6A">
        <w:t>avšak</w:t>
      </w:r>
      <w:r w:rsidRPr="00ED30F2">
        <w:t xml:space="preserve"> bez duplicit)</w:t>
      </w:r>
      <w:r w:rsidR="00DA6E6A">
        <w:t xml:space="preserve">, </w:t>
      </w:r>
      <w:r w:rsidRPr="00ED30F2">
        <w:t>zájmové území</w:t>
      </w:r>
      <w:r w:rsidR="004528F5">
        <w:t xml:space="preserve"> (území, ve kterém má dojít ke zjištění)</w:t>
      </w:r>
      <w:r w:rsidR="00DA6E6A">
        <w:t xml:space="preserve"> a </w:t>
      </w:r>
      <w:r w:rsidRPr="00ED30F2">
        <w:t>ID podání</w:t>
      </w:r>
      <w:r w:rsidR="00DA6E6A">
        <w:t xml:space="preserve"> </w:t>
      </w:r>
      <w:r w:rsidR="00DA6E6A" w:rsidRPr="00DA6E6A">
        <w:t xml:space="preserve">(identifikátor celého podání generovaný v IS DMVS, tak aby bylo možné </w:t>
      </w:r>
      <w:r w:rsidRPr="00DA6E6A">
        <w:t>v rámci jednoho ID podání provést více dotazů pro zjištění potřebných dat</w:t>
      </w:r>
      <w:r w:rsidR="00DA6E6A" w:rsidRPr="00DA6E6A">
        <w:t>)</w:t>
      </w:r>
      <w:r w:rsidR="00DA6E6A">
        <w:t>.</w:t>
      </w:r>
    </w:p>
    <w:p w14:paraId="128F2ADE" w14:textId="77777777" w:rsidR="00624F05" w:rsidRPr="00987C3A" w:rsidRDefault="00624F05" w:rsidP="00CD4505">
      <w:pPr>
        <w:rPr>
          <w:rFonts w:cs="Verdana"/>
          <w:color w:val="000000" w:themeColor="text1"/>
        </w:rPr>
      </w:pPr>
    </w:p>
    <w:p w14:paraId="69C176C6" w14:textId="6D4A74AD" w:rsidR="00CD4505" w:rsidRPr="00CD4505" w:rsidRDefault="00E23B71" w:rsidP="007E63E8">
      <w:pPr>
        <w:jc w:val="center"/>
        <w:rPr>
          <w:b/>
          <w:bCs/>
        </w:rPr>
      </w:pPr>
      <w:r w:rsidRPr="00E23B71">
        <w:rPr>
          <w:b/>
          <w:bCs/>
          <w:noProof/>
          <w:lang w:eastAsia="cs-CZ"/>
        </w:rPr>
        <w:drawing>
          <wp:inline distT="0" distB="0" distL="0" distR="0" wp14:anchorId="7B8C6E4A" wp14:editId="180BBF0F">
            <wp:extent cx="5987624" cy="2857500"/>
            <wp:effectExtent l="0" t="0" r="0" b="0"/>
            <wp:docPr id="194913586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93767" cy="2860432"/>
                    </a:xfrm>
                    <a:prstGeom prst="rect">
                      <a:avLst/>
                    </a:prstGeom>
                    <a:noFill/>
                    <a:ln>
                      <a:noFill/>
                    </a:ln>
                  </pic:spPr>
                </pic:pic>
              </a:graphicData>
            </a:graphic>
          </wp:inline>
        </w:drawing>
      </w:r>
    </w:p>
    <w:p w14:paraId="311613DC" w14:textId="47E92417" w:rsidR="00ED5096" w:rsidRDefault="00ED5096" w:rsidP="00ED5096">
      <w:pPr>
        <w:rPr>
          <w:b/>
        </w:rPr>
      </w:pPr>
      <w:r w:rsidRPr="00CD1D30">
        <w:rPr>
          <w:b/>
        </w:rPr>
        <w:t>Vstupní údaje</w:t>
      </w:r>
    </w:p>
    <w:p w14:paraId="434A7117" w14:textId="4CC7B083" w:rsidR="006D7601" w:rsidRDefault="00ED5096" w:rsidP="00EE366C">
      <w:r w:rsidRPr="00907444">
        <w:t xml:space="preserve">Vstupní zpráva </w:t>
      </w:r>
      <w:r w:rsidR="00E23B71" w:rsidRPr="00F0569F">
        <w:rPr>
          <w:i/>
          <w:iCs/>
        </w:rPr>
        <w:t>ZjisteniExistencePrvkuVspSkupinaPrvku</w:t>
      </w:r>
      <w:r w:rsidR="00E23B71">
        <w:rPr>
          <w:i/>
          <w:iCs/>
        </w:rPr>
        <w:t xml:space="preserve"> </w:t>
      </w:r>
      <w:r w:rsidRPr="00907444">
        <w:t>obsahuje</w:t>
      </w:r>
      <w:r w:rsidR="006D7601">
        <w:t>:</w:t>
      </w:r>
    </w:p>
    <w:p w14:paraId="482E998F" w14:textId="24653A34" w:rsidR="006D7601" w:rsidRDefault="00EE366C" w:rsidP="006D7601">
      <w:pPr>
        <w:pStyle w:val="Odstavecseseznamem"/>
        <w:numPr>
          <w:ilvl w:val="0"/>
          <w:numId w:val="13"/>
        </w:numPr>
      </w:pPr>
      <w:r>
        <w:t xml:space="preserve">ID </w:t>
      </w:r>
      <w:r w:rsidR="007959C0">
        <w:t>podání</w:t>
      </w:r>
      <w:r w:rsidR="00F0569F">
        <w:t xml:space="preserve"> (vygenerované ID celého podání v IS DMVS)</w:t>
      </w:r>
      <w:r>
        <w:t xml:space="preserve">, </w:t>
      </w:r>
    </w:p>
    <w:p w14:paraId="6DE3D85A" w14:textId="69F3B285" w:rsidR="00105AC5" w:rsidRDefault="005A3D36" w:rsidP="00105AC5">
      <w:pPr>
        <w:pStyle w:val="Odstavecseseznamem"/>
        <w:numPr>
          <w:ilvl w:val="0"/>
          <w:numId w:val="13"/>
        </w:numPr>
      </w:pPr>
      <w:r>
        <w:t>Územní vymezení</w:t>
      </w:r>
      <w:r w:rsidR="00F0569F">
        <w:t xml:space="preserve"> (gml geometrie)</w:t>
      </w:r>
      <w:r>
        <w:t>,</w:t>
      </w:r>
    </w:p>
    <w:p w14:paraId="6E67416F" w14:textId="7B1F68B9" w:rsidR="005A3D36" w:rsidRPr="00907444" w:rsidRDefault="00F0569F" w:rsidP="00105AC5">
      <w:pPr>
        <w:pStyle w:val="Odstavecseseznamem"/>
        <w:numPr>
          <w:ilvl w:val="0"/>
          <w:numId w:val="13"/>
        </w:numPr>
      </w:pPr>
      <w:r>
        <w:t>kolekci</w:t>
      </w:r>
      <w:r w:rsidR="004528F5" w:rsidRPr="00ED30F2">
        <w:t xml:space="preserve"> kombinací VSP + Skupina prvků</w:t>
      </w:r>
      <w:r w:rsidR="005A3D36">
        <w:t>.</w:t>
      </w:r>
    </w:p>
    <w:p w14:paraId="46DB546E" w14:textId="77777777" w:rsidR="00ED5096" w:rsidRPr="00CF08BC" w:rsidRDefault="00ED5096" w:rsidP="00ED5096">
      <w:pPr>
        <w:rPr>
          <w:b/>
          <w:highlight w:val="yellow"/>
        </w:rPr>
      </w:pPr>
    </w:p>
    <w:p w14:paraId="6742EB2E" w14:textId="77777777" w:rsidR="00ED5096" w:rsidRPr="00907444" w:rsidRDefault="00ED5096" w:rsidP="00ED5096">
      <w:pPr>
        <w:rPr>
          <w:b/>
        </w:rPr>
      </w:pPr>
      <w:r w:rsidRPr="00907444">
        <w:rPr>
          <w:b/>
        </w:rPr>
        <w:t>Výstupní údaje</w:t>
      </w:r>
    </w:p>
    <w:p w14:paraId="0505012C" w14:textId="3194CDFE" w:rsidR="004528F5" w:rsidRDefault="004528F5" w:rsidP="004528F5">
      <w:r>
        <w:t xml:space="preserve">Operace v případě úspěšného přijetí požadavku na straně IS DTM kraje vrací v těle odpovědi z byznysových parametrů pouze „IdPozadavku“ (identifikátor řízení generovaný na straně kraje) a dále parametry obsažené v hlavičce odpovědi. </w:t>
      </w:r>
    </w:p>
    <w:p w14:paraId="2C0AB041" w14:textId="6E500301" w:rsidR="004528F5" w:rsidRDefault="004528F5" w:rsidP="004528F5">
      <w:r>
        <w:t xml:space="preserve">Samotná odpověď na podání probíhá asynchronně a výsledek je zpět do IS DMVS zasílán voláním webové služby </w:t>
      </w:r>
      <w:r w:rsidRPr="004528F5">
        <w:rPr>
          <w:i/>
          <w:iCs/>
        </w:rPr>
        <w:t>R51bVysledekZjisteniInformaciOPrvcichDti</w:t>
      </w:r>
      <w:r>
        <w:t xml:space="preserve"> operací </w:t>
      </w:r>
      <w:r w:rsidRPr="004528F5">
        <w:rPr>
          <w:i/>
          <w:iCs/>
        </w:rPr>
        <w:t>vysledekZjisteniExistencePrvkuVspSkupinaPrvku</w:t>
      </w:r>
      <w:r>
        <w:rPr>
          <w:i/>
          <w:iCs/>
        </w:rPr>
        <w:t>.</w:t>
      </w:r>
    </w:p>
    <w:p w14:paraId="0B6B5C2C" w14:textId="286EC584" w:rsidR="00D20E8D" w:rsidRPr="005A3D36" w:rsidRDefault="00D20E8D" w:rsidP="005A3D36">
      <w:pPr>
        <w:rPr>
          <w:b/>
          <w:highlight w:val="yellow"/>
        </w:rPr>
      </w:pPr>
    </w:p>
    <w:p w14:paraId="024DB359" w14:textId="3C791AAE" w:rsidR="0BEB9640" w:rsidRDefault="0BEB9640" w:rsidP="0BEB9640">
      <w:pPr>
        <w:rPr>
          <w:b/>
          <w:bCs/>
        </w:rPr>
      </w:pPr>
    </w:p>
    <w:p w14:paraId="62FDF313" w14:textId="54E4D314" w:rsidR="00D20E8D" w:rsidRDefault="00D20E8D" w:rsidP="00D20E8D">
      <w:pPr>
        <w:rPr>
          <w:b/>
        </w:rPr>
      </w:pPr>
      <w:r w:rsidRPr="00CD1D30">
        <w:rPr>
          <w:b/>
        </w:rPr>
        <w:t>Příklad volání služby</w:t>
      </w:r>
      <w:r w:rsidR="00B45984">
        <w:rPr>
          <w:b/>
        </w:rPr>
        <w:t xml:space="preserve"> </w:t>
      </w:r>
      <w:r w:rsidR="00A01A7C">
        <w:rPr>
          <w:b/>
        </w:rPr>
        <w:t>1</w:t>
      </w:r>
    </w:p>
    <w:p w14:paraId="0640293D" w14:textId="77777777" w:rsidR="00A01A7C" w:rsidRPr="00F0569F" w:rsidRDefault="00A01A7C" w:rsidP="00F0569F">
      <w:pPr>
        <w:spacing w:before="0" w:after="0"/>
        <w:jc w:val="left"/>
        <w:rPr>
          <w:rFonts w:ascii="Courier New" w:hAnsi="Courier New" w:cs="Courier New"/>
          <w:bCs/>
          <w:sz w:val="16"/>
          <w:szCs w:val="16"/>
        </w:rPr>
      </w:pPr>
      <w:r w:rsidRPr="00F0569F">
        <w:rPr>
          <w:rFonts w:ascii="Courier New" w:hAnsi="Courier New" w:cs="Courier New"/>
          <w:bCs/>
          <w:sz w:val="16"/>
          <w:szCs w:val="16"/>
        </w:rPr>
        <w:lastRenderedPageBreak/>
        <w:t>&lt;soapenv:Envelope xmlns:soapenv="http://schemas.xmlsoap.org/soap/envelope/" xmlns:urn="urn:cz:isvs:dmvs:isdtmk:schemas:R51aZjisteniInformaciOPrvcichDti:v1" xmlns:urn1="urn:cz:isvs:dmvs:common:schemas:Messages:v1" xmlns:xlink="http://www.w3.org/1999/xlink" xmlns:urn2="urn:cz:isvs:dmvs:common:schemas:Dti:v1" xmlns:urn3="urn:cz:isvs:dmvs:common:schemas:Subjekty:v1" xmlns:urn4="urn:cz:isvs:dmvs:common:schemas:Ciselniky:v1"&gt;</w:t>
      </w:r>
    </w:p>
    <w:p w14:paraId="667AAFBF"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&lt;soapenv:Header/&gt;</w:t>
      </w:r>
    </w:p>
    <w:p w14:paraId="0BB52122"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&lt;soapenv:Body&gt;</w:t>
      </w:r>
    </w:p>
    <w:p w14:paraId="3EC4DAA9"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&lt;urn:ZjisteniExistencePrvkuVspSkupinaPrvku&gt;</w:t>
      </w:r>
    </w:p>
    <w:p w14:paraId="21055FE9"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&lt;urn1:Hlavicka&gt;</w:t>
      </w:r>
    </w:p>
    <w:p w14:paraId="663D314E"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&lt;urn1:UidZadosti&gt;365dfb5b-55d2-4a11-809c-838cf1432847&lt;/urn1:UidZadosti&gt;</w:t>
      </w:r>
    </w:p>
    <w:p w14:paraId="54995800"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&lt;/urn1:Hlavicka&gt;</w:t>
      </w:r>
    </w:p>
    <w:p w14:paraId="19D1C999"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&lt;urn:Data&gt;</w:t>
      </w:r>
    </w:p>
    <w:p w14:paraId="202FC501"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&lt;urn:IdPodani&gt;ZSDTI-87E58418-42BC-4B74-939D-92FF50255BEB&lt;/urn:IdPodani&gt;</w:t>
      </w:r>
    </w:p>
    <w:p w14:paraId="63A589B5"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&lt;urn:UzemniVymezeni xmlns:gml="http://www.opengis.net/gml/3.2"&gt;</w:t>
      </w:r>
    </w:p>
    <w:p w14:paraId="60A0D67E"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&lt;gml:Polygon gml:id="a_gml.geom.0.0"&gt;</w:t>
      </w:r>
    </w:p>
    <w:p w14:paraId="155195A3"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&lt;gml:exterior&gt;</w:t>
      </w:r>
    </w:p>
    <w:p w14:paraId="75E65D56"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&lt;gml:LinearRing&gt;</w:t>
      </w:r>
    </w:p>
    <w:p w14:paraId="2197A541"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&lt;gml:posList&gt;-616732.71 -1100513.90 -616736.18 -1100818.20 -616348.57 -1100822.83 -616369.40 -1100484.97 -616732.71 -1100513.90&lt;/gml:posList&gt;</w:t>
      </w:r>
    </w:p>
    <w:p w14:paraId="51AB6F93"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&lt;/gml:LinearRing&gt;</w:t>
      </w:r>
    </w:p>
    <w:p w14:paraId="38E446C0"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&lt;/gml:exterior&gt;</w:t>
      </w:r>
    </w:p>
    <w:p w14:paraId="287B0041"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&lt;/gml:Polygon&gt;</w:t>
      </w:r>
    </w:p>
    <w:p w14:paraId="11C5828D"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&lt;/urn:UzemniVymezeni&gt;</w:t>
      </w:r>
    </w:p>
    <w:p w14:paraId="612E12E5"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&lt;urn:VspSkupinaPrvku&gt;</w:t>
      </w:r>
    </w:p>
    <w:p w14:paraId="3F97B375"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&lt;urn:VspSkupinaPrvku&gt;</w:t>
      </w:r>
    </w:p>
    <w:p w14:paraId="39CC684B"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&lt;urn2:Vlastnik&gt;</w:t>
      </w:r>
    </w:p>
    <w:p w14:paraId="71C9E873"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&lt;urn3:Id&gt;SUBJ-00000000&lt;/urn3:Id&gt;</w:t>
      </w:r>
    </w:p>
    <w:p w14:paraId="69E7707F"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&lt;/urn2:Vlastnik&gt;</w:t>
      </w:r>
    </w:p>
    <w:p w14:paraId="6ED3A78D"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&lt;urn2:Spravce&gt;</w:t>
      </w:r>
    </w:p>
    <w:p w14:paraId="48CFD03F"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&lt;urn3:Id&gt;SUBJ-00000001&lt;/urn3:Id&gt;</w:t>
      </w:r>
    </w:p>
    <w:p w14:paraId="6774DCD2"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&lt;/urn2:Spravce&gt;</w:t>
      </w:r>
    </w:p>
    <w:p w14:paraId="09485FA0"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&lt;urn2:Provozovatel&gt;</w:t>
      </w:r>
    </w:p>
    <w:p w14:paraId="38892FDA"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&lt;urn3:Id&gt;SUBJ-00000002&lt;/urn3:Id&gt;</w:t>
      </w:r>
    </w:p>
    <w:p w14:paraId="01FD96EA"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&lt;/urn2:Provozovatel&gt;</w:t>
      </w:r>
    </w:p>
    <w:p w14:paraId="789344E1"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&lt;urn2:SkupinaPrvku&gt;</w:t>
      </w:r>
    </w:p>
    <w:p w14:paraId="44C65C95"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&lt;urn4:Kod&gt;Kanalizace&lt;/urn4:Kod&gt;</w:t>
      </w:r>
    </w:p>
    <w:p w14:paraId="08DA9FD1"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&lt;/urn2:SkupinaPrvku&gt;</w:t>
      </w:r>
    </w:p>
    <w:p w14:paraId="4631C6AE"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&lt;/urn:VspSkupinaPrvku&gt;</w:t>
      </w:r>
    </w:p>
    <w:p w14:paraId="7E9FCC10"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&lt;urn:VspSkupinaPrvku&gt;</w:t>
      </w:r>
    </w:p>
    <w:p w14:paraId="53646D42"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&lt;urn2:Spravce&gt;</w:t>
      </w:r>
    </w:p>
    <w:p w14:paraId="4EC06919"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&lt;urn3:Id&gt;SUBJ-00000001&lt;/urn3:Id&gt;</w:t>
      </w:r>
    </w:p>
    <w:p w14:paraId="468CC20B"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&lt;/urn2:Spravce&gt;</w:t>
      </w:r>
    </w:p>
    <w:p w14:paraId="20FCF14C"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&lt;urn2:Provozovatel&gt;</w:t>
      </w:r>
    </w:p>
    <w:p w14:paraId="22C1A729"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&lt;urn3:Id&gt;SUBJ-00000002&lt;/urn3:Id&gt;</w:t>
      </w:r>
    </w:p>
    <w:p w14:paraId="7A368C5C"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&lt;/urn2:Provozovatel&gt;</w:t>
      </w:r>
    </w:p>
    <w:p w14:paraId="19B395AB"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&lt;urn2:SkupinaPrvku&gt;</w:t>
      </w:r>
    </w:p>
    <w:p w14:paraId="1981787F"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&lt;urn4:Kod&gt;Plynovod&lt;/urn4:Kod&gt;</w:t>
      </w:r>
    </w:p>
    <w:p w14:paraId="16F85C88"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&lt;/urn2:SkupinaPrvku&gt;</w:t>
      </w:r>
    </w:p>
    <w:p w14:paraId="51029051"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&lt;/urn:VspSkupinaPrvku&gt;</w:t>
      </w:r>
    </w:p>
    <w:p w14:paraId="6A675521"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&lt;urn:VspSkupinaPrvku&gt;</w:t>
      </w:r>
    </w:p>
    <w:p w14:paraId="1939CDCC"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&lt;urn2:Vlastnik&gt;</w:t>
      </w:r>
    </w:p>
    <w:p w14:paraId="5998D9C8"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&lt;urn3:Id&gt;SUBJ-00000003&lt;/urn3:Id&gt;</w:t>
      </w:r>
    </w:p>
    <w:p w14:paraId="57E7C338"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&lt;/urn2:Vlastnik&gt;</w:t>
      </w:r>
    </w:p>
    <w:p w14:paraId="713914F5"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&lt;urn2:SkupinaPrvku&gt;</w:t>
      </w:r>
    </w:p>
    <w:p w14:paraId="35E5DE23"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&lt;urn4:Kod&gt;Plynovod&lt;/urn4:Kod&gt;</w:t>
      </w:r>
    </w:p>
    <w:p w14:paraId="4E87A42E"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&lt;/urn2:SkupinaPrvku&gt;</w:t>
      </w:r>
    </w:p>
    <w:p w14:paraId="44B24CC8"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&lt;/urn:VspSkupinaPrvku&gt;                </w:t>
      </w:r>
    </w:p>
    <w:p w14:paraId="073866DB"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&lt;/urn:VspSkupinaPrvku&gt;</w:t>
      </w:r>
    </w:p>
    <w:p w14:paraId="19CE9D01"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&lt;/urn:Data&gt;</w:t>
      </w:r>
    </w:p>
    <w:p w14:paraId="2669E0BE"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&lt;/urn:ZjisteniExistencePrvkuVspSkupinaPrvku&gt;</w:t>
      </w:r>
    </w:p>
    <w:p w14:paraId="46DFA766" w14:textId="77777777" w:rsidR="00A01A7C"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 xml:space="preserve">   &lt;/soapenv:Body&gt;</w:t>
      </w:r>
    </w:p>
    <w:p w14:paraId="12B11479" w14:textId="0D25CDBF" w:rsidR="00B45984" w:rsidRPr="00F0569F" w:rsidRDefault="00A01A7C" w:rsidP="00F0569F">
      <w:pPr>
        <w:spacing w:before="0" w:after="0"/>
        <w:rPr>
          <w:rFonts w:ascii="Courier New" w:hAnsi="Courier New" w:cs="Courier New"/>
          <w:bCs/>
          <w:sz w:val="16"/>
          <w:szCs w:val="16"/>
        </w:rPr>
      </w:pPr>
      <w:r w:rsidRPr="00F0569F">
        <w:rPr>
          <w:rFonts w:ascii="Courier New" w:hAnsi="Courier New" w:cs="Courier New"/>
          <w:bCs/>
          <w:sz w:val="16"/>
          <w:szCs w:val="16"/>
        </w:rPr>
        <w:t>&lt;/soapenv:Envelope&gt;</w:t>
      </w:r>
    </w:p>
    <w:p w14:paraId="3A492CFD" w14:textId="77777777" w:rsidR="00A01A7C" w:rsidRPr="00CD1D30" w:rsidRDefault="00A01A7C" w:rsidP="00B45984">
      <w:pPr>
        <w:rPr>
          <w:b/>
        </w:rPr>
      </w:pPr>
    </w:p>
    <w:p w14:paraId="4D667B4E" w14:textId="69829562" w:rsidR="00D20E8D" w:rsidRDefault="00D20E8D" w:rsidP="00D20E8D">
      <w:pPr>
        <w:rPr>
          <w:b/>
        </w:rPr>
      </w:pPr>
      <w:r w:rsidRPr="00CD1D30">
        <w:rPr>
          <w:b/>
        </w:rPr>
        <w:t>Příklad odpovědi</w:t>
      </w:r>
      <w:r w:rsidR="00B45984">
        <w:rPr>
          <w:b/>
        </w:rPr>
        <w:t xml:space="preserve"> </w:t>
      </w:r>
      <w:r w:rsidR="00A01A7C">
        <w:rPr>
          <w:b/>
        </w:rPr>
        <w:t>1</w:t>
      </w:r>
    </w:p>
    <w:p w14:paraId="5F740C21"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lastRenderedPageBreak/>
        <w:t>&lt;SOAP-ENV:Envelope xmlns:SOAP-ENV="http://schemas.xmlsoap.org/soap/envelope/"&gt;</w:t>
      </w:r>
    </w:p>
    <w:p w14:paraId="02024102"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&lt;SOAP-ENV:Header/&gt;</w:t>
      </w:r>
    </w:p>
    <w:p w14:paraId="2B84963C"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&lt;SOAP-ENV:Body&gt;</w:t>
      </w:r>
    </w:p>
    <w:p w14:paraId="18845198" w14:textId="77777777" w:rsidR="00A01A7C" w:rsidRPr="00A01A7C" w:rsidRDefault="00A01A7C" w:rsidP="00047BB0">
      <w:pPr>
        <w:spacing w:before="0" w:after="0"/>
        <w:jc w:val="left"/>
        <w:rPr>
          <w:rFonts w:ascii="Courier New" w:hAnsi="Courier New" w:cs="Courier New"/>
          <w:sz w:val="16"/>
          <w:szCs w:val="16"/>
          <w:lang w:eastAsia="cs-CZ"/>
        </w:rPr>
      </w:pPr>
      <w:r w:rsidRPr="00A01A7C">
        <w:rPr>
          <w:rFonts w:ascii="Courier New" w:hAnsi="Courier New" w:cs="Courier New"/>
          <w:sz w:val="16"/>
          <w:szCs w:val="16"/>
          <w:lang w:eastAsia="cs-CZ"/>
        </w:rPr>
        <w:t>      &lt;ns15:ZjisteniExistencePrvkuVspSkupinaPrvkuOdpoved xmlns:ns14="urn:cz:isvs:dmvs:isdtmk:schemas:Messages:v1"</w:t>
      </w:r>
    </w:p>
    <w:p w14:paraId="36062527" w14:textId="77777777" w:rsidR="00A01A7C" w:rsidRDefault="00A01A7C" w:rsidP="00047BB0">
      <w:pPr>
        <w:spacing w:before="0" w:after="0"/>
        <w:jc w:val="left"/>
        <w:rPr>
          <w:rFonts w:ascii="Courier New" w:hAnsi="Courier New" w:cs="Courier New"/>
          <w:sz w:val="16"/>
          <w:szCs w:val="16"/>
          <w:lang w:eastAsia="cs-CZ"/>
        </w:rPr>
      </w:pPr>
      <w:r w:rsidRPr="00A01A7C">
        <w:rPr>
          <w:rFonts w:ascii="Courier New" w:hAnsi="Courier New" w:cs="Courier New"/>
          <w:sz w:val="16"/>
          <w:szCs w:val="16"/>
          <w:lang w:eastAsia="cs-CZ"/>
        </w:rPr>
        <w:t>xmlns:ns4="urn:cz:isvs:dmvs:common:schemas:Messages:v1"</w:t>
      </w:r>
    </w:p>
    <w:p w14:paraId="1D2A430F" w14:textId="434B9939" w:rsidR="00A01A7C" w:rsidRPr="00A01A7C" w:rsidRDefault="00A01A7C" w:rsidP="00047BB0">
      <w:pPr>
        <w:spacing w:before="0" w:after="0"/>
        <w:jc w:val="left"/>
        <w:rPr>
          <w:rFonts w:ascii="Courier New" w:hAnsi="Courier New" w:cs="Courier New"/>
          <w:sz w:val="16"/>
          <w:szCs w:val="16"/>
          <w:lang w:eastAsia="cs-CZ"/>
        </w:rPr>
      </w:pPr>
      <w:r w:rsidRPr="00A01A7C">
        <w:rPr>
          <w:rFonts w:ascii="Courier New" w:hAnsi="Courier New" w:cs="Courier New"/>
          <w:sz w:val="16"/>
          <w:szCs w:val="16"/>
          <w:lang w:eastAsia="cs-CZ"/>
        </w:rPr>
        <w:t>xmlns:ns15="urn:cz:isvs:dmvs:isdtmk:schemas:R51aZjisteniInformaciOPrvcichDti:v1"&gt;</w:t>
      </w:r>
    </w:p>
    <w:p w14:paraId="795B5144"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&lt;ns4:Hlavicka&gt;</w:t>
      </w:r>
    </w:p>
    <w:p w14:paraId="3F498E19"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&lt;ns4:UidOdpovedi&gt;2e81dbd5-86f5-41d9-a11f-9113b0c02ece&lt;/ns4:UidOdpovedi&gt;</w:t>
      </w:r>
    </w:p>
    <w:p w14:paraId="03DD1A3F"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&lt;ns4:Vysledek stav="Prijato"&gt;</w:t>
      </w:r>
    </w:p>
    <w:p w14:paraId="54448919"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&lt;ns4:UidZadosti&gt;365dfb5b-55d2-4a11-809c-838cf1432847&lt;/ns4:UidZadosti&gt;</w:t>
      </w:r>
    </w:p>
    <w:p w14:paraId="644C7659"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&lt;ns4:Hlaseni&gt;</w:t>
      </w:r>
    </w:p>
    <w:p w14:paraId="64650E3E"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&lt;ns4:Hlaseni kod="1010" typ="Informace"&gt;</w:t>
      </w:r>
    </w:p>
    <w:p w14:paraId="13E05F88"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&lt;ns4:Zprava&gt;Požadavek byl přijat ke zpracování&lt;/ns4:Zprava&gt;</w:t>
      </w:r>
    </w:p>
    <w:p w14:paraId="21BD9350"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&lt;/ns4:Hlaseni&gt;</w:t>
      </w:r>
    </w:p>
    <w:p w14:paraId="00C932AB"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&lt;/ns4:Hlaseni&gt;</w:t>
      </w:r>
    </w:p>
    <w:p w14:paraId="41A96BFD"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&lt;/ns4:Vysledek&gt;</w:t>
      </w:r>
    </w:p>
    <w:p w14:paraId="1BA0A6A6"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&lt;/ns4:Hlavicka&gt;</w:t>
      </w:r>
    </w:p>
    <w:p w14:paraId="7D25F628"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&lt;ns14:Data&gt;</w:t>
      </w:r>
    </w:p>
    <w:p w14:paraId="34616427"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&lt;ns4:IdPozadavku&gt;d6b45c46-1052-468d-910a-7eb1a223654b&lt;/ns4:IdPozadavku&gt;</w:t>
      </w:r>
    </w:p>
    <w:p w14:paraId="174BFD51"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&lt;/ns14:Data&gt;</w:t>
      </w:r>
    </w:p>
    <w:p w14:paraId="5941DB66"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&lt;/ns15:ZjisteniExistencePrvkuVspSkupinaPrvkuOdpoved&gt;</w:t>
      </w:r>
    </w:p>
    <w:p w14:paraId="4E8AC320"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&lt;/SOAP-ENV:Body&gt;</w:t>
      </w:r>
    </w:p>
    <w:p w14:paraId="3C6C921E" w14:textId="77777777" w:rsidR="00A01A7C" w:rsidRPr="00A01A7C" w:rsidRDefault="00A01A7C" w:rsidP="00047BB0">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&lt;/SOAP-ENV:Envelope&gt;</w:t>
      </w:r>
    </w:p>
    <w:p w14:paraId="487DD154" w14:textId="3D7C7EF7" w:rsidR="00AB7262" w:rsidRPr="00AB7262" w:rsidRDefault="00AB7262" w:rsidP="00AB7262">
      <w:pPr>
        <w:rPr>
          <w:rFonts w:ascii="Courier New" w:hAnsi="Courier New" w:cs="Courier New"/>
          <w:sz w:val="16"/>
          <w:szCs w:val="16"/>
          <w:lang w:eastAsia="cs-CZ"/>
        </w:rPr>
      </w:pPr>
    </w:p>
    <w:p w14:paraId="4ED76736" w14:textId="77777777" w:rsidR="00D20E8D" w:rsidRDefault="00D20E8D" w:rsidP="00D20E8D">
      <w:pPr>
        <w:rPr>
          <w:b/>
        </w:rPr>
      </w:pPr>
    </w:p>
    <w:p w14:paraId="389F6539" w14:textId="51A9B8C0" w:rsidR="00D20E8D" w:rsidRDefault="00D20E8D" w:rsidP="00D20E8D">
      <w:pPr>
        <w:rPr>
          <w:b/>
        </w:rPr>
      </w:pPr>
      <w:r w:rsidRPr="00CD1D30">
        <w:rPr>
          <w:b/>
        </w:rPr>
        <w:t>Příklad volání služby</w:t>
      </w:r>
      <w:r>
        <w:rPr>
          <w:b/>
        </w:rPr>
        <w:t xml:space="preserve"> </w:t>
      </w:r>
      <w:r w:rsidR="00B45984">
        <w:rPr>
          <w:b/>
        </w:rPr>
        <w:t>2</w:t>
      </w:r>
    </w:p>
    <w:p w14:paraId="58488D51"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&lt;soapenv:Envelope xmlns:soapenv="http://schemas.xmlsoap.org/soap/envelope/" xmlns:urn="urn:cz:isvs:dmvs:isdtmk:schemas:R51aZjisteniInformaciOPrvcichDti:v1" xmlns:urn1="urn:cz:isvs:dmvs:common:schemas:Messages:v1" xmlns:xlink="http://www.w3.org/1999/xlink" xmlns:urn2="urn:cz:isvs:dmvs:common:schemas:Dti:v1" xmlns:urn3="urn:cz:isvs:dmvs:common:schemas:Subjekty:v1" xmlns:urn4="urn:cz:isvs:dmvs:common:schemas:Ciselniky:v1"&gt;</w:t>
      </w:r>
    </w:p>
    <w:p w14:paraId="726242C6"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&lt;soapenv:Header/&gt;</w:t>
      </w:r>
    </w:p>
    <w:p w14:paraId="3EA8AAC7"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&lt;soapenv:Body&gt;</w:t>
      </w:r>
    </w:p>
    <w:p w14:paraId="67AC7014"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&lt;urn:ZjisteniExistencePrvkuVspSkupinaPrvku&gt;</w:t>
      </w:r>
    </w:p>
    <w:p w14:paraId="5D549CA9"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&lt;urn1:Hlavicka&gt;</w:t>
      </w:r>
    </w:p>
    <w:p w14:paraId="120AE0BB"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&lt;urn1:UidZadosti&gt;61715c28-1ee7-43bd-a071-7ffd39359eba&lt;/urn1:UidZadosti&gt;</w:t>
      </w:r>
    </w:p>
    <w:p w14:paraId="465C1789"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&lt;/urn1:Hlavicka&gt;</w:t>
      </w:r>
    </w:p>
    <w:p w14:paraId="55FFC60C"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&lt;urn:Data&gt;</w:t>
      </w:r>
    </w:p>
    <w:p w14:paraId="505DAE0C"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&lt;urn:IdPodani&gt;ZSDTI-D9AC18E1-FE65-40AF-AAB6-5B6E36D5E29F&lt;/urn:IdPodani&gt;</w:t>
      </w:r>
    </w:p>
    <w:p w14:paraId="34EAED95"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&lt;urn:UzemniVymezeni xmlns:gml="http://www.opengis.net/gml/3.2"&gt;</w:t>
      </w:r>
    </w:p>
    <w:p w14:paraId="33A94432"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&lt;gml:Polygon gml:id="a_gml.geom.0.0"&gt;</w:t>
      </w:r>
    </w:p>
    <w:p w14:paraId="7FAA0E8C"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&lt;gml:exterior&gt;</w:t>
      </w:r>
    </w:p>
    <w:p w14:paraId="39FD0FA4"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&lt;gml:LinearRing&gt;</w:t>
      </w:r>
    </w:p>
    <w:p w14:paraId="3C4DC6F1"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&lt;gml:posList&gt;-616732.71 -1100513.90 -616736.18 -1100818.20 -616348.57 -1100822.83 -616369.40 -1100484.97 -616732.71 -1100513.90&lt;/gml:posList&gt;</w:t>
      </w:r>
    </w:p>
    <w:p w14:paraId="0ED5E684"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&lt;/gml:LinearRing&gt;</w:t>
      </w:r>
    </w:p>
    <w:p w14:paraId="3EF91D0F"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&lt;/gml:exterior&gt;</w:t>
      </w:r>
    </w:p>
    <w:p w14:paraId="75DCB0BF"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&lt;/gml:Polygon&gt;</w:t>
      </w:r>
    </w:p>
    <w:p w14:paraId="2E758999"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&lt;/urn:UzemniVymezeni&gt;</w:t>
      </w:r>
    </w:p>
    <w:p w14:paraId="6E2C6FF2"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&lt;urn:VspSkupinaPrvku&gt;</w:t>
      </w:r>
    </w:p>
    <w:p w14:paraId="39CF8E0D"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&lt;urn:VspSkupinaPrvku&gt;</w:t>
      </w:r>
    </w:p>
    <w:p w14:paraId="6A895B5E"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&lt;urn2:Vlastnik&gt;</w:t>
      </w:r>
    </w:p>
    <w:p w14:paraId="32830C67"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&lt;urn3:Id&gt;SUBJ-00000000&lt;/urn3:Id&gt;</w:t>
      </w:r>
    </w:p>
    <w:p w14:paraId="687F8A6E"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&lt;/urn2:Vlastnik&gt;</w:t>
      </w:r>
    </w:p>
    <w:p w14:paraId="7FEE94F2"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&lt;urn2:Spravce&gt;</w:t>
      </w:r>
    </w:p>
    <w:p w14:paraId="7ED4F2D5"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&lt;urn3:Id&gt;SUBJ-00000001&lt;/urn3:Id&gt;</w:t>
      </w:r>
    </w:p>
    <w:p w14:paraId="4A74DD60"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&lt;/urn2:Spravce&gt;</w:t>
      </w:r>
    </w:p>
    <w:p w14:paraId="005D796E"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&lt;urn2:Provozovatel&gt;</w:t>
      </w:r>
    </w:p>
    <w:p w14:paraId="1D08245D"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&lt;urn3:Id&gt;SUBJ-00000002&lt;/urn3:Id&gt;</w:t>
      </w:r>
    </w:p>
    <w:p w14:paraId="5C67CE7D"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&lt;/urn2:Provozovatel&gt;</w:t>
      </w:r>
    </w:p>
    <w:p w14:paraId="15697D4F"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&lt;urn2:SkupinaPrvku&gt;</w:t>
      </w:r>
    </w:p>
    <w:p w14:paraId="0AF908C2"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&lt;urn4:Kod&gt;PotrubP&lt;/urn4:Kod&gt;</w:t>
      </w:r>
    </w:p>
    <w:p w14:paraId="0ED1B1C7"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lastRenderedPageBreak/>
        <w:t>                  &lt;/urn2:SkupinaPrvku&gt;</w:t>
      </w:r>
    </w:p>
    <w:p w14:paraId="1D9DD4B8"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&lt;/urn:VspSkupinaPrvku&gt;        </w:t>
      </w:r>
    </w:p>
    <w:p w14:paraId="4AF65DE0"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&lt;/urn:VspSkupinaPrvku&gt;</w:t>
      </w:r>
    </w:p>
    <w:p w14:paraId="687C3BB4"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&lt;/urn:Data&gt;</w:t>
      </w:r>
    </w:p>
    <w:p w14:paraId="010B66B9"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&lt;/urn:ZjisteniExistencePrvkuVspSkupinaPrvku&gt;</w:t>
      </w:r>
    </w:p>
    <w:p w14:paraId="2D708420"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   &lt;/soapenv:Body&gt;</w:t>
      </w:r>
    </w:p>
    <w:p w14:paraId="50898CF4" w14:textId="77777777" w:rsidR="00A01A7C" w:rsidRPr="00A01A7C" w:rsidRDefault="00A01A7C" w:rsidP="00A01A7C">
      <w:pPr>
        <w:spacing w:before="0" w:after="0"/>
        <w:rPr>
          <w:rFonts w:ascii="Courier New" w:hAnsi="Courier New" w:cs="Courier New"/>
          <w:sz w:val="16"/>
          <w:szCs w:val="16"/>
          <w:lang w:eastAsia="cs-CZ"/>
        </w:rPr>
      </w:pPr>
      <w:r w:rsidRPr="00A01A7C">
        <w:rPr>
          <w:rFonts w:ascii="Courier New" w:hAnsi="Courier New" w:cs="Courier New"/>
          <w:sz w:val="16"/>
          <w:szCs w:val="16"/>
          <w:lang w:eastAsia="cs-CZ"/>
        </w:rPr>
        <w:t>&lt;/soapenv:Envelope&gt;</w:t>
      </w:r>
    </w:p>
    <w:p w14:paraId="42DD3C3C" w14:textId="3E9C19DC" w:rsidR="00AB7262" w:rsidRPr="00AB7262" w:rsidRDefault="00AB7262" w:rsidP="00AB7262">
      <w:pPr>
        <w:spacing w:before="0" w:after="0"/>
        <w:rPr>
          <w:rFonts w:ascii="Courier New" w:hAnsi="Courier New" w:cs="Courier New"/>
          <w:sz w:val="16"/>
          <w:szCs w:val="16"/>
          <w:lang w:eastAsia="cs-CZ"/>
        </w:rPr>
      </w:pPr>
    </w:p>
    <w:p w14:paraId="0D48DEE9" w14:textId="77777777" w:rsidR="00B45984" w:rsidRDefault="00B45984" w:rsidP="00B45984">
      <w:pPr>
        <w:spacing w:before="0" w:after="0"/>
        <w:rPr>
          <w:b/>
        </w:rPr>
      </w:pPr>
    </w:p>
    <w:p w14:paraId="32E4B116" w14:textId="77218A05" w:rsidR="00D20E8D" w:rsidRDefault="00D20E8D" w:rsidP="00D20E8D">
      <w:pPr>
        <w:rPr>
          <w:b/>
        </w:rPr>
      </w:pPr>
      <w:r w:rsidRPr="00CD1D30">
        <w:rPr>
          <w:b/>
        </w:rPr>
        <w:t>Příklad odpovědi</w:t>
      </w:r>
      <w:r>
        <w:rPr>
          <w:b/>
        </w:rPr>
        <w:t xml:space="preserve"> </w:t>
      </w:r>
      <w:r w:rsidR="00AB7262">
        <w:rPr>
          <w:b/>
        </w:rPr>
        <w:t>2</w:t>
      </w:r>
    </w:p>
    <w:p w14:paraId="398D6980" w14:textId="77777777" w:rsidR="00A01A7C" w:rsidRPr="00A01A7C" w:rsidRDefault="00A01A7C" w:rsidP="00A01A7C">
      <w:pPr>
        <w:pStyle w:val="FormtovanvHTML"/>
        <w:rPr>
          <w:sz w:val="16"/>
          <w:szCs w:val="16"/>
        </w:rPr>
      </w:pPr>
      <w:r w:rsidRPr="00A01A7C">
        <w:rPr>
          <w:sz w:val="16"/>
          <w:szCs w:val="16"/>
        </w:rPr>
        <w:t>&lt;SOAP-ENV:Envelope xmlns:SOAP-ENV="http://schemas.xmlsoap.org/soap/envelope/"&gt;</w:t>
      </w:r>
    </w:p>
    <w:p w14:paraId="01152A45" w14:textId="77777777" w:rsidR="00A01A7C" w:rsidRPr="00A01A7C" w:rsidRDefault="00A01A7C" w:rsidP="00A01A7C">
      <w:pPr>
        <w:pStyle w:val="FormtovanvHTML"/>
        <w:rPr>
          <w:sz w:val="16"/>
          <w:szCs w:val="16"/>
        </w:rPr>
      </w:pPr>
      <w:r w:rsidRPr="00A01A7C">
        <w:rPr>
          <w:sz w:val="16"/>
          <w:szCs w:val="16"/>
        </w:rPr>
        <w:t>   &lt;SOAP-ENV:Header/&gt;</w:t>
      </w:r>
    </w:p>
    <w:p w14:paraId="24035995" w14:textId="77777777" w:rsidR="00A01A7C" w:rsidRPr="00A01A7C" w:rsidRDefault="00A01A7C" w:rsidP="00A01A7C">
      <w:pPr>
        <w:pStyle w:val="FormtovanvHTML"/>
        <w:rPr>
          <w:sz w:val="16"/>
          <w:szCs w:val="16"/>
        </w:rPr>
      </w:pPr>
      <w:r w:rsidRPr="00A01A7C">
        <w:rPr>
          <w:sz w:val="16"/>
          <w:szCs w:val="16"/>
        </w:rPr>
        <w:t>   &lt;SOAP-ENV:Body&gt;</w:t>
      </w:r>
    </w:p>
    <w:p w14:paraId="2F906BAB" w14:textId="77777777" w:rsidR="00A01A7C" w:rsidRPr="00A01A7C" w:rsidRDefault="00A01A7C" w:rsidP="00A01A7C">
      <w:pPr>
        <w:pStyle w:val="FormtovanvHTML"/>
        <w:rPr>
          <w:sz w:val="16"/>
          <w:szCs w:val="16"/>
        </w:rPr>
      </w:pPr>
      <w:r w:rsidRPr="00A01A7C">
        <w:rPr>
          <w:sz w:val="16"/>
          <w:szCs w:val="16"/>
        </w:rPr>
        <w:t>      &lt;ns16:ZjisteniExistencePrvkuVspSkupinaPrvkuOdpoved xmlns:ns4="urn:cz:isvs:dmvs:common:schemas:Messages:v1"</w:t>
      </w:r>
    </w:p>
    <w:p w14:paraId="527F497D" w14:textId="77777777" w:rsidR="00A01A7C" w:rsidRPr="00A01A7C" w:rsidRDefault="00A01A7C" w:rsidP="00A01A7C">
      <w:pPr>
        <w:pStyle w:val="FormtovanvHTML"/>
        <w:rPr>
          <w:sz w:val="16"/>
          <w:szCs w:val="16"/>
        </w:rPr>
      </w:pPr>
      <w:r w:rsidRPr="00A01A7C">
        <w:rPr>
          <w:sz w:val="16"/>
          <w:szCs w:val="16"/>
        </w:rPr>
        <w:t>                                                         xmlns:ns9="urn:cz:isvs:dmvs:isdtmk:schemas:Messages:v1"</w:t>
      </w:r>
    </w:p>
    <w:p w14:paraId="783311BE" w14:textId="77777777" w:rsidR="00A01A7C" w:rsidRPr="00A01A7C" w:rsidRDefault="00A01A7C" w:rsidP="00A01A7C">
      <w:pPr>
        <w:pStyle w:val="FormtovanvHTML"/>
        <w:rPr>
          <w:sz w:val="16"/>
          <w:szCs w:val="16"/>
        </w:rPr>
      </w:pPr>
      <w:r w:rsidRPr="00A01A7C">
        <w:rPr>
          <w:sz w:val="16"/>
          <w:szCs w:val="16"/>
        </w:rPr>
        <w:t>                                                         xmlns:ns16="urn:cz:isvs:dmvs:isdtmk:schemas:R51aZjisteniInformaciOPrvcichDti:v1"&gt;</w:t>
      </w:r>
    </w:p>
    <w:p w14:paraId="5A3C9990" w14:textId="77777777" w:rsidR="00A01A7C" w:rsidRPr="00A01A7C" w:rsidRDefault="00A01A7C" w:rsidP="00A01A7C">
      <w:pPr>
        <w:pStyle w:val="FormtovanvHTML"/>
        <w:rPr>
          <w:sz w:val="16"/>
          <w:szCs w:val="16"/>
        </w:rPr>
      </w:pPr>
      <w:r w:rsidRPr="00A01A7C">
        <w:rPr>
          <w:sz w:val="16"/>
          <w:szCs w:val="16"/>
        </w:rPr>
        <w:t>         &lt;ns4:Hlavicka&gt;</w:t>
      </w:r>
    </w:p>
    <w:p w14:paraId="61DC06BF" w14:textId="77777777" w:rsidR="00A01A7C" w:rsidRPr="00A01A7C" w:rsidRDefault="00A01A7C" w:rsidP="00A01A7C">
      <w:pPr>
        <w:pStyle w:val="FormtovanvHTML"/>
        <w:rPr>
          <w:sz w:val="16"/>
          <w:szCs w:val="16"/>
        </w:rPr>
      </w:pPr>
      <w:r w:rsidRPr="00A01A7C">
        <w:rPr>
          <w:sz w:val="16"/>
          <w:szCs w:val="16"/>
        </w:rPr>
        <w:t>            &lt;ns4:UidOdpovedi&gt;98f9bce5-e930-4f90-ac6d-73d4c1a2dd76&lt;/ns4:UidOdpovedi&gt;</w:t>
      </w:r>
    </w:p>
    <w:p w14:paraId="50FBBAA2" w14:textId="77777777" w:rsidR="00A01A7C" w:rsidRPr="00A01A7C" w:rsidRDefault="00A01A7C" w:rsidP="00A01A7C">
      <w:pPr>
        <w:pStyle w:val="FormtovanvHTML"/>
        <w:rPr>
          <w:sz w:val="16"/>
          <w:szCs w:val="16"/>
        </w:rPr>
      </w:pPr>
      <w:r w:rsidRPr="00A01A7C">
        <w:rPr>
          <w:sz w:val="16"/>
          <w:szCs w:val="16"/>
        </w:rPr>
        <w:t>            &lt;ns4:Vysledek stav="Prijato"&gt;</w:t>
      </w:r>
    </w:p>
    <w:p w14:paraId="6433AC3F" w14:textId="77777777" w:rsidR="00A01A7C" w:rsidRPr="00A01A7C" w:rsidRDefault="00A01A7C" w:rsidP="00A01A7C">
      <w:pPr>
        <w:pStyle w:val="FormtovanvHTML"/>
        <w:rPr>
          <w:sz w:val="16"/>
          <w:szCs w:val="16"/>
        </w:rPr>
      </w:pPr>
      <w:r w:rsidRPr="00A01A7C">
        <w:rPr>
          <w:sz w:val="16"/>
          <w:szCs w:val="16"/>
        </w:rPr>
        <w:t>               &lt;ns4:UidZadosti&gt;61715c28-1ee7-43bd-a071-7ffd39359eba&lt;/ns4:UidZadosti&gt;</w:t>
      </w:r>
    </w:p>
    <w:p w14:paraId="2D63CD19" w14:textId="77777777" w:rsidR="00A01A7C" w:rsidRPr="00A01A7C" w:rsidRDefault="00A01A7C" w:rsidP="00A01A7C">
      <w:pPr>
        <w:pStyle w:val="FormtovanvHTML"/>
        <w:rPr>
          <w:sz w:val="16"/>
          <w:szCs w:val="16"/>
        </w:rPr>
      </w:pPr>
      <w:r w:rsidRPr="00A01A7C">
        <w:rPr>
          <w:sz w:val="16"/>
          <w:szCs w:val="16"/>
        </w:rPr>
        <w:t>               &lt;ns4:Hlaseni&gt;</w:t>
      </w:r>
    </w:p>
    <w:p w14:paraId="68BFF43F" w14:textId="77777777" w:rsidR="00A01A7C" w:rsidRPr="00A01A7C" w:rsidRDefault="00A01A7C" w:rsidP="00A01A7C">
      <w:pPr>
        <w:pStyle w:val="FormtovanvHTML"/>
        <w:rPr>
          <w:sz w:val="16"/>
          <w:szCs w:val="16"/>
        </w:rPr>
      </w:pPr>
      <w:r w:rsidRPr="00A01A7C">
        <w:rPr>
          <w:sz w:val="16"/>
          <w:szCs w:val="16"/>
        </w:rPr>
        <w:t>                  &lt;ns4:Hlaseni kod="1010" typ="Informace"&gt;</w:t>
      </w:r>
    </w:p>
    <w:p w14:paraId="270A0F9F" w14:textId="77777777" w:rsidR="00A01A7C" w:rsidRPr="00A01A7C" w:rsidRDefault="00A01A7C" w:rsidP="00A01A7C">
      <w:pPr>
        <w:pStyle w:val="FormtovanvHTML"/>
        <w:rPr>
          <w:sz w:val="16"/>
          <w:szCs w:val="16"/>
        </w:rPr>
      </w:pPr>
      <w:r w:rsidRPr="00A01A7C">
        <w:rPr>
          <w:sz w:val="16"/>
          <w:szCs w:val="16"/>
        </w:rPr>
        <w:t>                     &lt;ns4:Zprava&gt;Požadavek byl přijat ke zpracování&lt;/ns4:Zprava&gt;</w:t>
      </w:r>
    </w:p>
    <w:p w14:paraId="48060E78" w14:textId="77777777" w:rsidR="00A01A7C" w:rsidRPr="00A01A7C" w:rsidRDefault="00A01A7C" w:rsidP="00A01A7C">
      <w:pPr>
        <w:pStyle w:val="FormtovanvHTML"/>
        <w:rPr>
          <w:sz w:val="16"/>
          <w:szCs w:val="16"/>
        </w:rPr>
      </w:pPr>
      <w:r w:rsidRPr="00A01A7C">
        <w:rPr>
          <w:sz w:val="16"/>
          <w:szCs w:val="16"/>
        </w:rPr>
        <w:t>                  &lt;/ns4:Hlaseni&gt;</w:t>
      </w:r>
    </w:p>
    <w:p w14:paraId="2B65E4EA" w14:textId="77777777" w:rsidR="00A01A7C" w:rsidRPr="00A01A7C" w:rsidRDefault="00A01A7C" w:rsidP="00A01A7C">
      <w:pPr>
        <w:pStyle w:val="FormtovanvHTML"/>
        <w:rPr>
          <w:sz w:val="16"/>
          <w:szCs w:val="16"/>
        </w:rPr>
      </w:pPr>
      <w:r w:rsidRPr="00A01A7C">
        <w:rPr>
          <w:sz w:val="16"/>
          <w:szCs w:val="16"/>
        </w:rPr>
        <w:t>               &lt;/ns4:Hlaseni&gt;</w:t>
      </w:r>
    </w:p>
    <w:p w14:paraId="7F0BBE3E" w14:textId="77777777" w:rsidR="00A01A7C" w:rsidRPr="00A01A7C" w:rsidRDefault="00A01A7C" w:rsidP="00A01A7C">
      <w:pPr>
        <w:pStyle w:val="FormtovanvHTML"/>
        <w:rPr>
          <w:sz w:val="16"/>
          <w:szCs w:val="16"/>
        </w:rPr>
      </w:pPr>
      <w:r w:rsidRPr="00A01A7C">
        <w:rPr>
          <w:sz w:val="16"/>
          <w:szCs w:val="16"/>
        </w:rPr>
        <w:t>            &lt;/ns4:Vysledek&gt;</w:t>
      </w:r>
    </w:p>
    <w:p w14:paraId="008E5D8B" w14:textId="77777777" w:rsidR="00A01A7C" w:rsidRPr="00A01A7C" w:rsidRDefault="00A01A7C" w:rsidP="00A01A7C">
      <w:pPr>
        <w:pStyle w:val="FormtovanvHTML"/>
        <w:rPr>
          <w:sz w:val="16"/>
          <w:szCs w:val="16"/>
        </w:rPr>
      </w:pPr>
      <w:r w:rsidRPr="00A01A7C">
        <w:rPr>
          <w:sz w:val="16"/>
          <w:szCs w:val="16"/>
        </w:rPr>
        <w:t>         &lt;/ns4:Hlavicka&gt;</w:t>
      </w:r>
    </w:p>
    <w:p w14:paraId="70A74B46" w14:textId="77777777" w:rsidR="00A01A7C" w:rsidRPr="00A01A7C" w:rsidRDefault="00A01A7C" w:rsidP="00A01A7C">
      <w:pPr>
        <w:pStyle w:val="FormtovanvHTML"/>
        <w:rPr>
          <w:sz w:val="16"/>
          <w:szCs w:val="16"/>
        </w:rPr>
      </w:pPr>
      <w:r w:rsidRPr="00A01A7C">
        <w:rPr>
          <w:sz w:val="16"/>
          <w:szCs w:val="16"/>
        </w:rPr>
        <w:t>         &lt;ns9:Data&gt;</w:t>
      </w:r>
    </w:p>
    <w:p w14:paraId="5CFFBBF5" w14:textId="77777777" w:rsidR="00A01A7C" w:rsidRPr="00A01A7C" w:rsidRDefault="00A01A7C" w:rsidP="00A01A7C">
      <w:pPr>
        <w:pStyle w:val="FormtovanvHTML"/>
        <w:rPr>
          <w:sz w:val="16"/>
          <w:szCs w:val="16"/>
        </w:rPr>
      </w:pPr>
      <w:r w:rsidRPr="00A01A7C">
        <w:rPr>
          <w:sz w:val="16"/>
          <w:szCs w:val="16"/>
        </w:rPr>
        <w:t>            &lt;ns4:IdPozadavku&gt;ba671873-0dca-4195-b0d1-07c8c8a79a0c&lt;/ns4:IdPozadavku&gt;</w:t>
      </w:r>
    </w:p>
    <w:p w14:paraId="59DA913A" w14:textId="77777777" w:rsidR="00A01A7C" w:rsidRPr="00A01A7C" w:rsidRDefault="00A01A7C" w:rsidP="00A01A7C">
      <w:pPr>
        <w:pStyle w:val="FormtovanvHTML"/>
        <w:rPr>
          <w:sz w:val="16"/>
          <w:szCs w:val="16"/>
        </w:rPr>
      </w:pPr>
      <w:r w:rsidRPr="00A01A7C">
        <w:rPr>
          <w:sz w:val="16"/>
          <w:szCs w:val="16"/>
        </w:rPr>
        <w:t>         &lt;/ns9:Data&gt;</w:t>
      </w:r>
    </w:p>
    <w:p w14:paraId="31023523" w14:textId="77777777" w:rsidR="00A01A7C" w:rsidRPr="00A01A7C" w:rsidRDefault="00A01A7C" w:rsidP="00A01A7C">
      <w:pPr>
        <w:pStyle w:val="FormtovanvHTML"/>
        <w:rPr>
          <w:sz w:val="16"/>
          <w:szCs w:val="16"/>
        </w:rPr>
      </w:pPr>
      <w:r w:rsidRPr="00A01A7C">
        <w:rPr>
          <w:sz w:val="16"/>
          <w:szCs w:val="16"/>
        </w:rPr>
        <w:t>      &lt;/ns16:ZjisteniExistencePrvkuVspSkupinaPrvkuOdpoved&gt;</w:t>
      </w:r>
    </w:p>
    <w:p w14:paraId="3CBD5C1A" w14:textId="77777777" w:rsidR="00A01A7C" w:rsidRPr="00A01A7C" w:rsidRDefault="00A01A7C" w:rsidP="00A01A7C">
      <w:pPr>
        <w:pStyle w:val="FormtovanvHTML"/>
        <w:rPr>
          <w:sz w:val="16"/>
          <w:szCs w:val="16"/>
        </w:rPr>
      </w:pPr>
      <w:r w:rsidRPr="00A01A7C">
        <w:rPr>
          <w:sz w:val="16"/>
          <w:szCs w:val="16"/>
        </w:rPr>
        <w:t>   &lt;/SOAP-ENV:Body&gt;</w:t>
      </w:r>
    </w:p>
    <w:p w14:paraId="478329DC" w14:textId="77777777" w:rsidR="00A01A7C" w:rsidRPr="00A01A7C" w:rsidRDefault="00A01A7C" w:rsidP="00A01A7C">
      <w:pPr>
        <w:pStyle w:val="FormtovanvHTML"/>
        <w:rPr>
          <w:sz w:val="16"/>
          <w:szCs w:val="16"/>
        </w:rPr>
      </w:pPr>
      <w:r w:rsidRPr="00A01A7C">
        <w:rPr>
          <w:sz w:val="16"/>
          <w:szCs w:val="16"/>
        </w:rPr>
        <w:t>&lt;/SOAP-ENV:Envelope&gt;</w:t>
      </w:r>
    </w:p>
    <w:p w14:paraId="1DC3C876" w14:textId="3902E1C5" w:rsidR="00AB7262" w:rsidRDefault="00AB7262" w:rsidP="00AB7262">
      <w:pPr>
        <w:pStyle w:val="FormtovanvHTML"/>
        <w:rPr>
          <w:sz w:val="16"/>
          <w:szCs w:val="16"/>
        </w:rPr>
      </w:pPr>
    </w:p>
    <w:p w14:paraId="1CD47A30" w14:textId="5CB8CDB6" w:rsidR="00A01A7C" w:rsidRDefault="00A01A7C" w:rsidP="00A01A7C">
      <w:pPr>
        <w:rPr>
          <w:b/>
        </w:rPr>
      </w:pPr>
      <w:r w:rsidRPr="00CD1D30">
        <w:rPr>
          <w:b/>
        </w:rPr>
        <w:t xml:space="preserve">Příklad </w:t>
      </w:r>
      <w:r>
        <w:rPr>
          <w:b/>
        </w:rPr>
        <w:t>volání služby 3</w:t>
      </w:r>
    </w:p>
    <w:p w14:paraId="0B06E93F" w14:textId="77777777" w:rsidR="00DA69FB" w:rsidRPr="00DA69FB" w:rsidRDefault="00DA69FB" w:rsidP="00F0569F">
      <w:pPr>
        <w:pStyle w:val="FormtovanvHTML"/>
        <w:rPr>
          <w:sz w:val="16"/>
          <w:szCs w:val="16"/>
        </w:rPr>
      </w:pPr>
      <w:r w:rsidRPr="00DA69FB">
        <w:rPr>
          <w:sz w:val="16"/>
          <w:szCs w:val="16"/>
        </w:rPr>
        <w:t>&lt;soapenv:Envelope xmlns:soapenv="http://schemas.xmlsoap.org/soap/envelope/" xmlns:urn="urn:cz:isvs:dmvs:isdtmk:schemas:R51aZjisteniInformaciOPrvcichDti:v1" xmlns:urn1="urn:cz:isvs:dmvs:common:schemas:Messages:v1" xmlns:xlink="http://www.w3.org/1999/xlink" xmlns:urn2="urn:cz:isvs:dmvs:common:schemas:Dti:v1" xmlns:urn3="urn:cz:isvs:dmvs:common:schemas:Subjekty:v1" xmlns:urn4="urn:cz:isvs:dmvs:common:schemas:Ciselniky:v1"&gt;</w:t>
      </w:r>
    </w:p>
    <w:p w14:paraId="232ECD43" w14:textId="77777777" w:rsidR="00DA69FB" w:rsidRPr="00DA69FB" w:rsidRDefault="00DA69FB" w:rsidP="00F0569F">
      <w:pPr>
        <w:pStyle w:val="FormtovanvHTML"/>
        <w:rPr>
          <w:sz w:val="16"/>
          <w:szCs w:val="16"/>
        </w:rPr>
      </w:pPr>
      <w:r w:rsidRPr="00DA69FB">
        <w:rPr>
          <w:sz w:val="16"/>
          <w:szCs w:val="16"/>
        </w:rPr>
        <w:t>   &lt;soapenv:Header/&gt;</w:t>
      </w:r>
    </w:p>
    <w:p w14:paraId="55853FBB" w14:textId="77777777" w:rsidR="00DA69FB" w:rsidRPr="00DA69FB" w:rsidRDefault="00DA69FB" w:rsidP="00F0569F">
      <w:pPr>
        <w:pStyle w:val="FormtovanvHTML"/>
        <w:rPr>
          <w:sz w:val="16"/>
          <w:szCs w:val="16"/>
        </w:rPr>
      </w:pPr>
      <w:r w:rsidRPr="00DA69FB">
        <w:rPr>
          <w:sz w:val="16"/>
          <w:szCs w:val="16"/>
        </w:rPr>
        <w:t>   &lt;soapenv:Body&gt;</w:t>
      </w:r>
    </w:p>
    <w:p w14:paraId="73EAD234" w14:textId="77777777" w:rsidR="00DA69FB" w:rsidRPr="00DA69FB" w:rsidRDefault="00DA69FB" w:rsidP="00F0569F">
      <w:pPr>
        <w:pStyle w:val="FormtovanvHTML"/>
        <w:rPr>
          <w:sz w:val="16"/>
          <w:szCs w:val="16"/>
        </w:rPr>
      </w:pPr>
      <w:r w:rsidRPr="00DA69FB">
        <w:rPr>
          <w:sz w:val="16"/>
          <w:szCs w:val="16"/>
        </w:rPr>
        <w:t>      &lt;urn:ZjisteniExistencePrvkuVspSkupinaPrvku&gt;</w:t>
      </w:r>
    </w:p>
    <w:p w14:paraId="128F1CF7" w14:textId="77777777" w:rsidR="00DA69FB" w:rsidRPr="00DA69FB" w:rsidRDefault="00DA69FB" w:rsidP="00F0569F">
      <w:pPr>
        <w:pStyle w:val="FormtovanvHTML"/>
        <w:rPr>
          <w:sz w:val="16"/>
          <w:szCs w:val="16"/>
        </w:rPr>
      </w:pPr>
      <w:r w:rsidRPr="00DA69FB">
        <w:rPr>
          <w:sz w:val="16"/>
          <w:szCs w:val="16"/>
        </w:rPr>
        <w:t>         &lt;urn1:Hlavicka&gt;</w:t>
      </w:r>
    </w:p>
    <w:p w14:paraId="1756DDD0" w14:textId="77777777" w:rsidR="00DA69FB" w:rsidRPr="00DA69FB" w:rsidRDefault="00DA69FB" w:rsidP="00F0569F">
      <w:pPr>
        <w:pStyle w:val="FormtovanvHTML"/>
        <w:rPr>
          <w:sz w:val="16"/>
          <w:szCs w:val="16"/>
        </w:rPr>
      </w:pPr>
      <w:r w:rsidRPr="00DA69FB">
        <w:rPr>
          <w:sz w:val="16"/>
          <w:szCs w:val="16"/>
        </w:rPr>
        <w:t>            &lt;urn1:UidZadosti&gt;fa17068a-b73d-4fcc-84ff-cb5a8b10d397&lt;/urn1:UidZadosti&gt;</w:t>
      </w:r>
    </w:p>
    <w:p w14:paraId="7A88433C" w14:textId="77777777" w:rsidR="00DA69FB" w:rsidRPr="00DA69FB" w:rsidRDefault="00DA69FB" w:rsidP="00F0569F">
      <w:pPr>
        <w:pStyle w:val="FormtovanvHTML"/>
        <w:rPr>
          <w:sz w:val="16"/>
          <w:szCs w:val="16"/>
        </w:rPr>
      </w:pPr>
      <w:r w:rsidRPr="00DA69FB">
        <w:rPr>
          <w:sz w:val="16"/>
          <w:szCs w:val="16"/>
        </w:rPr>
        <w:t>         &lt;/urn1:Hlavicka&gt;</w:t>
      </w:r>
    </w:p>
    <w:p w14:paraId="58884A5C" w14:textId="77777777" w:rsidR="00DA69FB" w:rsidRPr="00DA69FB" w:rsidRDefault="00DA69FB" w:rsidP="00F0569F">
      <w:pPr>
        <w:pStyle w:val="FormtovanvHTML"/>
        <w:rPr>
          <w:sz w:val="16"/>
          <w:szCs w:val="16"/>
        </w:rPr>
      </w:pPr>
      <w:r w:rsidRPr="00DA69FB">
        <w:rPr>
          <w:sz w:val="16"/>
          <w:szCs w:val="16"/>
        </w:rPr>
        <w:t>         &lt;urn:Data&gt;</w:t>
      </w:r>
    </w:p>
    <w:p w14:paraId="7F99851C" w14:textId="77777777" w:rsidR="00DA69FB" w:rsidRPr="00DA69FB" w:rsidRDefault="00DA69FB" w:rsidP="00F0569F">
      <w:pPr>
        <w:pStyle w:val="FormtovanvHTML"/>
        <w:rPr>
          <w:sz w:val="16"/>
          <w:szCs w:val="16"/>
        </w:rPr>
      </w:pPr>
      <w:r w:rsidRPr="00DA69FB">
        <w:rPr>
          <w:sz w:val="16"/>
          <w:szCs w:val="16"/>
        </w:rPr>
        <w:t>            &lt;urn:IdPodani&gt;ZSDTI-18D62740-FC73-4983-ABB6-3B73DC4B297B&lt;/urn:IdPodani&gt;</w:t>
      </w:r>
    </w:p>
    <w:p w14:paraId="3F946D45" w14:textId="77777777" w:rsidR="00DA69FB" w:rsidRPr="00DA69FB" w:rsidRDefault="00DA69FB" w:rsidP="00F0569F">
      <w:pPr>
        <w:pStyle w:val="FormtovanvHTML"/>
        <w:rPr>
          <w:sz w:val="16"/>
          <w:szCs w:val="16"/>
        </w:rPr>
      </w:pPr>
      <w:r w:rsidRPr="00DA69FB">
        <w:rPr>
          <w:sz w:val="16"/>
          <w:szCs w:val="16"/>
        </w:rPr>
        <w:t>            &lt;urn:UzemniVymezeni xmlns:gml="http://www.opengis.net/gml/3.2"&gt;</w:t>
      </w:r>
    </w:p>
    <w:p w14:paraId="3C30D1B3" w14:textId="77777777" w:rsidR="00DA69FB" w:rsidRPr="00DA69FB" w:rsidRDefault="00DA69FB" w:rsidP="00F0569F">
      <w:pPr>
        <w:pStyle w:val="FormtovanvHTML"/>
        <w:rPr>
          <w:sz w:val="16"/>
          <w:szCs w:val="16"/>
        </w:rPr>
      </w:pPr>
      <w:r w:rsidRPr="00DA69FB">
        <w:rPr>
          <w:sz w:val="16"/>
          <w:szCs w:val="16"/>
        </w:rPr>
        <w:t>               &lt;gml:Polygon gml:id="a_gml.geom.0.0"&gt;</w:t>
      </w:r>
    </w:p>
    <w:p w14:paraId="37E98D81" w14:textId="77777777" w:rsidR="00DA69FB" w:rsidRPr="00DA69FB" w:rsidRDefault="00DA69FB" w:rsidP="00F0569F">
      <w:pPr>
        <w:pStyle w:val="FormtovanvHTML"/>
        <w:rPr>
          <w:sz w:val="16"/>
          <w:szCs w:val="16"/>
        </w:rPr>
      </w:pPr>
      <w:r w:rsidRPr="00DA69FB">
        <w:rPr>
          <w:sz w:val="16"/>
          <w:szCs w:val="16"/>
        </w:rPr>
        <w:t>                  &lt;gml:exterior&gt;</w:t>
      </w:r>
    </w:p>
    <w:p w14:paraId="15E660A9" w14:textId="77777777" w:rsidR="00DA69FB" w:rsidRPr="00DA69FB" w:rsidRDefault="00DA69FB" w:rsidP="00F0569F">
      <w:pPr>
        <w:pStyle w:val="FormtovanvHTML"/>
        <w:rPr>
          <w:sz w:val="16"/>
          <w:szCs w:val="16"/>
        </w:rPr>
      </w:pPr>
      <w:r w:rsidRPr="00DA69FB">
        <w:rPr>
          <w:sz w:val="16"/>
          <w:szCs w:val="16"/>
        </w:rPr>
        <w:t>                     &lt;gml:LinearRing&gt;</w:t>
      </w:r>
    </w:p>
    <w:p w14:paraId="42170238" w14:textId="77777777" w:rsidR="00DA69FB" w:rsidRPr="00DA69FB" w:rsidRDefault="00DA69FB" w:rsidP="00F0569F">
      <w:pPr>
        <w:pStyle w:val="FormtovanvHTML"/>
        <w:rPr>
          <w:sz w:val="16"/>
          <w:szCs w:val="16"/>
        </w:rPr>
      </w:pPr>
      <w:r w:rsidRPr="00DA69FB">
        <w:rPr>
          <w:sz w:val="16"/>
          <w:szCs w:val="16"/>
        </w:rPr>
        <w:t>                        &lt;gml:posList&gt;-616732.71 -1100513.90 -616736.18 -1100818.20 -616348.57 -1100822.83 -616369.40 -1100484.97 -616732.71 -1100513.90&lt;/gml:posList&gt;</w:t>
      </w:r>
    </w:p>
    <w:p w14:paraId="07BCFB7C" w14:textId="77777777" w:rsidR="00DA69FB" w:rsidRPr="00DA69FB" w:rsidRDefault="00DA69FB" w:rsidP="00F0569F">
      <w:pPr>
        <w:pStyle w:val="FormtovanvHTML"/>
        <w:rPr>
          <w:sz w:val="16"/>
          <w:szCs w:val="16"/>
        </w:rPr>
      </w:pPr>
      <w:r w:rsidRPr="00DA69FB">
        <w:rPr>
          <w:sz w:val="16"/>
          <w:szCs w:val="16"/>
        </w:rPr>
        <w:t>                     &lt;/gml:LinearRing&gt;</w:t>
      </w:r>
    </w:p>
    <w:p w14:paraId="78086F0D" w14:textId="77777777" w:rsidR="00DA69FB" w:rsidRPr="00DA69FB" w:rsidRDefault="00DA69FB" w:rsidP="00F0569F">
      <w:pPr>
        <w:pStyle w:val="FormtovanvHTML"/>
        <w:rPr>
          <w:sz w:val="16"/>
          <w:szCs w:val="16"/>
        </w:rPr>
      </w:pPr>
      <w:r w:rsidRPr="00DA69FB">
        <w:rPr>
          <w:sz w:val="16"/>
          <w:szCs w:val="16"/>
        </w:rPr>
        <w:t>                  &lt;/gml:exterior&gt;</w:t>
      </w:r>
    </w:p>
    <w:p w14:paraId="76994FF6" w14:textId="77777777" w:rsidR="00DA69FB" w:rsidRPr="00DA69FB" w:rsidRDefault="00DA69FB" w:rsidP="00F0569F">
      <w:pPr>
        <w:pStyle w:val="FormtovanvHTML"/>
        <w:rPr>
          <w:sz w:val="16"/>
          <w:szCs w:val="16"/>
        </w:rPr>
      </w:pPr>
      <w:r w:rsidRPr="00DA69FB">
        <w:rPr>
          <w:sz w:val="16"/>
          <w:szCs w:val="16"/>
        </w:rPr>
        <w:t>               &lt;/gml:Polygon&gt;</w:t>
      </w:r>
    </w:p>
    <w:p w14:paraId="729D9583" w14:textId="77777777" w:rsidR="00DA69FB" w:rsidRPr="00DA69FB" w:rsidRDefault="00DA69FB" w:rsidP="00F0569F">
      <w:pPr>
        <w:pStyle w:val="FormtovanvHTML"/>
        <w:rPr>
          <w:sz w:val="16"/>
          <w:szCs w:val="16"/>
        </w:rPr>
      </w:pPr>
      <w:r w:rsidRPr="00DA69FB">
        <w:rPr>
          <w:sz w:val="16"/>
          <w:szCs w:val="16"/>
        </w:rPr>
        <w:t>            &lt;/urn:UzemniVymezeni&gt;</w:t>
      </w:r>
    </w:p>
    <w:p w14:paraId="227DBA41" w14:textId="77777777" w:rsidR="00DA69FB" w:rsidRPr="00DA69FB" w:rsidRDefault="00DA69FB" w:rsidP="00F0569F">
      <w:pPr>
        <w:pStyle w:val="FormtovanvHTML"/>
        <w:rPr>
          <w:sz w:val="16"/>
          <w:szCs w:val="16"/>
        </w:rPr>
      </w:pPr>
      <w:r w:rsidRPr="00DA69FB">
        <w:rPr>
          <w:sz w:val="16"/>
          <w:szCs w:val="16"/>
        </w:rPr>
        <w:t>            &lt;urn:VspSkupinaPrvku&gt;</w:t>
      </w:r>
    </w:p>
    <w:p w14:paraId="4C5F063C" w14:textId="77777777" w:rsidR="00DA69FB" w:rsidRPr="00DA69FB" w:rsidRDefault="00DA69FB" w:rsidP="00F0569F">
      <w:pPr>
        <w:pStyle w:val="FormtovanvHTML"/>
        <w:rPr>
          <w:sz w:val="16"/>
          <w:szCs w:val="16"/>
        </w:rPr>
      </w:pPr>
      <w:r w:rsidRPr="00DA69FB">
        <w:rPr>
          <w:sz w:val="16"/>
          <w:szCs w:val="16"/>
        </w:rPr>
        <w:t>              &lt;urn:VspSkupinaPrvku&gt;</w:t>
      </w:r>
    </w:p>
    <w:p w14:paraId="747F1598" w14:textId="77777777" w:rsidR="00DA69FB" w:rsidRPr="00DA69FB" w:rsidRDefault="00DA69FB" w:rsidP="00F0569F">
      <w:pPr>
        <w:pStyle w:val="FormtovanvHTML"/>
        <w:rPr>
          <w:sz w:val="16"/>
          <w:szCs w:val="16"/>
        </w:rPr>
      </w:pPr>
      <w:r w:rsidRPr="00DA69FB">
        <w:rPr>
          <w:sz w:val="16"/>
          <w:szCs w:val="16"/>
        </w:rPr>
        <w:lastRenderedPageBreak/>
        <w:t>                  &lt;urn2:Vlastnik&gt;</w:t>
      </w:r>
    </w:p>
    <w:p w14:paraId="4A6C5457" w14:textId="77777777" w:rsidR="00DA69FB" w:rsidRPr="00DA69FB" w:rsidRDefault="00DA69FB" w:rsidP="00F0569F">
      <w:pPr>
        <w:pStyle w:val="FormtovanvHTML"/>
        <w:rPr>
          <w:sz w:val="16"/>
          <w:szCs w:val="16"/>
        </w:rPr>
      </w:pPr>
      <w:r w:rsidRPr="00DA69FB">
        <w:rPr>
          <w:sz w:val="16"/>
          <w:szCs w:val="16"/>
        </w:rPr>
        <w:t>                     &lt;urn3:Id&gt;SUBJ-00000000&lt;/urn3:Id&gt;</w:t>
      </w:r>
    </w:p>
    <w:p w14:paraId="38EC6BA4" w14:textId="77777777" w:rsidR="00DA69FB" w:rsidRPr="00DA69FB" w:rsidRDefault="00DA69FB" w:rsidP="00F0569F">
      <w:pPr>
        <w:pStyle w:val="FormtovanvHTML"/>
        <w:rPr>
          <w:sz w:val="16"/>
          <w:szCs w:val="16"/>
        </w:rPr>
      </w:pPr>
      <w:r w:rsidRPr="00DA69FB">
        <w:rPr>
          <w:sz w:val="16"/>
          <w:szCs w:val="16"/>
        </w:rPr>
        <w:t>                  &lt;/urn2:Vlastnik&gt;</w:t>
      </w:r>
    </w:p>
    <w:p w14:paraId="60EA4AD8" w14:textId="77777777" w:rsidR="00DA69FB" w:rsidRPr="00DA69FB" w:rsidRDefault="00DA69FB" w:rsidP="00F0569F">
      <w:pPr>
        <w:pStyle w:val="FormtovanvHTML"/>
        <w:rPr>
          <w:sz w:val="16"/>
          <w:szCs w:val="16"/>
        </w:rPr>
      </w:pPr>
      <w:r w:rsidRPr="00DA69FB">
        <w:rPr>
          <w:sz w:val="16"/>
          <w:szCs w:val="16"/>
        </w:rPr>
        <w:t>                  &lt;urn2:Spravce&gt;</w:t>
      </w:r>
    </w:p>
    <w:p w14:paraId="17461943" w14:textId="77777777" w:rsidR="00DA69FB" w:rsidRPr="00DA69FB" w:rsidRDefault="00DA69FB" w:rsidP="00F0569F">
      <w:pPr>
        <w:pStyle w:val="FormtovanvHTML"/>
        <w:rPr>
          <w:sz w:val="16"/>
          <w:szCs w:val="16"/>
        </w:rPr>
      </w:pPr>
      <w:r w:rsidRPr="00DA69FB">
        <w:rPr>
          <w:sz w:val="16"/>
          <w:szCs w:val="16"/>
        </w:rPr>
        <w:t>                     &lt;urn3:Id&gt;SUBJ-00000001&lt;/urn3:Id&gt;</w:t>
      </w:r>
    </w:p>
    <w:p w14:paraId="7743DC2E" w14:textId="77777777" w:rsidR="00DA69FB" w:rsidRPr="00DA69FB" w:rsidRDefault="00DA69FB" w:rsidP="00F0569F">
      <w:pPr>
        <w:pStyle w:val="FormtovanvHTML"/>
        <w:rPr>
          <w:sz w:val="16"/>
          <w:szCs w:val="16"/>
        </w:rPr>
      </w:pPr>
      <w:r w:rsidRPr="00DA69FB">
        <w:rPr>
          <w:sz w:val="16"/>
          <w:szCs w:val="16"/>
        </w:rPr>
        <w:t>                  &lt;/urn2:Spravce&gt;</w:t>
      </w:r>
    </w:p>
    <w:p w14:paraId="0162BD70" w14:textId="77777777" w:rsidR="00DA69FB" w:rsidRPr="00DA69FB" w:rsidRDefault="00DA69FB" w:rsidP="00F0569F">
      <w:pPr>
        <w:pStyle w:val="FormtovanvHTML"/>
        <w:rPr>
          <w:sz w:val="16"/>
          <w:szCs w:val="16"/>
        </w:rPr>
      </w:pPr>
      <w:r w:rsidRPr="00DA69FB">
        <w:rPr>
          <w:sz w:val="16"/>
          <w:szCs w:val="16"/>
        </w:rPr>
        <w:t>                  &lt;urn2:Provozovatel&gt;</w:t>
      </w:r>
    </w:p>
    <w:p w14:paraId="440A1461" w14:textId="77777777" w:rsidR="00DA69FB" w:rsidRPr="00DA69FB" w:rsidRDefault="00DA69FB" w:rsidP="00F0569F">
      <w:pPr>
        <w:pStyle w:val="FormtovanvHTML"/>
        <w:rPr>
          <w:sz w:val="16"/>
          <w:szCs w:val="16"/>
        </w:rPr>
      </w:pPr>
      <w:r w:rsidRPr="00DA69FB">
        <w:rPr>
          <w:sz w:val="16"/>
          <w:szCs w:val="16"/>
        </w:rPr>
        <w:t>                     &lt;urn3:Id&gt;SUBJ-00000002&lt;/urn3:Id&gt;</w:t>
      </w:r>
    </w:p>
    <w:p w14:paraId="51BCAAE6" w14:textId="77777777" w:rsidR="00DA69FB" w:rsidRPr="00DA69FB" w:rsidRDefault="00DA69FB" w:rsidP="00F0569F">
      <w:pPr>
        <w:pStyle w:val="FormtovanvHTML"/>
        <w:rPr>
          <w:sz w:val="16"/>
          <w:szCs w:val="16"/>
        </w:rPr>
      </w:pPr>
      <w:r w:rsidRPr="00DA69FB">
        <w:rPr>
          <w:sz w:val="16"/>
          <w:szCs w:val="16"/>
        </w:rPr>
        <w:t>                  &lt;/urn2:Provozovatel&gt;</w:t>
      </w:r>
    </w:p>
    <w:p w14:paraId="4DF520CE" w14:textId="77777777" w:rsidR="00DA69FB" w:rsidRPr="00DA69FB" w:rsidRDefault="00DA69FB" w:rsidP="00F0569F">
      <w:pPr>
        <w:pStyle w:val="FormtovanvHTML"/>
        <w:rPr>
          <w:sz w:val="16"/>
          <w:szCs w:val="16"/>
        </w:rPr>
      </w:pPr>
      <w:r w:rsidRPr="00DA69FB">
        <w:rPr>
          <w:sz w:val="16"/>
          <w:szCs w:val="16"/>
        </w:rPr>
        <w:t>                  &lt;urn2:SkupinaPrvku&gt;</w:t>
      </w:r>
    </w:p>
    <w:p w14:paraId="4FF86437" w14:textId="77777777" w:rsidR="00DA69FB" w:rsidRPr="00DA69FB" w:rsidRDefault="00DA69FB" w:rsidP="00F0569F">
      <w:pPr>
        <w:pStyle w:val="FormtovanvHTML"/>
        <w:rPr>
          <w:sz w:val="16"/>
          <w:szCs w:val="16"/>
        </w:rPr>
      </w:pPr>
      <w:r w:rsidRPr="00DA69FB">
        <w:rPr>
          <w:sz w:val="16"/>
          <w:szCs w:val="16"/>
        </w:rPr>
        <w:t>                     &lt;urn4:Kod&gt;RekKultur&lt;/urn4:Kod&gt;</w:t>
      </w:r>
    </w:p>
    <w:p w14:paraId="0729629B" w14:textId="77777777" w:rsidR="00DA69FB" w:rsidRPr="00DA69FB" w:rsidRDefault="00DA69FB" w:rsidP="00F0569F">
      <w:pPr>
        <w:pStyle w:val="FormtovanvHTML"/>
        <w:rPr>
          <w:sz w:val="16"/>
          <w:szCs w:val="16"/>
        </w:rPr>
      </w:pPr>
      <w:r w:rsidRPr="00DA69FB">
        <w:rPr>
          <w:sz w:val="16"/>
          <w:szCs w:val="16"/>
        </w:rPr>
        <w:t>                  &lt;/urn2:SkupinaPrvku&gt;</w:t>
      </w:r>
    </w:p>
    <w:p w14:paraId="59B898DE" w14:textId="77777777" w:rsidR="00DA69FB" w:rsidRPr="00DA69FB" w:rsidRDefault="00DA69FB" w:rsidP="00F0569F">
      <w:pPr>
        <w:pStyle w:val="FormtovanvHTML"/>
        <w:rPr>
          <w:sz w:val="16"/>
          <w:szCs w:val="16"/>
        </w:rPr>
      </w:pPr>
      <w:r w:rsidRPr="00DA69FB">
        <w:rPr>
          <w:sz w:val="16"/>
          <w:szCs w:val="16"/>
        </w:rPr>
        <w:t>               &lt;/urn:VspSkupinaPrvku&gt;        </w:t>
      </w:r>
    </w:p>
    <w:p w14:paraId="19CD5E35" w14:textId="77777777" w:rsidR="00DA69FB" w:rsidRPr="00DA69FB" w:rsidRDefault="00DA69FB" w:rsidP="00F0569F">
      <w:pPr>
        <w:pStyle w:val="FormtovanvHTML"/>
        <w:rPr>
          <w:sz w:val="16"/>
          <w:szCs w:val="16"/>
        </w:rPr>
      </w:pPr>
      <w:r w:rsidRPr="00DA69FB">
        <w:rPr>
          <w:sz w:val="16"/>
          <w:szCs w:val="16"/>
        </w:rPr>
        <w:t>            &lt;/urn:VspSkupinaPrvku&gt;</w:t>
      </w:r>
    </w:p>
    <w:p w14:paraId="76A3DDC2" w14:textId="77777777" w:rsidR="00DA69FB" w:rsidRPr="00DA69FB" w:rsidRDefault="00DA69FB" w:rsidP="00F0569F">
      <w:pPr>
        <w:pStyle w:val="FormtovanvHTML"/>
        <w:rPr>
          <w:sz w:val="16"/>
          <w:szCs w:val="16"/>
        </w:rPr>
      </w:pPr>
      <w:r w:rsidRPr="00DA69FB">
        <w:rPr>
          <w:sz w:val="16"/>
          <w:szCs w:val="16"/>
        </w:rPr>
        <w:t>         &lt;/urn:Data&gt;</w:t>
      </w:r>
    </w:p>
    <w:p w14:paraId="077F58C3" w14:textId="77777777" w:rsidR="00DA69FB" w:rsidRPr="00DA69FB" w:rsidRDefault="00DA69FB" w:rsidP="00F0569F">
      <w:pPr>
        <w:pStyle w:val="FormtovanvHTML"/>
        <w:rPr>
          <w:sz w:val="16"/>
          <w:szCs w:val="16"/>
        </w:rPr>
      </w:pPr>
      <w:r w:rsidRPr="00DA69FB">
        <w:rPr>
          <w:sz w:val="16"/>
          <w:szCs w:val="16"/>
        </w:rPr>
        <w:t>      &lt;/urn:ZjisteniExistencePrvkuVspSkupinaPrvku&gt;</w:t>
      </w:r>
    </w:p>
    <w:p w14:paraId="3B7CD8ED" w14:textId="77777777" w:rsidR="00DA69FB" w:rsidRPr="00DA69FB" w:rsidRDefault="00DA69FB" w:rsidP="00F0569F">
      <w:pPr>
        <w:pStyle w:val="FormtovanvHTML"/>
        <w:rPr>
          <w:sz w:val="16"/>
          <w:szCs w:val="16"/>
        </w:rPr>
      </w:pPr>
      <w:r w:rsidRPr="00DA69FB">
        <w:rPr>
          <w:sz w:val="16"/>
          <w:szCs w:val="16"/>
        </w:rPr>
        <w:t>   &lt;/soapenv:Body&gt;</w:t>
      </w:r>
    </w:p>
    <w:p w14:paraId="3F9ADCC1" w14:textId="77777777" w:rsidR="00DA69FB" w:rsidRPr="00DA69FB" w:rsidRDefault="00DA69FB" w:rsidP="00F0569F">
      <w:pPr>
        <w:pStyle w:val="FormtovanvHTML"/>
        <w:rPr>
          <w:sz w:val="16"/>
          <w:szCs w:val="16"/>
        </w:rPr>
      </w:pPr>
      <w:r w:rsidRPr="00DA69FB">
        <w:rPr>
          <w:sz w:val="16"/>
          <w:szCs w:val="16"/>
        </w:rPr>
        <w:t>&lt;/soapenv:Envelope&gt;</w:t>
      </w:r>
    </w:p>
    <w:p w14:paraId="28ED0C06" w14:textId="14830A04" w:rsidR="00A01A7C" w:rsidRDefault="00A01A7C" w:rsidP="00A01A7C">
      <w:pPr>
        <w:pStyle w:val="FormtovanvHTML"/>
        <w:rPr>
          <w:sz w:val="16"/>
          <w:szCs w:val="16"/>
        </w:rPr>
      </w:pPr>
    </w:p>
    <w:p w14:paraId="32FE42F3" w14:textId="77777777" w:rsidR="00A01A7C" w:rsidRDefault="00A01A7C" w:rsidP="00A01A7C">
      <w:pPr>
        <w:pStyle w:val="FormtovanvHTML"/>
        <w:rPr>
          <w:sz w:val="16"/>
          <w:szCs w:val="16"/>
        </w:rPr>
      </w:pPr>
    </w:p>
    <w:p w14:paraId="64998B1B" w14:textId="38B8AE89" w:rsidR="00A01A7C" w:rsidRDefault="00A01A7C" w:rsidP="00A01A7C">
      <w:pPr>
        <w:rPr>
          <w:b/>
        </w:rPr>
      </w:pPr>
      <w:r w:rsidRPr="00CD1D30">
        <w:rPr>
          <w:b/>
        </w:rPr>
        <w:t>Příklad odpovědi</w:t>
      </w:r>
      <w:r>
        <w:rPr>
          <w:b/>
        </w:rPr>
        <w:t xml:space="preserve"> 3</w:t>
      </w:r>
    </w:p>
    <w:p w14:paraId="2685556E" w14:textId="77777777" w:rsidR="00DA69FB" w:rsidRPr="00DA69FB" w:rsidRDefault="00DA69FB" w:rsidP="00DA69FB">
      <w:pPr>
        <w:pStyle w:val="FormtovanvHTML"/>
        <w:rPr>
          <w:sz w:val="16"/>
          <w:szCs w:val="16"/>
        </w:rPr>
      </w:pPr>
      <w:r w:rsidRPr="00DA69FB">
        <w:rPr>
          <w:sz w:val="16"/>
          <w:szCs w:val="16"/>
        </w:rPr>
        <w:t>&lt;SOAP-ENV:Envelope xmlns:SOAP-ENV="http://schemas.xmlsoap.org/soap/envelope/"&gt;</w:t>
      </w:r>
    </w:p>
    <w:p w14:paraId="642B18FA" w14:textId="77777777" w:rsidR="00DA69FB" w:rsidRPr="00DA69FB" w:rsidRDefault="00DA69FB" w:rsidP="00DA69FB">
      <w:pPr>
        <w:pStyle w:val="FormtovanvHTML"/>
        <w:rPr>
          <w:sz w:val="16"/>
          <w:szCs w:val="16"/>
        </w:rPr>
      </w:pPr>
      <w:r w:rsidRPr="00DA69FB">
        <w:rPr>
          <w:sz w:val="16"/>
          <w:szCs w:val="16"/>
        </w:rPr>
        <w:t>   &lt;SOAP-ENV:Header/&gt;</w:t>
      </w:r>
    </w:p>
    <w:p w14:paraId="646A1B9D" w14:textId="77777777" w:rsidR="00DA69FB" w:rsidRPr="00DA69FB" w:rsidRDefault="00DA69FB" w:rsidP="00DA69FB">
      <w:pPr>
        <w:pStyle w:val="FormtovanvHTML"/>
        <w:rPr>
          <w:sz w:val="16"/>
          <w:szCs w:val="16"/>
        </w:rPr>
      </w:pPr>
      <w:r w:rsidRPr="00DA69FB">
        <w:rPr>
          <w:sz w:val="16"/>
          <w:szCs w:val="16"/>
        </w:rPr>
        <w:t>   &lt;SOAP-ENV:Body&gt;</w:t>
      </w:r>
    </w:p>
    <w:p w14:paraId="228A48C2" w14:textId="77777777" w:rsidR="00DA69FB" w:rsidRDefault="00DA69FB" w:rsidP="00DA69FB">
      <w:pPr>
        <w:pStyle w:val="FormtovanvHTML"/>
        <w:rPr>
          <w:sz w:val="16"/>
          <w:szCs w:val="16"/>
        </w:rPr>
      </w:pPr>
      <w:r w:rsidRPr="00DA69FB">
        <w:rPr>
          <w:sz w:val="16"/>
          <w:szCs w:val="16"/>
        </w:rPr>
        <w:t>      &lt;ns15:ZjisteniExistencePrvkuVspSkupinaPrvkuOdpoved xmlns:ns14="urn:cz:isvs:dmvs:isdtmk:schemas:Messages:v1"</w:t>
      </w:r>
    </w:p>
    <w:p w14:paraId="3427C4E7" w14:textId="540D6FE3" w:rsidR="00DA69FB" w:rsidRPr="00DA69FB" w:rsidRDefault="00DA69FB" w:rsidP="00DA69FB">
      <w:pPr>
        <w:pStyle w:val="FormtovanvHTML"/>
        <w:rPr>
          <w:sz w:val="16"/>
          <w:szCs w:val="16"/>
        </w:rPr>
      </w:pPr>
      <w:r w:rsidRPr="00DA69FB">
        <w:rPr>
          <w:sz w:val="16"/>
          <w:szCs w:val="16"/>
        </w:rPr>
        <w:t>xmlns:ns4="urn:cz:isvs:dmvs:common:schemas:Messages:v1"</w:t>
      </w:r>
    </w:p>
    <w:p w14:paraId="74B9B233" w14:textId="2E160688" w:rsidR="00DA69FB" w:rsidRPr="00DA69FB" w:rsidRDefault="00DA69FB" w:rsidP="00DA69FB">
      <w:pPr>
        <w:pStyle w:val="FormtovanvHTML"/>
        <w:rPr>
          <w:sz w:val="16"/>
          <w:szCs w:val="16"/>
        </w:rPr>
      </w:pPr>
      <w:r w:rsidRPr="00DA69FB">
        <w:rPr>
          <w:sz w:val="16"/>
          <w:szCs w:val="16"/>
        </w:rPr>
        <w:t>xmlns:ns15="urn:cz:isvs:dmvs:isdtmk:schemas:R51aZjisteniInformaciOPrvcichDti:v1"&gt;</w:t>
      </w:r>
    </w:p>
    <w:p w14:paraId="12F63808" w14:textId="77777777" w:rsidR="00DA69FB" w:rsidRPr="00DA69FB" w:rsidRDefault="00DA69FB" w:rsidP="00DA69FB">
      <w:pPr>
        <w:pStyle w:val="FormtovanvHTML"/>
        <w:rPr>
          <w:sz w:val="16"/>
          <w:szCs w:val="16"/>
        </w:rPr>
      </w:pPr>
      <w:r w:rsidRPr="00DA69FB">
        <w:rPr>
          <w:sz w:val="16"/>
          <w:szCs w:val="16"/>
        </w:rPr>
        <w:t>         &lt;ns4:Hlavicka&gt;</w:t>
      </w:r>
    </w:p>
    <w:p w14:paraId="0AD034CB" w14:textId="77777777" w:rsidR="00DA69FB" w:rsidRPr="00DA69FB" w:rsidRDefault="00DA69FB" w:rsidP="00DA69FB">
      <w:pPr>
        <w:pStyle w:val="FormtovanvHTML"/>
        <w:rPr>
          <w:sz w:val="16"/>
          <w:szCs w:val="16"/>
        </w:rPr>
      </w:pPr>
      <w:r w:rsidRPr="00DA69FB">
        <w:rPr>
          <w:sz w:val="16"/>
          <w:szCs w:val="16"/>
        </w:rPr>
        <w:t>            &lt;ns4:UidOdpovedi&gt;d32b1f38-16d3-439d-b8bb-dcb179ceeedb&lt;/ns4:UidOdpovedi&gt;</w:t>
      </w:r>
    </w:p>
    <w:p w14:paraId="708617D3" w14:textId="77777777" w:rsidR="00DA69FB" w:rsidRPr="00DA69FB" w:rsidRDefault="00DA69FB" w:rsidP="00DA69FB">
      <w:pPr>
        <w:pStyle w:val="FormtovanvHTML"/>
        <w:rPr>
          <w:sz w:val="16"/>
          <w:szCs w:val="16"/>
        </w:rPr>
      </w:pPr>
      <w:r w:rsidRPr="00DA69FB">
        <w:rPr>
          <w:sz w:val="16"/>
          <w:szCs w:val="16"/>
        </w:rPr>
        <w:t>            &lt;ns4:Vysledek stav="Prijato"&gt;</w:t>
      </w:r>
    </w:p>
    <w:p w14:paraId="634CEFD0" w14:textId="77777777" w:rsidR="00DA69FB" w:rsidRPr="00DA69FB" w:rsidRDefault="00DA69FB" w:rsidP="00DA69FB">
      <w:pPr>
        <w:pStyle w:val="FormtovanvHTML"/>
        <w:rPr>
          <w:sz w:val="16"/>
          <w:szCs w:val="16"/>
        </w:rPr>
      </w:pPr>
      <w:r w:rsidRPr="00DA69FB">
        <w:rPr>
          <w:sz w:val="16"/>
          <w:szCs w:val="16"/>
        </w:rPr>
        <w:t>               &lt;ns4:UidZadosti&gt;fa17068a-b73d-4fcc-84ff-cb5a8b10d397&lt;/ns4:UidZadosti&gt;</w:t>
      </w:r>
    </w:p>
    <w:p w14:paraId="1998E9A3" w14:textId="77777777" w:rsidR="00DA69FB" w:rsidRPr="00DA69FB" w:rsidRDefault="00DA69FB" w:rsidP="00DA69FB">
      <w:pPr>
        <w:pStyle w:val="FormtovanvHTML"/>
        <w:rPr>
          <w:sz w:val="16"/>
          <w:szCs w:val="16"/>
        </w:rPr>
      </w:pPr>
      <w:r w:rsidRPr="00DA69FB">
        <w:rPr>
          <w:sz w:val="16"/>
          <w:szCs w:val="16"/>
        </w:rPr>
        <w:t>               &lt;ns4:Hlaseni&gt;</w:t>
      </w:r>
    </w:p>
    <w:p w14:paraId="1A47DB59" w14:textId="77777777" w:rsidR="00DA69FB" w:rsidRPr="00DA69FB" w:rsidRDefault="00DA69FB" w:rsidP="00DA69FB">
      <w:pPr>
        <w:pStyle w:val="FormtovanvHTML"/>
        <w:rPr>
          <w:sz w:val="16"/>
          <w:szCs w:val="16"/>
        </w:rPr>
      </w:pPr>
      <w:r w:rsidRPr="00DA69FB">
        <w:rPr>
          <w:sz w:val="16"/>
          <w:szCs w:val="16"/>
        </w:rPr>
        <w:t>                  &lt;ns4:Hlaseni kod="1010" typ="Informace"&gt;</w:t>
      </w:r>
    </w:p>
    <w:p w14:paraId="51B6A399" w14:textId="77777777" w:rsidR="00DA69FB" w:rsidRPr="00DA69FB" w:rsidRDefault="00DA69FB" w:rsidP="00DA69FB">
      <w:pPr>
        <w:pStyle w:val="FormtovanvHTML"/>
        <w:rPr>
          <w:sz w:val="16"/>
          <w:szCs w:val="16"/>
        </w:rPr>
      </w:pPr>
      <w:r w:rsidRPr="00DA69FB">
        <w:rPr>
          <w:sz w:val="16"/>
          <w:szCs w:val="16"/>
        </w:rPr>
        <w:t>                     &lt;ns4:Zprava&gt;Požadavek byl přijat ke zpracování&lt;/ns4:Zprava&gt;</w:t>
      </w:r>
    </w:p>
    <w:p w14:paraId="66AEFC3F" w14:textId="77777777" w:rsidR="00DA69FB" w:rsidRPr="00DA69FB" w:rsidRDefault="00DA69FB" w:rsidP="00DA69FB">
      <w:pPr>
        <w:pStyle w:val="FormtovanvHTML"/>
        <w:rPr>
          <w:sz w:val="16"/>
          <w:szCs w:val="16"/>
        </w:rPr>
      </w:pPr>
      <w:r w:rsidRPr="00DA69FB">
        <w:rPr>
          <w:sz w:val="16"/>
          <w:szCs w:val="16"/>
        </w:rPr>
        <w:t>                  &lt;/ns4:Hlaseni&gt;</w:t>
      </w:r>
    </w:p>
    <w:p w14:paraId="620FEAA8" w14:textId="77777777" w:rsidR="00DA69FB" w:rsidRPr="00DA69FB" w:rsidRDefault="00DA69FB" w:rsidP="00DA69FB">
      <w:pPr>
        <w:pStyle w:val="FormtovanvHTML"/>
        <w:rPr>
          <w:sz w:val="16"/>
          <w:szCs w:val="16"/>
        </w:rPr>
      </w:pPr>
      <w:r w:rsidRPr="00DA69FB">
        <w:rPr>
          <w:sz w:val="16"/>
          <w:szCs w:val="16"/>
        </w:rPr>
        <w:t>               &lt;/ns4:Hlaseni&gt;</w:t>
      </w:r>
    </w:p>
    <w:p w14:paraId="17AA0CD8" w14:textId="77777777" w:rsidR="00DA69FB" w:rsidRPr="00DA69FB" w:rsidRDefault="00DA69FB" w:rsidP="00DA69FB">
      <w:pPr>
        <w:pStyle w:val="FormtovanvHTML"/>
        <w:rPr>
          <w:sz w:val="16"/>
          <w:szCs w:val="16"/>
        </w:rPr>
      </w:pPr>
      <w:r w:rsidRPr="00DA69FB">
        <w:rPr>
          <w:sz w:val="16"/>
          <w:szCs w:val="16"/>
        </w:rPr>
        <w:t>            &lt;/ns4:Vysledek&gt;</w:t>
      </w:r>
    </w:p>
    <w:p w14:paraId="71BB7DD4" w14:textId="77777777" w:rsidR="00DA69FB" w:rsidRPr="00DA69FB" w:rsidRDefault="00DA69FB" w:rsidP="00DA69FB">
      <w:pPr>
        <w:pStyle w:val="FormtovanvHTML"/>
        <w:rPr>
          <w:sz w:val="16"/>
          <w:szCs w:val="16"/>
        </w:rPr>
      </w:pPr>
      <w:r w:rsidRPr="00DA69FB">
        <w:rPr>
          <w:sz w:val="16"/>
          <w:szCs w:val="16"/>
        </w:rPr>
        <w:t>         &lt;/ns4:Hlavicka&gt;</w:t>
      </w:r>
    </w:p>
    <w:p w14:paraId="40D7132B" w14:textId="77777777" w:rsidR="00DA69FB" w:rsidRPr="00DA69FB" w:rsidRDefault="00DA69FB" w:rsidP="00DA69FB">
      <w:pPr>
        <w:pStyle w:val="FormtovanvHTML"/>
        <w:rPr>
          <w:sz w:val="16"/>
          <w:szCs w:val="16"/>
        </w:rPr>
      </w:pPr>
      <w:r w:rsidRPr="00DA69FB">
        <w:rPr>
          <w:sz w:val="16"/>
          <w:szCs w:val="16"/>
        </w:rPr>
        <w:t>         &lt;ns14:Data&gt;</w:t>
      </w:r>
    </w:p>
    <w:p w14:paraId="16073ADB" w14:textId="77777777" w:rsidR="00DA69FB" w:rsidRPr="00DA69FB" w:rsidRDefault="00DA69FB" w:rsidP="00DA69FB">
      <w:pPr>
        <w:pStyle w:val="FormtovanvHTML"/>
        <w:rPr>
          <w:sz w:val="16"/>
          <w:szCs w:val="16"/>
        </w:rPr>
      </w:pPr>
      <w:r w:rsidRPr="00DA69FB">
        <w:rPr>
          <w:sz w:val="16"/>
          <w:szCs w:val="16"/>
        </w:rPr>
        <w:t>            &lt;ns4:IdPozadavku&gt;0eb8c39a-74d0-4056-ade9-4efd2f342bda&lt;/ns4:IdPozadavku&gt;</w:t>
      </w:r>
    </w:p>
    <w:p w14:paraId="2E699C0E" w14:textId="77777777" w:rsidR="00DA69FB" w:rsidRPr="00DA69FB" w:rsidRDefault="00DA69FB" w:rsidP="00DA69FB">
      <w:pPr>
        <w:pStyle w:val="FormtovanvHTML"/>
        <w:rPr>
          <w:sz w:val="16"/>
          <w:szCs w:val="16"/>
        </w:rPr>
      </w:pPr>
      <w:r w:rsidRPr="00DA69FB">
        <w:rPr>
          <w:sz w:val="16"/>
          <w:szCs w:val="16"/>
        </w:rPr>
        <w:t>         &lt;/ns14:Data&gt;</w:t>
      </w:r>
    </w:p>
    <w:p w14:paraId="24949D47" w14:textId="77777777" w:rsidR="00DA69FB" w:rsidRPr="00DA69FB" w:rsidRDefault="00DA69FB" w:rsidP="00DA69FB">
      <w:pPr>
        <w:pStyle w:val="FormtovanvHTML"/>
        <w:rPr>
          <w:sz w:val="16"/>
          <w:szCs w:val="16"/>
        </w:rPr>
      </w:pPr>
      <w:r w:rsidRPr="00DA69FB">
        <w:rPr>
          <w:sz w:val="16"/>
          <w:szCs w:val="16"/>
        </w:rPr>
        <w:t>      &lt;/ns15:ZjisteniExistencePrvkuVspSkupinaPrvkuOdpoved&gt;</w:t>
      </w:r>
    </w:p>
    <w:p w14:paraId="74627E9D" w14:textId="77777777" w:rsidR="00DA69FB" w:rsidRPr="00DA69FB" w:rsidRDefault="00DA69FB" w:rsidP="00DA69FB">
      <w:pPr>
        <w:pStyle w:val="FormtovanvHTML"/>
        <w:rPr>
          <w:sz w:val="16"/>
          <w:szCs w:val="16"/>
        </w:rPr>
      </w:pPr>
      <w:r w:rsidRPr="00DA69FB">
        <w:rPr>
          <w:sz w:val="16"/>
          <w:szCs w:val="16"/>
        </w:rPr>
        <w:t>   &lt;/SOAP-ENV:Body&gt;</w:t>
      </w:r>
    </w:p>
    <w:p w14:paraId="01A0345E" w14:textId="77777777" w:rsidR="00DA69FB" w:rsidRPr="00DA69FB" w:rsidRDefault="00DA69FB" w:rsidP="00DA69FB">
      <w:pPr>
        <w:pStyle w:val="FormtovanvHTML"/>
        <w:rPr>
          <w:sz w:val="16"/>
          <w:szCs w:val="16"/>
        </w:rPr>
      </w:pPr>
      <w:r w:rsidRPr="00DA69FB">
        <w:rPr>
          <w:sz w:val="16"/>
          <w:szCs w:val="16"/>
        </w:rPr>
        <w:t>&lt;/SOAP-ENV:Envelope&gt;</w:t>
      </w:r>
    </w:p>
    <w:p w14:paraId="47AD7620" w14:textId="77777777" w:rsidR="00A01A7C" w:rsidRPr="00A01A7C" w:rsidRDefault="00A01A7C" w:rsidP="00A01A7C">
      <w:pPr>
        <w:pStyle w:val="FormtovanvHTML"/>
        <w:rPr>
          <w:sz w:val="16"/>
          <w:szCs w:val="16"/>
        </w:rPr>
      </w:pPr>
    </w:p>
    <w:p w14:paraId="55555E76" w14:textId="77777777" w:rsidR="00A01A7C" w:rsidRPr="00AB7262" w:rsidRDefault="00A01A7C" w:rsidP="00AB7262">
      <w:pPr>
        <w:pStyle w:val="FormtovanvHTML"/>
        <w:rPr>
          <w:sz w:val="16"/>
          <w:szCs w:val="16"/>
        </w:rPr>
      </w:pPr>
    </w:p>
    <w:p w14:paraId="699DAF90" w14:textId="3E0F42A6" w:rsidR="00470CE8" w:rsidRDefault="00470CE8" w:rsidP="007B0C5C">
      <w:pPr>
        <w:spacing w:before="0" w:after="0"/>
        <w:rPr>
          <w:b/>
        </w:rPr>
      </w:pPr>
    </w:p>
    <w:p w14:paraId="27AFB7F8" w14:textId="4826F032" w:rsidR="002D65FC" w:rsidRDefault="002D65FC" w:rsidP="002D65FC">
      <w:pPr>
        <w:pStyle w:val="Nadpis2"/>
      </w:pPr>
      <w:bookmarkStart w:id="8" w:name="_Toc859432446"/>
      <w:bookmarkStart w:id="9" w:name="_Toc191301993"/>
      <w:r>
        <w:t>Varovná hlášení a chyby</w:t>
      </w:r>
      <w:bookmarkEnd w:id="8"/>
      <w:bookmarkEnd w:id="9"/>
    </w:p>
    <w:p w14:paraId="05431463" w14:textId="1703C848" w:rsidR="003A0D73" w:rsidRDefault="003A0D73" w:rsidP="003A0D73">
      <w:bookmarkStart w:id="10" w:name="_Hlk113532832"/>
      <w:r>
        <w:t>Služba neprodukuje žádná specifická hlášení. Obecná hlášení jsou specifikována v souboru CUZK_DMVS_zakladni_principy_chovani_sluzeb.</w:t>
      </w:r>
      <w:r w:rsidR="00D9271A">
        <w:t>pdf</w:t>
      </w:r>
      <w:r>
        <w:t>.</w:t>
      </w:r>
      <w:bookmarkEnd w:id="10"/>
    </w:p>
    <w:p w14:paraId="3EA43A43" w14:textId="4C6B07E2" w:rsidR="00015D71" w:rsidRDefault="00015D71" w:rsidP="00015D71">
      <w:pPr>
        <w:pStyle w:val="Nadpis2"/>
      </w:pPr>
      <w:bookmarkStart w:id="11" w:name="_Toc191301994"/>
      <w:r>
        <w:t>Odkazy na další dokumenty</w:t>
      </w:r>
      <w:bookmarkEnd w:id="11"/>
    </w:p>
    <w:bookmarkEnd w:id="0"/>
    <w:bookmarkEnd w:id="2"/>
    <w:p w14:paraId="45FD4F3E" w14:textId="77777777" w:rsidR="00F0569F" w:rsidRPr="005777B0" w:rsidRDefault="00F0569F" w:rsidP="00F0569F">
      <w:pPr>
        <w:jc w:val="left"/>
        <w:rPr>
          <w:b/>
          <w:bCs/>
          <w:sz w:val="24"/>
          <w:szCs w:val="32"/>
        </w:rPr>
      </w:pPr>
      <w:r w:rsidRPr="6DED5301">
        <w:rPr>
          <w:b/>
          <w:bCs/>
        </w:rPr>
        <w:t xml:space="preserve">WSDL služby: </w:t>
      </w:r>
    </w:p>
    <w:p w14:paraId="21D5DCD6" w14:textId="16366D43" w:rsidR="00F0569F" w:rsidRPr="007E31B2" w:rsidRDefault="00F0569F" w:rsidP="00F0569F">
      <w:pPr>
        <w:jc w:val="left"/>
        <w:rPr>
          <w:sz w:val="16"/>
          <w:szCs w:val="16"/>
        </w:rPr>
      </w:pPr>
      <w:r>
        <w:rPr>
          <w:sz w:val="16"/>
          <w:szCs w:val="16"/>
        </w:rPr>
        <w:t>dmvs-ws-api/isdtmk-ws-api</w:t>
      </w:r>
      <w:r w:rsidRPr="007E31B2">
        <w:rPr>
          <w:sz w:val="16"/>
          <w:szCs w:val="16"/>
        </w:rPr>
        <w:t>/wsdl/</w:t>
      </w:r>
      <w:r w:rsidRPr="00F0569F">
        <w:rPr>
          <w:sz w:val="16"/>
          <w:szCs w:val="16"/>
        </w:rPr>
        <w:t>R51aZjisteniInformaciOPrvcichDti</w:t>
      </w:r>
      <w:r w:rsidRPr="007E31B2">
        <w:rPr>
          <w:sz w:val="16"/>
          <w:szCs w:val="16"/>
        </w:rPr>
        <w:t>/</w:t>
      </w:r>
      <w:r w:rsidRPr="00F0569F">
        <w:rPr>
          <w:sz w:val="16"/>
          <w:szCs w:val="16"/>
        </w:rPr>
        <w:t>R51aZjisteniInformaciOPrvcichDti-v1</w:t>
      </w:r>
      <w:r w:rsidRPr="007E31B2">
        <w:rPr>
          <w:sz w:val="16"/>
          <w:szCs w:val="16"/>
        </w:rPr>
        <w:t>.wsdl</w:t>
      </w:r>
    </w:p>
    <w:p w14:paraId="2485B305" w14:textId="77777777" w:rsidR="00F0569F" w:rsidRDefault="00F0569F" w:rsidP="00F0569F">
      <w:pPr>
        <w:jc w:val="left"/>
        <w:rPr>
          <w:b/>
          <w:bCs/>
        </w:rPr>
      </w:pPr>
    </w:p>
    <w:p w14:paraId="38317FEA" w14:textId="77777777" w:rsidR="00F0569F" w:rsidRDefault="00F0569F" w:rsidP="00F0569F">
      <w:pPr>
        <w:jc w:val="left"/>
        <w:rPr>
          <w:b/>
          <w:bCs/>
        </w:rPr>
      </w:pPr>
      <w:r w:rsidRPr="6DED5301">
        <w:rPr>
          <w:b/>
          <w:bCs/>
        </w:rPr>
        <w:lastRenderedPageBreak/>
        <w:t xml:space="preserve">XSD služby: </w:t>
      </w:r>
    </w:p>
    <w:p w14:paraId="5E04F738" w14:textId="14D799C1" w:rsidR="00F0569F" w:rsidRDefault="00F0569F" w:rsidP="00F0569F">
      <w:pPr>
        <w:jc w:val="left"/>
        <w:rPr>
          <w:sz w:val="16"/>
          <w:szCs w:val="16"/>
        </w:rPr>
      </w:pPr>
      <w:r>
        <w:rPr>
          <w:sz w:val="16"/>
          <w:szCs w:val="16"/>
        </w:rPr>
        <w:t>dmvs-ws-api/isdtmk-ws-api</w:t>
      </w:r>
      <w:r w:rsidRPr="007E31B2">
        <w:rPr>
          <w:sz w:val="16"/>
          <w:szCs w:val="16"/>
        </w:rPr>
        <w:t>/xsd/</w:t>
      </w:r>
      <w:r w:rsidRPr="0037781A">
        <w:rPr>
          <w:sz w:val="16"/>
          <w:szCs w:val="16"/>
        </w:rPr>
        <w:t>DmvsWsApiV1</w:t>
      </w:r>
      <w:r>
        <w:rPr>
          <w:sz w:val="16"/>
          <w:szCs w:val="16"/>
        </w:rPr>
        <w:t>/</w:t>
      </w:r>
      <w:r w:rsidRPr="00F0569F">
        <w:rPr>
          <w:sz w:val="16"/>
          <w:szCs w:val="16"/>
        </w:rPr>
        <w:t>R51aZjisteniInformaciOPrvcichDti</w:t>
      </w:r>
      <w:r>
        <w:rPr>
          <w:sz w:val="16"/>
          <w:szCs w:val="16"/>
        </w:rPr>
        <w:t>/</w:t>
      </w:r>
      <w:r w:rsidRPr="00F0569F">
        <w:rPr>
          <w:sz w:val="16"/>
          <w:szCs w:val="16"/>
        </w:rPr>
        <w:t>R51aZjisteniInformaciOPrvcichDti-v1</w:t>
      </w:r>
      <w:r>
        <w:rPr>
          <w:sz w:val="16"/>
          <w:szCs w:val="16"/>
        </w:rPr>
        <w:t>.xsd</w:t>
      </w:r>
    </w:p>
    <w:p w14:paraId="18512ED5" w14:textId="1E5A9A21" w:rsidR="00F0569F" w:rsidRDefault="00F0569F" w:rsidP="00F0569F">
      <w:pPr>
        <w:jc w:val="left"/>
        <w:rPr>
          <w:sz w:val="16"/>
          <w:szCs w:val="16"/>
        </w:rPr>
      </w:pPr>
      <w:r>
        <w:rPr>
          <w:sz w:val="16"/>
          <w:szCs w:val="16"/>
        </w:rPr>
        <w:t>dmvs-ws-api/isdtmk-ws-api</w:t>
      </w:r>
      <w:r w:rsidRPr="007E31B2">
        <w:rPr>
          <w:sz w:val="16"/>
          <w:szCs w:val="16"/>
        </w:rPr>
        <w:t>/xsd/</w:t>
      </w:r>
      <w:r w:rsidRPr="0037781A">
        <w:rPr>
          <w:sz w:val="16"/>
          <w:szCs w:val="16"/>
        </w:rPr>
        <w:t>DmvsWsApiV1</w:t>
      </w:r>
      <w:r>
        <w:rPr>
          <w:sz w:val="16"/>
          <w:szCs w:val="16"/>
        </w:rPr>
        <w:t>/</w:t>
      </w:r>
      <w:r w:rsidRPr="00F0569F">
        <w:rPr>
          <w:sz w:val="16"/>
          <w:szCs w:val="16"/>
        </w:rPr>
        <w:t>R51aZjisteniInformaciOPrvcichDti</w:t>
      </w:r>
      <w:r>
        <w:rPr>
          <w:sz w:val="16"/>
          <w:szCs w:val="16"/>
        </w:rPr>
        <w:t>/</w:t>
      </w:r>
      <w:r w:rsidRPr="00F0569F">
        <w:rPr>
          <w:sz w:val="16"/>
          <w:szCs w:val="16"/>
        </w:rPr>
        <w:t>ZjisteniExistencePrvkuVspSkupinaPrvkuData-v1</w:t>
      </w:r>
      <w:r>
        <w:rPr>
          <w:sz w:val="16"/>
          <w:szCs w:val="16"/>
        </w:rPr>
        <w:t>.xsd</w:t>
      </w:r>
    </w:p>
    <w:p w14:paraId="35E047CC" w14:textId="0745DDCC" w:rsidR="00F0569F" w:rsidRDefault="00F0569F" w:rsidP="00F0569F">
      <w:pPr>
        <w:jc w:val="left"/>
        <w:rPr>
          <w:sz w:val="16"/>
          <w:szCs w:val="16"/>
        </w:rPr>
      </w:pPr>
      <w:r>
        <w:rPr>
          <w:sz w:val="16"/>
          <w:szCs w:val="16"/>
        </w:rPr>
        <w:t>dmvs-ws-api/isdtmk-ws-api</w:t>
      </w:r>
      <w:r w:rsidRPr="007E31B2">
        <w:rPr>
          <w:sz w:val="16"/>
          <w:szCs w:val="16"/>
        </w:rPr>
        <w:t>/xsd/</w:t>
      </w:r>
      <w:r w:rsidRPr="0037781A">
        <w:rPr>
          <w:sz w:val="16"/>
          <w:szCs w:val="16"/>
        </w:rPr>
        <w:t>DmvsWsApiV1</w:t>
      </w:r>
      <w:r>
        <w:rPr>
          <w:sz w:val="16"/>
          <w:szCs w:val="16"/>
        </w:rPr>
        <w:t>/</w:t>
      </w:r>
      <w:r w:rsidRPr="00F0569F">
        <w:rPr>
          <w:sz w:val="16"/>
          <w:szCs w:val="16"/>
        </w:rPr>
        <w:t>R51aZjisteniInformaciOPrvcichDti</w:t>
      </w:r>
      <w:r>
        <w:rPr>
          <w:sz w:val="16"/>
          <w:szCs w:val="16"/>
        </w:rPr>
        <w:t>/</w:t>
      </w:r>
      <w:r w:rsidRPr="00F0569F">
        <w:rPr>
          <w:sz w:val="16"/>
          <w:szCs w:val="16"/>
        </w:rPr>
        <w:t>ZjisteniExistencePrvkuVspSkupinaPrvkuOdpoved-v1</w:t>
      </w:r>
      <w:r>
        <w:rPr>
          <w:sz w:val="16"/>
          <w:szCs w:val="16"/>
        </w:rPr>
        <w:t>.xsd</w:t>
      </w:r>
    </w:p>
    <w:p w14:paraId="4C9F17D9" w14:textId="0084F208" w:rsidR="00F0569F" w:rsidRDefault="00F0569F" w:rsidP="00F0569F">
      <w:pPr>
        <w:jc w:val="left"/>
        <w:rPr>
          <w:sz w:val="16"/>
          <w:szCs w:val="16"/>
        </w:rPr>
      </w:pPr>
      <w:r>
        <w:rPr>
          <w:sz w:val="16"/>
          <w:szCs w:val="16"/>
        </w:rPr>
        <w:t>dmvs-ws-api/isdtmk-ws-api</w:t>
      </w:r>
      <w:r w:rsidRPr="007E31B2">
        <w:rPr>
          <w:sz w:val="16"/>
          <w:szCs w:val="16"/>
        </w:rPr>
        <w:t>/xsd/</w:t>
      </w:r>
      <w:r w:rsidRPr="0037781A">
        <w:rPr>
          <w:sz w:val="16"/>
          <w:szCs w:val="16"/>
        </w:rPr>
        <w:t>DmvsWsApiV1</w:t>
      </w:r>
      <w:r>
        <w:rPr>
          <w:sz w:val="16"/>
          <w:szCs w:val="16"/>
        </w:rPr>
        <w:t>/</w:t>
      </w:r>
      <w:r w:rsidRPr="00F0569F">
        <w:rPr>
          <w:sz w:val="16"/>
          <w:szCs w:val="16"/>
        </w:rPr>
        <w:t>R51aZjisteniInformaciOPrvcichDti</w:t>
      </w:r>
      <w:r>
        <w:rPr>
          <w:sz w:val="16"/>
          <w:szCs w:val="16"/>
        </w:rPr>
        <w:t>/</w:t>
      </w:r>
      <w:r w:rsidRPr="00F0569F">
        <w:rPr>
          <w:sz w:val="16"/>
          <w:szCs w:val="16"/>
        </w:rPr>
        <w:t>ZjisteniExistencePrvkuVspSkupinaPrvku-v1</w:t>
      </w:r>
      <w:r>
        <w:rPr>
          <w:sz w:val="16"/>
          <w:szCs w:val="16"/>
        </w:rPr>
        <w:t>.xsd</w:t>
      </w:r>
    </w:p>
    <w:p w14:paraId="258DA2B5" w14:textId="77777777" w:rsidR="005E544B" w:rsidRPr="00940402" w:rsidRDefault="005E544B" w:rsidP="00940402">
      <w:pPr>
        <w:jc w:val="left"/>
        <w:rPr>
          <w:sz w:val="16"/>
          <w:szCs w:val="16"/>
        </w:rPr>
      </w:pPr>
    </w:p>
    <w:p w14:paraId="6449B9C1" w14:textId="77777777" w:rsidR="002245A3" w:rsidRDefault="002245A3" w:rsidP="002245A3">
      <w:pPr>
        <w:rPr>
          <w:rFonts w:ascii="Calibri" w:hAnsi="Calibri"/>
          <w:szCs w:val="20"/>
          <w:lang w:eastAsia="en-US"/>
        </w:rPr>
      </w:pPr>
      <w:r>
        <w:rPr>
          <w:b/>
          <w:bCs/>
          <w:szCs w:val="20"/>
        </w:rPr>
        <w:t xml:space="preserve">Základní principy chování služeb a společné prvky služeb: </w:t>
      </w:r>
    </w:p>
    <w:p w14:paraId="7B680537" w14:textId="6B48C5E3" w:rsidR="002245A3" w:rsidRPr="003A0D73" w:rsidRDefault="002245A3" w:rsidP="002245A3">
      <w:pPr>
        <w:rPr>
          <w:sz w:val="16"/>
          <w:szCs w:val="16"/>
        </w:rPr>
      </w:pPr>
      <w:r w:rsidRPr="003A0D73">
        <w:rPr>
          <w:sz w:val="16"/>
          <w:szCs w:val="16"/>
        </w:rPr>
        <w:t>CUZK_DMVS_zakladni_principy_chovani_sluzeb</w:t>
      </w:r>
      <w:r w:rsidR="000851DC">
        <w:rPr>
          <w:sz w:val="16"/>
          <w:szCs w:val="16"/>
        </w:rPr>
        <w:t>.pdf</w:t>
      </w:r>
    </w:p>
    <w:sectPr w:rsidR="002245A3" w:rsidRPr="003A0D73" w:rsidSect="00932769">
      <w:headerReference w:type="even" r:id="rId12"/>
      <w:headerReference w:type="default" r:id="rId13"/>
      <w:footerReference w:type="default" r:id="rId14"/>
      <w:headerReference w:type="first" r:id="rId15"/>
      <w:pgSz w:w="12240" w:h="1584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B85C2" w14:textId="77777777" w:rsidR="00572A4D" w:rsidRDefault="00572A4D" w:rsidP="00153CC8">
      <w:r>
        <w:separator/>
      </w:r>
    </w:p>
  </w:endnote>
  <w:endnote w:type="continuationSeparator" w:id="0">
    <w:p w14:paraId="25CEE100" w14:textId="77777777" w:rsidR="00572A4D" w:rsidRDefault="00572A4D" w:rsidP="00153CC8">
      <w:r>
        <w:continuationSeparator/>
      </w:r>
    </w:p>
  </w:endnote>
  <w:endnote w:type="continuationNotice" w:id="1">
    <w:p w14:paraId="208E33CF" w14:textId="77777777" w:rsidR="00572A4D" w:rsidRDefault="00572A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Lucida Sans">
    <w:charset w:val="00"/>
    <w:family w:val="swiss"/>
    <w:pitch w:val="variable"/>
    <w:sig w:usb0="00000003" w:usb1="00000000" w:usb2="00000000" w:usb3="00000000" w:csb0="00000001" w:csb1="00000000"/>
  </w:font>
  <w:font w:name="Liberation Sans Narrow">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47298" w14:textId="3B1DF75D" w:rsidR="00572A4D" w:rsidRPr="00C14035" w:rsidRDefault="00572A4D" w:rsidP="000E30B3">
    <w:pPr>
      <w:pStyle w:val="Zpat"/>
      <w:pBdr>
        <w:top w:val="single" w:sz="4" w:space="1" w:color="auto"/>
      </w:pBdr>
      <w:rPr>
        <w:rFonts w:eastAsiaTheme="majorEastAsia" w:cstheme="majorBidi"/>
        <w:sz w:val="16"/>
        <w:szCs w:val="16"/>
      </w:rPr>
    </w:pPr>
    <w:r w:rsidRPr="00C14035">
      <w:rPr>
        <w:rStyle w:val="slostrnky"/>
        <w:rFonts w:cs="Tahoma"/>
        <w:sz w:val="16"/>
        <w:szCs w:val="16"/>
        <w:lang w:val="cs-CZ"/>
      </w:rPr>
      <w:t>Asseco Central Europe, a.s.</w:t>
    </w:r>
    <w:r w:rsidRPr="00C14035">
      <w:rPr>
        <w:rFonts w:eastAsiaTheme="majorEastAsia" w:cstheme="majorBidi"/>
        <w:sz w:val="16"/>
        <w:szCs w:val="16"/>
      </w:rPr>
      <w:ptab w:relativeTo="margin" w:alignment="right" w:leader="none"/>
    </w:r>
    <w:r w:rsidRPr="00C14035">
      <w:rPr>
        <w:rStyle w:val="slostrnky"/>
        <w:rFonts w:cs="Tahoma"/>
        <w:sz w:val="16"/>
        <w:szCs w:val="16"/>
        <w:lang w:val="cs-CZ"/>
      </w:rPr>
      <w:t xml:space="preserve"> Strana </w:t>
    </w:r>
    <w:r w:rsidRPr="00C14035">
      <w:rPr>
        <w:rStyle w:val="slostrnky"/>
        <w:rFonts w:cs="Tahoma"/>
        <w:sz w:val="16"/>
        <w:szCs w:val="16"/>
        <w:lang w:val="cs-CZ"/>
      </w:rPr>
      <w:fldChar w:fldCharType="begin"/>
    </w:r>
    <w:r>
      <w:rPr>
        <w:rStyle w:val="slostrnky"/>
        <w:rFonts w:cs="Tahoma"/>
        <w:sz w:val="16"/>
        <w:szCs w:val="16"/>
      </w:rPr>
      <w:instrText xml:space="preserve"> PAGE </w:instrText>
    </w:r>
    <w:r w:rsidRPr="00C14035">
      <w:rPr>
        <w:rStyle w:val="slostrnky"/>
        <w:rFonts w:cs="Tahoma"/>
        <w:sz w:val="16"/>
        <w:szCs w:val="16"/>
        <w:lang w:val="cs-CZ"/>
      </w:rPr>
      <w:fldChar w:fldCharType="separate"/>
    </w:r>
    <w:r w:rsidR="003027B8">
      <w:rPr>
        <w:rStyle w:val="slostrnky"/>
        <w:rFonts w:cs="Tahoma"/>
        <w:noProof/>
        <w:sz w:val="16"/>
        <w:szCs w:val="16"/>
      </w:rPr>
      <w:t>4</w:t>
    </w:r>
    <w:r w:rsidRPr="00C14035">
      <w:rPr>
        <w:rStyle w:val="slostrnky"/>
        <w:rFonts w:cs="Tahoma"/>
        <w:sz w:val="16"/>
        <w:szCs w:val="16"/>
        <w:lang w:val="cs-CZ"/>
      </w:rPr>
      <w:fldChar w:fldCharType="end"/>
    </w:r>
    <w:r w:rsidRPr="00C14035">
      <w:rPr>
        <w:rStyle w:val="slostrnky"/>
        <w:rFonts w:cs="Tahoma"/>
        <w:sz w:val="16"/>
        <w:szCs w:val="16"/>
        <w:lang w:val="cs-CZ"/>
      </w:rPr>
      <w:t xml:space="preserve"> (celkem </w:t>
    </w:r>
    <w:r w:rsidRPr="00C14035">
      <w:rPr>
        <w:rStyle w:val="slostrnky"/>
        <w:rFonts w:cs="Tahoma"/>
        <w:sz w:val="16"/>
        <w:szCs w:val="16"/>
        <w:lang w:val="cs-CZ"/>
      </w:rPr>
      <w:fldChar w:fldCharType="begin"/>
    </w:r>
    <w:r>
      <w:rPr>
        <w:rStyle w:val="slostrnky"/>
        <w:rFonts w:cs="Tahoma"/>
        <w:sz w:val="16"/>
        <w:szCs w:val="16"/>
      </w:rPr>
      <w:instrText xml:space="preserve"> NUMPAGES </w:instrText>
    </w:r>
    <w:r w:rsidRPr="00C14035">
      <w:rPr>
        <w:rStyle w:val="slostrnky"/>
        <w:rFonts w:cs="Tahoma"/>
        <w:sz w:val="16"/>
        <w:szCs w:val="16"/>
        <w:lang w:val="cs-CZ"/>
      </w:rPr>
      <w:fldChar w:fldCharType="separate"/>
    </w:r>
    <w:r w:rsidR="003027B8">
      <w:rPr>
        <w:rStyle w:val="slostrnky"/>
        <w:rFonts w:cs="Tahoma"/>
        <w:noProof/>
        <w:sz w:val="16"/>
        <w:szCs w:val="16"/>
      </w:rPr>
      <w:t>9</w:t>
    </w:r>
    <w:r w:rsidRPr="00C14035">
      <w:rPr>
        <w:rStyle w:val="slostrnky"/>
        <w:rFonts w:cs="Tahoma"/>
        <w:sz w:val="16"/>
        <w:szCs w:val="16"/>
        <w:lang w:val="cs-CZ"/>
      </w:rPr>
      <w:fldChar w:fldCharType="end"/>
    </w:r>
    <w:r w:rsidRPr="00C14035">
      <w:rPr>
        <w:rStyle w:val="slostrnky"/>
        <w:rFonts w:cs="Tahoma"/>
        <w:sz w:val="16"/>
        <w:szCs w:val="16"/>
        <w:lang w:val="cs-CZ"/>
      </w:rPr>
      <w:t>)</w:t>
    </w:r>
  </w:p>
  <w:p w14:paraId="5D8E7146" w14:textId="117FDB15" w:rsidR="00572A4D" w:rsidRDefault="00572A4D" w:rsidP="000E30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92130" w14:textId="77777777" w:rsidR="00572A4D" w:rsidRDefault="00572A4D" w:rsidP="00153CC8">
      <w:r>
        <w:separator/>
      </w:r>
    </w:p>
  </w:footnote>
  <w:footnote w:type="continuationSeparator" w:id="0">
    <w:p w14:paraId="604DC306" w14:textId="77777777" w:rsidR="00572A4D" w:rsidRDefault="00572A4D" w:rsidP="00153CC8">
      <w:r>
        <w:continuationSeparator/>
      </w:r>
    </w:p>
  </w:footnote>
  <w:footnote w:type="continuationNotice" w:id="1">
    <w:p w14:paraId="000F6446" w14:textId="77777777" w:rsidR="00572A4D" w:rsidRDefault="00572A4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4E89C" w14:textId="6CABAF2D" w:rsidR="00572A4D" w:rsidRDefault="00572A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62B72" w14:textId="7DC5D888" w:rsidR="00572A4D" w:rsidRDefault="00572A4D" w:rsidP="000E30B3">
    <w:pPr>
      <w:spacing w:line="240" w:lineRule="atLeast"/>
      <w:jc w:val="center"/>
      <w:rPr>
        <w:sz w:val="16"/>
        <w:szCs w:val="16"/>
      </w:rPr>
    </w:pPr>
    <w:r>
      <w:rPr>
        <w:noProof/>
        <w:lang w:eastAsia="cs-CZ"/>
      </w:rPr>
      <w:drawing>
        <wp:anchor distT="0" distB="0" distL="114300" distR="114300" simplePos="0" relativeHeight="251658240" behindDoc="0" locked="0" layoutInCell="1" allowOverlap="1" wp14:anchorId="663D8B17" wp14:editId="620DD276">
          <wp:simplePos x="0" y="0"/>
          <wp:positionH relativeFrom="column">
            <wp:posOffset>-19050</wp:posOffset>
          </wp:positionH>
          <wp:positionV relativeFrom="paragraph">
            <wp:posOffset>-154305</wp:posOffset>
          </wp:positionV>
          <wp:extent cx="1314450" cy="441960"/>
          <wp:effectExtent l="0" t="0" r="0" b="0"/>
          <wp:wrapThrough wrapText="bothSides">
            <wp:wrapPolygon edited="0">
              <wp:start x="0" y="0"/>
              <wp:lineTo x="0" y="20483"/>
              <wp:lineTo x="21287" y="20483"/>
              <wp:lineTo x="21287" y="0"/>
              <wp:lineTo x="0" y="0"/>
            </wp:wrapPolygon>
          </wp:wrapThrough>
          <wp:docPr id="89500556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4419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58241" behindDoc="0" locked="0" layoutInCell="1" allowOverlap="1" wp14:anchorId="474FE24B" wp14:editId="5EA92086">
          <wp:simplePos x="0" y="0"/>
          <wp:positionH relativeFrom="column">
            <wp:posOffset>3956685</wp:posOffset>
          </wp:positionH>
          <wp:positionV relativeFrom="paragraph">
            <wp:posOffset>-160020</wp:posOffset>
          </wp:positionV>
          <wp:extent cx="2267585" cy="489585"/>
          <wp:effectExtent l="0" t="0" r="0" b="5715"/>
          <wp:wrapTopAndBottom/>
          <wp:docPr id="71217223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ssecoCE_bw_word.jpg"/>
                  <pic:cNvPicPr/>
                </pic:nvPicPr>
                <pic:blipFill>
                  <a:blip r:embed="rId2">
                    <a:extLst>
                      <a:ext uri="{28A0092B-C50C-407E-A947-70E740481C1C}">
                        <a14:useLocalDpi xmlns:a14="http://schemas.microsoft.com/office/drawing/2010/main" val="0"/>
                      </a:ext>
                    </a:extLst>
                  </a:blip>
                  <a:stretch>
                    <a:fillRect/>
                  </a:stretch>
                </pic:blipFill>
                <pic:spPr>
                  <a:xfrm>
                    <a:off x="0" y="0"/>
                    <a:ext cx="2267585" cy="489585"/>
                  </a:xfrm>
                  <a:prstGeom prst="rect">
                    <a:avLst/>
                  </a:prstGeom>
                </pic:spPr>
              </pic:pic>
            </a:graphicData>
          </a:graphic>
          <wp14:sizeRelH relativeFrom="margin">
            <wp14:pctWidth>0</wp14:pctWidth>
          </wp14:sizeRelH>
          <wp14:sizeRelV relativeFrom="margin">
            <wp14:pctHeight>0</wp14:pctHeight>
          </wp14:sizeRelV>
        </wp:anchor>
      </w:drawing>
    </w:r>
  </w:p>
  <w:p w14:paraId="539DC28D" w14:textId="0748A832" w:rsidR="00572A4D" w:rsidRDefault="00572A4D" w:rsidP="000E30B3">
    <w:pPr>
      <w:pStyle w:val="Zahlavi"/>
      <w:pBdr>
        <w:bottom w:val="single" w:sz="4" w:space="18" w:color="auto"/>
      </w:pBdr>
      <w:spacing w:after="240"/>
      <w:contextualSpacing/>
    </w:pPr>
    <w:r>
      <w:rPr>
        <w:sz w:val="18"/>
      </w:rPr>
      <w:t>V</w:t>
    </w:r>
    <w:r w:rsidRPr="009C33A3">
      <w:rPr>
        <w:sz w:val="18"/>
      </w:rPr>
      <w:t>ybudování, údržb</w:t>
    </w:r>
    <w:r>
      <w:rPr>
        <w:sz w:val="18"/>
      </w:rPr>
      <w:t>a</w:t>
    </w:r>
    <w:r w:rsidRPr="009C33A3">
      <w:rPr>
        <w:sz w:val="18"/>
      </w:rPr>
      <w:t xml:space="preserve"> a rozvoj informačního systému Digitální mapy veřejné správy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EB6DA" w14:textId="1AC4A4E6" w:rsidR="00572A4D" w:rsidRDefault="00572A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D5306"/>
    <w:multiLevelType w:val="hybridMultilevel"/>
    <w:tmpl w:val="E014DC1E"/>
    <w:lvl w:ilvl="0" w:tplc="09DEF0E2">
      <w:numFmt w:val="bullet"/>
      <w:pStyle w:val="Odstavecseseznamem"/>
      <w:lvlText w:val=""/>
      <w:lvlJc w:val="left"/>
      <w:pPr>
        <w:ind w:left="720" w:hanging="360"/>
      </w:pPr>
      <w:rPr>
        <w:rFonts w:ascii="Symbol" w:eastAsia="Times New Roman"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C3E64"/>
    <w:multiLevelType w:val="hybridMultilevel"/>
    <w:tmpl w:val="A7D4F520"/>
    <w:lvl w:ilvl="0" w:tplc="8F681D9E">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A65172"/>
    <w:multiLevelType w:val="multilevel"/>
    <w:tmpl w:val="B888CDB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10EB7A1B"/>
    <w:multiLevelType w:val="multilevel"/>
    <w:tmpl w:val="10EB7A94"/>
    <w:name w:val="HTML-List7"/>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 w15:restartNumberingAfterBreak="0">
    <w:nsid w:val="10EB7A1C"/>
    <w:multiLevelType w:val="multilevel"/>
    <w:tmpl w:val="10EB7AA4"/>
    <w:name w:val="HTML-List8"/>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5" w15:restartNumberingAfterBreak="0">
    <w:nsid w:val="10EB7A1D"/>
    <w:multiLevelType w:val="multilevel"/>
    <w:tmpl w:val="10EB7AB4"/>
    <w:name w:val="HTML-List9"/>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6" w15:restartNumberingAfterBreak="0">
    <w:nsid w:val="10EB7A1E"/>
    <w:multiLevelType w:val="multilevel"/>
    <w:tmpl w:val="10EB7AC3"/>
    <w:name w:val="HTML-List10"/>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7" w15:restartNumberingAfterBreak="0">
    <w:nsid w:val="1DCC4D0F"/>
    <w:multiLevelType w:val="hybridMultilevel"/>
    <w:tmpl w:val="3D78887A"/>
    <w:lvl w:ilvl="0" w:tplc="5B46FE1A">
      <w:start w:val="1"/>
      <w:numFmt w:val="bullet"/>
      <w:lvlText w:val="-"/>
      <w:lvlJc w:val="left"/>
      <w:pPr>
        <w:ind w:left="720" w:hanging="360"/>
      </w:pPr>
      <w:rPr>
        <w:rFonts w:ascii="Calibri" w:hAnsi="Calibri" w:hint="default"/>
      </w:rPr>
    </w:lvl>
    <w:lvl w:ilvl="1" w:tplc="EC74D2B8">
      <w:start w:val="1"/>
      <w:numFmt w:val="bullet"/>
      <w:lvlText w:val="o"/>
      <w:lvlJc w:val="left"/>
      <w:pPr>
        <w:ind w:left="1440" w:hanging="360"/>
      </w:pPr>
      <w:rPr>
        <w:rFonts w:ascii="Courier New" w:hAnsi="Courier New" w:hint="default"/>
      </w:rPr>
    </w:lvl>
    <w:lvl w:ilvl="2" w:tplc="8B7A5E5A">
      <w:start w:val="1"/>
      <w:numFmt w:val="bullet"/>
      <w:lvlText w:val=""/>
      <w:lvlJc w:val="left"/>
      <w:pPr>
        <w:ind w:left="2160" w:hanging="360"/>
      </w:pPr>
      <w:rPr>
        <w:rFonts w:ascii="Wingdings" w:hAnsi="Wingdings" w:hint="default"/>
      </w:rPr>
    </w:lvl>
    <w:lvl w:ilvl="3" w:tplc="14600152">
      <w:start w:val="1"/>
      <w:numFmt w:val="bullet"/>
      <w:lvlText w:val=""/>
      <w:lvlJc w:val="left"/>
      <w:pPr>
        <w:ind w:left="2880" w:hanging="360"/>
      </w:pPr>
      <w:rPr>
        <w:rFonts w:ascii="Symbol" w:hAnsi="Symbol" w:hint="default"/>
      </w:rPr>
    </w:lvl>
    <w:lvl w:ilvl="4" w:tplc="E4F07290">
      <w:start w:val="1"/>
      <w:numFmt w:val="bullet"/>
      <w:lvlText w:val="o"/>
      <w:lvlJc w:val="left"/>
      <w:pPr>
        <w:ind w:left="3600" w:hanging="360"/>
      </w:pPr>
      <w:rPr>
        <w:rFonts w:ascii="Courier New" w:hAnsi="Courier New" w:hint="default"/>
      </w:rPr>
    </w:lvl>
    <w:lvl w:ilvl="5" w:tplc="70FABA14">
      <w:start w:val="1"/>
      <w:numFmt w:val="bullet"/>
      <w:lvlText w:val=""/>
      <w:lvlJc w:val="left"/>
      <w:pPr>
        <w:ind w:left="4320" w:hanging="360"/>
      </w:pPr>
      <w:rPr>
        <w:rFonts w:ascii="Wingdings" w:hAnsi="Wingdings" w:hint="default"/>
      </w:rPr>
    </w:lvl>
    <w:lvl w:ilvl="6" w:tplc="423A1754">
      <w:start w:val="1"/>
      <w:numFmt w:val="bullet"/>
      <w:lvlText w:val=""/>
      <w:lvlJc w:val="left"/>
      <w:pPr>
        <w:ind w:left="5040" w:hanging="360"/>
      </w:pPr>
      <w:rPr>
        <w:rFonts w:ascii="Symbol" w:hAnsi="Symbol" w:hint="default"/>
      </w:rPr>
    </w:lvl>
    <w:lvl w:ilvl="7" w:tplc="3286CC74">
      <w:start w:val="1"/>
      <w:numFmt w:val="bullet"/>
      <w:lvlText w:val="o"/>
      <w:lvlJc w:val="left"/>
      <w:pPr>
        <w:ind w:left="5760" w:hanging="360"/>
      </w:pPr>
      <w:rPr>
        <w:rFonts w:ascii="Courier New" w:hAnsi="Courier New" w:hint="default"/>
      </w:rPr>
    </w:lvl>
    <w:lvl w:ilvl="8" w:tplc="32E85F60">
      <w:start w:val="1"/>
      <w:numFmt w:val="bullet"/>
      <w:lvlText w:val=""/>
      <w:lvlJc w:val="left"/>
      <w:pPr>
        <w:ind w:left="6480" w:hanging="360"/>
      </w:pPr>
      <w:rPr>
        <w:rFonts w:ascii="Wingdings" w:hAnsi="Wingdings" w:hint="default"/>
      </w:rPr>
    </w:lvl>
  </w:abstractNum>
  <w:abstractNum w:abstractNumId="8" w15:restartNumberingAfterBreak="0">
    <w:nsid w:val="1FABD673"/>
    <w:multiLevelType w:val="multilevel"/>
    <w:tmpl w:val="1FABD6A0"/>
    <w:name w:val="HTML-List3"/>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9" w15:restartNumberingAfterBreak="0">
    <w:nsid w:val="1FABD674"/>
    <w:multiLevelType w:val="multilevel"/>
    <w:tmpl w:val="1FABD6B0"/>
    <w:name w:val="HTML-List4"/>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0" w15:restartNumberingAfterBreak="0">
    <w:nsid w:val="1FABD675"/>
    <w:multiLevelType w:val="multilevel"/>
    <w:tmpl w:val="1FABD6C0"/>
    <w:name w:val="HTML-List5"/>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1" w15:restartNumberingAfterBreak="0">
    <w:nsid w:val="1FE4320D"/>
    <w:multiLevelType w:val="hybridMultilevel"/>
    <w:tmpl w:val="661CCD68"/>
    <w:lvl w:ilvl="0" w:tplc="04050005">
      <w:start w:val="1"/>
      <w:numFmt w:val="bullet"/>
      <w:lvlText w:val=""/>
      <w:lvlJc w:val="left"/>
      <w:pPr>
        <w:ind w:left="870" w:hanging="360"/>
      </w:pPr>
      <w:rPr>
        <w:rFonts w:ascii="Wingdings" w:hAnsi="Wingding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12" w15:restartNumberingAfterBreak="0">
    <w:nsid w:val="2BA937F7"/>
    <w:multiLevelType w:val="hybridMultilevel"/>
    <w:tmpl w:val="9046723E"/>
    <w:lvl w:ilvl="0" w:tplc="EA660760">
      <w:start w:val="1"/>
      <w:numFmt w:val="bullet"/>
      <w:pStyle w:val="Odrka2"/>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9CEF64"/>
    <w:multiLevelType w:val="multilevel"/>
    <w:tmpl w:val="00000001"/>
    <w:name w:val="HTML-List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4" w15:restartNumberingAfterBreak="0">
    <w:nsid w:val="319CEF74"/>
    <w:multiLevelType w:val="multilevel"/>
    <w:tmpl w:val="00000002"/>
    <w:name w:val="HTML-List2"/>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5" w15:restartNumberingAfterBreak="0">
    <w:nsid w:val="319CEF78"/>
    <w:multiLevelType w:val="multilevel"/>
    <w:tmpl w:val="00000006"/>
    <w:name w:val="HTML-List6"/>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6" w15:restartNumberingAfterBreak="0">
    <w:nsid w:val="34D22033"/>
    <w:multiLevelType w:val="hybridMultilevel"/>
    <w:tmpl w:val="0B08B454"/>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9BD1926"/>
    <w:multiLevelType w:val="hybridMultilevel"/>
    <w:tmpl w:val="325C43DC"/>
    <w:lvl w:ilvl="0" w:tplc="8F681D9E">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3593995"/>
    <w:multiLevelType w:val="hybridMultilevel"/>
    <w:tmpl w:val="920A13D4"/>
    <w:lvl w:ilvl="0" w:tplc="8F681D9E">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8296804"/>
    <w:multiLevelType w:val="hybridMultilevel"/>
    <w:tmpl w:val="22D0C94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9962043"/>
    <w:multiLevelType w:val="hybridMultilevel"/>
    <w:tmpl w:val="AB0EEA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EAC2935"/>
    <w:multiLevelType w:val="hybridMultilevel"/>
    <w:tmpl w:val="34D64D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17E62E1"/>
    <w:multiLevelType w:val="hybridMultilevel"/>
    <w:tmpl w:val="18FE2C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D71DF8"/>
    <w:multiLevelType w:val="hybridMultilevel"/>
    <w:tmpl w:val="EE26D954"/>
    <w:lvl w:ilvl="0" w:tplc="8F681D9E">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A643D9F"/>
    <w:multiLevelType w:val="hybridMultilevel"/>
    <w:tmpl w:val="A62EC0BA"/>
    <w:lvl w:ilvl="0" w:tplc="8F681D9E">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323509"/>
    <w:multiLevelType w:val="hybridMultilevel"/>
    <w:tmpl w:val="9928007A"/>
    <w:lvl w:ilvl="0" w:tplc="8F681D9E">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9A2A4D"/>
    <w:multiLevelType w:val="hybridMultilevel"/>
    <w:tmpl w:val="6560A86E"/>
    <w:lvl w:ilvl="0" w:tplc="04050003">
      <w:start w:val="1"/>
      <w:numFmt w:val="bullet"/>
      <w:lvlText w:val="o"/>
      <w:lvlJc w:val="left"/>
      <w:pPr>
        <w:ind w:left="870" w:hanging="360"/>
      </w:pPr>
      <w:rPr>
        <w:rFonts w:ascii="Courier New" w:hAnsi="Courier New" w:cs="Courier New"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27" w15:restartNumberingAfterBreak="0">
    <w:nsid w:val="7BA4036A"/>
    <w:multiLevelType w:val="hybridMultilevel"/>
    <w:tmpl w:val="6706B5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12"/>
  </w:num>
  <w:num w:numId="5">
    <w:abstractNumId w:val="22"/>
  </w:num>
  <w:num w:numId="6">
    <w:abstractNumId w:val="27"/>
  </w:num>
  <w:num w:numId="7">
    <w:abstractNumId w:val="26"/>
  </w:num>
  <w:num w:numId="8">
    <w:abstractNumId w:val="11"/>
  </w:num>
  <w:num w:numId="9">
    <w:abstractNumId w:val="19"/>
  </w:num>
  <w:num w:numId="10">
    <w:abstractNumId w:val="16"/>
  </w:num>
  <w:num w:numId="11">
    <w:abstractNumId w:val="20"/>
  </w:num>
  <w:num w:numId="12">
    <w:abstractNumId w:val="21"/>
  </w:num>
  <w:num w:numId="13">
    <w:abstractNumId w:val="24"/>
  </w:num>
  <w:num w:numId="14">
    <w:abstractNumId w:val="18"/>
  </w:num>
  <w:num w:numId="15">
    <w:abstractNumId w:val="23"/>
  </w:num>
  <w:num w:numId="16">
    <w:abstractNumId w:val="17"/>
  </w:num>
  <w:num w:numId="17">
    <w:abstractNumId w:val="1"/>
  </w:num>
  <w:num w:numId="18">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hideSpellingErrors/>
  <w:activeWritingStyle w:appName="MSWord" w:lang="cs-CZ" w:vendorID="64" w:dllVersion="0" w:nlCheck="1" w:checkStyle="0"/>
  <w:attachedTemplate r:id="rId1"/>
  <w:defaultTabStop w:val="51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25A"/>
    <w:rsid w:val="00000913"/>
    <w:rsid w:val="0000095B"/>
    <w:rsid w:val="00000B20"/>
    <w:rsid w:val="00000B74"/>
    <w:rsid w:val="00000E96"/>
    <w:rsid w:val="00000EA1"/>
    <w:rsid w:val="00000FD0"/>
    <w:rsid w:val="00001209"/>
    <w:rsid w:val="00001235"/>
    <w:rsid w:val="00001360"/>
    <w:rsid w:val="000013FE"/>
    <w:rsid w:val="0000145B"/>
    <w:rsid w:val="0000163E"/>
    <w:rsid w:val="0000193E"/>
    <w:rsid w:val="00001C15"/>
    <w:rsid w:val="00001CBC"/>
    <w:rsid w:val="00001EF6"/>
    <w:rsid w:val="0000235F"/>
    <w:rsid w:val="000025C6"/>
    <w:rsid w:val="00003484"/>
    <w:rsid w:val="000036D7"/>
    <w:rsid w:val="000038BD"/>
    <w:rsid w:val="000039D9"/>
    <w:rsid w:val="00003B65"/>
    <w:rsid w:val="00003E3B"/>
    <w:rsid w:val="000041A2"/>
    <w:rsid w:val="000046DC"/>
    <w:rsid w:val="0000494E"/>
    <w:rsid w:val="0000498A"/>
    <w:rsid w:val="00004D10"/>
    <w:rsid w:val="000051E4"/>
    <w:rsid w:val="00005333"/>
    <w:rsid w:val="00005478"/>
    <w:rsid w:val="0000554A"/>
    <w:rsid w:val="000057AE"/>
    <w:rsid w:val="00005819"/>
    <w:rsid w:val="00005D67"/>
    <w:rsid w:val="00005E97"/>
    <w:rsid w:val="00006017"/>
    <w:rsid w:val="000060CE"/>
    <w:rsid w:val="000064AD"/>
    <w:rsid w:val="00006590"/>
    <w:rsid w:val="0000686E"/>
    <w:rsid w:val="0000696C"/>
    <w:rsid w:val="00006BBC"/>
    <w:rsid w:val="0000706C"/>
    <w:rsid w:val="0000741E"/>
    <w:rsid w:val="00007519"/>
    <w:rsid w:val="00007857"/>
    <w:rsid w:val="00007949"/>
    <w:rsid w:val="000079E0"/>
    <w:rsid w:val="00007A91"/>
    <w:rsid w:val="0001017B"/>
    <w:rsid w:val="000108B5"/>
    <w:rsid w:val="00010AD3"/>
    <w:rsid w:val="00010AEE"/>
    <w:rsid w:val="00010ECC"/>
    <w:rsid w:val="00011089"/>
    <w:rsid w:val="0001155C"/>
    <w:rsid w:val="000119A6"/>
    <w:rsid w:val="00011C9C"/>
    <w:rsid w:val="00012558"/>
    <w:rsid w:val="00012576"/>
    <w:rsid w:val="000125FF"/>
    <w:rsid w:val="0001264D"/>
    <w:rsid w:val="00012B13"/>
    <w:rsid w:val="00012D0F"/>
    <w:rsid w:val="00012FD7"/>
    <w:rsid w:val="000130E8"/>
    <w:rsid w:val="000139AF"/>
    <w:rsid w:val="00013CFA"/>
    <w:rsid w:val="00013CFC"/>
    <w:rsid w:val="00013E53"/>
    <w:rsid w:val="00013E7D"/>
    <w:rsid w:val="00013EF0"/>
    <w:rsid w:val="000143F7"/>
    <w:rsid w:val="00014575"/>
    <w:rsid w:val="000145B8"/>
    <w:rsid w:val="00014B76"/>
    <w:rsid w:val="00014FB6"/>
    <w:rsid w:val="00015314"/>
    <w:rsid w:val="0001552F"/>
    <w:rsid w:val="0001574D"/>
    <w:rsid w:val="0001589C"/>
    <w:rsid w:val="0001593D"/>
    <w:rsid w:val="00015C29"/>
    <w:rsid w:val="00015D71"/>
    <w:rsid w:val="00015E2E"/>
    <w:rsid w:val="000163AA"/>
    <w:rsid w:val="00016CC1"/>
    <w:rsid w:val="000172D6"/>
    <w:rsid w:val="000173D6"/>
    <w:rsid w:val="000173ED"/>
    <w:rsid w:val="0001761D"/>
    <w:rsid w:val="000177FB"/>
    <w:rsid w:val="000177FD"/>
    <w:rsid w:val="00017A1F"/>
    <w:rsid w:val="00017F8C"/>
    <w:rsid w:val="0002014E"/>
    <w:rsid w:val="00020184"/>
    <w:rsid w:val="000201D4"/>
    <w:rsid w:val="000209DB"/>
    <w:rsid w:val="00020AD5"/>
    <w:rsid w:val="00020C8E"/>
    <w:rsid w:val="00020CF0"/>
    <w:rsid w:val="00020DF8"/>
    <w:rsid w:val="00021750"/>
    <w:rsid w:val="000218E2"/>
    <w:rsid w:val="00021CB9"/>
    <w:rsid w:val="00021F4C"/>
    <w:rsid w:val="000223B4"/>
    <w:rsid w:val="00022D30"/>
    <w:rsid w:val="00023471"/>
    <w:rsid w:val="000234A1"/>
    <w:rsid w:val="00023564"/>
    <w:rsid w:val="0002356D"/>
    <w:rsid w:val="000238E7"/>
    <w:rsid w:val="00023BC9"/>
    <w:rsid w:val="00023D44"/>
    <w:rsid w:val="0002400F"/>
    <w:rsid w:val="00024B8E"/>
    <w:rsid w:val="00024D42"/>
    <w:rsid w:val="00024EE5"/>
    <w:rsid w:val="00025139"/>
    <w:rsid w:val="00025472"/>
    <w:rsid w:val="00025AF7"/>
    <w:rsid w:val="00025BDC"/>
    <w:rsid w:val="00025D08"/>
    <w:rsid w:val="00025EBE"/>
    <w:rsid w:val="0002627F"/>
    <w:rsid w:val="0002639F"/>
    <w:rsid w:val="000263D9"/>
    <w:rsid w:val="00026995"/>
    <w:rsid w:val="000269B1"/>
    <w:rsid w:val="00026BBA"/>
    <w:rsid w:val="00027511"/>
    <w:rsid w:val="000276E7"/>
    <w:rsid w:val="00027869"/>
    <w:rsid w:val="00027BBA"/>
    <w:rsid w:val="00027C26"/>
    <w:rsid w:val="00027DFE"/>
    <w:rsid w:val="00027E88"/>
    <w:rsid w:val="00027EC4"/>
    <w:rsid w:val="00030103"/>
    <w:rsid w:val="000301DA"/>
    <w:rsid w:val="000302F2"/>
    <w:rsid w:val="00031134"/>
    <w:rsid w:val="0003146D"/>
    <w:rsid w:val="0003157C"/>
    <w:rsid w:val="0003169A"/>
    <w:rsid w:val="000317C7"/>
    <w:rsid w:val="00031813"/>
    <w:rsid w:val="00031BA9"/>
    <w:rsid w:val="00031C92"/>
    <w:rsid w:val="00031D25"/>
    <w:rsid w:val="00031E90"/>
    <w:rsid w:val="00032194"/>
    <w:rsid w:val="00032446"/>
    <w:rsid w:val="0003269F"/>
    <w:rsid w:val="00032A90"/>
    <w:rsid w:val="00032AE0"/>
    <w:rsid w:val="00032C79"/>
    <w:rsid w:val="00032CAE"/>
    <w:rsid w:val="00032CD3"/>
    <w:rsid w:val="00032FDF"/>
    <w:rsid w:val="000330A3"/>
    <w:rsid w:val="000330B3"/>
    <w:rsid w:val="00033B61"/>
    <w:rsid w:val="00033B75"/>
    <w:rsid w:val="00033EA0"/>
    <w:rsid w:val="00034516"/>
    <w:rsid w:val="00034702"/>
    <w:rsid w:val="000347DA"/>
    <w:rsid w:val="00034821"/>
    <w:rsid w:val="00034EF9"/>
    <w:rsid w:val="00035046"/>
    <w:rsid w:val="000350F0"/>
    <w:rsid w:val="000352FC"/>
    <w:rsid w:val="00035690"/>
    <w:rsid w:val="000357BA"/>
    <w:rsid w:val="00035826"/>
    <w:rsid w:val="00035C67"/>
    <w:rsid w:val="00035D9F"/>
    <w:rsid w:val="000362B1"/>
    <w:rsid w:val="000368CE"/>
    <w:rsid w:val="0003696F"/>
    <w:rsid w:val="00036A25"/>
    <w:rsid w:val="00036ABA"/>
    <w:rsid w:val="00036C50"/>
    <w:rsid w:val="00036E9D"/>
    <w:rsid w:val="000371E0"/>
    <w:rsid w:val="000372A6"/>
    <w:rsid w:val="0003730A"/>
    <w:rsid w:val="000373C8"/>
    <w:rsid w:val="0003790A"/>
    <w:rsid w:val="00037BA3"/>
    <w:rsid w:val="00040360"/>
    <w:rsid w:val="00040795"/>
    <w:rsid w:val="00040847"/>
    <w:rsid w:val="000409DE"/>
    <w:rsid w:val="000409EC"/>
    <w:rsid w:val="00040A8F"/>
    <w:rsid w:val="00040E21"/>
    <w:rsid w:val="00041024"/>
    <w:rsid w:val="0004110E"/>
    <w:rsid w:val="0004180E"/>
    <w:rsid w:val="00041DB6"/>
    <w:rsid w:val="0004205A"/>
    <w:rsid w:val="0004222D"/>
    <w:rsid w:val="0004225C"/>
    <w:rsid w:val="00042745"/>
    <w:rsid w:val="00042830"/>
    <w:rsid w:val="00042953"/>
    <w:rsid w:val="00042AFE"/>
    <w:rsid w:val="00042B39"/>
    <w:rsid w:val="00043048"/>
    <w:rsid w:val="000431A9"/>
    <w:rsid w:val="000433C6"/>
    <w:rsid w:val="000435D2"/>
    <w:rsid w:val="0004384A"/>
    <w:rsid w:val="00043B3A"/>
    <w:rsid w:val="00043DEA"/>
    <w:rsid w:val="0004402C"/>
    <w:rsid w:val="0004431A"/>
    <w:rsid w:val="000444A4"/>
    <w:rsid w:val="000448E9"/>
    <w:rsid w:val="00044A4D"/>
    <w:rsid w:val="00044A7C"/>
    <w:rsid w:val="000450DC"/>
    <w:rsid w:val="00045427"/>
    <w:rsid w:val="00045596"/>
    <w:rsid w:val="000457E3"/>
    <w:rsid w:val="00045814"/>
    <w:rsid w:val="0004596E"/>
    <w:rsid w:val="000459A6"/>
    <w:rsid w:val="00045D73"/>
    <w:rsid w:val="0004618F"/>
    <w:rsid w:val="000466BC"/>
    <w:rsid w:val="00046C0D"/>
    <w:rsid w:val="00046E6F"/>
    <w:rsid w:val="00046FE1"/>
    <w:rsid w:val="00047396"/>
    <w:rsid w:val="00047653"/>
    <w:rsid w:val="000477A5"/>
    <w:rsid w:val="00047BB0"/>
    <w:rsid w:val="00047F19"/>
    <w:rsid w:val="00047FC2"/>
    <w:rsid w:val="0005024F"/>
    <w:rsid w:val="000503E7"/>
    <w:rsid w:val="00050633"/>
    <w:rsid w:val="00050637"/>
    <w:rsid w:val="0005074A"/>
    <w:rsid w:val="00050880"/>
    <w:rsid w:val="00050BFF"/>
    <w:rsid w:val="000510A0"/>
    <w:rsid w:val="000512B2"/>
    <w:rsid w:val="00051304"/>
    <w:rsid w:val="0005149E"/>
    <w:rsid w:val="00051544"/>
    <w:rsid w:val="0005189F"/>
    <w:rsid w:val="00051908"/>
    <w:rsid w:val="00051928"/>
    <w:rsid w:val="000519A2"/>
    <w:rsid w:val="00051B3F"/>
    <w:rsid w:val="00051DE5"/>
    <w:rsid w:val="00052396"/>
    <w:rsid w:val="000526AC"/>
    <w:rsid w:val="00052B52"/>
    <w:rsid w:val="00052C28"/>
    <w:rsid w:val="00052F4F"/>
    <w:rsid w:val="00052FDB"/>
    <w:rsid w:val="000534CB"/>
    <w:rsid w:val="000536AA"/>
    <w:rsid w:val="00053B21"/>
    <w:rsid w:val="00053CD3"/>
    <w:rsid w:val="000540A4"/>
    <w:rsid w:val="000544E0"/>
    <w:rsid w:val="0005480B"/>
    <w:rsid w:val="00054C0C"/>
    <w:rsid w:val="00054FDF"/>
    <w:rsid w:val="00055029"/>
    <w:rsid w:val="0005502E"/>
    <w:rsid w:val="000553F1"/>
    <w:rsid w:val="000559CA"/>
    <w:rsid w:val="00055B5A"/>
    <w:rsid w:val="00055B77"/>
    <w:rsid w:val="00055C08"/>
    <w:rsid w:val="00056B19"/>
    <w:rsid w:val="00056E03"/>
    <w:rsid w:val="000571AF"/>
    <w:rsid w:val="000571F7"/>
    <w:rsid w:val="00057361"/>
    <w:rsid w:val="00057515"/>
    <w:rsid w:val="0005799C"/>
    <w:rsid w:val="000579D5"/>
    <w:rsid w:val="00057A2B"/>
    <w:rsid w:val="00057B22"/>
    <w:rsid w:val="00057FD4"/>
    <w:rsid w:val="00060128"/>
    <w:rsid w:val="00060363"/>
    <w:rsid w:val="0006044A"/>
    <w:rsid w:val="000606D9"/>
    <w:rsid w:val="0006078E"/>
    <w:rsid w:val="0006096F"/>
    <w:rsid w:val="00060C1C"/>
    <w:rsid w:val="00060C44"/>
    <w:rsid w:val="00060D42"/>
    <w:rsid w:val="00061116"/>
    <w:rsid w:val="00061216"/>
    <w:rsid w:val="00061680"/>
    <w:rsid w:val="0006199A"/>
    <w:rsid w:val="00061AC1"/>
    <w:rsid w:val="00061D06"/>
    <w:rsid w:val="00061F8B"/>
    <w:rsid w:val="000623A0"/>
    <w:rsid w:val="000624D8"/>
    <w:rsid w:val="000626A6"/>
    <w:rsid w:val="0006282B"/>
    <w:rsid w:val="00062B3E"/>
    <w:rsid w:val="00062EAF"/>
    <w:rsid w:val="00062F9E"/>
    <w:rsid w:val="0006312F"/>
    <w:rsid w:val="000635B9"/>
    <w:rsid w:val="0006362A"/>
    <w:rsid w:val="00063702"/>
    <w:rsid w:val="000638DA"/>
    <w:rsid w:val="000639BB"/>
    <w:rsid w:val="00063AE2"/>
    <w:rsid w:val="00063B26"/>
    <w:rsid w:val="00063D7C"/>
    <w:rsid w:val="00063F28"/>
    <w:rsid w:val="00064011"/>
    <w:rsid w:val="0006406B"/>
    <w:rsid w:val="00064093"/>
    <w:rsid w:val="0006497F"/>
    <w:rsid w:val="00064A1B"/>
    <w:rsid w:val="00064A35"/>
    <w:rsid w:val="00064B9A"/>
    <w:rsid w:val="00064E38"/>
    <w:rsid w:val="00065498"/>
    <w:rsid w:val="000656E2"/>
    <w:rsid w:val="00065940"/>
    <w:rsid w:val="00065994"/>
    <w:rsid w:val="00065D58"/>
    <w:rsid w:val="00066058"/>
    <w:rsid w:val="00066066"/>
    <w:rsid w:val="000669AA"/>
    <w:rsid w:val="00066AAF"/>
    <w:rsid w:val="00067279"/>
    <w:rsid w:val="000677E4"/>
    <w:rsid w:val="00067ACB"/>
    <w:rsid w:val="00067CFB"/>
    <w:rsid w:val="00067D21"/>
    <w:rsid w:val="00067DD8"/>
    <w:rsid w:val="00070328"/>
    <w:rsid w:val="00070782"/>
    <w:rsid w:val="000708E2"/>
    <w:rsid w:val="00070DBF"/>
    <w:rsid w:val="00071077"/>
    <w:rsid w:val="00071217"/>
    <w:rsid w:val="000715FF"/>
    <w:rsid w:val="00071BE2"/>
    <w:rsid w:val="0007209B"/>
    <w:rsid w:val="0007216A"/>
    <w:rsid w:val="00072532"/>
    <w:rsid w:val="00072559"/>
    <w:rsid w:val="00072895"/>
    <w:rsid w:val="00072C61"/>
    <w:rsid w:val="00072C6F"/>
    <w:rsid w:val="00072D15"/>
    <w:rsid w:val="00072F8F"/>
    <w:rsid w:val="00073034"/>
    <w:rsid w:val="000732D3"/>
    <w:rsid w:val="000734CF"/>
    <w:rsid w:val="000738A4"/>
    <w:rsid w:val="00073976"/>
    <w:rsid w:val="00073AB9"/>
    <w:rsid w:val="000740BA"/>
    <w:rsid w:val="00074428"/>
    <w:rsid w:val="000746D6"/>
    <w:rsid w:val="000747EA"/>
    <w:rsid w:val="00074D3D"/>
    <w:rsid w:val="00074DEF"/>
    <w:rsid w:val="00074FB3"/>
    <w:rsid w:val="000750E5"/>
    <w:rsid w:val="00075238"/>
    <w:rsid w:val="00075292"/>
    <w:rsid w:val="00075351"/>
    <w:rsid w:val="0007541C"/>
    <w:rsid w:val="00075450"/>
    <w:rsid w:val="00075715"/>
    <w:rsid w:val="000759C7"/>
    <w:rsid w:val="00075E5A"/>
    <w:rsid w:val="00076070"/>
    <w:rsid w:val="00076A5A"/>
    <w:rsid w:val="00077748"/>
    <w:rsid w:val="00077790"/>
    <w:rsid w:val="000777EB"/>
    <w:rsid w:val="00077D50"/>
    <w:rsid w:val="00077F4B"/>
    <w:rsid w:val="000800DB"/>
    <w:rsid w:val="00080306"/>
    <w:rsid w:val="0008048C"/>
    <w:rsid w:val="00080585"/>
    <w:rsid w:val="00080655"/>
    <w:rsid w:val="00080794"/>
    <w:rsid w:val="00080909"/>
    <w:rsid w:val="00080B9C"/>
    <w:rsid w:val="00080E21"/>
    <w:rsid w:val="000811DA"/>
    <w:rsid w:val="00081245"/>
    <w:rsid w:val="000813A8"/>
    <w:rsid w:val="000813BD"/>
    <w:rsid w:val="000817C2"/>
    <w:rsid w:val="00081829"/>
    <w:rsid w:val="00081912"/>
    <w:rsid w:val="00081C47"/>
    <w:rsid w:val="00081ED5"/>
    <w:rsid w:val="000828EE"/>
    <w:rsid w:val="000828F8"/>
    <w:rsid w:val="00082A7C"/>
    <w:rsid w:val="00082C3C"/>
    <w:rsid w:val="00082F95"/>
    <w:rsid w:val="00083548"/>
    <w:rsid w:val="0008397D"/>
    <w:rsid w:val="000839BD"/>
    <w:rsid w:val="00083E3E"/>
    <w:rsid w:val="00083F43"/>
    <w:rsid w:val="00084002"/>
    <w:rsid w:val="000843B9"/>
    <w:rsid w:val="000843CD"/>
    <w:rsid w:val="0008466E"/>
    <w:rsid w:val="000846C4"/>
    <w:rsid w:val="0008479B"/>
    <w:rsid w:val="000848F6"/>
    <w:rsid w:val="00084977"/>
    <w:rsid w:val="00084AE3"/>
    <w:rsid w:val="00084E83"/>
    <w:rsid w:val="00084FA5"/>
    <w:rsid w:val="0008519F"/>
    <w:rsid w:val="000851DC"/>
    <w:rsid w:val="00085596"/>
    <w:rsid w:val="00085ACE"/>
    <w:rsid w:val="00085C2F"/>
    <w:rsid w:val="00085C41"/>
    <w:rsid w:val="000863B9"/>
    <w:rsid w:val="000868D7"/>
    <w:rsid w:val="00086DE9"/>
    <w:rsid w:val="0008735E"/>
    <w:rsid w:val="000879CD"/>
    <w:rsid w:val="00087B07"/>
    <w:rsid w:val="00087D1F"/>
    <w:rsid w:val="00087ED6"/>
    <w:rsid w:val="0009001C"/>
    <w:rsid w:val="00090134"/>
    <w:rsid w:val="000902F8"/>
    <w:rsid w:val="000903E9"/>
    <w:rsid w:val="000907D8"/>
    <w:rsid w:val="00090946"/>
    <w:rsid w:val="00090CF9"/>
    <w:rsid w:val="00090D25"/>
    <w:rsid w:val="00090DED"/>
    <w:rsid w:val="00090E03"/>
    <w:rsid w:val="00090E4D"/>
    <w:rsid w:val="000911B1"/>
    <w:rsid w:val="000911F1"/>
    <w:rsid w:val="00091265"/>
    <w:rsid w:val="000915BA"/>
    <w:rsid w:val="00091621"/>
    <w:rsid w:val="00091A61"/>
    <w:rsid w:val="00091CC9"/>
    <w:rsid w:val="00091E7D"/>
    <w:rsid w:val="00091EE2"/>
    <w:rsid w:val="000922E2"/>
    <w:rsid w:val="00092345"/>
    <w:rsid w:val="0009287E"/>
    <w:rsid w:val="0009306B"/>
    <w:rsid w:val="00093292"/>
    <w:rsid w:val="000934AB"/>
    <w:rsid w:val="00094032"/>
    <w:rsid w:val="00094770"/>
    <w:rsid w:val="00094B04"/>
    <w:rsid w:val="00094BF2"/>
    <w:rsid w:val="00094E2F"/>
    <w:rsid w:val="00095709"/>
    <w:rsid w:val="000957B5"/>
    <w:rsid w:val="0009591A"/>
    <w:rsid w:val="00095A6D"/>
    <w:rsid w:val="00095B62"/>
    <w:rsid w:val="00095BF1"/>
    <w:rsid w:val="00095C52"/>
    <w:rsid w:val="00095DE9"/>
    <w:rsid w:val="00096415"/>
    <w:rsid w:val="00096642"/>
    <w:rsid w:val="000969AB"/>
    <w:rsid w:val="00096C69"/>
    <w:rsid w:val="00096CF8"/>
    <w:rsid w:val="00096EDB"/>
    <w:rsid w:val="00096F19"/>
    <w:rsid w:val="00096F97"/>
    <w:rsid w:val="00097032"/>
    <w:rsid w:val="00097533"/>
    <w:rsid w:val="00097683"/>
    <w:rsid w:val="00097816"/>
    <w:rsid w:val="00097924"/>
    <w:rsid w:val="00097956"/>
    <w:rsid w:val="00097C9A"/>
    <w:rsid w:val="00097EE0"/>
    <w:rsid w:val="000A02A8"/>
    <w:rsid w:val="000A07A0"/>
    <w:rsid w:val="000A0958"/>
    <w:rsid w:val="000A0CC2"/>
    <w:rsid w:val="000A0CED"/>
    <w:rsid w:val="000A0E2F"/>
    <w:rsid w:val="000A12DD"/>
    <w:rsid w:val="000A1AC3"/>
    <w:rsid w:val="000A1BCC"/>
    <w:rsid w:val="000A1C05"/>
    <w:rsid w:val="000A1DBD"/>
    <w:rsid w:val="000A22F3"/>
    <w:rsid w:val="000A2B7E"/>
    <w:rsid w:val="000A2BC3"/>
    <w:rsid w:val="000A2CD8"/>
    <w:rsid w:val="000A2D43"/>
    <w:rsid w:val="000A2D65"/>
    <w:rsid w:val="000A3899"/>
    <w:rsid w:val="000A3B5E"/>
    <w:rsid w:val="000A3C1B"/>
    <w:rsid w:val="000A41B0"/>
    <w:rsid w:val="000A41E2"/>
    <w:rsid w:val="000A4995"/>
    <w:rsid w:val="000A49E1"/>
    <w:rsid w:val="000A4C7A"/>
    <w:rsid w:val="000A4FE7"/>
    <w:rsid w:val="000A50B0"/>
    <w:rsid w:val="000A51F5"/>
    <w:rsid w:val="000A52F1"/>
    <w:rsid w:val="000A53F0"/>
    <w:rsid w:val="000A54D7"/>
    <w:rsid w:val="000A550D"/>
    <w:rsid w:val="000A5657"/>
    <w:rsid w:val="000A596A"/>
    <w:rsid w:val="000A62AE"/>
    <w:rsid w:val="000A6568"/>
    <w:rsid w:val="000A66AE"/>
    <w:rsid w:val="000A6A61"/>
    <w:rsid w:val="000A6C7B"/>
    <w:rsid w:val="000A6D81"/>
    <w:rsid w:val="000A6F8C"/>
    <w:rsid w:val="000A70ED"/>
    <w:rsid w:val="000A71B7"/>
    <w:rsid w:val="000A7A51"/>
    <w:rsid w:val="000A7A61"/>
    <w:rsid w:val="000B0A4A"/>
    <w:rsid w:val="000B0D51"/>
    <w:rsid w:val="000B0D6E"/>
    <w:rsid w:val="000B0E90"/>
    <w:rsid w:val="000B0EF8"/>
    <w:rsid w:val="000B15E1"/>
    <w:rsid w:val="000B17C5"/>
    <w:rsid w:val="000B17F4"/>
    <w:rsid w:val="000B1DFF"/>
    <w:rsid w:val="000B25E3"/>
    <w:rsid w:val="000B2942"/>
    <w:rsid w:val="000B2A36"/>
    <w:rsid w:val="000B2E38"/>
    <w:rsid w:val="000B3084"/>
    <w:rsid w:val="000B3625"/>
    <w:rsid w:val="000B365A"/>
    <w:rsid w:val="000B3700"/>
    <w:rsid w:val="000B373D"/>
    <w:rsid w:val="000B3EC1"/>
    <w:rsid w:val="000B4033"/>
    <w:rsid w:val="000B4284"/>
    <w:rsid w:val="000B42A0"/>
    <w:rsid w:val="000B43E2"/>
    <w:rsid w:val="000B46E3"/>
    <w:rsid w:val="000B4981"/>
    <w:rsid w:val="000B4B3D"/>
    <w:rsid w:val="000B4CD2"/>
    <w:rsid w:val="000B4D4F"/>
    <w:rsid w:val="000B4FE8"/>
    <w:rsid w:val="000B511A"/>
    <w:rsid w:val="000B52FA"/>
    <w:rsid w:val="000B5845"/>
    <w:rsid w:val="000B5C8E"/>
    <w:rsid w:val="000B5CEC"/>
    <w:rsid w:val="000B5D2B"/>
    <w:rsid w:val="000B6280"/>
    <w:rsid w:val="000B62BC"/>
    <w:rsid w:val="000B65A3"/>
    <w:rsid w:val="000B672D"/>
    <w:rsid w:val="000B67D3"/>
    <w:rsid w:val="000B6B28"/>
    <w:rsid w:val="000B74BA"/>
    <w:rsid w:val="000B75B7"/>
    <w:rsid w:val="000B76B9"/>
    <w:rsid w:val="000B7988"/>
    <w:rsid w:val="000B7A3D"/>
    <w:rsid w:val="000B7AB5"/>
    <w:rsid w:val="000B7BB3"/>
    <w:rsid w:val="000B7C0F"/>
    <w:rsid w:val="000B7C77"/>
    <w:rsid w:val="000B7D7B"/>
    <w:rsid w:val="000B7E58"/>
    <w:rsid w:val="000C0126"/>
    <w:rsid w:val="000C02CB"/>
    <w:rsid w:val="000C08A1"/>
    <w:rsid w:val="000C0A17"/>
    <w:rsid w:val="000C0C72"/>
    <w:rsid w:val="000C0CBC"/>
    <w:rsid w:val="000C1362"/>
    <w:rsid w:val="000C15B8"/>
    <w:rsid w:val="000C19DC"/>
    <w:rsid w:val="000C1DF2"/>
    <w:rsid w:val="000C1FE9"/>
    <w:rsid w:val="000C20E7"/>
    <w:rsid w:val="000C244E"/>
    <w:rsid w:val="000C2493"/>
    <w:rsid w:val="000C2D61"/>
    <w:rsid w:val="000C30FE"/>
    <w:rsid w:val="000C32CC"/>
    <w:rsid w:val="000C3357"/>
    <w:rsid w:val="000C34F4"/>
    <w:rsid w:val="000C35C5"/>
    <w:rsid w:val="000C3671"/>
    <w:rsid w:val="000C3968"/>
    <w:rsid w:val="000C39FF"/>
    <w:rsid w:val="000C3A02"/>
    <w:rsid w:val="000C3A31"/>
    <w:rsid w:val="000C3C0C"/>
    <w:rsid w:val="000C3C20"/>
    <w:rsid w:val="000C3CC1"/>
    <w:rsid w:val="000C3D22"/>
    <w:rsid w:val="000C403A"/>
    <w:rsid w:val="000C4716"/>
    <w:rsid w:val="000C4AE7"/>
    <w:rsid w:val="000C4B1A"/>
    <w:rsid w:val="000C4E6F"/>
    <w:rsid w:val="000C502B"/>
    <w:rsid w:val="000C52AE"/>
    <w:rsid w:val="000C5E63"/>
    <w:rsid w:val="000C61BB"/>
    <w:rsid w:val="000C63C5"/>
    <w:rsid w:val="000C6403"/>
    <w:rsid w:val="000C666E"/>
    <w:rsid w:val="000C69A0"/>
    <w:rsid w:val="000C6ECF"/>
    <w:rsid w:val="000C6EDC"/>
    <w:rsid w:val="000C6F28"/>
    <w:rsid w:val="000C6FAD"/>
    <w:rsid w:val="000C7551"/>
    <w:rsid w:val="000C7B13"/>
    <w:rsid w:val="000C7D3C"/>
    <w:rsid w:val="000C7D6C"/>
    <w:rsid w:val="000C7D9A"/>
    <w:rsid w:val="000D027D"/>
    <w:rsid w:val="000D067A"/>
    <w:rsid w:val="000D08E5"/>
    <w:rsid w:val="000D0AA1"/>
    <w:rsid w:val="000D0BC8"/>
    <w:rsid w:val="000D0D5C"/>
    <w:rsid w:val="000D1232"/>
    <w:rsid w:val="000D123A"/>
    <w:rsid w:val="000D1245"/>
    <w:rsid w:val="000D13C4"/>
    <w:rsid w:val="000D14C5"/>
    <w:rsid w:val="000D15A0"/>
    <w:rsid w:val="000D1603"/>
    <w:rsid w:val="000D195F"/>
    <w:rsid w:val="000D1A24"/>
    <w:rsid w:val="000D1A6D"/>
    <w:rsid w:val="000D1B2B"/>
    <w:rsid w:val="000D1B5C"/>
    <w:rsid w:val="000D1BD8"/>
    <w:rsid w:val="000D1C40"/>
    <w:rsid w:val="000D1C6A"/>
    <w:rsid w:val="000D1CCD"/>
    <w:rsid w:val="000D21F0"/>
    <w:rsid w:val="000D22B0"/>
    <w:rsid w:val="000D27D7"/>
    <w:rsid w:val="000D30EE"/>
    <w:rsid w:val="000D3446"/>
    <w:rsid w:val="000D36E8"/>
    <w:rsid w:val="000D394C"/>
    <w:rsid w:val="000D3E7C"/>
    <w:rsid w:val="000D3F0E"/>
    <w:rsid w:val="000D3F24"/>
    <w:rsid w:val="000D3FA4"/>
    <w:rsid w:val="000D4482"/>
    <w:rsid w:val="000D44E7"/>
    <w:rsid w:val="000D44EE"/>
    <w:rsid w:val="000D45C5"/>
    <w:rsid w:val="000D46AB"/>
    <w:rsid w:val="000D47F6"/>
    <w:rsid w:val="000D4992"/>
    <w:rsid w:val="000D49DA"/>
    <w:rsid w:val="000D4BBC"/>
    <w:rsid w:val="000D4DCF"/>
    <w:rsid w:val="000D5B60"/>
    <w:rsid w:val="000D5C36"/>
    <w:rsid w:val="000D5CB3"/>
    <w:rsid w:val="000D61FA"/>
    <w:rsid w:val="000D63C3"/>
    <w:rsid w:val="000D64B1"/>
    <w:rsid w:val="000D6570"/>
    <w:rsid w:val="000D67EB"/>
    <w:rsid w:val="000D6918"/>
    <w:rsid w:val="000D69FF"/>
    <w:rsid w:val="000D6A52"/>
    <w:rsid w:val="000D6B8F"/>
    <w:rsid w:val="000D6E5A"/>
    <w:rsid w:val="000D6E65"/>
    <w:rsid w:val="000D76AD"/>
    <w:rsid w:val="000D7831"/>
    <w:rsid w:val="000D7A56"/>
    <w:rsid w:val="000D7E91"/>
    <w:rsid w:val="000E01B0"/>
    <w:rsid w:val="000E024B"/>
    <w:rsid w:val="000E05E2"/>
    <w:rsid w:val="000E089D"/>
    <w:rsid w:val="000E0F55"/>
    <w:rsid w:val="000E0F6B"/>
    <w:rsid w:val="000E10E2"/>
    <w:rsid w:val="000E110D"/>
    <w:rsid w:val="000E1191"/>
    <w:rsid w:val="000E1484"/>
    <w:rsid w:val="000E213B"/>
    <w:rsid w:val="000E231F"/>
    <w:rsid w:val="000E2378"/>
    <w:rsid w:val="000E2509"/>
    <w:rsid w:val="000E27E3"/>
    <w:rsid w:val="000E2846"/>
    <w:rsid w:val="000E2A19"/>
    <w:rsid w:val="000E2DAF"/>
    <w:rsid w:val="000E2E08"/>
    <w:rsid w:val="000E3017"/>
    <w:rsid w:val="000E30B3"/>
    <w:rsid w:val="000E3603"/>
    <w:rsid w:val="000E36E0"/>
    <w:rsid w:val="000E38E9"/>
    <w:rsid w:val="000E3950"/>
    <w:rsid w:val="000E3B71"/>
    <w:rsid w:val="000E3BBD"/>
    <w:rsid w:val="000E3D6E"/>
    <w:rsid w:val="000E40F3"/>
    <w:rsid w:val="000E4142"/>
    <w:rsid w:val="000E41A2"/>
    <w:rsid w:val="000E4D60"/>
    <w:rsid w:val="000E4F1B"/>
    <w:rsid w:val="000E51AA"/>
    <w:rsid w:val="000E54BB"/>
    <w:rsid w:val="000E59E4"/>
    <w:rsid w:val="000E5C77"/>
    <w:rsid w:val="000E5EA1"/>
    <w:rsid w:val="000E6223"/>
    <w:rsid w:val="000E6571"/>
    <w:rsid w:val="000E669F"/>
    <w:rsid w:val="000E6761"/>
    <w:rsid w:val="000E677D"/>
    <w:rsid w:val="000E682B"/>
    <w:rsid w:val="000E68EF"/>
    <w:rsid w:val="000E6AFE"/>
    <w:rsid w:val="000E6B10"/>
    <w:rsid w:val="000E6D1E"/>
    <w:rsid w:val="000E6E42"/>
    <w:rsid w:val="000E6ECD"/>
    <w:rsid w:val="000E71FE"/>
    <w:rsid w:val="000E76E8"/>
    <w:rsid w:val="000E783D"/>
    <w:rsid w:val="000E7A7A"/>
    <w:rsid w:val="000E7A82"/>
    <w:rsid w:val="000E7ADA"/>
    <w:rsid w:val="000E7C8F"/>
    <w:rsid w:val="000E7CF0"/>
    <w:rsid w:val="000E7E51"/>
    <w:rsid w:val="000F0080"/>
    <w:rsid w:val="000F0421"/>
    <w:rsid w:val="000F0473"/>
    <w:rsid w:val="000F04F0"/>
    <w:rsid w:val="000F06CC"/>
    <w:rsid w:val="000F07B5"/>
    <w:rsid w:val="000F07E1"/>
    <w:rsid w:val="000F0915"/>
    <w:rsid w:val="000F1055"/>
    <w:rsid w:val="000F113F"/>
    <w:rsid w:val="000F12D8"/>
    <w:rsid w:val="000F1742"/>
    <w:rsid w:val="000F19A3"/>
    <w:rsid w:val="000F1BF8"/>
    <w:rsid w:val="000F2076"/>
    <w:rsid w:val="000F2271"/>
    <w:rsid w:val="000F24FB"/>
    <w:rsid w:val="000F2A38"/>
    <w:rsid w:val="000F2B5D"/>
    <w:rsid w:val="000F2B62"/>
    <w:rsid w:val="000F2BDD"/>
    <w:rsid w:val="000F2EA1"/>
    <w:rsid w:val="000F367D"/>
    <w:rsid w:val="000F387D"/>
    <w:rsid w:val="000F3AC9"/>
    <w:rsid w:val="000F3B8A"/>
    <w:rsid w:val="000F40AF"/>
    <w:rsid w:val="000F41F3"/>
    <w:rsid w:val="000F4A33"/>
    <w:rsid w:val="000F4A76"/>
    <w:rsid w:val="000F4B0A"/>
    <w:rsid w:val="000F4F9B"/>
    <w:rsid w:val="000F5754"/>
    <w:rsid w:val="000F57EC"/>
    <w:rsid w:val="000F59C2"/>
    <w:rsid w:val="000F59C5"/>
    <w:rsid w:val="000F5EFF"/>
    <w:rsid w:val="000F5F1D"/>
    <w:rsid w:val="000F6090"/>
    <w:rsid w:val="000F60D8"/>
    <w:rsid w:val="000F6169"/>
    <w:rsid w:val="000F68C3"/>
    <w:rsid w:val="000F7362"/>
    <w:rsid w:val="000F740E"/>
    <w:rsid w:val="000F7737"/>
    <w:rsid w:val="000F782B"/>
    <w:rsid w:val="000F799C"/>
    <w:rsid w:val="000F7B12"/>
    <w:rsid w:val="000F7BD7"/>
    <w:rsid w:val="000F7BE5"/>
    <w:rsid w:val="000F7C6D"/>
    <w:rsid w:val="000F7E72"/>
    <w:rsid w:val="00100432"/>
    <w:rsid w:val="00100B3F"/>
    <w:rsid w:val="00100BCE"/>
    <w:rsid w:val="00100C1A"/>
    <w:rsid w:val="00100FC5"/>
    <w:rsid w:val="00101758"/>
    <w:rsid w:val="001017B6"/>
    <w:rsid w:val="001017FF"/>
    <w:rsid w:val="00101AF9"/>
    <w:rsid w:val="00101BBF"/>
    <w:rsid w:val="00101D2E"/>
    <w:rsid w:val="00101EA4"/>
    <w:rsid w:val="00102756"/>
    <w:rsid w:val="001027EB"/>
    <w:rsid w:val="00102912"/>
    <w:rsid w:val="00102DD1"/>
    <w:rsid w:val="00102F62"/>
    <w:rsid w:val="00103380"/>
    <w:rsid w:val="00103832"/>
    <w:rsid w:val="00103B20"/>
    <w:rsid w:val="00103D64"/>
    <w:rsid w:val="00103EA4"/>
    <w:rsid w:val="00104206"/>
    <w:rsid w:val="0010420C"/>
    <w:rsid w:val="00104358"/>
    <w:rsid w:val="00104508"/>
    <w:rsid w:val="001045CF"/>
    <w:rsid w:val="00104A11"/>
    <w:rsid w:val="00104A7C"/>
    <w:rsid w:val="00104BD5"/>
    <w:rsid w:val="00104C26"/>
    <w:rsid w:val="00104E01"/>
    <w:rsid w:val="00104F6D"/>
    <w:rsid w:val="001055EF"/>
    <w:rsid w:val="00105AC5"/>
    <w:rsid w:val="00105C71"/>
    <w:rsid w:val="00105E4C"/>
    <w:rsid w:val="0010601E"/>
    <w:rsid w:val="0010604A"/>
    <w:rsid w:val="001060B4"/>
    <w:rsid w:val="00106578"/>
    <w:rsid w:val="00106764"/>
    <w:rsid w:val="00106827"/>
    <w:rsid w:val="00106A52"/>
    <w:rsid w:val="00106E84"/>
    <w:rsid w:val="001072E6"/>
    <w:rsid w:val="001073B4"/>
    <w:rsid w:val="0010751F"/>
    <w:rsid w:val="00107724"/>
    <w:rsid w:val="00107886"/>
    <w:rsid w:val="0010789F"/>
    <w:rsid w:val="001078EF"/>
    <w:rsid w:val="00107B18"/>
    <w:rsid w:val="00107BCE"/>
    <w:rsid w:val="00107D2C"/>
    <w:rsid w:val="00107FD7"/>
    <w:rsid w:val="0011055C"/>
    <w:rsid w:val="0011064C"/>
    <w:rsid w:val="00110A65"/>
    <w:rsid w:val="00110CF1"/>
    <w:rsid w:val="00111014"/>
    <w:rsid w:val="0011143A"/>
    <w:rsid w:val="001116CB"/>
    <w:rsid w:val="00111725"/>
    <w:rsid w:val="00111920"/>
    <w:rsid w:val="00111D16"/>
    <w:rsid w:val="00111FBA"/>
    <w:rsid w:val="0011237B"/>
    <w:rsid w:val="00112579"/>
    <w:rsid w:val="0011293F"/>
    <w:rsid w:val="001129AE"/>
    <w:rsid w:val="00112C3B"/>
    <w:rsid w:val="00112D63"/>
    <w:rsid w:val="00112F49"/>
    <w:rsid w:val="0011352E"/>
    <w:rsid w:val="00113542"/>
    <w:rsid w:val="00113B34"/>
    <w:rsid w:val="00114069"/>
    <w:rsid w:val="0011413A"/>
    <w:rsid w:val="00114422"/>
    <w:rsid w:val="00114697"/>
    <w:rsid w:val="001146C7"/>
    <w:rsid w:val="001148C6"/>
    <w:rsid w:val="0011499C"/>
    <w:rsid w:val="001149A7"/>
    <w:rsid w:val="00114E26"/>
    <w:rsid w:val="001150A1"/>
    <w:rsid w:val="00115427"/>
    <w:rsid w:val="00115BDD"/>
    <w:rsid w:val="00115BFA"/>
    <w:rsid w:val="00115ECB"/>
    <w:rsid w:val="0011606C"/>
    <w:rsid w:val="001160B9"/>
    <w:rsid w:val="0011611B"/>
    <w:rsid w:val="0011626C"/>
    <w:rsid w:val="001167CD"/>
    <w:rsid w:val="00116833"/>
    <w:rsid w:val="00116B3B"/>
    <w:rsid w:val="00117032"/>
    <w:rsid w:val="00117056"/>
    <w:rsid w:val="00117103"/>
    <w:rsid w:val="001171FD"/>
    <w:rsid w:val="00117773"/>
    <w:rsid w:val="00117B27"/>
    <w:rsid w:val="00117CBE"/>
    <w:rsid w:val="00117D75"/>
    <w:rsid w:val="001200EF"/>
    <w:rsid w:val="001201B0"/>
    <w:rsid w:val="0012036C"/>
    <w:rsid w:val="001203A0"/>
    <w:rsid w:val="001204B5"/>
    <w:rsid w:val="00120DF7"/>
    <w:rsid w:val="0012122B"/>
    <w:rsid w:val="001212F0"/>
    <w:rsid w:val="001212F7"/>
    <w:rsid w:val="00121498"/>
    <w:rsid w:val="00121535"/>
    <w:rsid w:val="001216AA"/>
    <w:rsid w:val="001217E5"/>
    <w:rsid w:val="00121A1E"/>
    <w:rsid w:val="00121E78"/>
    <w:rsid w:val="001221E9"/>
    <w:rsid w:val="001224F1"/>
    <w:rsid w:val="001225FD"/>
    <w:rsid w:val="0012296B"/>
    <w:rsid w:val="00122B6B"/>
    <w:rsid w:val="00122D27"/>
    <w:rsid w:val="00122E21"/>
    <w:rsid w:val="001230F0"/>
    <w:rsid w:val="001232BF"/>
    <w:rsid w:val="00123301"/>
    <w:rsid w:val="0012378E"/>
    <w:rsid w:val="001238C3"/>
    <w:rsid w:val="001239E7"/>
    <w:rsid w:val="00123B86"/>
    <w:rsid w:val="00123E3B"/>
    <w:rsid w:val="00124094"/>
    <w:rsid w:val="00124147"/>
    <w:rsid w:val="00124277"/>
    <w:rsid w:val="001242C0"/>
    <w:rsid w:val="00124416"/>
    <w:rsid w:val="0012458C"/>
    <w:rsid w:val="001246D6"/>
    <w:rsid w:val="001246E6"/>
    <w:rsid w:val="00124AED"/>
    <w:rsid w:val="00124D7B"/>
    <w:rsid w:val="00124E09"/>
    <w:rsid w:val="0012508A"/>
    <w:rsid w:val="00125248"/>
    <w:rsid w:val="00125693"/>
    <w:rsid w:val="0012578D"/>
    <w:rsid w:val="00125C42"/>
    <w:rsid w:val="00125C6C"/>
    <w:rsid w:val="00125C79"/>
    <w:rsid w:val="00125DCE"/>
    <w:rsid w:val="00125DFD"/>
    <w:rsid w:val="00125F67"/>
    <w:rsid w:val="0012602B"/>
    <w:rsid w:val="00126255"/>
    <w:rsid w:val="001262AE"/>
    <w:rsid w:val="001263A0"/>
    <w:rsid w:val="00126667"/>
    <w:rsid w:val="00126CC8"/>
    <w:rsid w:val="00127123"/>
    <w:rsid w:val="00127596"/>
    <w:rsid w:val="001301A4"/>
    <w:rsid w:val="001305E4"/>
    <w:rsid w:val="001308AD"/>
    <w:rsid w:val="00130FE2"/>
    <w:rsid w:val="001310B7"/>
    <w:rsid w:val="00131345"/>
    <w:rsid w:val="001315B9"/>
    <w:rsid w:val="001318B9"/>
    <w:rsid w:val="00131BA1"/>
    <w:rsid w:val="00131DC2"/>
    <w:rsid w:val="001321EB"/>
    <w:rsid w:val="001324FA"/>
    <w:rsid w:val="001327CD"/>
    <w:rsid w:val="00132AF4"/>
    <w:rsid w:val="00132BB7"/>
    <w:rsid w:val="00132DFB"/>
    <w:rsid w:val="00132E8E"/>
    <w:rsid w:val="001333F4"/>
    <w:rsid w:val="001339F4"/>
    <w:rsid w:val="00133A29"/>
    <w:rsid w:val="00133DDE"/>
    <w:rsid w:val="00133F54"/>
    <w:rsid w:val="0013407B"/>
    <w:rsid w:val="001346CB"/>
    <w:rsid w:val="00134A2E"/>
    <w:rsid w:val="00134D2A"/>
    <w:rsid w:val="00134D2D"/>
    <w:rsid w:val="00134E8C"/>
    <w:rsid w:val="00135110"/>
    <w:rsid w:val="001353C5"/>
    <w:rsid w:val="00135467"/>
    <w:rsid w:val="00135754"/>
    <w:rsid w:val="00135B58"/>
    <w:rsid w:val="00135D1C"/>
    <w:rsid w:val="00135E5E"/>
    <w:rsid w:val="00136033"/>
    <w:rsid w:val="001363D6"/>
    <w:rsid w:val="00136491"/>
    <w:rsid w:val="00136672"/>
    <w:rsid w:val="001366EA"/>
    <w:rsid w:val="0013698A"/>
    <w:rsid w:val="00136A4F"/>
    <w:rsid w:val="00136AA3"/>
    <w:rsid w:val="00136C3C"/>
    <w:rsid w:val="00136DDE"/>
    <w:rsid w:val="00136E02"/>
    <w:rsid w:val="00137294"/>
    <w:rsid w:val="00137302"/>
    <w:rsid w:val="0013743C"/>
    <w:rsid w:val="001374AA"/>
    <w:rsid w:val="0013762C"/>
    <w:rsid w:val="001379CA"/>
    <w:rsid w:val="00137C4C"/>
    <w:rsid w:val="00137F67"/>
    <w:rsid w:val="00140037"/>
    <w:rsid w:val="00140127"/>
    <w:rsid w:val="00140168"/>
    <w:rsid w:val="00140241"/>
    <w:rsid w:val="001402DA"/>
    <w:rsid w:val="001404C6"/>
    <w:rsid w:val="001405C4"/>
    <w:rsid w:val="001407C8"/>
    <w:rsid w:val="00140987"/>
    <w:rsid w:val="00140C48"/>
    <w:rsid w:val="00141439"/>
    <w:rsid w:val="001414D7"/>
    <w:rsid w:val="00141B17"/>
    <w:rsid w:val="00141C38"/>
    <w:rsid w:val="00141E34"/>
    <w:rsid w:val="00141FB2"/>
    <w:rsid w:val="0014210C"/>
    <w:rsid w:val="00142225"/>
    <w:rsid w:val="00142650"/>
    <w:rsid w:val="001427FF"/>
    <w:rsid w:val="00142805"/>
    <w:rsid w:val="00142B78"/>
    <w:rsid w:val="00143047"/>
    <w:rsid w:val="0014330F"/>
    <w:rsid w:val="0014353B"/>
    <w:rsid w:val="001435B9"/>
    <w:rsid w:val="00143C0D"/>
    <w:rsid w:val="00143C5F"/>
    <w:rsid w:val="00143D0E"/>
    <w:rsid w:val="00143F4C"/>
    <w:rsid w:val="001442DF"/>
    <w:rsid w:val="0014463A"/>
    <w:rsid w:val="0014469D"/>
    <w:rsid w:val="00144C3F"/>
    <w:rsid w:val="00144CB7"/>
    <w:rsid w:val="00145164"/>
    <w:rsid w:val="0014561F"/>
    <w:rsid w:val="001458FB"/>
    <w:rsid w:val="0014599A"/>
    <w:rsid w:val="001459DF"/>
    <w:rsid w:val="00145B65"/>
    <w:rsid w:val="00145BA1"/>
    <w:rsid w:val="001461C0"/>
    <w:rsid w:val="00146514"/>
    <w:rsid w:val="00146564"/>
    <w:rsid w:val="0014671E"/>
    <w:rsid w:val="00146786"/>
    <w:rsid w:val="0014678D"/>
    <w:rsid w:val="0014685F"/>
    <w:rsid w:val="00146995"/>
    <w:rsid w:val="00146D84"/>
    <w:rsid w:val="00146EA5"/>
    <w:rsid w:val="00146F22"/>
    <w:rsid w:val="0014705E"/>
    <w:rsid w:val="001471B9"/>
    <w:rsid w:val="001472C4"/>
    <w:rsid w:val="00147697"/>
    <w:rsid w:val="001476C7"/>
    <w:rsid w:val="001476E6"/>
    <w:rsid w:val="0014785D"/>
    <w:rsid w:val="0014792C"/>
    <w:rsid w:val="00147C60"/>
    <w:rsid w:val="00147FF9"/>
    <w:rsid w:val="001507E8"/>
    <w:rsid w:val="00150A74"/>
    <w:rsid w:val="00150B62"/>
    <w:rsid w:val="00150D97"/>
    <w:rsid w:val="00151446"/>
    <w:rsid w:val="0015181B"/>
    <w:rsid w:val="00151A42"/>
    <w:rsid w:val="00151C78"/>
    <w:rsid w:val="00151E46"/>
    <w:rsid w:val="00152325"/>
    <w:rsid w:val="0015266B"/>
    <w:rsid w:val="001526A0"/>
    <w:rsid w:val="0015270C"/>
    <w:rsid w:val="00152939"/>
    <w:rsid w:val="00152C31"/>
    <w:rsid w:val="00152C38"/>
    <w:rsid w:val="001531C0"/>
    <w:rsid w:val="00153513"/>
    <w:rsid w:val="00153827"/>
    <w:rsid w:val="001538E1"/>
    <w:rsid w:val="00153A30"/>
    <w:rsid w:val="00153AE2"/>
    <w:rsid w:val="00153CC8"/>
    <w:rsid w:val="0015409F"/>
    <w:rsid w:val="00154257"/>
    <w:rsid w:val="001542D5"/>
    <w:rsid w:val="001545C2"/>
    <w:rsid w:val="0015488B"/>
    <w:rsid w:val="001549AD"/>
    <w:rsid w:val="00154CF2"/>
    <w:rsid w:val="00155010"/>
    <w:rsid w:val="001550CF"/>
    <w:rsid w:val="00155566"/>
    <w:rsid w:val="00155731"/>
    <w:rsid w:val="001558F1"/>
    <w:rsid w:val="00155BF2"/>
    <w:rsid w:val="00155DD2"/>
    <w:rsid w:val="00155F45"/>
    <w:rsid w:val="0015628E"/>
    <w:rsid w:val="00156323"/>
    <w:rsid w:val="0015642C"/>
    <w:rsid w:val="00156506"/>
    <w:rsid w:val="001565AC"/>
    <w:rsid w:val="00156650"/>
    <w:rsid w:val="00156F52"/>
    <w:rsid w:val="00157211"/>
    <w:rsid w:val="001572A4"/>
    <w:rsid w:val="00157375"/>
    <w:rsid w:val="00157429"/>
    <w:rsid w:val="00157584"/>
    <w:rsid w:val="001575C7"/>
    <w:rsid w:val="001579AE"/>
    <w:rsid w:val="00157ABB"/>
    <w:rsid w:val="00157AEB"/>
    <w:rsid w:val="00157B6E"/>
    <w:rsid w:val="00157B89"/>
    <w:rsid w:val="00157BBA"/>
    <w:rsid w:val="0016002A"/>
    <w:rsid w:val="00160A20"/>
    <w:rsid w:val="00160BB4"/>
    <w:rsid w:val="00160C57"/>
    <w:rsid w:val="00160C77"/>
    <w:rsid w:val="001613FF"/>
    <w:rsid w:val="001615FB"/>
    <w:rsid w:val="00161742"/>
    <w:rsid w:val="00161767"/>
    <w:rsid w:val="0016217C"/>
    <w:rsid w:val="00162232"/>
    <w:rsid w:val="0016228A"/>
    <w:rsid w:val="001624E9"/>
    <w:rsid w:val="00162577"/>
    <w:rsid w:val="00162597"/>
    <w:rsid w:val="0016297B"/>
    <w:rsid w:val="001629CD"/>
    <w:rsid w:val="001630C1"/>
    <w:rsid w:val="0016315C"/>
    <w:rsid w:val="0016319D"/>
    <w:rsid w:val="0016338B"/>
    <w:rsid w:val="001639FB"/>
    <w:rsid w:val="00163E1F"/>
    <w:rsid w:val="0016416D"/>
    <w:rsid w:val="0016422C"/>
    <w:rsid w:val="001643B8"/>
    <w:rsid w:val="001644BD"/>
    <w:rsid w:val="00164C1D"/>
    <w:rsid w:val="00164E13"/>
    <w:rsid w:val="00164F53"/>
    <w:rsid w:val="00164FCC"/>
    <w:rsid w:val="00165041"/>
    <w:rsid w:val="00165265"/>
    <w:rsid w:val="00165319"/>
    <w:rsid w:val="00165386"/>
    <w:rsid w:val="00165506"/>
    <w:rsid w:val="00165979"/>
    <w:rsid w:val="00165B1D"/>
    <w:rsid w:val="00165C37"/>
    <w:rsid w:val="00165CC3"/>
    <w:rsid w:val="00165E04"/>
    <w:rsid w:val="00166B62"/>
    <w:rsid w:val="00166CBF"/>
    <w:rsid w:val="00166CD6"/>
    <w:rsid w:val="00167344"/>
    <w:rsid w:val="00167483"/>
    <w:rsid w:val="00167513"/>
    <w:rsid w:val="001676A1"/>
    <w:rsid w:val="00167B4D"/>
    <w:rsid w:val="00167B8E"/>
    <w:rsid w:val="00167CE2"/>
    <w:rsid w:val="00167D71"/>
    <w:rsid w:val="00167F4E"/>
    <w:rsid w:val="0017009F"/>
    <w:rsid w:val="00170636"/>
    <w:rsid w:val="001707E5"/>
    <w:rsid w:val="00170CCA"/>
    <w:rsid w:val="00170E5E"/>
    <w:rsid w:val="00171626"/>
    <w:rsid w:val="00171687"/>
    <w:rsid w:val="001719FD"/>
    <w:rsid w:val="00171F76"/>
    <w:rsid w:val="00172918"/>
    <w:rsid w:val="001729C2"/>
    <w:rsid w:val="00172BBC"/>
    <w:rsid w:val="00172CEF"/>
    <w:rsid w:val="00173034"/>
    <w:rsid w:val="00173143"/>
    <w:rsid w:val="00173561"/>
    <w:rsid w:val="0017377B"/>
    <w:rsid w:val="00173BE3"/>
    <w:rsid w:val="00173E4D"/>
    <w:rsid w:val="00173E73"/>
    <w:rsid w:val="00174540"/>
    <w:rsid w:val="00174D41"/>
    <w:rsid w:val="00174D56"/>
    <w:rsid w:val="00174ECE"/>
    <w:rsid w:val="001753A7"/>
    <w:rsid w:val="00175C7D"/>
    <w:rsid w:val="00175CD4"/>
    <w:rsid w:val="00175F88"/>
    <w:rsid w:val="00175FA7"/>
    <w:rsid w:val="001768A6"/>
    <w:rsid w:val="001768B7"/>
    <w:rsid w:val="001768F0"/>
    <w:rsid w:val="00176EC7"/>
    <w:rsid w:val="0017710B"/>
    <w:rsid w:val="00177189"/>
    <w:rsid w:val="001771C6"/>
    <w:rsid w:val="0017760E"/>
    <w:rsid w:val="00177790"/>
    <w:rsid w:val="00177960"/>
    <w:rsid w:val="00177D32"/>
    <w:rsid w:val="00177E7C"/>
    <w:rsid w:val="00177F81"/>
    <w:rsid w:val="001801BB"/>
    <w:rsid w:val="00180477"/>
    <w:rsid w:val="001806BE"/>
    <w:rsid w:val="00180A21"/>
    <w:rsid w:val="00180A43"/>
    <w:rsid w:val="00180E34"/>
    <w:rsid w:val="00180EB8"/>
    <w:rsid w:val="001810BB"/>
    <w:rsid w:val="00181232"/>
    <w:rsid w:val="00181577"/>
    <w:rsid w:val="00181957"/>
    <w:rsid w:val="00181AD5"/>
    <w:rsid w:val="00181C2D"/>
    <w:rsid w:val="00181DFC"/>
    <w:rsid w:val="00182059"/>
    <w:rsid w:val="00182183"/>
    <w:rsid w:val="0018223B"/>
    <w:rsid w:val="001825DC"/>
    <w:rsid w:val="001825EF"/>
    <w:rsid w:val="001826CC"/>
    <w:rsid w:val="00182DA1"/>
    <w:rsid w:val="001831DE"/>
    <w:rsid w:val="001836E0"/>
    <w:rsid w:val="00183886"/>
    <w:rsid w:val="00183D5C"/>
    <w:rsid w:val="00184099"/>
    <w:rsid w:val="0018429F"/>
    <w:rsid w:val="001846CE"/>
    <w:rsid w:val="00184950"/>
    <w:rsid w:val="00184C97"/>
    <w:rsid w:val="00184D96"/>
    <w:rsid w:val="00184E72"/>
    <w:rsid w:val="0018532C"/>
    <w:rsid w:val="0018543B"/>
    <w:rsid w:val="0018574B"/>
    <w:rsid w:val="00185AA5"/>
    <w:rsid w:val="00185E9E"/>
    <w:rsid w:val="00185FB9"/>
    <w:rsid w:val="00186196"/>
    <w:rsid w:val="0018636B"/>
    <w:rsid w:val="00186433"/>
    <w:rsid w:val="001865AE"/>
    <w:rsid w:val="001866A3"/>
    <w:rsid w:val="00186E2F"/>
    <w:rsid w:val="00186E81"/>
    <w:rsid w:val="00186F1D"/>
    <w:rsid w:val="001873DA"/>
    <w:rsid w:val="0018753D"/>
    <w:rsid w:val="001877CB"/>
    <w:rsid w:val="001877F9"/>
    <w:rsid w:val="0018784C"/>
    <w:rsid w:val="0018784F"/>
    <w:rsid w:val="001879F3"/>
    <w:rsid w:val="001901C0"/>
    <w:rsid w:val="0019036D"/>
    <w:rsid w:val="0019041A"/>
    <w:rsid w:val="0019061A"/>
    <w:rsid w:val="0019071B"/>
    <w:rsid w:val="00190853"/>
    <w:rsid w:val="00190979"/>
    <w:rsid w:val="00190BAB"/>
    <w:rsid w:val="00190D53"/>
    <w:rsid w:val="00190DA7"/>
    <w:rsid w:val="0019119D"/>
    <w:rsid w:val="00191258"/>
    <w:rsid w:val="0019126E"/>
    <w:rsid w:val="00191391"/>
    <w:rsid w:val="00191624"/>
    <w:rsid w:val="00191686"/>
    <w:rsid w:val="00191D83"/>
    <w:rsid w:val="00191EC3"/>
    <w:rsid w:val="0019236F"/>
    <w:rsid w:val="00192B41"/>
    <w:rsid w:val="00192DD7"/>
    <w:rsid w:val="001930E3"/>
    <w:rsid w:val="0019326E"/>
    <w:rsid w:val="00193321"/>
    <w:rsid w:val="001934F3"/>
    <w:rsid w:val="00193695"/>
    <w:rsid w:val="001936FE"/>
    <w:rsid w:val="00193748"/>
    <w:rsid w:val="00193877"/>
    <w:rsid w:val="00193941"/>
    <w:rsid w:val="00193ED5"/>
    <w:rsid w:val="001942AD"/>
    <w:rsid w:val="001942B2"/>
    <w:rsid w:val="0019463E"/>
    <w:rsid w:val="00194776"/>
    <w:rsid w:val="00194BC4"/>
    <w:rsid w:val="0019535E"/>
    <w:rsid w:val="00195374"/>
    <w:rsid w:val="00195527"/>
    <w:rsid w:val="001957C1"/>
    <w:rsid w:val="00195EB0"/>
    <w:rsid w:val="00195EC6"/>
    <w:rsid w:val="0019661C"/>
    <w:rsid w:val="001968C4"/>
    <w:rsid w:val="00196918"/>
    <w:rsid w:val="001969AE"/>
    <w:rsid w:val="00196D52"/>
    <w:rsid w:val="00196E71"/>
    <w:rsid w:val="001970B6"/>
    <w:rsid w:val="001971AB"/>
    <w:rsid w:val="00197726"/>
    <w:rsid w:val="0019775A"/>
    <w:rsid w:val="001977C0"/>
    <w:rsid w:val="001977DE"/>
    <w:rsid w:val="00197C81"/>
    <w:rsid w:val="00197D2F"/>
    <w:rsid w:val="001A0640"/>
    <w:rsid w:val="001A0715"/>
    <w:rsid w:val="001A07A4"/>
    <w:rsid w:val="001A0892"/>
    <w:rsid w:val="001A0975"/>
    <w:rsid w:val="001A0CC0"/>
    <w:rsid w:val="001A0DF1"/>
    <w:rsid w:val="001A0E4C"/>
    <w:rsid w:val="001A0E5C"/>
    <w:rsid w:val="001A147E"/>
    <w:rsid w:val="001A1D9A"/>
    <w:rsid w:val="001A1E4D"/>
    <w:rsid w:val="001A1E54"/>
    <w:rsid w:val="001A1F0C"/>
    <w:rsid w:val="001A20B5"/>
    <w:rsid w:val="001A211D"/>
    <w:rsid w:val="001A2840"/>
    <w:rsid w:val="001A2D6B"/>
    <w:rsid w:val="001A2F34"/>
    <w:rsid w:val="001A30E0"/>
    <w:rsid w:val="001A330D"/>
    <w:rsid w:val="001A33CC"/>
    <w:rsid w:val="001A341A"/>
    <w:rsid w:val="001A34EA"/>
    <w:rsid w:val="001A3962"/>
    <w:rsid w:val="001A3ABC"/>
    <w:rsid w:val="001A3AFC"/>
    <w:rsid w:val="001A3DDA"/>
    <w:rsid w:val="001A3E0B"/>
    <w:rsid w:val="001A40F2"/>
    <w:rsid w:val="001A413A"/>
    <w:rsid w:val="001A43E9"/>
    <w:rsid w:val="001A4403"/>
    <w:rsid w:val="001A451F"/>
    <w:rsid w:val="001A4B67"/>
    <w:rsid w:val="001A53B8"/>
    <w:rsid w:val="001A58A3"/>
    <w:rsid w:val="001A5A27"/>
    <w:rsid w:val="001A5D2A"/>
    <w:rsid w:val="001A5E23"/>
    <w:rsid w:val="001A61BD"/>
    <w:rsid w:val="001A61DF"/>
    <w:rsid w:val="001A61E0"/>
    <w:rsid w:val="001A626C"/>
    <w:rsid w:val="001A6734"/>
    <w:rsid w:val="001A6AFE"/>
    <w:rsid w:val="001A7044"/>
    <w:rsid w:val="001A709E"/>
    <w:rsid w:val="001A70F3"/>
    <w:rsid w:val="001A7245"/>
    <w:rsid w:val="001A735C"/>
    <w:rsid w:val="001A780D"/>
    <w:rsid w:val="001A7AC3"/>
    <w:rsid w:val="001A7B45"/>
    <w:rsid w:val="001A7C41"/>
    <w:rsid w:val="001A7D80"/>
    <w:rsid w:val="001B0074"/>
    <w:rsid w:val="001B018B"/>
    <w:rsid w:val="001B0296"/>
    <w:rsid w:val="001B047A"/>
    <w:rsid w:val="001B078B"/>
    <w:rsid w:val="001B0A5C"/>
    <w:rsid w:val="001B0C15"/>
    <w:rsid w:val="001B10ED"/>
    <w:rsid w:val="001B1185"/>
    <w:rsid w:val="001B1203"/>
    <w:rsid w:val="001B1314"/>
    <w:rsid w:val="001B135D"/>
    <w:rsid w:val="001B1943"/>
    <w:rsid w:val="001B1CF3"/>
    <w:rsid w:val="001B23CB"/>
    <w:rsid w:val="001B2469"/>
    <w:rsid w:val="001B25BE"/>
    <w:rsid w:val="001B2880"/>
    <w:rsid w:val="001B2939"/>
    <w:rsid w:val="001B2D8F"/>
    <w:rsid w:val="001B2F54"/>
    <w:rsid w:val="001B3391"/>
    <w:rsid w:val="001B37C7"/>
    <w:rsid w:val="001B3959"/>
    <w:rsid w:val="001B3994"/>
    <w:rsid w:val="001B3DD9"/>
    <w:rsid w:val="001B4271"/>
    <w:rsid w:val="001B4869"/>
    <w:rsid w:val="001B498A"/>
    <w:rsid w:val="001B528C"/>
    <w:rsid w:val="001B5BD7"/>
    <w:rsid w:val="001B64A5"/>
    <w:rsid w:val="001B688F"/>
    <w:rsid w:val="001B6979"/>
    <w:rsid w:val="001B6CF9"/>
    <w:rsid w:val="001B6D31"/>
    <w:rsid w:val="001B70B2"/>
    <w:rsid w:val="001B73B4"/>
    <w:rsid w:val="001B73E3"/>
    <w:rsid w:val="001B74D2"/>
    <w:rsid w:val="001B7CDE"/>
    <w:rsid w:val="001C067C"/>
    <w:rsid w:val="001C0A7D"/>
    <w:rsid w:val="001C0C42"/>
    <w:rsid w:val="001C0CC9"/>
    <w:rsid w:val="001C0D28"/>
    <w:rsid w:val="001C10B3"/>
    <w:rsid w:val="001C113D"/>
    <w:rsid w:val="001C124A"/>
    <w:rsid w:val="001C14B4"/>
    <w:rsid w:val="001C1E65"/>
    <w:rsid w:val="001C1EFC"/>
    <w:rsid w:val="001C1F54"/>
    <w:rsid w:val="001C206A"/>
    <w:rsid w:val="001C26FB"/>
    <w:rsid w:val="001C2CDB"/>
    <w:rsid w:val="001C379F"/>
    <w:rsid w:val="001C3825"/>
    <w:rsid w:val="001C388C"/>
    <w:rsid w:val="001C3BD7"/>
    <w:rsid w:val="001C41E5"/>
    <w:rsid w:val="001C41F5"/>
    <w:rsid w:val="001C42B2"/>
    <w:rsid w:val="001C42DD"/>
    <w:rsid w:val="001C4391"/>
    <w:rsid w:val="001C44EB"/>
    <w:rsid w:val="001C4821"/>
    <w:rsid w:val="001C49CC"/>
    <w:rsid w:val="001C4DF1"/>
    <w:rsid w:val="001C4E7D"/>
    <w:rsid w:val="001C50A4"/>
    <w:rsid w:val="001C50D9"/>
    <w:rsid w:val="001C5112"/>
    <w:rsid w:val="001C5141"/>
    <w:rsid w:val="001C5152"/>
    <w:rsid w:val="001C5680"/>
    <w:rsid w:val="001C5F87"/>
    <w:rsid w:val="001C5FC4"/>
    <w:rsid w:val="001C629B"/>
    <w:rsid w:val="001C657C"/>
    <w:rsid w:val="001C6A43"/>
    <w:rsid w:val="001C6AC0"/>
    <w:rsid w:val="001C6B59"/>
    <w:rsid w:val="001C6F9E"/>
    <w:rsid w:val="001C7078"/>
    <w:rsid w:val="001C73D2"/>
    <w:rsid w:val="001C743E"/>
    <w:rsid w:val="001C7A16"/>
    <w:rsid w:val="001C7C7D"/>
    <w:rsid w:val="001C7DA2"/>
    <w:rsid w:val="001C7F30"/>
    <w:rsid w:val="001D0207"/>
    <w:rsid w:val="001D03CA"/>
    <w:rsid w:val="001D0653"/>
    <w:rsid w:val="001D072C"/>
    <w:rsid w:val="001D0C7D"/>
    <w:rsid w:val="001D0D3B"/>
    <w:rsid w:val="001D11CA"/>
    <w:rsid w:val="001D11EA"/>
    <w:rsid w:val="001D1768"/>
    <w:rsid w:val="001D177A"/>
    <w:rsid w:val="001D1F86"/>
    <w:rsid w:val="001D1FB5"/>
    <w:rsid w:val="001D2109"/>
    <w:rsid w:val="001D23A9"/>
    <w:rsid w:val="001D25B2"/>
    <w:rsid w:val="001D272A"/>
    <w:rsid w:val="001D2946"/>
    <w:rsid w:val="001D29F8"/>
    <w:rsid w:val="001D2ABB"/>
    <w:rsid w:val="001D2F96"/>
    <w:rsid w:val="001D324B"/>
    <w:rsid w:val="001D34AA"/>
    <w:rsid w:val="001D3BF0"/>
    <w:rsid w:val="001D3F16"/>
    <w:rsid w:val="001D3F4B"/>
    <w:rsid w:val="001D411A"/>
    <w:rsid w:val="001D43CA"/>
    <w:rsid w:val="001D48B2"/>
    <w:rsid w:val="001D4CF6"/>
    <w:rsid w:val="001D51B9"/>
    <w:rsid w:val="001D54C3"/>
    <w:rsid w:val="001D5A5B"/>
    <w:rsid w:val="001D5B09"/>
    <w:rsid w:val="001D5F67"/>
    <w:rsid w:val="001D6267"/>
    <w:rsid w:val="001D6309"/>
    <w:rsid w:val="001D6816"/>
    <w:rsid w:val="001D6B1E"/>
    <w:rsid w:val="001D6B58"/>
    <w:rsid w:val="001D6B61"/>
    <w:rsid w:val="001D6DD2"/>
    <w:rsid w:val="001D70F5"/>
    <w:rsid w:val="001D7A24"/>
    <w:rsid w:val="001D7ADF"/>
    <w:rsid w:val="001D7B3B"/>
    <w:rsid w:val="001D7D57"/>
    <w:rsid w:val="001D7EA9"/>
    <w:rsid w:val="001E03CE"/>
    <w:rsid w:val="001E0452"/>
    <w:rsid w:val="001E0B4B"/>
    <w:rsid w:val="001E0EFC"/>
    <w:rsid w:val="001E0F2B"/>
    <w:rsid w:val="001E0FBD"/>
    <w:rsid w:val="001E1892"/>
    <w:rsid w:val="001E1A2C"/>
    <w:rsid w:val="001E1CC2"/>
    <w:rsid w:val="001E1D8F"/>
    <w:rsid w:val="001E1E8C"/>
    <w:rsid w:val="001E1F6F"/>
    <w:rsid w:val="001E2502"/>
    <w:rsid w:val="001E255E"/>
    <w:rsid w:val="001E2744"/>
    <w:rsid w:val="001E298E"/>
    <w:rsid w:val="001E2A23"/>
    <w:rsid w:val="001E2B43"/>
    <w:rsid w:val="001E2BD2"/>
    <w:rsid w:val="001E2C23"/>
    <w:rsid w:val="001E2D51"/>
    <w:rsid w:val="001E2E33"/>
    <w:rsid w:val="001E2FB8"/>
    <w:rsid w:val="001E326C"/>
    <w:rsid w:val="001E3E5A"/>
    <w:rsid w:val="001E4004"/>
    <w:rsid w:val="001E4458"/>
    <w:rsid w:val="001E4534"/>
    <w:rsid w:val="001E4546"/>
    <w:rsid w:val="001E482A"/>
    <w:rsid w:val="001E49EE"/>
    <w:rsid w:val="001E4A36"/>
    <w:rsid w:val="001E4AD0"/>
    <w:rsid w:val="001E4B6A"/>
    <w:rsid w:val="001E4CA0"/>
    <w:rsid w:val="001E5492"/>
    <w:rsid w:val="001E5498"/>
    <w:rsid w:val="001E552A"/>
    <w:rsid w:val="001E579C"/>
    <w:rsid w:val="001E5A7C"/>
    <w:rsid w:val="001E5AE0"/>
    <w:rsid w:val="001E5B3E"/>
    <w:rsid w:val="001E5C5A"/>
    <w:rsid w:val="001E5CEA"/>
    <w:rsid w:val="001E5D47"/>
    <w:rsid w:val="001E5E8B"/>
    <w:rsid w:val="001E60E3"/>
    <w:rsid w:val="001E60F8"/>
    <w:rsid w:val="001E61DF"/>
    <w:rsid w:val="001E62E2"/>
    <w:rsid w:val="001E65BC"/>
    <w:rsid w:val="001E661A"/>
    <w:rsid w:val="001E6812"/>
    <w:rsid w:val="001E70F4"/>
    <w:rsid w:val="001E714F"/>
    <w:rsid w:val="001E7528"/>
    <w:rsid w:val="001E757F"/>
    <w:rsid w:val="001E76CC"/>
    <w:rsid w:val="001E76D3"/>
    <w:rsid w:val="001E7741"/>
    <w:rsid w:val="001E77A3"/>
    <w:rsid w:val="001E77A8"/>
    <w:rsid w:val="001E7C58"/>
    <w:rsid w:val="001E7FE5"/>
    <w:rsid w:val="001F00EA"/>
    <w:rsid w:val="001F02ED"/>
    <w:rsid w:val="001F037A"/>
    <w:rsid w:val="001F063B"/>
    <w:rsid w:val="001F0A5D"/>
    <w:rsid w:val="001F0E91"/>
    <w:rsid w:val="001F14AF"/>
    <w:rsid w:val="001F15C2"/>
    <w:rsid w:val="001F161A"/>
    <w:rsid w:val="001F16F2"/>
    <w:rsid w:val="001F1A24"/>
    <w:rsid w:val="001F1C01"/>
    <w:rsid w:val="001F1DA5"/>
    <w:rsid w:val="001F1F82"/>
    <w:rsid w:val="001F2189"/>
    <w:rsid w:val="001F258C"/>
    <w:rsid w:val="001F2A27"/>
    <w:rsid w:val="001F2E8C"/>
    <w:rsid w:val="001F32D7"/>
    <w:rsid w:val="001F37EE"/>
    <w:rsid w:val="001F3C70"/>
    <w:rsid w:val="001F3DE4"/>
    <w:rsid w:val="001F3E56"/>
    <w:rsid w:val="001F40D5"/>
    <w:rsid w:val="001F4213"/>
    <w:rsid w:val="001F4710"/>
    <w:rsid w:val="001F4832"/>
    <w:rsid w:val="001F4885"/>
    <w:rsid w:val="001F4AE6"/>
    <w:rsid w:val="001F4F36"/>
    <w:rsid w:val="001F500A"/>
    <w:rsid w:val="001F5588"/>
    <w:rsid w:val="001F56F3"/>
    <w:rsid w:val="001F5E25"/>
    <w:rsid w:val="001F6095"/>
    <w:rsid w:val="001F65FF"/>
    <w:rsid w:val="001F6827"/>
    <w:rsid w:val="001F6938"/>
    <w:rsid w:val="001F695F"/>
    <w:rsid w:val="001F6BDA"/>
    <w:rsid w:val="001F72CA"/>
    <w:rsid w:val="001F74BF"/>
    <w:rsid w:val="001F77FD"/>
    <w:rsid w:val="001F7C6E"/>
    <w:rsid w:val="00200101"/>
    <w:rsid w:val="002005E3"/>
    <w:rsid w:val="0020062B"/>
    <w:rsid w:val="00200758"/>
    <w:rsid w:val="00200775"/>
    <w:rsid w:val="00200A8F"/>
    <w:rsid w:val="00200AC8"/>
    <w:rsid w:val="00200C76"/>
    <w:rsid w:val="00200D38"/>
    <w:rsid w:val="00200D98"/>
    <w:rsid w:val="002011E2"/>
    <w:rsid w:val="0020120C"/>
    <w:rsid w:val="002013A6"/>
    <w:rsid w:val="002014A2"/>
    <w:rsid w:val="002015EC"/>
    <w:rsid w:val="00201671"/>
    <w:rsid w:val="00201695"/>
    <w:rsid w:val="00201752"/>
    <w:rsid w:val="00201B06"/>
    <w:rsid w:val="00201B4C"/>
    <w:rsid w:val="00201B7B"/>
    <w:rsid w:val="002020F4"/>
    <w:rsid w:val="00202187"/>
    <w:rsid w:val="002022FF"/>
    <w:rsid w:val="0020233B"/>
    <w:rsid w:val="002024D2"/>
    <w:rsid w:val="0020259E"/>
    <w:rsid w:val="00202727"/>
    <w:rsid w:val="00202FA4"/>
    <w:rsid w:val="0020308F"/>
    <w:rsid w:val="0020310C"/>
    <w:rsid w:val="00203154"/>
    <w:rsid w:val="002033C0"/>
    <w:rsid w:val="00203B22"/>
    <w:rsid w:val="00203CAA"/>
    <w:rsid w:val="0020428C"/>
    <w:rsid w:val="0020459F"/>
    <w:rsid w:val="002045C4"/>
    <w:rsid w:val="00204BFF"/>
    <w:rsid w:val="00204C97"/>
    <w:rsid w:val="0020516E"/>
    <w:rsid w:val="00205228"/>
    <w:rsid w:val="002052A8"/>
    <w:rsid w:val="002053B9"/>
    <w:rsid w:val="0020543A"/>
    <w:rsid w:val="002056EC"/>
    <w:rsid w:val="00205757"/>
    <w:rsid w:val="00205782"/>
    <w:rsid w:val="0020590D"/>
    <w:rsid w:val="00205DEB"/>
    <w:rsid w:val="0020618B"/>
    <w:rsid w:val="00206314"/>
    <w:rsid w:val="00206643"/>
    <w:rsid w:val="002068C9"/>
    <w:rsid w:val="00206BCE"/>
    <w:rsid w:val="002102AF"/>
    <w:rsid w:val="0021039A"/>
    <w:rsid w:val="00210757"/>
    <w:rsid w:val="0021080D"/>
    <w:rsid w:val="002108A3"/>
    <w:rsid w:val="002108B7"/>
    <w:rsid w:val="00210E0B"/>
    <w:rsid w:val="00210E66"/>
    <w:rsid w:val="00210FC2"/>
    <w:rsid w:val="00211217"/>
    <w:rsid w:val="00211225"/>
    <w:rsid w:val="002112D5"/>
    <w:rsid w:val="002113AE"/>
    <w:rsid w:val="00211ED4"/>
    <w:rsid w:val="002122E8"/>
    <w:rsid w:val="00212332"/>
    <w:rsid w:val="00212721"/>
    <w:rsid w:val="002129A2"/>
    <w:rsid w:val="00212C9C"/>
    <w:rsid w:val="00212F20"/>
    <w:rsid w:val="0021327F"/>
    <w:rsid w:val="002135C9"/>
    <w:rsid w:val="0021370F"/>
    <w:rsid w:val="0021383C"/>
    <w:rsid w:val="002139F6"/>
    <w:rsid w:val="00213A18"/>
    <w:rsid w:val="00213ABA"/>
    <w:rsid w:val="00213BED"/>
    <w:rsid w:val="00214198"/>
    <w:rsid w:val="002147AA"/>
    <w:rsid w:val="00214B00"/>
    <w:rsid w:val="00214B12"/>
    <w:rsid w:val="00214E3D"/>
    <w:rsid w:val="00215192"/>
    <w:rsid w:val="002153AE"/>
    <w:rsid w:val="00215D92"/>
    <w:rsid w:val="00215F19"/>
    <w:rsid w:val="0021623C"/>
    <w:rsid w:val="002166A3"/>
    <w:rsid w:val="002168F8"/>
    <w:rsid w:val="00216B93"/>
    <w:rsid w:val="00216EF1"/>
    <w:rsid w:val="0021743E"/>
    <w:rsid w:val="00217624"/>
    <w:rsid w:val="00217E5E"/>
    <w:rsid w:val="00220325"/>
    <w:rsid w:val="00220530"/>
    <w:rsid w:val="00220549"/>
    <w:rsid w:val="00220781"/>
    <w:rsid w:val="0022083B"/>
    <w:rsid w:val="00220A33"/>
    <w:rsid w:val="00220CD4"/>
    <w:rsid w:val="00220EC0"/>
    <w:rsid w:val="00220EE2"/>
    <w:rsid w:val="0022102C"/>
    <w:rsid w:val="00221189"/>
    <w:rsid w:val="0022118F"/>
    <w:rsid w:val="002214CB"/>
    <w:rsid w:val="00221B7E"/>
    <w:rsid w:val="00221BA4"/>
    <w:rsid w:val="00221F08"/>
    <w:rsid w:val="00221F47"/>
    <w:rsid w:val="0022208A"/>
    <w:rsid w:val="00222145"/>
    <w:rsid w:val="00222405"/>
    <w:rsid w:val="002224DD"/>
    <w:rsid w:val="0022270E"/>
    <w:rsid w:val="0022295F"/>
    <w:rsid w:val="00222C20"/>
    <w:rsid w:val="00222C64"/>
    <w:rsid w:val="00223A4D"/>
    <w:rsid w:val="00223F7F"/>
    <w:rsid w:val="002245A3"/>
    <w:rsid w:val="00224661"/>
    <w:rsid w:val="002246AE"/>
    <w:rsid w:val="002247ED"/>
    <w:rsid w:val="00224876"/>
    <w:rsid w:val="0022497D"/>
    <w:rsid w:val="00224A02"/>
    <w:rsid w:val="00224C41"/>
    <w:rsid w:val="0022542E"/>
    <w:rsid w:val="00225745"/>
    <w:rsid w:val="00225938"/>
    <w:rsid w:val="00225A90"/>
    <w:rsid w:val="00225A9D"/>
    <w:rsid w:val="00225B06"/>
    <w:rsid w:val="00225CA2"/>
    <w:rsid w:val="00225CB1"/>
    <w:rsid w:val="00225DA0"/>
    <w:rsid w:val="00226393"/>
    <w:rsid w:val="00226D18"/>
    <w:rsid w:val="0022747E"/>
    <w:rsid w:val="002274AA"/>
    <w:rsid w:val="0022763B"/>
    <w:rsid w:val="00227680"/>
    <w:rsid w:val="00227D38"/>
    <w:rsid w:val="00230F71"/>
    <w:rsid w:val="00230F81"/>
    <w:rsid w:val="00231137"/>
    <w:rsid w:val="00231640"/>
    <w:rsid w:val="002316EB"/>
    <w:rsid w:val="00231919"/>
    <w:rsid w:val="00231B01"/>
    <w:rsid w:val="00231E75"/>
    <w:rsid w:val="0023200B"/>
    <w:rsid w:val="002326F2"/>
    <w:rsid w:val="0023279C"/>
    <w:rsid w:val="00232BFE"/>
    <w:rsid w:val="00232EDB"/>
    <w:rsid w:val="00232EF2"/>
    <w:rsid w:val="0023301D"/>
    <w:rsid w:val="002333B9"/>
    <w:rsid w:val="0023363F"/>
    <w:rsid w:val="002337EB"/>
    <w:rsid w:val="002339C8"/>
    <w:rsid w:val="002339E5"/>
    <w:rsid w:val="00233E68"/>
    <w:rsid w:val="00233EBC"/>
    <w:rsid w:val="0023408A"/>
    <w:rsid w:val="00234254"/>
    <w:rsid w:val="00234300"/>
    <w:rsid w:val="0023443B"/>
    <w:rsid w:val="0023496F"/>
    <w:rsid w:val="00234A45"/>
    <w:rsid w:val="00234AE6"/>
    <w:rsid w:val="00234C7D"/>
    <w:rsid w:val="00234DBF"/>
    <w:rsid w:val="00235224"/>
    <w:rsid w:val="002352C8"/>
    <w:rsid w:val="002353F4"/>
    <w:rsid w:val="00235545"/>
    <w:rsid w:val="002358D4"/>
    <w:rsid w:val="00235E30"/>
    <w:rsid w:val="00236051"/>
    <w:rsid w:val="002362CC"/>
    <w:rsid w:val="002363FE"/>
    <w:rsid w:val="00236802"/>
    <w:rsid w:val="00236CC4"/>
    <w:rsid w:val="00236F5E"/>
    <w:rsid w:val="00237539"/>
    <w:rsid w:val="00237989"/>
    <w:rsid w:val="00237C4D"/>
    <w:rsid w:val="00237DA5"/>
    <w:rsid w:val="00240116"/>
    <w:rsid w:val="002405FD"/>
    <w:rsid w:val="00240756"/>
    <w:rsid w:val="00240C8A"/>
    <w:rsid w:val="00240CE4"/>
    <w:rsid w:val="00240DA7"/>
    <w:rsid w:val="002411D0"/>
    <w:rsid w:val="002412B6"/>
    <w:rsid w:val="002414AB"/>
    <w:rsid w:val="00241598"/>
    <w:rsid w:val="002419E6"/>
    <w:rsid w:val="00241A23"/>
    <w:rsid w:val="00241A3E"/>
    <w:rsid w:val="00241A8F"/>
    <w:rsid w:val="00241EF1"/>
    <w:rsid w:val="00242461"/>
    <w:rsid w:val="002428E8"/>
    <w:rsid w:val="00242A8E"/>
    <w:rsid w:val="00243407"/>
    <w:rsid w:val="00243433"/>
    <w:rsid w:val="0024346B"/>
    <w:rsid w:val="0024367E"/>
    <w:rsid w:val="00243791"/>
    <w:rsid w:val="0024405E"/>
    <w:rsid w:val="00244406"/>
    <w:rsid w:val="00244A84"/>
    <w:rsid w:val="00244C49"/>
    <w:rsid w:val="002451C3"/>
    <w:rsid w:val="0024563F"/>
    <w:rsid w:val="00245AEB"/>
    <w:rsid w:val="00245D4A"/>
    <w:rsid w:val="00245DB1"/>
    <w:rsid w:val="00246385"/>
    <w:rsid w:val="002463B7"/>
    <w:rsid w:val="00246885"/>
    <w:rsid w:val="00246ABD"/>
    <w:rsid w:val="00246B59"/>
    <w:rsid w:val="00246BEC"/>
    <w:rsid w:val="00246F09"/>
    <w:rsid w:val="00247007"/>
    <w:rsid w:val="00247068"/>
    <w:rsid w:val="0024707B"/>
    <w:rsid w:val="00247306"/>
    <w:rsid w:val="002476AF"/>
    <w:rsid w:val="00247914"/>
    <w:rsid w:val="00247A53"/>
    <w:rsid w:val="00250596"/>
    <w:rsid w:val="0025073A"/>
    <w:rsid w:val="0025093E"/>
    <w:rsid w:val="00250C75"/>
    <w:rsid w:val="00250E61"/>
    <w:rsid w:val="00250EE1"/>
    <w:rsid w:val="002515BD"/>
    <w:rsid w:val="0025160E"/>
    <w:rsid w:val="00251C2B"/>
    <w:rsid w:val="00251CD8"/>
    <w:rsid w:val="00251FA9"/>
    <w:rsid w:val="00252246"/>
    <w:rsid w:val="00252A9E"/>
    <w:rsid w:val="00252BA4"/>
    <w:rsid w:val="0025321E"/>
    <w:rsid w:val="00253286"/>
    <w:rsid w:val="00253475"/>
    <w:rsid w:val="00253731"/>
    <w:rsid w:val="0025391B"/>
    <w:rsid w:val="00253B1E"/>
    <w:rsid w:val="00253C7F"/>
    <w:rsid w:val="00253D75"/>
    <w:rsid w:val="00253D96"/>
    <w:rsid w:val="00253E1E"/>
    <w:rsid w:val="00253E25"/>
    <w:rsid w:val="00253E81"/>
    <w:rsid w:val="00253E98"/>
    <w:rsid w:val="00253F8E"/>
    <w:rsid w:val="002543B7"/>
    <w:rsid w:val="00254488"/>
    <w:rsid w:val="002549A6"/>
    <w:rsid w:val="00254AF5"/>
    <w:rsid w:val="00254E22"/>
    <w:rsid w:val="00254E79"/>
    <w:rsid w:val="00254ED9"/>
    <w:rsid w:val="00255205"/>
    <w:rsid w:val="00255337"/>
    <w:rsid w:val="002554F6"/>
    <w:rsid w:val="00255830"/>
    <w:rsid w:val="002558F3"/>
    <w:rsid w:val="00255BC4"/>
    <w:rsid w:val="00255C2D"/>
    <w:rsid w:val="002561AD"/>
    <w:rsid w:val="00256277"/>
    <w:rsid w:val="0025629E"/>
    <w:rsid w:val="00256345"/>
    <w:rsid w:val="00256923"/>
    <w:rsid w:val="00256B50"/>
    <w:rsid w:val="00256DA1"/>
    <w:rsid w:val="00256FBF"/>
    <w:rsid w:val="00257130"/>
    <w:rsid w:val="002572C6"/>
    <w:rsid w:val="00257417"/>
    <w:rsid w:val="00257482"/>
    <w:rsid w:val="00257656"/>
    <w:rsid w:val="00257883"/>
    <w:rsid w:val="00257A3A"/>
    <w:rsid w:val="00257C3C"/>
    <w:rsid w:val="00257C5C"/>
    <w:rsid w:val="00257D6F"/>
    <w:rsid w:val="002601F8"/>
    <w:rsid w:val="00260208"/>
    <w:rsid w:val="002602E6"/>
    <w:rsid w:val="002605FB"/>
    <w:rsid w:val="00260B84"/>
    <w:rsid w:val="00260C06"/>
    <w:rsid w:val="00260FE5"/>
    <w:rsid w:val="002611D3"/>
    <w:rsid w:val="002612CB"/>
    <w:rsid w:val="002616E2"/>
    <w:rsid w:val="00261F63"/>
    <w:rsid w:val="00262062"/>
    <w:rsid w:val="002620C6"/>
    <w:rsid w:val="0026223A"/>
    <w:rsid w:val="00262667"/>
    <w:rsid w:val="002627FA"/>
    <w:rsid w:val="00262BAF"/>
    <w:rsid w:val="00263502"/>
    <w:rsid w:val="0026370A"/>
    <w:rsid w:val="00263F31"/>
    <w:rsid w:val="00264549"/>
    <w:rsid w:val="00264987"/>
    <w:rsid w:val="002652AF"/>
    <w:rsid w:val="002657B4"/>
    <w:rsid w:val="00265E93"/>
    <w:rsid w:val="00265EAC"/>
    <w:rsid w:val="00266060"/>
    <w:rsid w:val="002660B4"/>
    <w:rsid w:val="00266567"/>
    <w:rsid w:val="002667CF"/>
    <w:rsid w:val="00266AE6"/>
    <w:rsid w:val="00266D97"/>
    <w:rsid w:val="00267288"/>
    <w:rsid w:val="00267373"/>
    <w:rsid w:val="002676BD"/>
    <w:rsid w:val="00267730"/>
    <w:rsid w:val="0026776F"/>
    <w:rsid w:val="00267B98"/>
    <w:rsid w:val="0027009A"/>
    <w:rsid w:val="002701DD"/>
    <w:rsid w:val="002701FA"/>
    <w:rsid w:val="002703AA"/>
    <w:rsid w:val="00270BCC"/>
    <w:rsid w:val="00270EB7"/>
    <w:rsid w:val="00270FEF"/>
    <w:rsid w:val="0027124F"/>
    <w:rsid w:val="00271A38"/>
    <w:rsid w:val="00272056"/>
    <w:rsid w:val="00272359"/>
    <w:rsid w:val="0027247A"/>
    <w:rsid w:val="0027249F"/>
    <w:rsid w:val="0027262E"/>
    <w:rsid w:val="0027299B"/>
    <w:rsid w:val="00272BDC"/>
    <w:rsid w:val="00272E39"/>
    <w:rsid w:val="00272F0C"/>
    <w:rsid w:val="002737C4"/>
    <w:rsid w:val="00273B32"/>
    <w:rsid w:val="00273C5E"/>
    <w:rsid w:val="00273FF4"/>
    <w:rsid w:val="00274104"/>
    <w:rsid w:val="0027423C"/>
    <w:rsid w:val="00274305"/>
    <w:rsid w:val="002747D4"/>
    <w:rsid w:val="0027483D"/>
    <w:rsid w:val="00274BA0"/>
    <w:rsid w:val="002750F7"/>
    <w:rsid w:val="00275344"/>
    <w:rsid w:val="002755A1"/>
    <w:rsid w:val="0027584D"/>
    <w:rsid w:val="00275AC9"/>
    <w:rsid w:val="00275B6F"/>
    <w:rsid w:val="00275E11"/>
    <w:rsid w:val="00276ADD"/>
    <w:rsid w:val="00276BB1"/>
    <w:rsid w:val="00277252"/>
    <w:rsid w:val="002772F5"/>
    <w:rsid w:val="002772FA"/>
    <w:rsid w:val="00277679"/>
    <w:rsid w:val="002776C4"/>
    <w:rsid w:val="0027786F"/>
    <w:rsid w:val="002778C9"/>
    <w:rsid w:val="00280251"/>
    <w:rsid w:val="00280867"/>
    <w:rsid w:val="00280883"/>
    <w:rsid w:val="00280C18"/>
    <w:rsid w:val="00280D3C"/>
    <w:rsid w:val="00280D6F"/>
    <w:rsid w:val="00280DE9"/>
    <w:rsid w:val="00280F70"/>
    <w:rsid w:val="00281382"/>
    <w:rsid w:val="00282304"/>
    <w:rsid w:val="002825E5"/>
    <w:rsid w:val="002826DB"/>
    <w:rsid w:val="00282A44"/>
    <w:rsid w:val="00282CFC"/>
    <w:rsid w:val="00282F4B"/>
    <w:rsid w:val="002830EE"/>
    <w:rsid w:val="002836C8"/>
    <w:rsid w:val="00283EC0"/>
    <w:rsid w:val="00284392"/>
    <w:rsid w:val="002844E1"/>
    <w:rsid w:val="00284540"/>
    <w:rsid w:val="00284585"/>
    <w:rsid w:val="0028476D"/>
    <w:rsid w:val="002849BC"/>
    <w:rsid w:val="00284B3C"/>
    <w:rsid w:val="00284C9D"/>
    <w:rsid w:val="00284FD3"/>
    <w:rsid w:val="002854F6"/>
    <w:rsid w:val="0028577F"/>
    <w:rsid w:val="00285791"/>
    <w:rsid w:val="00285AFA"/>
    <w:rsid w:val="00285C89"/>
    <w:rsid w:val="00285CC8"/>
    <w:rsid w:val="00286352"/>
    <w:rsid w:val="00286484"/>
    <w:rsid w:val="00286490"/>
    <w:rsid w:val="00286694"/>
    <w:rsid w:val="00286D13"/>
    <w:rsid w:val="00287214"/>
    <w:rsid w:val="00287285"/>
    <w:rsid w:val="002873DC"/>
    <w:rsid w:val="002874A1"/>
    <w:rsid w:val="00287718"/>
    <w:rsid w:val="002879C4"/>
    <w:rsid w:val="00287B3F"/>
    <w:rsid w:val="00287C08"/>
    <w:rsid w:val="00287EFB"/>
    <w:rsid w:val="00290424"/>
    <w:rsid w:val="00290757"/>
    <w:rsid w:val="00290A61"/>
    <w:rsid w:val="00290C77"/>
    <w:rsid w:val="0029116C"/>
    <w:rsid w:val="002913F6"/>
    <w:rsid w:val="00291582"/>
    <w:rsid w:val="00291676"/>
    <w:rsid w:val="0029195D"/>
    <w:rsid w:val="00291997"/>
    <w:rsid w:val="00291A15"/>
    <w:rsid w:val="00291F62"/>
    <w:rsid w:val="00291FC6"/>
    <w:rsid w:val="00292256"/>
    <w:rsid w:val="00292500"/>
    <w:rsid w:val="002928C5"/>
    <w:rsid w:val="00292B46"/>
    <w:rsid w:val="002933F4"/>
    <w:rsid w:val="00293699"/>
    <w:rsid w:val="002937D3"/>
    <w:rsid w:val="00293A80"/>
    <w:rsid w:val="00293B9B"/>
    <w:rsid w:val="00293BA7"/>
    <w:rsid w:val="00293C11"/>
    <w:rsid w:val="00293D2B"/>
    <w:rsid w:val="00293E0D"/>
    <w:rsid w:val="0029411E"/>
    <w:rsid w:val="00294263"/>
    <w:rsid w:val="00294480"/>
    <w:rsid w:val="002947D9"/>
    <w:rsid w:val="00294CB7"/>
    <w:rsid w:val="00294D54"/>
    <w:rsid w:val="00294E3F"/>
    <w:rsid w:val="00295256"/>
    <w:rsid w:val="00295387"/>
    <w:rsid w:val="00295389"/>
    <w:rsid w:val="002958C2"/>
    <w:rsid w:val="00295A61"/>
    <w:rsid w:val="00295D91"/>
    <w:rsid w:val="00295DBE"/>
    <w:rsid w:val="00296536"/>
    <w:rsid w:val="002965DE"/>
    <w:rsid w:val="002968CA"/>
    <w:rsid w:val="00296B5E"/>
    <w:rsid w:val="00296CCA"/>
    <w:rsid w:val="00296DA0"/>
    <w:rsid w:val="00296E86"/>
    <w:rsid w:val="00296F69"/>
    <w:rsid w:val="00297258"/>
    <w:rsid w:val="00297994"/>
    <w:rsid w:val="00297CF2"/>
    <w:rsid w:val="00297E57"/>
    <w:rsid w:val="002A05C2"/>
    <w:rsid w:val="002A0BCC"/>
    <w:rsid w:val="002A0CC5"/>
    <w:rsid w:val="002A0E01"/>
    <w:rsid w:val="002A0E29"/>
    <w:rsid w:val="002A1322"/>
    <w:rsid w:val="002A1558"/>
    <w:rsid w:val="002A1B2B"/>
    <w:rsid w:val="002A1D97"/>
    <w:rsid w:val="002A1EBE"/>
    <w:rsid w:val="002A22BC"/>
    <w:rsid w:val="002A239E"/>
    <w:rsid w:val="002A2583"/>
    <w:rsid w:val="002A2954"/>
    <w:rsid w:val="002A2A65"/>
    <w:rsid w:val="002A363D"/>
    <w:rsid w:val="002A36F7"/>
    <w:rsid w:val="002A3D72"/>
    <w:rsid w:val="002A3EC7"/>
    <w:rsid w:val="002A40E5"/>
    <w:rsid w:val="002A4F69"/>
    <w:rsid w:val="002A509C"/>
    <w:rsid w:val="002A55C7"/>
    <w:rsid w:val="002A5AAF"/>
    <w:rsid w:val="002A5B64"/>
    <w:rsid w:val="002A5BF0"/>
    <w:rsid w:val="002A5E9B"/>
    <w:rsid w:val="002A6293"/>
    <w:rsid w:val="002A6D06"/>
    <w:rsid w:val="002A6E13"/>
    <w:rsid w:val="002A71D6"/>
    <w:rsid w:val="002A72D3"/>
    <w:rsid w:val="002A7402"/>
    <w:rsid w:val="002A74D7"/>
    <w:rsid w:val="002A7822"/>
    <w:rsid w:val="002A7BF3"/>
    <w:rsid w:val="002A7D0B"/>
    <w:rsid w:val="002B01F3"/>
    <w:rsid w:val="002B0CA3"/>
    <w:rsid w:val="002B0FD2"/>
    <w:rsid w:val="002B10DA"/>
    <w:rsid w:val="002B1468"/>
    <w:rsid w:val="002B1611"/>
    <w:rsid w:val="002B17BB"/>
    <w:rsid w:val="002B1C9A"/>
    <w:rsid w:val="002B1D18"/>
    <w:rsid w:val="002B1DD0"/>
    <w:rsid w:val="002B254C"/>
    <w:rsid w:val="002B25B8"/>
    <w:rsid w:val="002B277C"/>
    <w:rsid w:val="002B2A1E"/>
    <w:rsid w:val="002B2E47"/>
    <w:rsid w:val="002B2E70"/>
    <w:rsid w:val="002B2E9F"/>
    <w:rsid w:val="002B3085"/>
    <w:rsid w:val="002B309F"/>
    <w:rsid w:val="002B30F2"/>
    <w:rsid w:val="002B31D6"/>
    <w:rsid w:val="002B320C"/>
    <w:rsid w:val="002B3513"/>
    <w:rsid w:val="002B3803"/>
    <w:rsid w:val="002B3A94"/>
    <w:rsid w:val="002B3BA6"/>
    <w:rsid w:val="002B40F7"/>
    <w:rsid w:val="002B410B"/>
    <w:rsid w:val="002B4431"/>
    <w:rsid w:val="002B4446"/>
    <w:rsid w:val="002B4803"/>
    <w:rsid w:val="002B4854"/>
    <w:rsid w:val="002B4973"/>
    <w:rsid w:val="002B4D04"/>
    <w:rsid w:val="002B4D26"/>
    <w:rsid w:val="002B4EDE"/>
    <w:rsid w:val="002B5478"/>
    <w:rsid w:val="002B5529"/>
    <w:rsid w:val="002B5639"/>
    <w:rsid w:val="002B5ABF"/>
    <w:rsid w:val="002B5B0A"/>
    <w:rsid w:val="002B5D92"/>
    <w:rsid w:val="002B5F4B"/>
    <w:rsid w:val="002B6222"/>
    <w:rsid w:val="002B62C9"/>
    <w:rsid w:val="002B667E"/>
    <w:rsid w:val="002B6690"/>
    <w:rsid w:val="002B6DC7"/>
    <w:rsid w:val="002B7152"/>
    <w:rsid w:val="002B750C"/>
    <w:rsid w:val="002B75F9"/>
    <w:rsid w:val="002B7765"/>
    <w:rsid w:val="002B7A79"/>
    <w:rsid w:val="002B7B7A"/>
    <w:rsid w:val="002B7E1F"/>
    <w:rsid w:val="002B7FE9"/>
    <w:rsid w:val="002C038A"/>
    <w:rsid w:val="002C06D7"/>
    <w:rsid w:val="002C0CF9"/>
    <w:rsid w:val="002C0E6D"/>
    <w:rsid w:val="002C11B9"/>
    <w:rsid w:val="002C194E"/>
    <w:rsid w:val="002C1A57"/>
    <w:rsid w:val="002C1B3F"/>
    <w:rsid w:val="002C1E89"/>
    <w:rsid w:val="002C1FB2"/>
    <w:rsid w:val="002C23E5"/>
    <w:rsid w:val="002C2456"/>
    <w:rsid w:val="002C26B5"/>
    <w:rsid w:val="002C2A22"/>
    <w:rsid w:val="002C2C7A"/>
    <w:rsid w:val="002C313E"/>
    <w:rsid w:val="002C3327"/>
    <w:rsid w:val="002C33C8"/>
    <w:rsid w:val="002C3469"/>
    <w:rsid w:val="002C356A"/>
    <w:rsid w:val="002C36DB"/>
    <w:rsid w:val="002C37C0"/>
    <w:rsid w:val="002C3B71"/>
    <w:rsid w:val="002C3C2D"/>
    <w:rsid w:val="002C3E36"/>
    <w:rsid w:val="002C3E7F"/>
    <w:rsid w:val="002C4322"/>
    <w:rsid w:val="002C4396"/>
    <w:rsid w:val="002C473E"/>
    <w:rsid w:val="002C47B9"/>
    <w:rsid w:val="002C4AEA"/>
    <w:rsid w:val="002C4CA3"/>
    <w:rsid w:val="002C56A4"/>
    <w:rsid w:val="002C58CA"/>
    <w:rsid w:val="002C5935"/>
    <w:rsid w:val="002C5BD8"/>
    <w:rsid w:val="002C64D9"/>
    <w:rsid w:val="002C65C0"/>
    <w:rsid w:val="002C661D"/>
    <w:rsid w:val="002C6708"/>
    <w:rsid w:val="002C6755"/>
    <w:rsid w:val="002C6766"/>
    <w:rsid w:val="002C676B"/>
    <w:rsid w:val="002C6781"/>
    <w:rsid w:val="002C692A"/>
    <w:rsid w:val="002C692D"/>
    <w:rsid w:val="002C6E2D"/>
    <w:rsid w:val="002C6F38"/>
    <w:rsid w:val="002C7BDA"/>
    <w:rsid w:val="002C7E56"/>
    <w:rsid w:val="002D0131"/>
    <w:rsid w:val="002D075C"/>
    <w:rsid w:val="002D0802"/>
    <w:rsid w:val="002D0889"/>
    <w:rsid w:val="002D0A73"/>
    <w:rsid w:val="002D0A9A"/>
    <w:rsid w:val="002D0AAE"/>
    <w:rsid w:val="002D0CDA"/>
    <w:rsid w:val="002D0CDC"/>
    <w:rsid w:val="002D0CDE"/>
    <w:rsid w:val="002D1757"/>
    <w:rsid w:val="002D1D3C"/>
    <w:rsid w:val="002D2032"/>
    <w:rsid w:val="002D2078"/>
    <w:rsid w:val="002D20D8"/>
    <w:rsid w:val="002D2395"/>
    <w:rsid w:val="002D25B7"/>
    <w:rsid w:val="002D25D0"/>
    <w:rsid w:val="002D282D"/>
    <w:rsid w:val="002D2BAA"/>
    <w:rsid w:val="002D2D1D"/>
    <w:rsid w:val="002D2F8B"/>
    <w:rsid w:val="002D322F"/>
    <w:rsid w:val="002D37C0"/>
    <w:rsid w:val="002D3C2F"/>
    <w:rsid w:val="002D3C8D"/>
    <w:rsid w:val="002D3DF6"/>
    <w:rsid w:val="002D42A0"/>
    <w:rsid w:val="002D4382"/>
    <w:rsid w:val="002D44A4"/>
    <w:rsid w:val="002D4846"/>
    <w:rsid w:val="002D4BB3"/>
    <w:rsid w:val="002D4E63"/>
    <w:rsid w:val="002D51DF"/>
    <w:rsid w:val="002D5200"/>
    <w:rsid w:val="002D5360"/>
    <w:rsid w:val="002D55F4"/>
    <w:rsid w:val="002D56C5"/>
    <w:rsid w:val="002D5760"/>
    <w:rsid w:val="002D5A16"/>
    <w:rsid w:val="002D5A34"/>
    <w:rsid w:val="002D5B21"/>
    <w:rsid w:val="002D5FD6"/>
    <w:rsid w:val="002D604D"/>
    <w:rsid w:val="002D6134"/>
    <w:rsid w:val="002D615D"/>
    <w:rsid w:val="002D6238"/>
    <w:rsid w:val="002D64B6"/>
    <w:rsid w:val="002D657B"/>
    <w:rsid w:val="002D65FC"/>
    <w:rsid w:val="002D66FD"/>
    <w:rsid w:val="002D6933"/>
    <w:rsid w:val="002D6AF4"/>
    <w:rsid w:val="002D6B4C"/>
    <w:rsid w:val="002D6C3E"/>
    <w:rsid w:val="002D7C58"/>
    <w:rsid w:val="002D7EB0"/>
    <w:rsid w:val="002E0444"/>
    <w:rsid w:val="002E052A"/>
    <w:rsid w:val="002E052D"/>
    <w:rsid w:val="002E0552"/>
    <w:rsid w:val="002E068D"/>
    <w:rsid w:val="002E07AA"/>
    <w:rsid w:val="002E0907"/>
    <w:rsid w:val="002E0EB4"/>
    <w:rsid w:val="002E12FE"/>
    <w:rsid w:val="002E14BB"/>
    <w:rsid w:val="002E1905"/>
    <w:rsid w:val="002E1ED1"/>
    <w:rsid w:val="002E212E"/>
    <w:rsid w:val="002E214B"/>
    <w:rsid w:val="002E22F2"/>
    <w:rsid w:val="002E257A"/>
    <w:rsid w:val="002E2888"/>
    <w:rsid w:val="002E2940"/>
    <w:rsid w:val="002E2F17"/>
    <w:rsid w:val="002E2FF1"/>
    <w:rsid w:val="002E34BF"/>
    <w:rsid w:val="002E355F"/>
    <w:rsid w:val="002E361B"/>
    <w:rsid w:val="002E3635"/>
    <w:rsid w:val="002E374C"/>
    <w:rsid w:val="002E3779"/>
    <w:rsid w:val="002E37E1"/>
    <w:rsid w:val="002E3956"/>
    <w:rsid w:val="002E3BA3"/>
    <w:rsid w:val="002E3C84"/>
    <w:rsid w:val="002E3E5D"/>
    <w:rsid w:val="002E46A6"/>
    <w:rsid w:val="002E4E1F"/>
    <w:rsid w:val="002E4E36"/>
    <w:rsid w:val="002E5062"/>
    <w:rsid w:val="002E5787"/>
    <w:rsid w:val="002E5B80"/>
    <w:rsid w:val="002E5DFF"/>
    <w:rsid w:val="002E6A8A"/>
    <w:rsid w:val="002E6C3B"/>
    <w:rsid w:val="002E6C55"/>
    <w:rsid w:val="002E6C69"/>
    <w:rsid w:val="002E70EF"/>
    <w:rsid w:val="002E71C7"/>
    <w:rsid w:val="002E743D"/>
    <w:rsid w:val="002E7614"/>
    <w:rsid w:val="002E78E7"/>
    <w:rsid w:val="002E7BD8"/>
    <w:rsid w:val="002E7BD9"/>
    <w:rsid w:val="002E7DCA"/>
    <w:rsid w:val="002E7E92"/>
    <w:rsid w:val="002F07D6"/>
    <w:rsid w:val="002F092D"/>
    <w:rsid w:val="002F0CBA"/>
    <w:rsid w:val="002F0F49"/>
    <w:rsid w:val="002F137B"/>
    <w:rsid w:val="002F1859"/>
    <w:rsid w:val="002F188E"/>
    <w:rsid w:val="002F1E07"/>
    <w:rsid w:val="002F2285"/>
    <w:rsid w:val="002F22A8"/>
    <w:rsid w:val="002F24C6"/>
    <w:rsid w:val="002F28DF"/>
    <w:rsid w:val="002F335A"/>
    <w:rsid w:val="002F336E"/>
    <w:rsid w:val="002F3706"/>
    <w:rsid w:val="002F3755"/>
    <w:rsid w:val="002F375B"/>
    <w:rsid w:val="002F38A4"/>
    <w:rsid w:val="002F3EC9"/>
    <w:rsid w:val="002F3F89"/>
    <w:rsid w:val="002F454F"/>
    <w:rsid w:val="002F4582"/>
    <w:rsid w:val="002F4CAA"/>
    <w:rsid w:val="002F4EA1"/>
    <w:rsid w:val="002F5017"/>
    <w:rsid w:val="002F54DA"/>
    <w:rsid w:val="002F5868"/>
    <w:rsid w:val="002F588C"/>
    <w:rsid w:val="002F5A0A"/>
    <w:rsid w:val="002F6D63"/>
    <w:rsid w:val="002F6E58"/>
    <w:rsid w:val="002F6EEE"/>
    <w:rsid w:val="002F6FED"/>
    <w:rsid w:val="002F7337"/>
    <w:rsid w:val="002F7431"/>
    <w:rsid w:val="002F7647"/>
    <w:rsid w:val="002F7B1A"/>
    <w:rsid w:val="002F7D32"/>
    <w:rsid w:val="0030052E"/>
    <w:rsid w:val="003008BA"/>
    <w:rsid w:val="0030098D"/>
    <w:rsid w:val="00300AE5"/>
    <w:rsid w:val="00300B86"/>
    <w:rsid w:val="00300C84"/>
    <w:rsid w:val="00300D32"/>
    <w:rsid w:val="00300E32"/>
    <w:rsid w:val="0030184E"/>
    <w:rsid w:val="003018B1"/>
    <w:rsid w:val="00301DFA"/>
    <w:rsid w:val="00301E8A"/>
    <w:rsid w:val="00301F92"/>
    <w:rsid w:val="00301FA8"/>
    <w:rsid w:val="00302020"/>
    <w:rsid w:val="00302028"/>
    <w:rsid w:val="003020EC"/>
    <w:rsid w:val="00302320"/>
    <w:rsid w:val="003023B2"/>
    <w:rsid w:val="00302612"/>
    <w:rsid w:val="00302659"/>
    <w:rsid w:val="003027B8"/>
    <w:rsid w:val="00302C2F"/>
    <w:rsid w:val="00303317"/>
    <w:rsid w:val="003033A0"/>
    <w:rsid w:val="00303410"/>
    <w:rsid w:val="003038A4"/>
    <w:rsid w:val="00303B34"/>
    <w:rsid w:val="003041A5"/>
    <w:rsid w:val="00304211"/>
    <w:rsid w:val="00304344"/>
    <w:rsid w:val="00304404"/>
    <w:rsid w:val="0030454B"/>
    <w:rsid w:val="00304630"/>
    <w:rsid w:val="003047D9"/>
    <w:rsid w:val="00304811"/>
    <w:rsid w:val="003048D9"/>
    <w:rsid w:val="00304A69"/>
    <w:rsid w:val="00304DAF"/>
    <w:rsid w:val="00305115"/>
    <w:rsid w:val="00305157"/>
    <w:rsid w:val="00305363"/>
    <w:rsid w:val="0030561F"/>
    <w:rsid w:val="00305D0C"/>
    <w:rsid w:val="00305F72"/>
    <w:rsid w:val="003060CF"/>
    <w:rsid w:val="00306129"/>
    <w:rsid w:val="003064B7"/>
    <w:rsid w:val="003065CF"/>
    <w:rsid w:val="00306603"/>
    <w:rsid w:val="003067FE"/>
    <w:rsid w:val="0030684A"/>
    <w:rsid w:val="00306869"/>
    <w:rsid w:val="00306D17"/>
    <w:rsid w:val="00306DD0"/>
    <w:rsid w:val="00306FCC"/>
    <w:rsid w:val="0030703A"/>
    <w:rsid w:val="003071D3"/>
    <w:rsid w:val="0030729E"/>
    <w:rsid w:val="003073E3"/>
    <w:rsid w:val="00307A23"/>
    <w:rsid w:val="00307EB9"/>
    <w:rsid w:val="00307FE7"/>
    <w:rsid w:val="003102C4"/>
    <w:rsid w:val="003104AE"/>
    <w:rsid w:val="003107DE"/>
    <w:rsid w:val="00310824"/>
    <w:rsid w:val="00310C7A"/>
    <w:rsid w:val="00310D2E"/>
    <w:rsid w:val="00310E5D"/>
    <w:rsid w:val="0031103E"/>
    <w:rsid w:val="003112FF"/>
    <w:rsid w:val="003115DD"/>
    <w:rsid w:val="00311701"/>
    <w:rsid w:val="00311B0B"/>
    <w:rsid w:val="00311B3A"/>
    <w:rsid w:val="00311B3F"/>
    <w:rsid w:val="00311D23"/>
    <w:rsid w:val="0031235B"/>
    <w:rsid w:val="00312AB5"/>
    <w:rsid w:val="00312D66"/>
    <w:rsid w:val="003132FE"/>
    <w:rsid w:val="003134FF"/>
    <w:rsid w:val="003137B6"/>
    <w:rsid w:val="00313AB2"/>
    <w:rsid w:val="00313B25"/>
    <w:rsid w:val="00313FAB"/>
    <w:rsid w:val="00314672"/>
    <w:rsid w:val="003146C9"/>
    <w:rsid w:val="00314802"/>
    <w:rsid w:val="00314D0B"/>
    <w:rsid w:val="00314F0A"/>
    <w:rsid w:val="00314FA9"/>
    <w:rsid w:val="00315087"/>
    <w:rsid w:val="003158AC"/>
    <w:rsid w:val="00315DF6"/>
    <w:rsid w:val="00315E0D"/>
    <w:rsid w:val="00316A85"/>
    <w:rsid w:val="00316B83"/>
    <w:rsid w:val="00316D1A"/>
    <w:rsid w:val="00316D31"/>
    <w:rsid w:val="00316F1A"/>
    <w:rsid w:val="003170C6"/>
    <w:rsid w:val="00317211"/>
    <w:rsid w:val="00317512"/>
    <w:rsid w:val="0031785D"/>
    <w:rsid w:val="00317F58"/>
    <w:rsid w:val="00317F63"/>
    <w:rsid w:val="00320035"/>
    <w:rsid w:val="003200AD"/>
    <w:rsid w:val="00320175"/>
    <w:rsid w:val="003203B0"/>
    <w:rsid w:val="003203E7"/>
    <w:rsid w:val="00320732"/>
    <w:rsid w:val="003207DA"/>
    <w:rsid w:val="003208DE"/>
    <w:rsid w:val="0032091E"/>
    <w:rsid w:val="00320C97"/>
    <w:rsid w:val="00320D42"/>
    <w:rsid w:val="00320E2D"/>
    <w:rsid w:val="003211D4"/>
    <w:rsid w:val="003211FD"/>
    <w:rsid w:val="0032160E"/>
    <w:rsid w:val="00321ABB"/>
    <w:rsid w:val="00321D38"/>
    <w:rsid w:val="00322768"/>
    <w:rsid w:val="003227FD"/>
    <w:rsid w:val="003229D7"/>
    <w:rsid w:val="00322C0A"/>
    <w:rsid w:val="00322C27"/>
    <w:rsid w:val="00322E9E"/>
    <w:rsid w:val="00323012"/>
    <w:rsid w:val="003230A7"/>
    <w:rsid w:val="0032322B"/>
    <w:rsid w:val="0032348F"/>
    <w:rsid w:val="0032353A"/>
    <w:rsid w:val="003239FC"/>
    <w:rsid w:val="00323A41"/>
    <w:rsid w:val="00323C14"/>
    <w:rsid w:val="00323F9C"/>
    <w:rsid w:val="003242E3"/>
    <w:rsid w:val="00324550"/>
    <w:rsid w:val="00324754"/>
    <w:rsid w:val="00324B0F"/>
    <w:rsid w:val="00324CFF"/>
    <w:rsid w:val="00324F3E"/>
    <w:rsid w:val="0032509B"/>
    <w:rsid w:val="00325189"/>
    <w:rsid w:val="00325468"/>
    <w:rsid w:val="003256D0"/>
    <w:rsid w:val="003257FE"/>
    <w:rsid w:val="003258FC"/>
    <w:rsid w:val="00325AAB"/>
    <w:rsid w:val="00325B76"/>
    <w:rsid w:val="00325E32"/>
    <w:rsid w:val="003262ED"/>
    <w:rsid w:val="00326334"/>
    <w:rsid w:val="0032636B"/>
    <w:rsid w:val="003268C3"/>
    <w:rsid w:val="00326BA9"/>
    <w:rsid w:val="003276D1"/>
    <w:rsid w:val="0032774A"/>
    <w:rsid w:val="0032794B"/>
    <w:rsid w:val="00327F40"/>
    <w:rsid w:val="00330119"/>
    <w:rsid w:val="003304C6"/>
    <w:rsid w:val="00330594"/>
    <w:rsid w:val="00330717"/>
    <w:rsid w:val="0033072A"/>
    <w:rsid w:val="00330F90"/>
    <w:rsid w:val="003314BE"/>
    <w:rsid w:val="00331547"/>
    <w:rsid w:val="003315CB"/>
    <w:rsid w:val="0033170A"/>
    <w:rsid w:val="00331717"/>
    <w:rsid w:val="00331AEC"/>
    <w:rsid w:val="00331C5F"/>
    <w:rsid w:val="00331D59"/>
    <w:rsid w:val="00331F94"/>
    <w:rsid w:val="003325A8"/>
    <w:rsid w:val="00332696"/>
    <w:rsid w:val="00332780"/>
    <w:rsid w:val="00332A2A"/>
    <w:rsid w:val="00332FF7"/>
    <w:rsid w:val="0033321D"/>
    <w:rsid w:val="00333411"/>
    <w:rsid w:val="003334EB"/>
    <w:rsid w:val="00333532"/>
    <w:rsid w:val="003338CA"/>
    <w:rsid w:val="00333E14"/>
    <w:rsid w:val="00333F03"/>
    <w:rsid w:val="00334037"/>
    <w:rsid w:val="003346F1"/>
    <w:rsid w:val="00334CB6"/>
    <w:rsid w:val="0033548F"/>
    <w:rsid w:val="00335925"/>
    <w:rsid w:val="00335972"/>
    <w:rsid w:val="00335C40"/>
    <w:rsid w:val="00335C82"/>
    <w:rsid w:val="00336052"/>
    <w:rsid w:val="0033625A"/>
    <w:rsid w:val="00336678"/>
    <w:rsid w:val="0033669F"/>
    <w:rsid w:val="003369D0"/>
    <w:rsid w:val="00337025"/>
    <w:rsid w:val="00337AF2"/>
    <w:rsid w:val="00337B3E"/>
    <w:rsid w:val="00337BD8"/>
    <w:rsid w:val="00337D47"/>
    <w:rsid w:val="00337F0D"/>
    <w:rsid w:val="00337FFA"/>
    <w:rsid w:val="003402A8"/>
    <w:rsid w:val="00340526"/>
    <w:rsid w:val="0034055D"/>
    <w:rsid w:val="00340A47"/>
    <w:rsid w:val="00340CA6"/>
    <w:rsid w:val="00340CB1"/>
    <w:rsid w:val="00340D04"/>
    <w:rsid w:val="00340F9E"/>
    <w:rsid w:val="00341101"/>
    <w:rsid w:val="003415C5"/>
    <w:rsid w:val="00341A55"/>
    <w:rsid w:val="00341A75"/>
    <w:rsid w:val="00341E59"/>
    <w:rsid w:val="00341EAB"/>
    <w:rsid w:val="00341EF7"/>
    <w:rsid w:val="0034224E"/>
    <w:rsid w:val="003426EC"/>
    <w:rsid w:val="003428B1"/>
    <w:rsid w:val="00342D4B"/>
    <w:rsid w:val="00342FA1"/>
    <w:rsid w:val="0034340A"/>
    <w:rsid w:val="00343552"/>
    <w:rsid w:val="00343734"/>
    <w:rsid w:val="003437AD"/>
    <w:rsid w:val="0034399F"/>
    <w:rsid w:val="00343AFF"/>
    <w:rsid w:val="00343D9C"/>
    <w:rsid w:val="00343E46"/>
    <w:rsid w:val="003445C6"/>
    <w:rsid w:val="00344662"/>
    <w:rsid w:val="00344AB8"/>
    <w:rsid w:val="00345107"/>
    <w:rsid w:val="00345722"/>
    <w:rsid w:val="003459AC"/>
    <w:rsid w:val="00346117"/>
    <w:rsid w:val="00346145"/>
    <w:rsid w:val="003461CE"/>
    <w:rsid w:val="003461EE"/>
    <w:rsid w:val="003464D9"/>
    <w:rsid w:val="003466DD"/>
    <w:rsid w:val="00346C0A"/>
    <w:rsid w:val="00346DFE"/>
    <w:rsid w:val="00346E2A"/>
    <w:rsid w:val="00346FEA"/>
    <w:rsid w:val="00347CC4"/>
    <w:rsid w:val="00347D63"/>
    <w:rsid w:val="00350187"/>
    <w:rsid w:val="0035086A"/>
    <w:rsid w:val="00350AD8"/>
    <w:rsid w:val="00350C68"/>
    <w:rsid w:val="00350E48"/>
    <w:rsid w:val="003511CB"/>
    <w:rsid w:val="00351360"/>
    <w:rsid w:val="003513BA"/>
    <w:rsid w:val="00351833"/>
    <w:rsid w:val="00351875"/>
    <w:rsid w:val="00351A56"/>
    <w:rsid w:val="00351CFD"/>
    <w:rsid w:val="003521BA"/>
    <w:rsid w:val="00352423"/>
    <w:rsid w:val="00352719"/>
    <w:rsid w:val="003528A6"/>
    <w:rsid w:val="003528FA"/>
    <w:rsid w:val="00352989"/>
    <w:rsid w:val="00352A0F"/>
    <w:rsid w:val="00352B21"/>
    <w:rsid w:val="00352BF0"/>
    <w:rsid w:val="00353115"/>
    <w:rsid w:val="003534F2"/>
    <w:rsid w:val="00353829"/>
    <w:rsid w:val="00353956"/>
    <w:rsid w:val="00353AC5"/>
    <w:rsid w:val="00353BE9"/>
    <w:rsid w:val="00353BF0"/>
    <w:rsid w:val="0035438B"/>
    <w:rsid w:val="00354490"/>
    <w:rsid w:val="003545EA"/>
    <w:rsid w:val="00354A4A"/>
    <w:rsid w:val="0035508B"/>
    <w:rsid w:val="00355B72"/>
    <w:rsid w:val="00356213"/>
    <w:rsid w:val="003567E3"/>
    <w:rsid w:val="00356808"/>
    <w:rsid w:val="00356AA6"/>
    <w:rsid w:val="00356B44"/>
    <w:rsid w:val="00356DDD"/>
    <w:rsid w:val="00356F20"/>
    <w:rsid w:val="003574FB"/>
    <w:rsid w:val="0035757C"/>
    <w:rsid w:val="003575DF"/>
    <w:rsid w:val="00357668"/>
    <w:rsid w:val="00357695"/>
    <w:rsid w:val="00357874"/>
    <w:rsid w:val="00357A9B"/>
    <w:rsid w:val="00357B95"/>
    <w:rsid w:val="00357FC4"/>
    <w:rsid w:val="0036006B"/>
    <w:rsid w:val="003608B1"/>
    <w:rsid w:val="003609EA"/>
    <w:rsid w:val="00360DB8"/>
    <w:rsid w:val="003616D5"/>
    <w:rsid w:val="00361823"/>
    <w:rsid w:val="0036199D"/>
    <w:rsid w:val="00361F4D"/>
    <w:rsid w:val="00362274"/>
    <w:rsid w:val="00362312"/>
    <w:rsid w:val="003625D4"/>
    <w:rsid w:val="00362C36"/>
    <w:rsid w:val="00362C62"/>
    <w:rsid w:val="003631C7"/>
    <w:rsid w:val="00363398"/>
    <w:rsid w:val="003634B9"/>
    <w:rsid w:val="00363AAE"/>
    <w:rsid w:val="00363CA7"/>
    <w:rsid w:val="00363F65"/>
    <w:rsid w:val="0036424E"/>
    <w:rsid w:val="003642F3"/>
    <w:rsid w:val="003643AD"/>
    <w:rsid w:val="0036472A"/>
    <w:rsid w:val="00364DAE"/>
    <w:rsid w:val="00364FBB"/>
    <w:rsid w:val="00365086"/>
    <w:rsid w:val="00365121"/>
    <w:rsid w:val="00365194"/>
    <w:rsid w:val="003653CF"/>
    <w:rsid w:val="00365515"/>
    <w:rsid w:val="003657C8"/>
    <w:rsid w:val="00365C8F"/>
    <w:rsid w:val="003660DC"/>
    <w:rsid w:val="00366105"/>
    <w:rsid w:val="003663E5"/>
    <w:rsid w:val="003663FD"/>
    <w:rsid w:val="0036684E"/>
    <w:rsid w:val="003668A1"/>
    <w:rsid w:val="00366E60"/>
    <w:rsid w:val="00366E8E"/>
    <w:rsid w:val="003677E5"/>
    <w:rsid w:val="00367BDE"/>
    <w:rsid w:val="00367C54"/>
    <w:rsid w:val="00367F28"/>
    <w:rsid w:val="00367FDB"/>
    <w:rsid w:val="003700AA"/>
    <w:rsid w:val="00370326"/>
    <w:rsid w:val="00370449"/>
    <w:rsid w:val="00370E06"/>
    <w:rsid w:val="003710D8"/>
    <w:rsid w:val="003712E4"/>
    <w:rsid w:val="003714E4"/>
    <w:rsid w:val="00371962"/>
    <w:rsid w:val="00371CA2"/>
    <w:rsid w:val="00371EDE"/>
    <w:rsid w:val="0037214A"/>
    <w:rsid w:val="00372370"/>
    <w:rsid w:val="003723C6"/>
    <w:rsid w:val="0037249F"/>
    <w:rsid w:val="00372861"/>
    <w:rsid w:val="00372A3D"/>
    <w:rsid w:val="00372BB6"/>
    <w:rsid w:val="00373317"/>
    <w:rsid w:val="00373559"/>
    <w:rsid w:val="00373B81"/>
    <w:rsid w:val="003741E8"/>
    <w:rsid w:val="003742A8"/>
    <w:rsid w:val="003744B0"/>
    <w:rsid w:val="00374910"/>
    <w:rsid w:val="00374B4B"/>
    <w:rsid w:val="00374C32"/>
    <w:rsid w:val="00374C4A"/>
    <w:rsid w:val="003759C3"/>
    <w:rsid w:val="00375B5F"/>
    <w:rsid w:val="00375C49"/>
    <w:rsid w:val="00375F52"/>
    <w:rsid w:val="00375FA1"/>
    <w:rsid w:val="00376195"/>
    <w:rsid w:val="00376646"/>
    <w:rsid w:val="0037692E"/>
    <w:rsid w:val="00376A65"/>
    <w:rsid w:val="00376E8D"/>
    <w:rsid w:val="00376F47"/>
    <w:rsid w:val="0037725A"/>
    <w:rsid w:val="0037769D"/>
    <w:rsid w:val="00377731"/>
    <w:rsid w:val="00377849"/>
    <w:rsid w:val="00377D8A"/>
    <w:rsid w:val="00377FBE"/>
    <w:rsid w:val="00380310"/>
    <w:rsid w:val="00380DCB"/>
    <w:rsid w:val="00380FBB"/>
    <w:rsid w:val="00381179"/>
    <w:rsid w:val="0038129F"/>
    <w:rsid w:val="003814C1"/>
    <w:rsid w:val="0038187A"/>
    <w:rsid w:val="00381892"/>
    <w:rsid w:val="00381C5C"/>
    <w:rsid w:val="00381E88"/>
    <w:rsid w:val="003820B8"/>
    <w:rsid w:val="003821B0"/>
    <w:rsid w:val="003821D6"/>
    <w:rsid w:val="0038228B"/>
    <w:rsid w:val="003825AA"/>
    <w:rsid w:val="003828D6"/>
    <w:rsid w:val="00382AD6"/>
    <w:rsid w:val="00382C5B"/>
    <w:rsid w:val="00382DD3"/>
    <w:rsid w:val="00383234"/>
    <w:rsid w:val="00383782"/>
    <w:rsid w:val="00383C00"/>
    <w:rsid w:val="00383CA7"/>
    <w:rsid w:val="00384658"/>
    <w:rsid w:val="00384B40"/>
    <w:rsid w:val="0038511A"/>
    <w:rsid w:val="00385FC4"/>
    <w:rsid w:val="003860B4"/>
    <w:rsid w:val="00386273"/>
    <w:rsid w:val="003863CB"/>
    <w:rsid w:val="00386828"/>
    <w:rsid w:val="00386877"/>
    <w:rsid w:val="00386902"/>
    <w:rsid w:val="00386E13"/>
    <w:rsid w:val="00386F04"/>
    <w:rsid w:val="003877BB"/>
    <w:rsid w:val="00387C49"/>
    <w:rsid w:val="00387E2B"/>
    <w:rsid w:val="00390011"/>
    <w:rsid w:val="0039005A"/>
    <w:rsid w:val="00390133"/>
    <w:rsid w:val="003902C4"/>
    <w:rsid w:val="00390903"/>
    <w:rsid w:val="00390CEE"/>
    <w:rsid w:val="00391442"/>
    <w:rsid w:val="003919EE"/>
    <w:rsid w:val="00391C31"/>
    <w:rsid w:val="00391CBA"/>
    <w:rsid w:val="00392339"/>
    <w:rsid w:val="003924AF"/>
    <w:rsid w:val="0039295F"/>
    <w:rsid w:val="00392E12"/>
    <w:rsid w:val="00392E4D"/>
    <w:rsid w:val="00392E9F"/>
    <w:rsid w:val="003930AE"/>
    <w:rsid w:val="0039333C"/>
    <w:rsid w:val="003933C0"/>
    <w:rsid w:val="00393ADC"/>
    <w:rsid w:val="0039435B"/>
    <w:rsid w:val="00394450"/>
    <w:rsid w:val="00394768"/>
    <w:rsid w:val="003948D9"/>
    <w:rsid w:val="00394BB9"/>
    <w:rsid w:val="003952D5"/>
    <w:rsid w:val="00395305"/>
    <w:rsid w:val="0039580F"/>
    <w:rsid w:val="00395A4D"/>
    <w:rsid w:val="00395BAE"/>
    <w:rsid w:val="00396242"/>
    <w:rsid w:val="00396271"/>
    <w:rsid w:val="00396424"/>
    <w:rsid w:val="003964C2"/>
    <w:rsid w:val="00396528"/>
    <w:rsid w:val="00396DB8"/>
    <w:rsid w:val="00397A32"/>
    <w:rsid w:val="00397A89"/>
    <w:rsid w:val="00397AD5"/>
    <w:rsid w:val="00397D4B"/>
    <w:rsid w:val="00397EE2"/>
    <w:rsid w:val="003A00D7"/>
    <w:rsid w:val="003A01ED"/>
    <w:rsid w:val="003A0489"/>
    <w:rsid w:val="003A0AAE"/>
    <w:rsid w:val="003A0BC1"/>
    <w:rsid w:val="003A0D73"/>
    <w:rsid w:val="003A0F2E"/>
    <w:rsid w:val="003A12E4"/>
    <w:rsid w:val="003A12EB"/>
    <w:rsid w:val="003A146A"/>
    <w:rsid w:val="003A1514"/>
    <w:rsid w:val="003A1B66"/>
    <w:rsid w:val="003A24E1"/>
    <w:rsid w:val="003A2AF8"/>
    <w:rsid w:val="003A2BE2"/>
    <w:rsid w:val="003A2E30"/>
    <w:rsid w:val="003A2E52"/>
    <w:rsid w:val="003A2F6A"/>
    <w:rsid w:val="003A3854"/>
    <w:rsid w:val="003A39CA"/>
    <w:rsid w:val="003A3D7B"/>
    <w:rsid w:val="003A3E45"/>
    <w:rsid w:val="003A3EDE"/>
    <w:rsid w:val="003A3F64"/>
    <w:rsid w:val="003A40A6"/>
    <w:rsid w:val="003A44CD"/>
    <w:rsid w:val="003A4599"/>
    <w:rsid w:val="003A46EF"/>
    <w:rsid w:val="003A4C68"/>
    <w:rsid w:val="003A5022"/>
    <w:rsid w:val="003A5154"/>
    <w:rsid w:val="003A55BE"/>
    <w:rsid w:val="003A5CA2"/>
    <w:rsid w:val="003A5D12"/>
    <w:rsid w:val="003A5DF8"/>
    <w:rsid w:val="003A6154"/>
    <w:rsid w:val="003A69F3"/>
    <w:rsid w:val="003A6B59"/>
    <w:rsid w:val="003A70F1"/>
    <w:rsid w:val="003A7101"/>
    <w:rsid w:val="003A7241"/>
    <w:rsid w:val="003A72FB"/>
    <w:rsid w:val="003A7D97"/>
    <w:rsid w:val="003B0072"/>
    <w:rsid w:val="003B114D"/>
    <w:rsid w:val="003B139B"/>
    <w:rsid w:val="003B160E"/>
    <w:rsid w:val="003B1BD8"/>
    <w:rsid w:val="003B1BFD"/>
    <w:rsid w:val="003B1D80"/>
    <w:rsid w:val="003B2051"/>
    <w:rsid w:val="003B215C"/>
    <w:rsid w:val="003B23E4"/>
    <w:rsid w:val="003B31AD"/>
    <w:rsid w:val="003B323B"/>
    <w:rsid w:val="003B35EC"/>
    <w:rsid w:val="003B375A"/>
    <w:rsid w:val="003B383E"/>
    <w:rsid w:val="003B3879"/>
    <w:rsid w:val="003B3D88"/>
    <w:rsid w:val="003B3DBF"/>
    <w:rsid w:val="003B3E86"/>
    <w:rsid w:val="003B3EBA"/>
    <w:rsid w:val="003B4099"/>
    <w:rsid w:val="003B4769"/>
    <w:rsid w:val="003B493E"/>
    <w:rsid w:val="003B4961"/>
    <w:rsid w:val="003B4A45"/>
    <w:rsid w:val="003B4BB6"/>
    <w:rsid w:val="003B506D"/>
    <w:rsid w:val="003B5112"/>
    <w:rsid w:val="003B55B1"/>
    <w:rsid w:val="003B55ED"/>
    <w:rsid w:val="003B571E"/>
    <w:rsid w:val="003B595F"/>
    <w:rsid w:val="003B6115"/>
    <w:rsid w:val="003B6233"/>
    <w:rsid w:val="003B64AC"/>
    <w:rsid w:val="003B69BB"/>
    <w:rsid w:val="003B6F2B"/>
    <w:rsid w:val="003B7466"/>
    <w:rsid w:val="003B75AB"/>
    <w:rsid w:val="003B75F6"/>
    <w:rsid w:val="003B768E"/>
    <w:rsid w:val="003B77F4"/>
    <w:rsid w:val="003B785C"/>
    <w:rsid w:val="003B7C93"/>
    <w:rsid w:val="003B7E14"/>
    <w:rsid w:val="003C088C"/>
    <w:rsid w:val="003C0980"/>
    <w:rsid w:val="003C0998"/>
    <w:rsid w:val="003C0AF6"/>
    <w:rsid w:val="003C0D30"/>
    <w:rsid w:val="003C0F04"/>
    <w:rsid w:val="003C100B"/>
    <w:rsid w:val="003C1208"/>
    <w:rsid w:val="003C1598"/>
    <w:rsid w:val="003C16A1"/>
    <w:rsid w:val="003C1B3E"/>
    <w:rsid w:val="003C1C6A"/>
    <w:rsid w:val="003C1DCF"/>
    <w:rsid w:val="003C1EFC"/>
    <w:rsid w:val="003C20E3"/>
    <w:rsid w:val="003C22C6"/>
    <w:rsid w:val="003C231D"/>
    <w:rsid w:val="003C23C7"/>
    <w:rsid w:val="003C253D"/>
    <w:rsid w:val="003C2B7D"/>
    <w:rsid w:val="003C2C17"/>
    <w:rsid w:val="003C2E39"/>
    <w:rsid w:val="003C351D"/>
    <w:rsid w:val="003C35D2"/>
    <w:rsid w:val="003C35E7"/>
    <w:rsid w:val="003C3675"/>
    <w:rsid w:val="003C36CA"/>
    <w:rsid w:val="003C3925"/>
    <w:rsid w:val="003C393D"/>
    <w:rsid w:val="003C3950"/>
    <w:rsid w:val="003C3E99"/>
    <w:rsid w:val="003C4011"/>
    <w:rsid w:val="003C40CB"/>
    <w:rsid w:val="003C422C"/>
    <w:rsid w:val="003C47EE"/>
    <w:rsid w:val="003C4AB9"/>
    <w:rsid w:val="003C4C28"/>
    <w:rsid w:val="003C4DE1"/>
    <w:rsid w:val="003C4E70"/>
    <w:rsid w:val="003C5539"/>
    <w:rsid w:val="003C575F"/>
    <w:rsid w:val="003C57E3"/>
    <w:rsid w:val="003C5A2B"/>
    <w:rsid w:val="003C5F6E"/>
    <w:rsid w:val="003C6061"/>
    <w:rsid w:val="003C6182"/>
    <w:rsid w:val="003C61F3"/>
    <w:rsid w:val="003C62E1"/>
    <w:rsid w:val="003C632B"/>
    <w:rsid w:val="003C6662"/>
    <w:rsid w:val="003C691F"/>
    <w:rsid w:val="003C701E"/>
    <w:rsid w:val="003C72E9"/>
    <w:rsid w:val="003C7447"/>
    <w:rsid w:val="003C77FE"/>
    <w:rsid w:val="003C7871"/>
    <w:rsid w:val="003C79A2"/>
    <w:rsid w:val="003C7A5F"/>
    <w:rsid w:val="003C7ABC"/>
    <w:rsid w:val="003C7BAA"/>
    <w:rsid w:val="003C7C82"/>
    <w:rsid w:val="003C7D4E"/>
    <w:rsid w:val="003C7F21"/>
    <w:rsid w:val="003D0016"/>
    <w:rsid w:val="003D01D1"/>
    <w:rsid w:val="003D05D2"/>
    <w:rsid w:val="003D073E"/>
    <w:rsid w:val="003D09E2"/>
    <w:rsid w:val="003D0B1B"/>
    <w:rsid w:val="003D0E94"/>
    <w:rsid w:val="003D1B22"/>
    <w:rsid w:val="003D1B65"/>
    <w:rsid w:val="003D1B86"/>
    <w:rsid w:val="003D1C59"/>
    <w:rsid w:val="003D2035"/>
    <w:rsid w:val="003D2094"/>
    <w:rsid w:val="003D215C"/>
    <w:rsid w:val="003D2176"/>
    <w:rsid w:val="003D237F"/>
    <w:rsid w:val="003D26A8"/>
    <w:rsid w:val="003D2763"/>
    <w:rsid w:val="003D2AD4"/>
    <w:rsid w:val="003D2AFE"/>
    <w:rsid w:val="003D2B34"/>
    <w:rsid w:val="003D3345"/>
    <w:rsid w:val="003D37B9"/>
    <w:rsid w:val="003D37D5"/>
    <w:rsid w:val="003D386D"/>
    <w:rsid w:val="003D386E"/>
    <w:rsid w:val="003D3EAD"/>
    <w:rsid w:val="003D406F"/>
    <w:rsid w:val="003D41BB"/>
    <w:rsid w:val="003D45F8"/>
    <w:rsid w:val="003D4795"/>
    <w:rsid w:val="003D482C"/>
    <w:rsid w:val="003D529C"/>
    <w:rsid w:val="003D553F"/>
    <w:rsid w:val="003D583A"/>
    <w:rsid w:val="003D5A88"/>
    <w:rsid w:val="003D5FBA"/>
    <w:rsid w:val="003D5FD9"/>
    <w:rsid w:val="003D677C"/>
    <w:rsid w:val="003D67AF"/>
    <w:rsid w:val="003D67D3"/>
    <w:rsid w:val="003D6BE1"/>
    <w:rsid w:val="003D6C92"/>
    <w:rsid w:val="003D6E08"/>
    <w:rsid w:val="003D7152"/>
    <w:rsid w:val="003D7421"/>
    <w:rsid w:val="003D78EF"/>
    <w:rsid w:val="003D7A54"/>
    <w:rsid w:val="003E01C8"/>
    <w:rsid w:val="003E04C7"/>
    <w:rsid w:val="003E0661"/>
    <w:rsid w:val="003E09D5"/>
    <w:rsid w:val="003E0C20"/>
    <w:rsid w:val="003E1518"/>
    <w:rsid w:val="003E16DA"/>
    <w:rsid w:val="003E180D"/>
    <w:rsid w:val="003E19B8"/>
    <w:rsid w:val="003E19D6"/>
    <w:rsid w:val="003E1B43"/>
    <w:rsid w:val="003E1C16"/>
    <w:rsid w:val="003E1CC4"/>
    <w:rsid w:val="003E20B1"/>
    <w:rsid w:val="003E25CE"/>
    <w:rsid w:val="003E27DF"/>
    <w:rsid w:val="003E293F"/>
    <w:rsid w:val="003E2A57"/>
    <w:rsid w:val="003E3082"/>
    <w:rsid w:val="003E3096"/>
    <w:rsid w:val="003E32AD"/>
    <w:rsid w:val="003E37E2"/>
    <w:rsid w:val="003E3CB1"/>
    <w:rsid w:val="003E443D"/>
    <w:rsid w:val="003E48ED"/>
    <w:rsid w:val="003E4C58"/>
    <w:rsid w:val="003E4CFE"/>
    <w:rsid w:val="003E4E05"/>
    <w:rsid w:val="003E4E12"/>
    <w:rsid w:val="003E5481"/>
    <w:rsid w:val="003E55B7"/>
    <w:rsid w:val="003E5850"/>
    <w:rsid w:val="003E5A28"/>
    <w:rsid w:val="003E5A6D"/>
    <w:rsid w:val="003E5ACB"/>
    <w:rsid w:val="003E5AEE"/>
    <w:rsid w:val="003E6269"/>
    <w:rsid w:val="003E6475"/>
    <w:rsid w:val="003E66E6"/>
    <w:rsid w:val="003E6934"/>
    <w:rsid w:val="003E6FD8"/>
    <w:rsid w:val="003E753D"/>
    <w:rsid w:val="003E754B"/>
    <w:rsid w:val="003E7885"/>
    <w:rsid w:val="003E789B"/>
    <w:rsid w:val="003E78B2"/>
    <w:rsid w:val="003E7A1B"/>
    <w:rsid w:val="003E7AE8"/>
    <w:rsid w:val="003E7BEA"/>
    <w:rsid w:val="003E7BED"/>
    <w:rsid w:val="003E7CCA"/>
    <w:rsid w:val="003E7ED5"/>
    <w:rsid w:val="003F004E"/>
    <w:rsid w:val="003F00D2"/>
    <w:rsid w:val="003F04D8"/>
    <w:rsid w:val="003F05CD"/>
    <w:rsid w:val="003F06CC"/>
    <w:rsid w:val="003F10FC"/>
    <w:rsid w:val="003F17A9"/>
    <w:rsid w:val="003F1A03"/>
    <w:rsid w:val="003F1EBE"/>
    <w:rsid w:val="003F1F4D"/>
    <w:rsid w:val="003F2200"/>
    <w:rsid w:val="003F27C1"/>
    <w:rsid w:val="003F29E6"/>
    <w:rsid w:val="003F2C4B"/>
    <w:rsid w:val="003F2D51"/>
    <w:rsid w:val="003F3139"/>
    <w:rsid w:val="003F3268"/>
    <w:rsid w:val="003F3520"/>
    <w:rsid w:val="003F36C0"/>
    <w:rsid w:val="003F37FB"/>
    <w:rsid w:val="003F3886"/>
    <w:rsid w:val="003F38C4"/>
    <w:rsid w:val="003F38CC"/>
    <w:rsid w:val="003F3A0F"/>
    <w:rsid w:val="003F3F0B"/>
    <w:rsid w:val="003F451D"/>
    <w:rsid w:val="003F4DC3"/>
    <w:rsid w:val="003F5054"/>
    <w:rsid w:val="003F5627"/>
    <w:rsid w:val="003F58A6"/>
    <w:rsid w:val="003F595A"/>
    <w:rsid w:val="003F5AED"/>
    <w:rsid w:val="003F5D39"/>
    <w:rsid w:val="003F5DFD"/>
    <w:rsid w:val="003F5E3F"/>
    <w:rsid w:val="003F5EFE"/>
    <w:rsid w:val="003F6164"/>
    <w:rsid w:val="003F6242"/>
    <w:rsid w:val="003F64BA"/>
    <w:rsid w:val="003F651E"/>
    <w:rsid w:val="003F6573"/>
    <w:rsid w:val="003F6ABC"/>
    <w:rsid w:val="003F6B36"/>
    <w:rsid w:val="003F7009"/>
    <w:rsid w:val="003F70A6"/>
    <w:rsid w:val="003F7192"/>
    <w:rsid w:val="003F71CC"/>
    <w:rsid w:val="003F71ED"/>
    <w:rsid w:val="003F7329"/>
    <w:rsid w:val="003F7724"/>
    <w:rsid w:val="003F79C8"/>
    <w:rsid w:val="003F7C33"/>
    <w:rsid w:val="00400070"/>
    <w:rsid w:val="00400391"/>
    <w:rsid w:val="0040049A"/>
    <w:rsid w:val="0040074E"/>
    <w:rsid w:val="00400A84"/>
    <w:rsid w:val="00400E9E"/>
    <w:rsid w:val="004011C7"/>
    <w:rsid w:val="004015A7"/>
    <w:rsid w:val="00401FD4"/>
    <w:rsid w:val="00402144"/>
    <w:rsid w:val="004021BA"/>
    <w:rsid w:val="0040232F"/>
    <w:rsid w:val="004023EB"/>
    <w:rsid w:val="00402545"/>
    <w:rsid w:val="00402A29"/>
    <w:rsid w:val="00402A54"/>
    <w:rsid w:val="00402D92"/>
    <w:rsid w:val="004034F4"/>
    <w:rsid w:val="004036A8"/>
    <w:rsid w:val="00403A93"/>
    <w:rsid w:val="00403BC8"/>
    <w:rsid w:val="00403DBE"/>
    <w:rsid w:val="00403F29"/>
    <w:rsid w:val="00403FAF"/>
    <w:rsid w:val="00404426"/>
    <w:rsid w:val="00404673"/>
    <w:rsid w:val="0040475F"/>
    <w:rsid w:val="00404DFF"/>
    <w:rsid w:val="00404FA9"/>
    <w:rsid w:val="00405AB2"/>
    <w:rsid w:val="00405EC4"/>
    <w:rsid w:val="00405F02"/>
    <w:rsid w:val="00405FBA"/>
    <w:rsid w:val="0040609E"/>
    <w:rsid w:val="00406514"/>
    <w:rsid w:val="00406578"/>
    <w:rsid w:val="00406780"/>
    <w:rsid w:val="004067E8"/>
    <w:rsid w:val="00406887"/>
    <w:rsid w:val="00406E37"/>
    <w:rsid w:val="004071E2"/>
    <w:rsid w:val="00407346"/>
    <w:rsid w:val="00407358"/>
    <w:rsid w:val="004073A8"/>
    <w:rsid w:val="004075C3"/>
    <w:rsid w:val="004077F2"/>
    <w:rsid w:val="00407BA2"/>
    <w:rsid w:val="00407CE7"/>
    <w:rsid w:val="00407E25"/>
    <w:rsid w:val="00407EE8"/>
    <w:rsid w:val="004100F5"/>
    <w:rsid w:val="0041057F"/>
    <w:rsid w:val="00410F6B"/>
    <w:rsid w:val="00410F77"/>
    <w:rsid w:val="00411011"/>
    <w:rsid w:val="00411051"/>
    <w:rsid w:val="004113DA"/>
    <w:rsid w:val="0041162E"/>
    <w:rsid w:val="004116A5"/>
    <w:rsid w:val="00411A16"/>
    <w:rsid w:val="00411A30"/>
    <w:rsid w:val="00411B67"/>
    <w:rsid w:val="00412646"/>
    <w:rsid w:val="00412797"/>
    <w:rsid w:val="004127DC"/>
    <w:rsid w:val="00412859"/>
    <w:rsid w:val="00412C4B"/>
    <w:rsid w:val="0041326A"/>
    <w:rsid w:val="004134E8"/>
    <w:rsid w:val="0041361A"/>
    <w:rsid w:val="004137A6"/>
    <w:rsid w:val="004138B8"/>
    <w:rsid w:val="004138DB"/>
    <w:rsid w:val="004138E5"/>
    <w:rsid w:val="00413B89"/>
    <w:rsid w:val="00413E75"/>
    <w:rsid w:val="00414539"/>
    <w:rsid w:val="00414770"/>
    <w:rsid w:val="004147AF"/>
    <w:rsid w:val="00414957"/>
    <w:rsid w:val="00414A62"/>
    <w:rsid w:val="00414BE0"/>
    <w:rsid w:val="004150D5"/>
    <w:rsid w:val="004153DE"/>
    <w:rsid w:val="004153F4"/>
    <w:rsid w:val="004154CE"/>
    <w:rsid w:val="00415881"/>
    <w:rsid w:val="00415961"/>
    <w:rsid w:val="00415C2B"/>
    <w:rsid w:val="00415C51"/>
    <w:rsid w:val="00415D8C"/>
    <w:rsid w:val="0041612F"/>
    <w:rsid w:val="004167DE"/>
    <w:rsid w:val="00416800"/>
    <w:rsid w:val="00416B2A"/>
    <w:rsid w:val="00416B41"/>
    <w:rsid w:val="00416C3E"/>
    <w:rsid w:val="00416D70"/>
    <w:rsid w:val="00417286"/>
    <w:rsid w:val="004172C8"/>
    <w:rsid w:val="004172EC"/>
    <w:rsid w:val="00417496"/>
    <w:rsid w:val="0041755C"/>
    <w:rsid w:val="00417580"/>
    <w:rsid w:val="004178B2"/>
    <w:rsid w:val="00417B42"/>
    <w:rsid w:val="00417BF5"/>
    <w:rsid w:val="0042004F"/>
    <w:rsid w:val="004200F1"/>
    <w:rsid w:val="00420118"/>
    <w:rsid w:val="0042041F"/>
    <w:rsid w:val="0042050B"/>
    <w:rsid w:val="00420B76"/>
    <w:rsid w:val="00420CC8"/>
    <w:rsid w:val="00420CF3"/>
    <w:rsid w:val="00421244"/>
    <w:rsid w:val="004213A7"/>
    <w:rsid w:val="00421A2C"/>
    <w:rsid w:val="00421B8B"/>
    <w:rsid w:val="00421D3F"/>
    <w:rsid w:val="00421E88"/>
    <w:rsid w:val="00421F60"/>
    <w:rsid w:val="0042215A"/>
    <w:rsid w:val="0042244E"/>
    <w:rsid w:val="00422868"/>
    <w:rsid w:val="0042288C"/>
    <w:rsid w:val="004229DE"/>
    <w:rsid w:val="00422CB2"/>
    <w:rsid w:val="00422ED8"/>
    <w:rsid w:val="004231B9"/>
    <w:rsid w:val="00423369"/>
    <w:rsid w:val="00423D92"/>
    <w:rsid w:val="00423E61"/>
    <w:rsid w:val="004241B3"/>
    <w:rsid w:val="004246FF"/>
    <w:rsid w:val="00424722"/>
    <w:rsid w:val="004248CB"/>
    <w:rsid w:val="004253AD"/>
    <w:rsid w:val="0042540A"/>
    <w:rsid w:val="0042577A"/>
    <w:rsid w:val="00425BBB"/>
    <w:rsid w:val="00425C4C"/>
    <w:rsid w:val="00425D4A"/>
    <w:rsid w:val="00425DEF"/>
    <w:rsid w:val="0042606D"/>
    <w:rsid w:val="004261B8"/>
    <w:rsid w:val="004261B9"/>
    <w:rsid w:val="004262BB"/>
    <w:rsid w:val="00426343"/>
    <w:rsid w:val="00426576"/>
    <w:rsid w:val="0042676C"/>
    <w:rsid w:val="004268AD"/>
    <w:rsid w:val="00426DD0"/>
    <w:rsid w:val="0042705C"/>
    <w:rsid w:val="0042708B"/>
    <w:rsid w:val="004270C5"/>
    <w:rsid w:val="004271CC"/>
    <w:rsid w:val="00427329"/>
    <w:rsid w:val="004276B6"/>
    <w:rsid w:val="004300A6"/>
    <w:rsid w:val="004300C1"/>
    <w:rsid w:val="004302FC"/>
    <w:rsid w:val="004308AE"/>
    <w:rsid w:val="0043098C"/>
    <w:rsid w:val="00430A47"/>
    <w:rsid w:val="00430BF9"/>
    <w:rsid w:val="00430C11"/>
    <w:rsid w:val="00430CFA"/>
    <w:rsid w:val="00430CFF"/>
    <w:rsid w:val="00431069"/>
    <w:rsid w:val="00431215"/>
    <w:rsid w:val="00431387"/>
    <w:rsid w:val="00431790"/>
    <w:rsid w:val="00431C55"/>
    <w:rsid w:val="00431CD3"/>
    <w:rsid w:val="00431F6B"/>
    <w:rsid w:val="00432549"/>
    <w:rsid w:val="00432968"/>
    <w:rsid w:val="00432B0A"/>
    <w:rsid w:val="00432BF6"/>
    <w:rsid w:val="00432E1C"/>
    <w:rsid w:val="00432F9B"/>
    <w:rsid w:val="0043376D"/>
    <w:rsid w:val="00433AF9"/>
    <w:rsid w:val="00433E38"/>
    <w:rsid w:val="00433F62"/>
    <w:rsid w:val="0043407F"/>
    <w:rsid w:val="0043415E"/>
    <w:rsid w:val="0043420A"/>
    <w:rsid w:val="004343D8"/>
    <w:rsid w:val="0043469B"/>
    <w:rsid w:val="00434950"/>
    <w:rsid w:val="004349BE"/>
    <w:rsid w:val="00434A8F"/>
    <w:rsid w:val="00434EE4"/>
    <w:rsid w:val="0043520D"/>
    <w:rsid w:val="00435605"/>
    <w:rsid w:val="00435785"/>
    <w:rsid w:val="004357E9"/>
    <w:rsid w:val="00435AFA"/>
    <w:rsid w:val="00435DA5"/>
    <w:rsid w:val="00435E18"/>
    <w:rsid w:val="00435ECE"/>
    <w:rsid w:val="00435FD5"/>
    <w:rsid w:val="00436524"/>
    <w:rsid w:val="00436597"/>
    <w:rsid w:val="004367DD"/>
    <w:rsid w:val="00436916"/>
    <w:rsid w:val="00436F46"/>
    <w:rsid w:val="00437107"/>
    <w:rsid w:val="0043784B"/>
    <w:rsid w:val="004379E6"/>
    <w:rsid w:val="00437A7D"/>
    <w:rsid w:val="00437B29"/>
    <w:rsid w:val="00437BCC"/>
    <w:rsid w:val="00437D8C"/>
    <w:rsid w:val="004409A0"/>
    <w:rsid w:val="004409FA"/>
    <w:rsid w:val="00440DD0"/>
    <w:rsid w:val="00440E87"/>
    <w:rsid w:val="0044104F"/>
    <w:rsid w:val="004411CC"/>
    <w:rsid w:val="004412FA"/>
    <w:rsid w:val="00441690"/>
    <w:rsid w:val="004424AA"/>
    <w:rsid w:val="00442736"/>
    <w:rsid w:val="00442782"/>
    <w:rsid w:val="004427C5"/>
    <w:rsid w:val="00442858"/>
    <w:rsid w:val="00442D1C"/>
    <w:rsid w:val="004431D7"/>
    <w:rsid w:val="0044327B"/>
    <w:rsid w:val="004433CE"/>
    <w:rsid w:val="00443414"/>
    <w:rsid w:val="00443422"/>
    <w:rsid w:val="0044397E"/>
    <w:rsid w:val="00443A2A"/>
    <w:rsid w:val="00443C76"/>
    <w:rsid w:val="004443D0"/>
    <w:rsid w:val="0044441F"/>
    <w:rsid w:val="00444820"/>
    <w:rsid w:val="004448BF"/>
    <w:rsid w:val="00444A81"/>
    <w:rsid w:val="00444DEA"/>
    <w:rsid w:val="004454B1"/>
    <w:rsid w:val="00445ECC"/>
    <w:rsid w:val="00445FC8"/>
    <w:rsid w:val="00446311"/>
    <w:rsid w:val="004465C5"/>
    <w:rsid w:val="004467E2"/>
    <w:rsid w:val="0044687A"/>
    <w:rsid w:val="00446F09"/>
    <w:rsid w:val="00447000"/>
    <w:rsid w:val="004472D3"/>
    <w:rsid w:val="0044733C"/>
    <w:rsid w:val="00447B21"/>
    <w:rsid w:val="00447EDA"/>
    <w:rsid w:val="00447FA8"/>
    <w:rsid w:val="004504D2"/>
    <w:rsid w:val="004505BA"/>
    <w:rsid w:val="00450633"/>
    <w:rsid w:val="00450A18"/>
    <w:rsid w:val="00450D14"/>
    <w:rsid w:val="00450D26"/>
    <w:rsid w:val="00450FDD"/>
    <w:rsid w:val="00451323"/>
    <w:rsid w:val="00451351"/>
    <w:rsid w:val="00451AA6"/>
    <w:rsid w:val="00451CD0"/>
    <w:rsid w:val="004520D3"/>
    <w:rsid w:val="00452155"/>
    <w:rsid w:val="00452534"/>
    <w:rsid w:val="00452772"/>
    <w:rsid w:val="004528F5"/>
    <w:rsid w:val="00452BF8"/>
    <w:rsid w:val="00452C5C"/>
    <w:rsid w:val="0045302F"/>
    <w:rsid w:val="004533B3"/>
    <w:rsid w:val="00453620"/>
    <w:rsid w:val="004537FB"/>
    <w:rsid w:val="00454018"/>
    <w:rsid w:val="0045407A"/>
    <w:rsid w:val="00454380"/>
    <w:rsid w:val="004544BA"/>
    <w:rsid w:val="00454663"/>
    <w:rsid w:val="00454D96"/>
    <w:rsid w:val="00455030"/>
    <w:rsid w:val="00455074"/>
    <w:rsid w:val="00455435"/>
    <w:rsid w:val="00455711"/>
    <w:rsid w:val="004557AE"/>
    <w:rsid w:val="00455832"/>
    <w:rsid w:val="00455ABF"/>
    <w:rsid w:val="00455FEB"/>
    <w:rsid w:val="00456237"/>
    <w:rsid w:val="004566C1"/>
    <w:rsid w:val="00456854"/>
    <w:rsid w:val="00456913"/>
    <w:rsid w:val="00456A03"/>
    <w:rsid w:val="00456DBA"/>
    <w:rsid w:val="00456F2E"/>
    <w:rsid w:val="00456FE6"/>
    <w:rsid w:val="004571BB"/>
    <w:rsid w:val="004572F5"/>
    <w:rsid w:val="0045736E"/>
    <w:rsid w:val="00460261"/>
    <w:rsid w:val="0046053B"/>
    <w:rsid w:val="00460580"/>
    <w:rsid w:val="004608C1"/>
    <w:rsid w:val="00460904"/>
    <w:rsid w:val="00460B27"/>
    <w:rsid w:val="00460EBF"/>
    <w:rsid w:val="004613C7"/>
    <w:rsid w:val="0046146E"/>
    <w:rsid w:val="00461919"/>
    <w:rsid w:val="00461CB6"/>
    <w:rsid w:val="00461F32"/>
    <w:rsid w:val="00461FC9"/>
    <w:rsid w:val="0046217B"/>
    <w:rsid w:val="004621D5"/>
    <w:rsid w:val="00462DC9"/>
    <w:rsid w:val="00462F82"/>
    <w:rsid w:val="00463012"/>
    <w:rsid w:val="00463311"/>
    <w:rsid w:val="004635B0"/>
    <w:rsid w:val="00463A53"/>
    <w:rsid w:val="00463AF5"/>
    <w:rsid w:val="00463C5A"/>
    <w:rsid w:val="00463F66"/>
    <w:rsid w:val="004646B7"/>
    <w:rsid w:val="00464E3A"/>
    <w:rsid w:val="0046500F"/>
    <w:rsid w:val="004651B4"/>
    <w:rsid w:val="0046535C"/>
    <w:rsid w:val="00465422"/>
    <w:rsid w:val="004656CC"/>
    <w:rsid w:val="004656F0"/>
    <w:rsid w:val="004658B1"/>
    <w:rsid w:val="00465A67"/>
    <w:rsid w:val="00465A8A"/>
    <w:rsid w:val="00465F12"/>
    <w:rsid w:val="004662B7"/>
    <w:rsid w:val="004667BF"/>
    <w:rsid w:val="00466BAB"/>
    <w:rsid w:val="00466CA8"/>
    <w:rsid w:val="00466D48"/>
    <w:rsid w:val="004670FF"/>
    <w:rsid w:val="00467232"/>
    <w:rsid w:val="0046757A"/>
    <w:rsid w:val="0046766A"/>
    <w:rsid w:val="0046767B"/>
    <w:rsid w:val="0046772A"/>
    <w:rsid w:val="00467944"/>
    <w:rsid w:val="00467963"/>
    <w:rsid w:val="00467AF3"/>
    <w:rsid w:val="00467B8B"/>
    <w:rsid w:val="00467F39"/>
    <w:rsid w:val="00470552"/>
    <w:rsid w:val="00470918"/>
    <w:rsid w:val="00470A93"/>
    <w:rsid w:val="00470BE8"/>
    <w:rsid w:val="00470CA5"/>
    <w:rsid w:val="00470CE8"/>
    <w:rsid w:val="00471103"/>
    <w:rsid w:val="00471238"/>
    <w:rsid w:val="00471453"/>
    <w:rsid w:val="004719A1"/>
    <w:rsid w:val="00471BB3"/>
    <w:rsid w:val="00471CC6"/>
    <w:rsid w:val="0047202D"/>
    <w:rsid w:val="00472153"/>
    <w:rsid w:val="004722CF"/>
    <w:rsid w:val="00472504"/>
    <w:rsid w:val="004725A0"/>
    <w:rsid w:val="0047270F"/>
    <w:rsid w:val="0047297C"/>
    <w:rsid w:val="00472ACD"/>
    <w:rsid w:val="00472AED"/>
    <w:rsid w:val="00472CBC"/>
    <w:rsid w:val="00473002"/>
    <w:rsid w:val="00473424"/>
    <w:rsid w:val="00473598"/>
    <w:rsid w:val="004737E9"/>
    <w:rsid w:val="004738B5"/>
    <w:rsid w:val="00473C86"/>
    <w:rsid w:val="00473E1F"/>
    <w:rsid w:val="00474154"/>
    <w:rsid w:val="00474A24"/>
    <w:rsid w:val="00474D01"/>
    <w:rsid w:val="004759E6"/>
    <w:rsid w:val="004762B8"/>
    <w:rsid w:val="00476564"/>
    <w:rsid w:val="004765AB"/>
    <w:rsid w:val="004766BD"/>
    <w:rsid w:val="004766C0"/>
    <w:rsid w:val="00476780"/>
    <w:rsid w:val="00476D9E"/>
    <w:rsid w:val="00476DE4"/>
    <w:rsid w:val="00476E26"/>
    <w:rsid w:val="00476ED8"/>
    <w:rsid w:val="00476EE2"/>
    <w:rsid w:val="00476FC9"/>
    <w:rsid w:val="00476FFF"/>
    <w:rsid w:val="00477103"/>
    <w:rsid w:val="0047719A"/>
    <w:rsid w:val="004773CC"/>
    <w:rsid w:val="00477582"/>
    <w:rsid w:val="0047764F"/>
    <w:rsid w:val="0047784D"/>
    <w:rsid w:val="0047785C"/>
    <w:rsid w:val="004778DE"/>
    <w:rsid w:val="00477B85"/>
    <w:rsid w:val="00477EF3"/>
    <w:rsid w:val="00480109"/>
    <w:rsid w:val="00480382"/>
    <w:rsid w:val="004804A4"/>
    <w:rsid w:val="00480610"/>
    <w:rsid w:val="0048081C"/>
    <w:rsid w:val="00480937"/>
    <w:rsid w:val="00480C68"/>
    <w:rsid w:val="00480EB3"/>
    <w:rsid w:val="00480FAE"/>
    <w:rsid w:val="00481172"/>
    <w:rsid w:val="004816E3"/>
    <w:rsid w:val="00481859"/>
    <w:rsid w:val="00481A22"/>
    <w:rsid w:val="00481A54"/>
    <w:rsid w:val="00481ACE"/>
    <w:rsid w:val="00481AD8"/>
    <w:rsid w:val="00481F46"/>
    <w:rsid w:val="0048228C"/>
    <w:rsid w:val="004827B0"/>
    <w:rsid w:val="00482C76"/>
    <w:rsid w:val="00482F93"/>
    <w:rsid w:val="00482FA3"/>
    <w:rsid w:val="00483169"/>
    <w:rsid w:val="004831BD"/>
    <w:rsid w:val="00483461"/>
    <w:rsid w:val="0048393F"/>
    <w:rsid w:val="00483F5A"/>
    <w:rsid w:val="004842D8"/>
    <w:rsid w:val="004844DC"/>
    <w:rsid w:val="00484698"/>
    <w:rsid w:val="004847BB"/>
    <w:rsid w:val="00484D8E"/>
    <w:rsid w:val="00484FD6"/>
    <w:rsid w:val="0048503F"/>
    <w:rsid w:val="004856B2"/>
    <w:rsid w:val="00485C9F"/>
    <w:rsid w:val="00485CF1"/>
    <w:rsid w:val="00485FCC"/>
    <w:rsid w:val="004860E2"/>
    <w:rsid w:val="0048612E"/>
    <w:rsid w:val="00486144"/>
    <w:rsid w:val="004861F6"/>
    <w:rsid w:val="00486576"/>
    <w:rsid w:val="00486A3F"/>
    <w:rsid w:val="00486B16"/>
    <w:rsid w:val="00486BB8"/>
    <w:rsid w:val="00486D0B"/>
    <w:rsid w:val="0048727D"/>
    <w:rsid w:val="00487634"/>
    <w:rsid w:val="0048799A"/>
    <w:rsid w:val="00487D06"/>
    <w:rsid w:val="00487F98"/>
    <w:rsid w:val="00490017"/>
    <w:rsid w:val="0049001E"/>
    <w:rsid w:val="0049008E"/>
    <w:rsid w:val="0049081A"/>
    <w:rsid w:val="004909A9"/>
    <w:rsid w:val="00490BB5"/>
    <w:rsid w:val="00490C41"/>
    <w:rsid w:val="00490EA8"/>
    <w:rsid w:val="00490EAF"/>
    <w:rsid w:val="00491170"/>
    <w:rsid w:val="00491A56"/>
    <w:rsid w:val="00491B16"/>
    <w:rsid w:val="00491CDE"/>
    <w:rsid w:val="00491D43"/>
    <w:rsid w:val="004921C1"/>
    <w:rsid w:val="004922EB"/>
    <w:rsid w:val="004925E8"/>
    <w:rsid w:val="0049272B"/>
    <w:rsid w:val="004928D3"/>
    <w:rsid w:val="004929A4"/>
    <w:rsid w:val="00492AD8"/>
    <w:rsid w:val="00492C01"/>
    <w:rsid w:val="00492C98"/>
    <w:rsid w:val="00492F60"/>
    <w:rsid w:val="00492FDF"/>
    <w:rsid w:val="00493010"/>
    <w:rsid w:val="0049329C"/>
    <w:rsid w:val="00493399"/>
    <w:rsid w:val="004935B0"/>
    <w:rsid w:val="0049361A"/>
    <w:rsid w:val="0049381A"/>
    <w:rsid w:val="00493A88"/>
    <w:rsid w:val="00493B10"/>
    <w:rsid w:val="00493B8A"/>
    <w:rsid w:val="00493F7E"/>
    <w:rsid w:val="00494027"/>
    <w:rsid w:val="00494413"/>
    <w:rsid w:val="004944EE"/>
    <w:rsid w:val="00494573"/>
    <w:rsid w:val="00494666"/>
    <w:rsid w:val="004946AC"/>
    <w:rsid w:val="004946FB"/>
    <w:rsid w:val="004947B8"/>
    <w:rsid w:val="0049497F"/>
    <w:rsid w:val="00494D91"/>
    <w:rsid w:val="0049503A"/>
    <w:rsid w:val="00495273"/>
    <w:rsid w:val="00495BB9"/>
    <w:rsid w:val="0049623B"/>
    <w:rsid w:val="004964AF"/>
    <w:rsid w:val="004967B4"/>
    <w:rsid w:val="00496D69"/>
    <w:rsid w:val="00497476"/>
    <w:rsid w:val="00497B16"/>
    <w:rsid w:val="00497BD6"/>
    <w:rsid w:val="00497C39"/>
    <w:rsid w:val="00497DC5"/>
    <w:rsid w:val="00497E15"/>
    <w:rsid w:val="00497E6A"/>
    <w:rsid w:val="00497F44"/>
    <w:rsid w:val="004A0213"/>
    <w:rsid w:val="004A05B2"/>
    <w:rsid w:val="004A074C"/>
    <w:rsid w:val="004A0B1A"/>
    <w:rsid w:val="004A0C36"/>
    <w:rsid w:val="004A0E03"/>
    <w:rsid w:val="004A11A4"/>
    <w:rsid w:val="004A120D"/>
    <w:rsid w:val="004A12D0"/>
    <w:rsid w:val="004A162F"/>
    <w:rsid w:val="004A1753"/>
    <w:rsid w:val="004A1A22"/>
    <w:rsid w:val="004A1C51"/>
    <w:rsid w:val="004A1CD0"/>
    <w:rsid w:val="004A24B1"/>
    <w:rsid w:val="004A2984"/>
    <w:rsid w:val="004A2B8E"/>
    <w:rsid w:val="004A2CE7"/>
    <w:rsid w:val="004A2DF2"/>
    <w:rsid w:val="004A2E1F"/>
    <w:rsid w:val="004A3225"/>
    <w:rsid w:val="004A3265"/>
    <w:rsid w:val="004A32E1"/>
    <w:rsid w:val="004A334B"/>
    <w:rsid w:val="004A34C9"/>
    <w:rsid w:val="004A36E1"/>
    <w:rsid w:val="004A3C6C"/>
    <w:rsid w:val="004A3D9B"/>
    <w:rsid w:val="004A3FFC"/>
    <w:rsid w:val="004A4241"/>
    <w:rsid w:val="004A4357"/>
    <w:rsid w:val="004A4D82"/>
    <w:rsid w:val="004A51EA"/>
    <w:rsid w:val="004A52E4"/>
    <w:rsid w:val="004A554B"/>
    <w:rsid w:val="004A59DE"/>
    <w:rsid w:val="004A5B96"/>
    <w:rsid w:val="004A5D75"/>
    <w:rsid w:val="004A601A"/>
    <w:rsid w:val="004A60C5"/>
    <w:rsid w:val="004A61DF"/>
    <w:rsid w:val="004A62EF"/>
    <w:rsid w:val="004A6BB8"/>
    <w:rsid w:val="004A6E69"/>
    <w:rsid w:val="004A71DF"/>
    <w:rsid w:val="004A72A8"/>
    <w:rsid w:val="004A7999"/>
    <w:rsid w:val="004A7D09"/>
    <w:rsid w:val="004A7D46"/>
    <w:rsid w:val="004B016C"/>
    <w:rsid w:val="004B01D0"/>
    <w:rsid w:val="004B0227"/>
    <w:rsid w:val="004B0276"/>
    <w:rsid w:val="004B064A"/>
    <w:rsid w:val="004B07FC"/>
    <w:rsid w:val="004B09EE"/>
    <w:rsid w:val="004B0A30"/>
    <w:rsid w:val="004B0B98"/>
    <w:rsid w:val="004B0FF5"/>
    <w:rsid w:val="004B12BD"/>
    <w:rsid w:val="004B1427"/>
    <w:rsid w:val="004B14A9"/>
    <w:rsid w:val="004B16E2"/>
    <w:rsid w:val="004B19F5"/>
    <w:rsid w:val="004B1B5E"/>
    <w:rsid w:val="004B1DD0"/>
    <w:rsid w:val="004B28D3"/>
    <w:rsid w:val="004B2F93"/>
    <w:rsid w:val="004B3395"/>
    <w:rsid w:val="004B36AB"/>
    <w:rsid w:val="004B3892"/>
    <w:rsid w:val="004B3ABA"/>
    <w:rsid w:val="004B3B88"/>
    <w:rsid w:val="004B3E37"/>
    <w:rsid w:val="004B3FEB"/>
    <w:rsid w:val="004B4309"/>
    <w:rsid w:val="004B448A"/>
    <w:rsid w:val="004B44C5"/>
    <w:rsid w:val="004B4E1A"/>
    <w:rsid w:val="004B4FA2"/>
    <w:rsid w:val="004B51DC"/>
    <w:rsid w:val="004B557A"/>
    <w:rsid w:val="004B57DB"/>
    <w:rsid w:val="004B6097"/>
    <w:rsid w:val="004B689F"/>
    <w:rsid w:val="004B6DE2"/>
    <w:rsid w:val="004B721E"/>
    <w:rsid w:val="004B73F7"/>
    <w:rsid w:val="004B7A85"/>
    <w:rsid w:val="004C01F4"/>
    <w:rsid w:val="004C0495"/>
    <w:rsid w:val="004C04CF"/>
    <w:rsid w:val="004C050A"/>
    <w:rsid w:val="004C0BA7"/>
    <w:rsid w:val="004C0E22"/>
    <w:rsid w:val="004C11CB"/>
    <w:rsid w:val="004C122B"/>
    <w:rsid w:val="004C1283"/>
    <w:rsid w:val="004C12EE"/>
    <w:rsid w:val="004C1A02"/>
    <w:rsid w:val="004C2112"/>
    <w:rsid w:val="004C2495"/>
    <w:rsid w:val="004C2CCC"/>
    <w:rsid w:val="004C2F0F"/>
    <w:rsid w:val="004C3014"/>
    <w:rsid w:val="004C32A3"/>
    <w:rsid w:val="004C3551"/>
    <w:rsid w:val="004C35FF"/>
    <w:rsid w:val="004C36AE"/>
    <w:rsid w:val="004C38CC"/>
    <w:rsid w:val="004C38E9"/>
    <w:rsid w:val="004C394C"/>
    <w:rsid w:val="004C4114"/>
    <w:rsid w:val="004C4740"/>
    <w:rsid w:val="004C4A05"/>
    <w:rsid w:val="004C4A3B"/>
    <w:rsid w:val="004C4A6B"/>
    <w:rsid w:val="004C4B48"/>
    <w:rsid w:val="004C4C0D"/>
    <w:rsid w:val="004C4F42"/>
    <w:rsid w:val="004C4F9F"/>
    <w:rsid w:val="004C51CD"/>
    <w:rsid w:val="004C525D"/>
    <w:rsid w:val="004C548A"/>
    <w:rsid w:val="004C5570"/>
    <w:rsid w:val="004C592A"/>
    <w:rsid w:val="004C59B2"/>
    <w:rsid w:val="004C5A22"/>
    <w:rsid w:val="004C5B70"/>
    <w:rsid w:val="004C5D43"/>
    <w:rsid w:val="004C5DD4"/>
    <w:rsid w:val="004C625A"/>
    <w:rsid w:val="004C6496"/>
    <w:rsid w:val="004C6F38"/>
    <w:rsid w:val="004C74EE"/>
    <w:rsid w:val="004C76D0"/>
    <w:rsid w:val="004C78C1"/>
    <w:rsid w:val="004C7B1C"/>
    <w:rsid w:val="004C7F16"/>
    <w:rsid w:val="004D0249"/>
    <w:rsid w:val="004D044A"/>
    <w:rsid w:val="004D0658"/>
    <w:rsid w:val="004D072D"/>
    <w:rsid w:val="004D0F06"/>
    <w:rsid w:val="004D0FBE"/>
    <w:rsid w:val="004D10AC"/>
    <w:rsid w:val="004D116D"/>
    <w:rsid w:val="004D1271"/>
    <w:rsid w:val="004D1421"/>
    <w:rsid w:val="004D1529"/>
    <w:rsid w:val="004D1869"/>
    <w:rsid w:val="004D2118"/>
    <w:rsid w:val="004D274C"/>
    <w:rsid w:val="004D2804"/>
    <w:rsid w:val="004D2859"/>
    <w:rsid w:val="004D29A2"/>
    <w:rsid w:val="004D29DD"/>
    <w:rsid w:val="004D3027"/>
    <w:rsid w:val="004D3153"/>
    <w:rsid w:val="004D3443"/>
    <w:rsid w:val="004D35D4"/>
    <w:rsid w:val="004D36F8"/>
    <w:rsid w:val="004D3D95"/>
    <w:rsid w:val="004D40E8"/>
    <w:rsid w:val="004D4324"/>
    <w:rsid w:val="004D4500"/>
    <w:rsid w:val="004D4CAF"/>
    <w:rsid w:val="004D4D8D"/>
    <w:rsid w:val="004D53D8"/>
    <w:rsid w:val="004D6086"/>
    <w:rsid w:val="004D61CB"/>
    <w:rsid w:val="004D6319"/>
    <w:rsid w:val="004D67D0"/>
    <w:rsid w:val="004D6A7C"/>
    <w:rsid w:val="004D6B1C"/>
    <w:rsid w:val="004D6DC4"/>
    <w:rsid w:val="004D6E86"/>
    <w:rsid w:val="004D70B7"/>
    <w:rsid w:val="004D7751"/>
    <w:rsid w:val="004D78E2"/>
    <w:rsid w:val="004D7C9E"/>
    <w:rsid w:val="004E063C"/>
    <w:rsid w:val="004E07E7"/>
    <w:rsid w:val="004E0870"/>
    <w:rsid w:val="004E098F"/>
    <w:rsid w:val="004E0A5C"/>
    <w:rsid w:val="004E0CF9"/>
    <w:rsid w:val="004E0E04"/>
    <w:rsid w:val="004E0E1C"/>
    <w:rsid w:val="004E116B"/>
    <w:rsid w:val="004E1309"/>
    <w:rsid w:val="004E15F9"/>
    <w:rsid w:val="004E1B68"/>
    <w:rsid w:val="004E1FC9"/>
    <w:rsid w:val="004E1FDE"/>
    <w:rsid w:val="004E209E"/>
    <w:rsid w:val="004E20CF"/>
    <w:rsid w:val="004E234F"/>
    <w:rsid w:val="004E240C"/>
    <w:rsid w:val="004E2633"/>
    <w:rsid w:val="004E2778"/>
    <w:rsid w:val="004E3126"/>
    <w:rsid w:val="004E37EC"/>
    <w:rsid w:val="004E39C0"/>
    <w:rsid w:val="004E4078"/>
    <w:rsid w:val="004E4238"/>
    <w:rsid w:val="004E4300"/>
    <w:rsid w:val="004E43CC"/>
    <w:rsid w:val="004E4682"/>
    <w:rsid w:val="004E479B"/>
    <w:rsid w:val="004E4DEF"/>
    <w:rsid w:val="004E4E98"/>
    <w:rsid w:val="004E4EAA"/>
    <w:rsid w:val="004E528D"/>
    <w:rsid w:val="004E5331"/>
    <w:rsid w:val="004E533E"/>
    <w:rsid w:val="004E549D"/>
    <w:rsid w:val="004E5567"/>
    <w:rsid w:val="004E56D6"/>
    <w:rsid w:val="004E58F1"/>
    <w:rsid w:val="004E5E0E"/>
    <w:rsid w:val="004E685B"/>
    <w:rsid w:val="004E6BA7"/>
    <w:rsid w:val="004E70CA"/>
    <w:rsid w:val="004E74A8"/>
    <w:rsid w:val="004E7C41"/>
    <w:rsid w:val="004F0242"/>
    <w:rsid w:val="004F04E7"/>
    <w:rsid w:val="004F08AE"/>
    <w:rsid w:val="004F09F0"/>
    <w:rsid w:val="004F0DE1"/>
    <w:rsid w:val="004F0EA6"/>
    <w:rsid w:val="004F0F7A"/>
    <w:rsid w:val="004F10DD"/>
    <w:rsid w:val="004F1161"/>
    <w:rsid w:val="004F1209"/>
    <w:rsid w:val="004F12C0"/>
    <w:rsid w:val="004F1743"/>
    <w:rsid w:val="004F1810"/>
    <w:rsid w:val="004F184B"/>
    <w:rsid w:val="004F197B"/>
    <w:rsid w:val="004F1AAA"/>
    <w:rsid w:val="004F1AE6"/>
    <w:rsid w:val="004F1B02"/>
    <w:rsid w:val="004F1D5E"/>
    <w:rsid w:val="004F1FC7"/>
    <w:rsid w:val="004F2046"/>
    <w:rsid w:val="004F25CC"/>
    <w:rsid w:val="004F2711"/>
    <w:rsid w:val="004F2899"/>
    <w:rsid w:val="004F28C7"/>
    <w:rsid w:val="004F2AEE"/>
    <w:rsid w:val="004F2B8E"/>
    <w:rsid w:val="004F2D3B"/>
    <w:rsid w:val="004F2EC7"/>
    <w:rsid w:val="004F3098"/>
    <w:rsid w:val="004F316D"/>
    <w:rsid w:val="004F3229"/>
    <w:rsid w:val="004F3292"/>
    <w:rsid w:val="004F36B3"/>
    <w:rsid w:val="004F3714"/>
    <w:rsid w:val="004F3787"/>
    <w:rsid w:val="004F3854"/>
    <w:rsid w:val="004F394A"/>
    <w:rsid w:val="004F3A77"/>
    <w:rsid w:val="004F3B06"/>
    <w:rsid w:val="004F3CD8"/>
    <w:rsid w:val="004F4587"/>
    <w:rsid w:val="004F46BD"/>
    <w:rsid w:val="004F475F"/>
    <w:rsid w:val="004F4869"/>
    <w:rsid w:val="004F48DB"/>
    <w:rsid w:val="004F494F"/>
    <w:rsid w:val="004F4A28"/>
    <w:rsid w:val="004F4ACC"/>
    <w:rsid w:val="004F4C21"/>
    <w:rsid w:val="004F5576"/>
    <w:rsid w:val="004F55D1"/>
    <w:rsid w:val="004F56A4"/>
    <w:rsid w:val="004F5A66"/>
    <w:rsid w:val="004F5BFB"/>
    <w:rsid w:val="004F5ED4"/>
    <w:rsid w:val="004F651A"/>
    <w:rsid w:val="004F6674"/>
    <w:rsid w:val="004F6DE8"/>
    <w:rsid w:val="004F71F2"/>
    <w:rsid w:val="004F7525"/>
    <w:rsid w:val="004F7643"/>
    <w:rsid w:val="004F76EC"/>
    <w:rsid w:val="004F783B"/>
    <w:rsid w:val="004F78CE"/>
    <w:rsid w:val="004F7B67"/>
    <w:rsid w:val="004F7C84"/>
    <w:rsid w:val="004F7D03"/>
    <w:rsid w:val="004F7D27"/>
    <w:rsid w:val="00500256"/>
    <w:rsid w:val="00500BFD"/>
    <w:rsid w:val="00500DF3"/>
    <w:rsid w:val="00500E9F"/>
    <w:rsid w:val="005011C5"/>
    <w:rsid w:val="00501602"/>
    <w:rsid w:val="005016B7"/>
    <w:rsid w:val="00501765"/>
    <w:rsid w:val="0050186E"/>
    <w:rsid w:val="005018A1"/>
    <w:rsid w:val="00502277"/>
    <w:rsid w:val="005026B9"/>
    <w:rsid w:val="005026F6"/>
    <w:rsid w:val="005027C3"/>
    <w:rsid w:val="0050284A"/>
    <w:rsid w:val="005028C3"/>
    <w:rsid w:val="00502B3C"/>
    <w:rsid w:val="00502D70"/>
    <w:rsid w:val="00502F06"/>
    <w:rsid w:val="00502FCF"/>
    <w:rsid w:val="00503204"/>
    <w:rsid w:val="0050330B"/>
    <w:rsid w:val="005036A8"/>
    <w:rsid w:val="0050386F"/>
    <w:rsid w:val="00503C81"/>
    <w:rsid w:val="00503D0D"/>
    <w:rsid w:val="00503DF3"/>
    <w:rsid w:val="00503E92"/>
    <w:rsid w:val="005040AB"/>
    <w:rsid w:val="005045DA"/>
    <w:rsid w:val="00504BF4"/>
    <w:rsid w:val="00504C41"/>
    <w:rsid w:val="00505239"/>
    <w:rsid w:val="00505A74"/>
    <w:rsid w:val="00505C93"/>
    <w:rsid w:val="00505CBA"/>
    <w:rsid w:val="0050623C"/>
    <w:rsid w:val="005064B3"/>
    <w:rsid w:val="005066A3"/>
    <w:rsid w:val="00506D18"/>
    <w:rsid w:val="005075CE"/>
    <w:rsid w:val="0050764E"/>
    <w:rsid w:val="0050796B"/>
    <w:rsid w:val="00507979"/>
    <w:rsid w:val="00507B85"/>
    <w:rsid w:val="00507B8B"/>
    <w:rsid w:val="00507CA2"/>
    <w:rsid w:val="00507D23"/>
    <w:rsid w:val="00507F5F"/>
    <w:rsid w:val="005102E2"/>
    <w:rsid w:val="00510371"/>
    <w:rsid w:val="005109FF"/>
    <w:rsid w:val="00510C5F"/>
    <w:rsid w:val="00510F41"/>
    <w:rsid w:val="0051113B"/>
    <w:rsid w:val="00511204"/>
    <w:rsid w:val="00511265"/>
    <w:rsid w:val="00511A4A"/>
    <w:rsid w:val="00512056"/>
    <w:rsid w:val="005120DF"/>
    <w:rsid w:val="00512262"/>
    <w:rsid w:val="00512431"/>
    <w:rsid w:val="005124AA"/>
    <w:rsid w:val="005125DD"/>
    <w:rsid w:val="00512DF2"/>
    <w:rsid w:val="0051321C"/>
    <w:rsid w:val="00513648"/>
    <w:rsid w:val="005137D1"/>
    <w:rsid w:val="00513C50"/>
    <w:rsid w:val="00513D7B"/>
    <w:rsid w:val="0051401F"/>
    <w:rsid w:val="0051407B"/>
    <w:rsid w:val="00514618"/>
    <w:rsid w:val="005146BD"/>
    <w:rsid w:val="00514AB3"/>
    <w:rsid w:val="00514C70"/>
    <w:rsid w:val="00514F4F"/>
    <w:rsid w:val="00515CC8"/>
    <w:rsid w:val="00515DF3"/>
    <w:rsid w:val="00516037"/>
    <w:rsid w:val="00516288"/>
    <w:rsid w:val="005162EB"/>
    <w:rsid w:val="00516486"/>
    <w:rsid w:val="00516CC4"/>
    <w:rsid w:val="00516D72"/>
    <w:rsid w:val="00516DF8"/>
    <w:rsid w:val="00516E05"/>
    <w:rsid w:val="00517737"/>
    <w:rsid w:val="005207EF"/>
    <w:rsid w:val="00520D47"/>
    <w:rsid w:val="0052161B"/>
    <w:rsid w:val="0052184D"/>
    <w:rsid w:val="00521D15"/>
    <w:rsid w:val="00521FF3"/>
    <w:rsid w:val="005220BF"/>
    <w:rsid w:val="005220DB"/>
    <w:rsid w:val="005222F0"/>
    <w:rsid w:val="00522627"/>
    <w:rsid w:val="00522680"/>
    <w:rsid w:val="005226D5"/>
    <w:rsid w:val="00522797"/>
    <w:rsid w:val="00522846"/>
    <w:rsid w:val="00522C18"/>
    <w:rsid w:val="00522E91"/>
    <w:rsid w:val="00523067"/>
    <w:rsid w:val="005233CF"/>
    <w:rsid w:val="0052348D"/>
    <w:rsid w:val="00523551"/>
    <w:rsid w:val="005235F5"/>
    <w:rsid w:val="005239D1"/>
    <w:rsid w:val="00523B09"/>
    <w:rsid w:val="00523CA4"/>
    <w:rsid w:val="00523F2F"/>
    <w:rsid w:val="00524015"/>
    <w:rsid w:val="00524134"/>
    <w:rsid w:val="00524684"/>
    <w:rsid w:val="00524867"/>
    <w:rsid w:val="00524D7C"/>
    <w:rsid w:val="00524E2B"/>
    <w:rsid w:val="00524E66"/>
    <w:rsid w:val="00524EDE"/>
    <w:rsid w:val="005257FF"/>
    <w:rsid w:val="00525C53"/>
    <w:rsid w:val="00525F58"/>
    <w:rsid w:val="00525FED"/>
    <w:rsid w:val="0052604C"/>
    <w:rsid w:val="005260F2"/>
    <w:rsid w:val="0052622B"/>
    <w:rsid w:val="00526458"/>
    <w:rsid w:val="00526684"/>
    <w:rsid w:val="00526C1B"/>
    <w:rsid w:val="00526E46"/>
    <w:rsid w:val="005270B4"/>
    <w:rsid w:val="0052729F"/>
    <w:rsid w:val="0053030E"/>
    <w:rsid w:val="00530AEB"/>
    <w:rsid w:val="00530B70"/>
    <w:rsid w:val="00530C0D"/>
    <w:rsid w:val="00530CCC"/>
    <w:rsid w:val="00530F61"/>
    <w:rsid w:val="0053107E"/>
    <w:rsid w:val="005310B7"/>
    <w:rsid w:val="00531248"/>
    <w:rsid w:val="00531403"/>
    <w:rsid w:val="005316D5"/>
    <w:rsid w:val="00531BA5"/>
    <w:rsid w:val="00531E6C"/>
    <w:rsid w:val="00531F32"/>
    <w:rsid w:val="00532238"/>
    <w:rsid w:val="00532314"/>
    <w:rsid w:val="005328B3"/>
    <w:rsid w:val="00532BE1"/>
    <w:rsid w:val="00532CE6"/>
    <w:rsid w:val="00532F3F"/>
    <w:rsid w:val="00533416"/>
    <w:rsid w:val="005336D3"/>
    <w:rsid w:val="00533793"/>
    <w:rsid w:val="0053397B"/>
    <w:rsid w:val="005339EC"/>
    <w:rsid w:val="00533BD4"/>
    <w:rsid w:val="00533C21"/>
    <w:rsid w:val="00533F8B"/>
    <w:rsid w:val="00534041"/>
    <w:rsid w:val="00534146"/>
    <w:rsid w:val="00534217"/>
    <w:rsid w:val="005342AC"/>
    <w:rsid w:val="005345D1"/>
    <w:rsid w:val="005345F9"/>
    <w:rsid w:val="00534615"/>
    <w:rsid w:val="00534DE8"/>
    <w:rsid w:val="00535148"/>
    <w:rsid w:val="005354AB"/>
    <w:rsid w:val="0053556D"/>
    <w:rsid w:val="00535CC6"/>
    <w:rsid w:val="00535CE4"/>
    <w:rsid w:val="005361BF"/>
    <w:rsid w:val="005367A2"/>
    <w:rsid w:val="00536A1D"/>
    <w:rsid w:val="00536A94"/>
    <w:rsid w:val="00536A9B"/>
    <w:rsid w:val="00536BA2"/>
    <w:rsid w:val="00536E86"/>
    <w:rsid w:val="00537273"/>
    <w:rsid w:val="00537572"/>
    <w:rsid w:val="00537754"/>
    <w:rsid w:val="005377CD"/>
    <w:rsid w:val="00537D4B"/>
    <w:rsid w:val="00540063"/>
    <w:rsid w:val="005401BD"/>
    <w:rsid w:val="0054051D"/>
    <w:rsid w:val="0054089E"/>
    <w:rsid w:val="00540D0D"/>
    <w:rsid w:val="00540DA2"/>
    <w:rsid w:val="00540E66"/>
    <w:rsid w:val="00540F43"/>
    <w:rsid w:val="005418A4"/>
    <w:rsid w:val="005418BA"/>
    <w:rsid w:val="005419D4"/>
    <w:rsid w:val="00541D3B"/>
    <w:rsid w:val="00541D43"/>
    <w:rsid w:val="00541FEE"/>
    <w:rsid w:val="0054222E"/>
    <w:rsid w:val="0054229E"/>
    <w:rsid w:val="005422C7"/>
    <w:rsid w:val="00542365"/>
    <w:rsid w:val="005424B7"/>
    <w:rsid w:val="00542937"/>
    <w:rsid w:val="0054294A"/>
    <w:rsid w:val="00542BC4"/>
    <w:rsid w:val="005433E9"/>
    <w:rsid w:val="0054389C"/>
    <w:rsid w:val="00543D54"/>
    <w:rsid w:val="0054406F"/>
    <w:rsid w:val="0054415B"/>
    <w:rsid w:val="0054423F"/>
    <w:rsid w:val="0054444C"/>
    <w:rsid w:val="00544A09"/>
    <w:rsid w:val="00544C02"/>
    <w:rsid w:val="00545252"/>
    <w:rsid w:val="00545489"/>
    <w:rsid w:val="00545658"/>
    <w:rsid w:val="005457CA"/>
    <w:rsid w:val="00545C77"/>
    <w:rsid w:val="00545D78"/>
    <w:rsid w:val="00545ED4"/>
    <w:rsid w:val="00545F11"/>
    <w:rsid w:val="0054621A"/>
    <w:rsid w:val="005464E2"/>
    <w:rsid w:val="00546511"/>
    <w:rsid w:val="005466D1"/>
    <w:rsid w:val="00546FB9"/>
    <w:rsid w:val="00546FE2"/>
    <w:rsid w:val="005473E6"/>
    <w:rsid w:val="00547504"/>
    <w:rsid w:val="005476AA"/>
    <w:rsid w:val="00547800"/>
    <w:rsid w:val="00547C6F"/>
    <w:rsid w:val="00547F57"/>
    <w:rsid w:val="0055008F"/>
    <w:rsid w:val="005501E5"/>
    <w:rsid w:val="00550294"/>
    <w:rsid w:val="005503B7"/>
    <w:rsid w:val="005509EC"/>
    <w:rsid w:val="00550ABD"/>
    <w:rsid w:val="00550B65"/>
    <w:rsid w:val="00550C11"/>
    <w:rsid w:val="00550D97"/>
    <w:rsid w:val="00550F9E"/>
    <w:rsid w:val="005513DA"/>
    <w:rsid w:val="005514DC"/>
    <w:rsid w:val="0055168F"/>
    <w:rsid w:val="0055178D"/>
    <w:rsid w:val="00551850"/>
    <w:rsid w:val="0055190B"/>
    <w:rsid w:val="00551A58"/>
    <w:rsid w:val="00551B97"/>
    <w:rsid w:val="00551D5A"/>
    <w:rsid w:val="00551F4A"/>
    <w:rsid w:val="00552574"/>
    <w:rsid w:val="005525E8"/>
    <w:rsid w:val="0055283D"/>
    <w:rsid w:val="005529B0"/>
    <w:rsid w:val="00552C18"/>
    <w:rsid w:val="00552E40"/>
    <w:rsid w:val="00553422"/>
    <w:rsid w:val="00553573"/>
    <w:rsid w:val="0055364D"/>
    <w:rsid w:val="00553A40"/>
    <w:rsid w:val="00553DD3"/>
    <w:rsid w:val="00553E16"/>
    <w:rsid w:val="0055422B"/>
    <w:rsid w:val="0055434F"/>
    <w:rsid w:val="005544AB"/>
    <w:rsid w:val="005548DD"/>
    <w:rsid w:val="00554A6A"/>
    <w:rsid w:val="00554A7B"/>
    <w:rsid w:val="00554A9F"/>
    <w:rsid w:val="00554EC5"/>
    <w:rsid w:val="005550EA"/>
    <w:rsid w:val="00555722"/>
    <w:rsid w:val="00555C50"/>
    <w:rsid w:val="0055600D"/>
    <w:rsid w:val="005560C0"/>
    <w:rsid w:val="005568EB"/>
    <w:rsid w:val="00556A13"/>
    <w:rsid w:val="0055701A"/>
    <w:rsid w:val="005570A9"/>
    <w:rsid w:val="00557285"/>
    <w:rsid w:val="00557565"/>
    <w:rsid w:val="00557664"/>
    <w:rsid w:val="0055775F"/>
    <w:rsid w:val="0055789C"/>
    <w:rsid w:val="00557968"/>
    <w:rsid w:val="00557BD9"/>
    <w:rsid w:val="00557CD0"/>
    <w:rsid w:val="00557D9B"/>
    <w:rsid w:val="00557E5B"/>
    <w:rsid w:val="00557E8B"/>
    <w:rsid w:val="00557F71"/>
    <w:rsid w:val="0056067B"/>
    <w:rsid w:val="005606E4"/>
    <w:rsid w:val="00560B13"/>
    <w:rsid w:val="00560E56"/>
    <w:rsid w:val="00560E72"/>
    <w:rsid w:val="00560FD0"/>
    <w:rsid w:val="00561209"/>
    <w:rsid w:val="0056165D"/>
    <w:rsid w:val="0056170F"/>
    <w:rsid w:val="00561A35"/>
    <w:rsid w:val="00561AB3"/>
    <w:rsid w:val="00561E05"/>
    <w:rsid w:val="00562853"/>
    <w:rsid w:val="005629AC"/>
    <w:rsid w:val="00562E36"/>
    <w:rsid w:val="00562F8E"/>
    <w:rsid w:val="00563002"/>
    <w:rsid w:val="0056312E"/>
    <w:rsid w:val="005634DE"/>
    <w:rsid w:val="00563DDE"/>
    <w:rsid w:val="00563F5C"/>
    <w:rsid w:val="00563F72"/>
    <w:rsid w:val="00564098"/>
    <w:rsid w:val="00564346"/>
    <w:rsid w:val="0056466B"/>
    <w:rsid w:val="00564A4F"/>
    <w:rsid w:val="00564EF0"/>
    <w:rsid w:val="00565570"/>
    <w:rsid w:val="00565DC9"/>
    <w:rsid w:val="00565EBD"/>
    <w:rsid w:val="00566031"/>
    <w:rsid w:val="005661F7"/>
    <w:rsid w:val="0056645D"/>
    <w:rsid w:val="005665E6"/>
    <w:rsid w:val="00566874"/>
    <w:rsid w:val="00566AE4"/>
    <w:rsid w:val="00567440"/>
    <w:rsid w:val="0056752D"/>
    <w:rsid w:val="005675D5"/>
    <w:rsid w:val="005676D2"/>
    <w:rsid w:val="00567920"/>
    <w:rsid w:val="00567ADE"/>
    <w:rsid w:val="00567B17"/>
    <w:rsid w:val="00567CA2"/>
    <w:rsid w:val="00567F83"/>
    <w:rsid w:val="0057006C"/>
    <w:rsid w:val="00570290"/>
    <w:rsid w:val="005703F1"/>
    <w:rsid w:val="00570651"/>
    <w:rsid w:val="00570E9A"/>
    <w:rsid w:val="00570F0B"/>
    <w:rsid w:val="00571272"/>
    <w:rsid w:val="005713FF"/>
    <w:rsid w:val="005717BD"/>
    <w:rsid w:val="00571913"/>
    <w:rsid w:val="00571BE1"/>
    <w:rsid w:val="00571F5B"/>
    <w:rsid w:val="0057258F"/>
    <w:rsid w:val="005725BC"/>
    <w:rsid w:val="00572742"/>
    <w:rsid w:val="00572822"/>
    <w:rsid w:val="00572915"/>
    <w:rsid w:val="00572A4D"/>
    <w:rsid w:val="00572DF0"/>
    <w:rsid w:val="0057391E"/>
    <w:rsid w:val="00573F08"/>
    <w:rsid w:val="005742AF"/>
    <w:rsid w:val="005742C5"/>
    <w:rsid w:val="00574A2C"/>
    <w:rsid w:val="00574A93"/>
    <w:rsid w:val="00574C08"/>
    <w:rsid w:val="00575209"/>
    <w:rsid w:val="00575336"/>
    <w:rsid w:val="005754AB"/>
    <w:rsid w:val="0057553C"/>
    <w:rsid w:val="005755FF"/>
    <w:rsid w:val="0057562B"/>
    <w:rsid w:val="005757C7"/>
    <w:rsid w:val="005757F4"/>
    <w:rsid w:val="00575869"/>
    <w:rsid w:val="00575917"/>
    <w:rsid w:val="0057596F"/>
    <w:rsid w:val="00575BC8"/>
    <w:rsid w:val="00575C3E"/>
    <w:rsid w:val="00575CC0"/>
    <w:rsid w:val="00575D8F"/>
    <w:rsid w:val="00575DC2"/>
    <w:rsid w:val="00575F3C"/>
    <w:rsid w:val="00576828"/>
    <w:rsid w:val="005768A5"/>
    <w:rsid w:val="005768E7"/>
    <w:rsid w:val="00576E1F"/>
    <w:rsid w:val="00576F6A"/>
    <w:rsid w:val="0057704F"/>
    <w:rsid w:val="0057714D"/>
    <w:rsid w:val="0057725B"/>
    <w:rsid w:val="0057759E"/>
    <w:rsid w:val="0057761C"/>
    <w:rsid w:val="00577965"/>
    <w:rsid w:val="00577C1F"/>
    <w:rsid w:val="00577D71"/>
    <w:rsid w:val="00577FC4"/>
    <w:rsid w:val="00580002"/>
    <w:rsid w:val="00580332"/>
    <w:rsid w:val="0058036D"/>
    <w:rsid w:val="005805CB"/>
    <w:rsid w:val="005805FB"/>
    <w:rsid w:val="005808FB"/>
    <w:rsid w:val="0058141B"/>
    <w:rsid w:val="00581555"/>
    <w:rsid w:val="00581979"/>
    <w:rsid w:val="005819EE"/>
    <w:rsid w:val="00581FD5"/>
    <w:rsid w:val="00582016"/>
    <w:rsid w:val="0058232A"/>
    <w:rsid w:val="005828C8"/>
    <w:rsid w:val="00582C0D"/>
    <w:rsid w:val="00582F29"/>
    <w:rsid w:val="00583153"/>
    <w:rsid w:val="005834CC"/>
    <w:rsid w:val="005838A2"/>
    <w:rsid w:val="00583961"/>
    <w:rsid w:val="00583963"/>
    <w:rsid w:val="00583A55"/>
    <w:rsid w:val="00583B0C"/>
    <w:rsid w:val="00583C0C"/>
    <w:rsid w:val="00583FFE"/>
    <w:rsid w:val="00584242"/>
    <w:rsid w:val="005842E0"/>
    <w:rsid w:val="0058447D"/>
    <w:rsid w:val="00584615"/>
    <w:rsid w:val="00584625"/>
    <w:rsid w:val="00584C20"/>
    <w:rsid w:val="00584E4E"/>
    <w:rsid w:val="00584EAF"/>
    <w:rsid w:val="00584F24"/>
    <w:rsid w:val="00585406"/>
    <w:rsid w:val="005856E6"/>
    <w:rsid w:val="00585F71"/>
    <w:rsid w:val="005864D5"/>
    <w:rsid w:val="00586C4E"/>
    <w:rsid w:val="00586D93"/>
    <w:rsid w:val="00586E01"/>
    <w:rsid w:val="00586FD8"/>
    <w:rsid w:val="00587109"/>
    <w:rsid w:val="00587393"/>
    <w:rsid w:val="005873DD"/>
    <w:rsid w:val="00587459"/>
    <w:rsid w:val="0058795A"/>
    <w:rsid w:val="00587A4B"/>
    <w:rsid w:val="00587C7F"/>
    <w:rsid w:val="00587CE3"/>
    <w:rsid w:val="00590196"/>
    <w:rsid w:val="005901FB"/>
    <w:rsid w:val="005902D6"/>
    <w:rsid w:val="0059037D"/>
    <w:rsid w:val="00590692"/>
    <w:rsid w:val="005907F1"/>
    <w:rsid w:val="00590806"/>
    <w:rsid w:val="005908E9"/>
    <w:rsid w:val="0059141F"/>
    <w:rsid w:val="00591C8E"/>
    <w:rsid w:val="00591FAB"/>
    <w:rsid w:val="00592293"/>
    <w:rsid w:val="00592461"/>
    <w:rsid w:val="005924F6"/>
    <w:rsid w:val="005925C7"/>
    <w:rsid w:val="005926CF"/>
    <w:rsid w:val="00592782"/>
    <w:rsid w:val="00592EA4"/>
    <w:rsid w:val="00592FA8"/>
    <w:rsid w:val="00593180"/>
    <w:rsid w:val="00593255"/>
    <w:rsid w:val="0059329B"/>
    <w:rsid w:val="00593321"/>
    <w:rsid w:val="0059355A"/>
    <w:rsid w:val="00593D74"/>
    <w:rsid w:val="00593DB9"/>
    <w:rsid w:val="00593F85"/>
    <w:rsid w:val="0059402C"/>
    <w:rsid w:val="00594428"/>
    <w:rsid w:val="0059452C"/>
    <w:rsid w:val="005948E1"/>
    <w:rsid w:val="005951EF"/>
    <w:rsid w:val="00595800"/>
    <w:rsid w:val="005958A9"/>
    <w:rsid w:val="00595915"/>
    <w:rsid w:val="005959B7"/>
    <w:rsid w:val="00595A1E"/>
    <w:rsid w:val="00595C2C"/>
    <w:rsid w:val="00595E7A"/>
    <w:rsid w:val="00596256"/>
    <w:rsid w:val="0059677E"/>
    <w:rsid w:val="00596845"/>
    <w:rsid w:val="00596903"/>
    <w:rsid w:val="00596B0B"/>
    <w:rsid w:val="00596EA6"/>
    <w:rsid w:val="00597271"/>
    <w:rsid w:val="005973A5"/>
    <w:rsid w:val="005975A7"/>
    <w:rsid w:val="005976AB"/>
    <w:rsid w:val="00597742"/>
    <w:rsid w:val="0059796F"/>
    <w:rsid w:val="00597B49"/>
    <w:rsid w:val="005A0307"/>
    <w:rsid w:val="005A0430"/>
    <w:rsid w:val="005A046B"/>
    <w:rsid w:val="005A061B"/>
    <w:rsid w:val="005A0962"/>
    <w:rsid w:val="005A0988"/>
    <w:rsid w:val="005A0BF8"/>
    <w:rsid w:val="005A0DDB"/>
    <w:rsid w:val="005A0E16"/>
    <w:rsid w:val="005A12F7"/>
    <w:rsid w:val="005A1375"/>
    <w:rsid w:val="005A1493"/>
    <w:rsid w:val="005A161E"/>
    <w:rsid w:val="005A1FDC"/>
    <w:rsid w:val="005A2561"/>
    <w:rsid w:val="005A2D39"/>
    <w:rsid w:val="005A2FF1"/>
    <w:rsid w:val="005A317A"/>
    <w:rsid w:val="005A343B"/>
    <w:rsid w:val="005A3515"/>
    <w:rsid w:val="005A3711"/>
    <w:rsid w:val="005A383C"/>
    <w:rsid w:val="005A390E"/>
    <w:rsid w:val="005A3A8C"/>
    <w:rsid w:val="005A3C5B"/>
    <w:rsid w:val="005A3D36"/>
    <w:rsid w:val="005A3FEA"/>
    <w:rsid w:val="005A4305"/>
    <w:rsid w:val="005A442D"/>
    <w:rsid w:val="005A48B7"/>
    <w:rsid w:val="005A5614"/>
    <w:rsid w:val="005A56D5"/>
    <w:rsid w:val="005A6237"/>
    <w:rsid w:val="005A63A8"/>
    <w:rsid w:val="005A645B"/>
    <w:rsid w:val="005A6499"/>
    <w:rsid w:val="005A64A4"/>
    <w:rsid w:val="005A64E2"/>
    <w:rsid w:val="005A6781"/>
    <w:rsid w:val="005A6D7E"/>
    <w:rsid w:val="005A7048"/>
    <w:rsid w:val="005A7695"/>
    <w:rsid w:val="005A7733"/>
    <w:rsid w:val="005A79CA"/>
    <w:rsid w:val="005B032F"/>
    <w:rsid w:val="005B08D0"/>
    <w:rsid w:val="005B18AA"/>
    <w:rsid w:val="005B206E"/>
    <w:rsid w:val="005B2547"/>
    <w:rsid w:val="005B2A6C"/>
    <w:rsid w:val="005B2A70"/>
    <w:rsid w:val="005B2A8D"/>
    <w:rsid w:val="005B2FAE"/>
    <w:rsid w:val="005B33CC"/>
    <w:rsid w:val="005B33E7"/>
    <w:rsid w:val="005B3612"/>
    <w:rsid w:val="005B3E0F"/>
    <w:rsid w:val="005B3E6C"/>
    <w:rsid w:val="005B3ECF"/>
    <w:rsid w:val="005B3EFA"/>
    <w:rsid w:val="005B3F8D"/>
    <w:rsid w:val="005B3FB0"/>
    <w:rsid w:val="005B4219"/>
    <w:rsid w:val="005B4C9B"/>
    <w:rsid w:val="005B5BB2"/>
    <w:rsid w:val="005B60FF"/>
    <w:rsid w:val="005B6108"/>
    <w:rsid w:val="005B628D"/>
    <w:rsid w:val="005B6498"/>
    <w:rsid w:val="005B661C"/>
    <w:rsid w:val="005B6709"/>
    <w:rsid w:val="005B6A5F"/>
    <w:rsid w:val="005B6B62"/>
    <w:rsid w:val="005B77C0"/>
    <w:rsid w:val="005B78F2"/>
    <w:rsid w:val="005B7F59"/>
    <w:rsid w:val="005C00C4"/>
    <w:rsid w:val="005C026F"/>
    <w:rsid w:val="005C0556"/>
    <w:rsid w:val="005C05D0"/>
    <w:rsid w:val="005C06FF"/>
    <w:rsid w:val="005C0767"/>
    <w:rsid w:val="005C0932"/>
    <w:rsid w:val="005C0C38"/>
    <w:rsid w:val="005C10F2"/>
    <w:rsid w:val="005C1380"/>
    <w:rsid w:val="005C1877"/>
    <w:rsid w:val="005C19C2"/>
    <w:rsid w:val="005C1D60"/>
    <w:rsid w:val="005C213C"/>
    <w:rsid w:val="005C21B7"/>
    <w:rsid w:val="005C22CD"/>
    <w:rsid w:val="005C2696"/>
    <w:rsid w:val="005C2771"/>
    <w:rsid w:val="005C2B27"/>
    <w:rsid w:val="005C2D10"/>
    <w:rsid w:val="005C2DAE"/>
    <w:rsid w:val="005C2FE0"/>
    <w:rsid w:val="005C313C"/>
    <w:rsid w:val="005C3350"/>
    <w:rsid w:val="005C37F9"/>
    <w:rsid w:val="005C3963"/>
    <w:rsid w:val="005C3A21"/>
    <w:rsid w:val="005C3AF5"/>
    <w:rsid w:val="005C3CBE"/>
    <w:rsid w:val="005C3F4C"/>
    <w:rsid w:val="005C40C2"/>
    <w:rsid w:val="005C42D7"/>
    <w:rsid w:val="005C4377"/>
    <w:rsid w:val="005C4A55"/>
    <w:rsid w:val="005C4F1A"/>
    <w:rsid w:val="005C4F55"/>
    <w:rsid w:val="005C55D9"/>
    <w:rsid w:val="005C57FA"/>
    <w:rsid w:val="005C5ED1"/>
    <w:rsid w:val="005C6085"/>
    <w:rsid w:val="005C635F"/>
    <w:rsid w:val="005C670F"/>
    <w:rsid w:val="005C6D93"/>
    <w:rsid w:val="005C6E68"/>
    <w:rsid w:val="005C6EBB"/>
    <w:rsid w:val="005C7053"/>
    <w:rsid w:val="005C721F"/>
    <w:rsid w:val="005C731E"/>
    <w:rsid w:val="005C73DB"/>
    <w:rsid w:val="005C7C13"/>
    <w:rsid w:val="005D0026"/>
    <w:rsid w:val="005D029F"/>
    <w:rsid w:val="005D04CE"/>
    <w:rsid w:val="005D0888"/>
    <w:rsid w:val="005D0AB7"/>
    <w:rsid w:val="005D0BE8"/>
    <w:rsid w:val="005D0FF0"/>
    <w:rsid w:val="005D133D"/>
    <w:rsid w:val="005D14E8"/>
    <w:rsid w:val="005D1614"/>
    <w:rsid w:val="005D1734"/>
    <w:rsid w:val="005D1AF2"/>
    <w:rsid w:val="005D1CAA"/>
    <w:rsid w:val="005D22FA"/>
    <w:rsid w:val="005D2586"/>
    <w:rsid w:val="005D271D"/>
    <w:rsid w:val="005D28E5"/>
    <w:rsid w:val="005D2B79"/>
    <w:rsid w:val="005D2C8C"/>
    <w:rsid w:val="005D2D22"/>
    <w:rsid w:val="005D2F29"/>
    <w:rsid w:val="005D30B2"/>
    <w:rsid w:val="005D323B"/>
    <w:rsid w:val="005D3325"/>
    <w:rsid w:val="005D36E7"/>
    <w:rsid w:val="005D378A"/>
    <w:rsid w:val="005D3A0A"/>
    <w:rsid w:val="005D3C40"/>
    <w:rsid w:val="005D3CEC"/>
    <w:rsid w:val="005D4135"/>
    <w:rsid w:val="005D4620"/>
    <w:rsid w:val="005D4884"/>
    <w:rsid w:val="005D4C18"/>
    <w:rsid w:val="005D5040"/>
    <w:rsid w:val="005D511C"/>
    <w:rsid w:val="005D5473"/>
    <w:rsid w:val="005D556B"/>
    <w:rsid w:val="005D5739"/>
    <w:rsid w:val="005D5944"/>
    <w:rsid w:val="005D5A61"/>
    <w:rsid w:val="005D612B"/>
    <w:rsid w:val="005D6A3B"/>
    <w:rsid w:val="005D6A7E"/>
    <w:rsid w:val="005D6CEF"/>
    <w:rsid w:val="005D6D0F"/>
    <w:rsid w:val="005D6D4B"/>
    <w:rsid w:val="005D71BE"/>
    <w:rsid w:val="005D7392"/>
    <w:rsid w:val="005D7663"/>
    <w:rsid w:val="005D7710"/>
    <w:rsid w:val="005D7833"/>
    <w:rsid w:val="005D7B69"/>
    <w:rsid w:val="005D7D11"/>
    <w:rsid w:val="005D7F09"/>
    <w:rsid w:val="005D7F10"/>
    <w:rsid w:val="005D7F68"/>
    <w:rsid w:val="005E0353"/>
    <w:rsid w:val="005E037F"/>
    <w:rsid w:val="005E068E"/>
    <w:rsid w:val="005E0DAB"/>
    <w:rsid w:val="005E110F"/>
    <w:rsid w:val="005E1C59"/>
    <w:rsid w:val="005E21B1"/>
    <w:rsid w:val="005E2211"/>
    <w:rsid w:val="005E22B5"/>
    <w:rsid w:val="005E2586"/>
    <w:rsid w:val="005E26B7"/>
    <w:rsid w:val="005E27BC"/>
    <w:rsid w:val="005E2866"/>
    <w:rsid w:val="005E33E9"/>
    <w:rsid w:val="005E36C4"/>
    <w:rsid w:val="005E3AD4"/>
    <w:rsid w:val="005E3D08"/>
    <w:rsid w:val="005E3D87"/>
    <w:rsid w:val="005E3E3A"/>
    <w:rsid w:val="005E42A4"/>
    <w:rsid w:val="005E452E"/>
    <w:rsid w:val="005E45C8"/>
    <w:rsid w:val="005E4751"/>
    <w:rsid w:val="005E4C29"/>
    <w:rsid w:val="005E4F42"/>
    <w:rsid w:val="005E5124"/>
    <w:rsid w:val="005E51E5"/>
    <w:rsid w:val="005E5252"/>
    <w:rsid w:val="005E5276"/>
    <w:rsid w:val="005E5430"/>
    <w:rsid w:val="005E544B"/>
    <w:rsid w:val="005E564F"/>
    <w:rsid w:val="005E5680"/>
    <w:rsid w:val="005E58FF"/>
    <w:rsid w:val="005E5A15"/>
    <w:rsid w:val="005E5D94"/>
    <w:rsid w:val="005E5EDA"/>
    <w:rsid w:val="005E607D"/>
    <w:rsid w:val="005E608F"/>
    <w:rsid w:val="005E6407"/>
    <w:rsid w:val="005E6667"/>
    <w:rsid w:val="005E6846"/>
    <w:rsid w:val="005E6AEA"/>
    <w:rsid w:val="005E6B82"/>
    <w:rsid w:val="005E6C04"/>
    <w:rsid w:val="005E722E"/>
    <w:rsid w:val="005E725E"/>
    <w:rsid w:val="005E727F"/>
    <w:rsid w:val="005E73A9"/>
    <w:rsid w:val="005E7412"/>
    <w:rsid w:val="005E77A6"/>
    <w:rsid w:val="005E7A1D"/>
    <w:rsid w:val="005E7CFD"/>
    <w:rsid w:val="005F00FD"/>
    <w:rsid w:val="005F0123"/>
    <w:rsid w:val="005F048B"/>
    <w:rsid w:val="005F05FE"/>
    <w:rsid w:val="005F06FE"/>
    <w:rsid w:val="005F0784"/>
    <w:rsid w:val="005F09FD"/>
    <w:rsid w:val="005F0EB5"/>
    <w:rsid w:val="005F12F1"/>
    <w:rsid w:val="005F13F6"/>
    <w:rsid w:val="005F158D"/>
    <w:rsid w:val="005F16F7"/>
    <w:rsid w:val="005F17CB"/>
    <w:rsid w:val="005F1857"/>
    <w:rsid w:val="005F1A3D"/>
    <w:rsid w:val="005F1B00"/>
    <w:rsid w:val="005F1F06"/>
    <w:rsid w:val="005F23A6"/>
    <w:rsid w:val="005F23FE"/>
    <w:rsid w:val="005F2A8B"/>
    <w:rsid w:val="005F2AE6"/>
    <w:rsid w:val="005F2B68"/>
    <w:rsid w:val="005F2BE2"/>
    <w:rsid w:val="005F2C23"/>
    <w:rsid w:val="005F2EC3"/>
    <w:rsid w:val="005F3414"/>
    <w:rsid w:val="005F37ED"/>
    <w:rsid w:val="005F3A27"/>
    <w:rsid w:val="005F3A60"/>
    <w:rsid w:val="005F3DDE"/>
    <w:rsid w:val="005F40A6"/>
    <w:rsid w:val="005F42E8"/>
    <w:rsid w:val="005F440E"/>
    <w:rsid w:val="005F4546"/>
    <w:rsid w:val="005F4B39"/>
    <w:rsid w:val="005F530E"/>
    <w:rsid w:val="005F53AC"/>
    <w:rsid w:val="005F5431"/>
    <w:rsid w:val="005F54A4"/>
    <w:rsid w:val="005F5648"/>
    <w:rsid w:val="005F565C"/>
    <w:rsid w:val="005F5894"/>
    <w:rsid w:val="005F59CF"/>
    <w:rsid w:val="005F5D98"/>
    <w:rsid w:val="005F5EA4"/>
    <w:rsid w:val="005F5EDE"/>
    <w:rsid w:val="005F5F47"/>
    <w:rsid w:val="005F61DE"/>
    <w:rsid w:val="005F6268"/>
    <w:rsid w:val="005F62E8"/>
    <w:rsid w:val="005F63F7"/>
    <w:rsid w:val="005F653A"/>
    <w:rsid w:val="005F681B"/>
    <w:rsid w:val="005F6E42"/>
    <w:rsid w:val="005F6E43"/>
    <w:rsid w:val="005F7035"/>
    <w:rsid w:val="005F704D"/>
    <w:rsid w:val="005F7530"/>
    <w:rsid w:val="005F7605"/>
    <w:rsid w:val="005F76B9"/>
    <w:rsid w:val="005F7866"/>
    <w:rsid w:val="005F7C30"/>
    <w:rsid w:val="00600051"/>
    <w:rsid w:val="006001ED"/>
    <w:rsid w:val="00600201"/>
    <w:rsid w:val="00600320"/>
    <w:rsid w:val="006004D0"/>
    <w:rsid w:val="00600647"/>
    <w:rsid w:val="0060072B"/>
    <w:rsid w:val="00600F15"/>
    <w:rsid w:val="006011C6"/>
    <w:rsid w:val="006011CF"/>
    <w:rsid w:val="006012E9"/>
    <w:rsid w:val="00601385"/>
    <w:rsid w:val="006016A3"/>
    <w:rsid w:val="00601727"/>
    <w:rsid w:val="00601936"/>
    <w:rsid w:val="00601968"/>
    <w:rsid w:val="00601AA4"/>
    <w:rsid w:val="00601E62"/>
    <w:rsid w:val="00601E9B"/>
    <w:rsid w:val="00601F6D"/>
    <w:rsid w:val="00602226"/>
    <w:rsid w:val="00602512"/>
    <w:rsid w:val="006027A0"/>
    <w:rsid w:val="00602E09"/>
    <w:rsid w:val="00603397"/>
    <w:rsid w:val="0060353D"/>
    <w:rsid w:val="00604151"/>
    <w:rsid w:val="00604443"/>
    <w:rsid w:val="0060467E"/>
    <w:rsid w:val="006046BF"/>
    <w:rsid w:val="00605658"/>
    <w:rsid w:val="006057EC"/>
    <w:rsid w:val="00605873"/>
    <w:rsid w:val="00605A7F"/>
    <w:rsid w:val="00605C3A"/>
    <w:rsid w:val="00606157"/>
    <w:rsid w:val="00606302"/>
    <w:rsid w:val="006063AA"/>
    <w:rsid w:val="006065E5"/>
    <w:rsid w:val="00606743"/>
    <w:rsid w:val="00606830"/>
    <w:rsid w:val="006068AA"/>
    <w:rsid w:val="00606E02"/>
    <w:rsid w:val="0060714D"/>
    <w:rsid w:val="00607A7A"/>
    <w:rsid w:val="00607D19"/>
    <w:rsid w:val="00607EF6"/>
    <w:rsid w:val="0061000E"/>
    <w:rsid w:val="0061011A"/>
    <w:rsid w:val="0061011B"/>
    <w:rsid w:val="006105F5"/>
    <w:rsid w:val="006107C6"/>
    <w:rsid w:val="006108E2"/>
    <w:rsid w:val="00610B9B"/>
    <w:rsid w:val="00610FA1"/>
    <w:rsid w:val="00610FDD"/>
    <w:rsid w:val="006113E4"/>
    <w:rsid w:val="006113EA"/>
    <w:rsid w:val="006116C9"/>
    <w:rsid w:val="00611759"/>
    <w:rsid w:val="00612147"/>
    <w:rsid w:val="00612415"/>
    <w:rsid w:val="00612463"/>
    <w:rsid w:val="00612650"/>
    <w:rsid w:val="0061270A"/>
    <w:rsid w:val="0061270C"/>
    <w:rsid w:val="00612A0B"/>
    <w:rsid w:val="00612AFA"/>
    <w:rsid w:val="00612CAC"/>
    <w:rsid w:val="00612CBF"/>
    <w:rsid w:val="00612F09"/>
    <w:rsid w:val="00613282"/>
    <w:rsid w:val="0061355D"/>
    <w:rsid w:val="0061362A"/>
    <w:rsid w:val="006137D0"/>
    <w:rsid w:val="006139B2"/>
    <w:rsid w:val="00613A43"/>
    <w:rsid w:val="00613A4C"/>
    <w:rsid w:val="00613B96"/>
    <w:rsid w:val="0061406E"/>
    <w:rsid w:val="0061460E"/>
    <w:rsid w:val="00614870"/>
    <w:rsid w:val="00614A23"/>
    <w:rsid w:val="00614C70"/>
    <w:rsid w:val="00614CC8"/>
    <w:rsid w:val="00614CFD"/>
    <w:rsid w:val="00614F1B"/>
    <w:rsid w:val="00614F2E"/>
    <w:rsid w:val="00615171"/>
    <w:rsid w:val="00615220"/>
    <w:rsid w:val="0061548E"/>
    <w:rsid w:val="00615762"/>
    <w:rsid w:val="006158E9"/>
    <w:rsid w:val="00615CB3"/>
    <w:rsid w:val="00615E3F"/>
    <w:rsid w:val="00615F20"/>
    <w:rsid w:val="0061607F"/>
    <w:rsid w:val="00616369"/>
    <w:rsid w:val="0061641C"/>
    <w:rsid w:val="00616496"/>
    <w:rsid w:val="00616639"/>
    <w:rsid w:val="00616EEA"/>
    <w:rsid w:val="006174CB"/>
    <w:rsid w:val="00617534"/>
    <w:rsid w:val="006179CF"/>
    <w:rsid w:val="00617AD3"/>
    <w:rsid w:val="00617B1C"/>
    <w:rsid w:val="006202F8"/>
    <w:rsid w:val="00620572"/>
    <w:rsid w:val="006205E1"/>
    <w:rsid w:val="00620AC6"/>
    <w:rsid w:val="00621034"/>
    <w:rsid w:val="0062156F"/>
    <w:rsid w:val="00621909"/>
    <w:rsid w:val="00621A34"/>
    <w:rsid w:val="00621B83"/>
    <w:rsid w:val="00621E02"/>
    <w:rsid w:val="00622275"/>
    <w:rsid w:val="0062246B"/>
    <w:rsid w:val="00622894"/>
    <w:rsid w:val="006228F0"/>
    <w:rsid w:val="00622BBC"/>
    <w:rsid w:val="0062302F"/>
    <w:rsid w:val="006231BA"/>
    <w:rsid w:val="00623567"/>
    <w:rsid w:val="00623788"/>
    <w:rsid w:val="00623860"/>
    <w:rsid w:val="00623923"/>
    <w:rsid w:val="00623B8C"/>
    <w:rsid w:val="00623BEA"/>
    <w:rsid w:val="00623D5F"/>
    <w:rsid w:val="00623E23"/>
    <w:rsid w:val="0062409E"/>
    <w:rsid w:val="0062411F"/>
    <w:rsid w:val="0062437D"/>
    <w:rsid w:val="00624392"/>
    <w:rsid w:val="00624C13"/>
    <w:rsid w:val="00624F05"/>
    <w:rsid w:val="0062548F"/>
    <w:rsid w:val="006254E8"/>
    <w:rsid w:val="006255FC"/>
    <w:rsid w:val="00625919"/>
    <w:rsid w:val="00625AD8"/>
    <w:rsid w:val="00625E72"/>
    <w:rsid w:val="00625E7E"/>
    <w:rsid w:val="00626091"/>
    <w:rsid w:val="00626387"/>
    <w:rsid w:val="00626394"/>
    <w:rsid w:val="006263AC"/>
    <w:rsid w:val="006264B1"/>
    <w:rsid w:val="006265DA"/>
    <w:rsid w:val="0062665C"/>
    <w:rsid w:val="00626714"/>
    <w:rsid w:val="00626ED3"/>
    <w:rsid w:val="00627251"/>
    <w:rsid w:val="00627341"/>
    <w:rsid w:val="0062767C"/>
    <w:rsid w:val="00627975"/>
    <w:rsid w:val="00627E41"/>
    <w:rsid w:val="0063017D"/>
    <w:rsid w:val="006301E7"/>
    <w:rsid w:val="0063081A"/>
    <w:rsid w:val="00630C19"/>
    <w:rsid w:val="00630D5D"/>
    <w:rsid w:val="00630E98"/>
    <w:rsid w:val="0063120A"/>
    <w:rsid w:val="00631320"/>
    <w:rsid w:val="00631400"/>
    <w:rsid w:val="006316AC"/>
    <w:rsid w:val="006319A6"/>
    <w:rsid w:val="006320A3"/>
    <w:rsid w:val="00632551"/>
    <w:rsid w:val="006325BF"/>
    <w:rsid w:val="00632643"/>
    <w:rsid w:val="00632867"/>
    <w:rsid w:val="00632C4A"/>
    <w:rsid w:val="00632D32"/>
    <w:rsid w:val="00632D4E"/>
    <w:rsid w:val="00632D86"/>
    <w:rsid w:val="00632DF8"/>
    <w:rsid w:val="00632E7D"/>
    <w:rsid w:val="00632E8C"/>
    <w:rsid w:val="00633142"/>
    <w:rsid w:val="00633356"/>
    <w:rsid w:val="0063354D"/>
    <w:rsid w:val="006337FD"/>
    <w:rsid w:val="00633B54"/>
    <w:rsid w:val="00634500"/>
    <w:rsid w:val="0063461E"/>
    <w:rsid w:val="00634AE9"/>
    <w:rsid w:val="0063502C"/>
    <w:rsid w:val="00635984"/>
    <w:rsid w:val="00635A8C"/>
    <w:rsid w:val="00635DD8"/>
    <w:rsid w:val="0063625E"/>
    <w:rsid w:val="006362CF"/>
    <w:rsid w:val="0063632C"/>
    <w:rsid w:val="0063666A"/>
    <w:rsid w:val="00636C9D"/>
    <w:rsid w:val="00636D48"/>
    <w:rsid w:val="00637344"/>
    <w:rsid w:val="0063768A"/>
    <w:rsid w:val="00637A15"/>
    <w:rsid w:val="00637B71"/>
    <w:rsid w:val="00637C78"/>
    <w:rsid w:val="0064007D"/>
    <w:rsid w:val="00640121"/>
    <w:rsid w:val="00640786"/>
    <w:rsid w:val="006409A2"/>
    <w:rsid w:val="006409EC"/>
    <w:rsid w:val="00640AA2"/>
    <w:rsid w:val="00640CB0"/>
    <w:rsid w:val="00640E3E"/>
    <w:rsid w:val="00641261"/>
    <w:rsid w:val="006415B2"/>
    <w:rsid w:val="0064166C"/>
    <w:rsid w:val="0064181C"/>
    <w:rsid w:val="00641D09"/>
    <w:rsid w:val="00641E3B"/>
    <w:rsid w:val="006421D8"/>
    <w:rsid w:val="00642534"/>
    <w:rsid w:val="00642594"/>
    <w:rsid w:val="006425AB"/>
    <w:rsid w:val="006429B1"/>
    <w:rsid w:val="00642A56"/>
    <w:rsid w:val="00642B91"/>
    <w:rsid w:val="00643088"/>
    <w:rsid w:val="006432A2"/>
    <w:rsid w:val="00643720"/>
    <w:rsid w:val="00643A34"/>
    <w:rsid w:val="00643AFA"/>
    <w:rsid w:val="00643BFB"/>
    <w:rsid w:val="00643D24"/>
    <w:rsid w:val="00643D32"/>
    <w:rsid w:val="0064403F"/>
    <w:rsid w:val="00644058"/>
    <w:rsid w:val="00644375"/>
    <w:rsid w:val="006443DA"/>
    <w:rsid w:val="00644547"/>
    <w:rsid w:val="00644B0F"/>
    <w:rsid w:val="00644BBD"/>
    <w:rsid w:val="00644C0C"/>
    <w:rsid w:val="00644C65"/>
    <w:rsid w:val="00644E75"/>
    <w:rsid w:val="00644F15"/>
    <w:rsid w:val="00645122"/>
    <w:rsid w:val="00645280"/>
    <w:rsid w:val="00645527"/>
    <w:rsid w:val="006455D0"/>
    <w:rsid w:val="006456E2"/>
    <w:rsid w:val="00645B7A"/>
    <w:rsid w:val="00645C73"/>
    <w:rsid w:val="00646166"/>
    <w:rsid w:val="006464BB"/>
    <w:rsid w:val="00646BEA"/>
    <w:rsid w:val="00646FAD"/>
    <w:rsid w:val="0064705F"/>
    <w:rsid w:val="00647315"/>
    <w:rsid w:val="0064771D"/>
    <w:rsid w:val="0064787B"/>
    <w:rsid w:val="00647A31"/>
    <w:rsid w:val="00647CC1"/>
    <w:rsid w:val="00650173"/>
    <w:rsid w:val="006501F1"/>
    <w:rsid w:val="00650201"/>
    <w:rsid w:val="00650632"/>
    <w:rsid w:val="00650C94"/>
    <w:rsid w:val="00650D21"/>
    <w:rsid w:val="00651100"/>
    <w:rsid w:val="006513E6"/>
    <w:rsid w:val="00651A89"/>
    <w:rsid w:val="00651A8E"/>
    <w:rsid w:val="00651B22"/>
    <w:rsid w:val="00651B94"/>
    <w:rsid w:val="00651C3C"/>
    <w:rsid w:val="00651D9E"/>
    <w:rsid w:val="00651DC8"/>
    <w:rsid w:val="00651F49"/>
    <w:rsid w:val="006520FC"/>
    <w:rsid w:val="00652873"/>
    <w:rsid w:val="00652A49"/>
    <w:rsid w:val="00652A4C"/>
    <w:rsid w:val="00652BE5"/>
    <w:rsid w:val="00652CC1"/>
    <w:rsid w:val="00653015"/>
    <w:rsid w:val="00653134"/>
    <w:rsid w:val="00653344"/>
    <w:rsid w:val="00653633"/>
    <w:rsid w:val="00653721"/>
    <w:rsid w:val="00653811"/>
    <w:rsid w:val="00653855"/>
    <w:rsid w:val="006539D0"/>
    <w:rsid w:val="00653BA2"/>
    <w:rsid w:val="00653EA5"/>
    <w:rsid w:val="006540CE"/>
    <w:rsid w:val="0065437B"/>
    <w:rsid w:val="00654430"/>
    <w:rsid w:val="00654545"/>
    <w:rsid w:val="0065483D"/>
    <w:rsid w:val="00654961"/>
    <w:rsid w:val="00654A90"/>
    <w:rsid w:val="00654AD4"/>
    <w:rsid w:val="00654BAA"/>
    <w:rsid w:val="00654D59"/>
    <w:rsid w:val="00654F6D"/>
    <w:rsid w:val="0065509A"/>
    <w:rsid w:val="00655439"/>
    <w:rsid w:val="00655AA6"/>
    <w:rsid w:val="00655AC8"/>
    <w:rsid w:val="00655B19"/>
    <w:rsid w:val="00655C56"/>
    <w:rsid w:val="00655CFA"/>
    <w:rsid w:val="00656198"/>
    <w:rsid w:val="006563E6"/>
    <w:rsid w:val="00656489"/>
    <w:rsid w:val="006566D3"/>
    <w:rsid w:val="006567AB"/>
    <w:rsid w:val="006568E4"/>
    <w:rsid w:val="00656916"/>
    <w:rsid w:val="00656AAA"/>
    <w:rsid w:val="00656BDD"/>
    <w:rsid w:val="00656C78"/>
    <w:rsid w:val="00656D7C"/>
    <w:rsid w:val="00657085"/>
    <w:rsid w:val="00657243"/>
    <w:rsid w:val="0065759E"/>
    <w:rsid w:val="006575A6"/>
    <w:rsid w:val="00657646"/>
    <w:rsid w:val="00657807"/>
    <w:rsid w:val="00657A4F"/>
    <w:rsid w:val="00657B18"/>
    <w:rsid w:val="00657B46"/>
    <w:rsid w:val="00657BAE"/>
    <w:rsid w:val="00657CD9"/>
    <w:rsid w:val="00657D5C"/>
    <w:rsid w:val="006600F7"/>
    <w:rsid w:val="0066075D"/>
    <w:rsid w:val="006607F6"/>
    <w:rsid w:val="006608E4"/>
    <w:rsid w:val="00660C03"/>
    <w:rsid w:val="00660C50"/>
    <w:rsid w:val="00660D13"/>
    <w:rsid w:val="00661228"/>
    <w:rsid w:val="006612A3"/>
    <w:rsid w:val="0066135C"/>
    <w:rsid w:val="006615D7"/>
    <w:rsid w:val="00661AE2"/>
    <w:rsid w:val="00661C2B"/>
    <w:rsid w:val="00661C68"/>
    <w:rsid w:val="00661F53"/>
    <w:rsid w:val="00661F93"/>
    <w:rsid w:val="006621BC"/>
    <w:rsid w:val="00662363"/>
    <w:rsid w:val="00662959"/>
    <w:rsid w:val="00663161"/>
    <w:rsid w:val="006632A5"/>
    <w:rsid w:val="00663328"/>
    <w:rsid w:val="0066339D"/>
    <w:rsid w:val="00663433"/>
    <w:rsid w:val="00663827"/>
    <w:rsid w:val="00663D46"/>
    <w:rsid w:val="00663D62"/>
    <w:rsid w:val="006641D0"/>
    <w:rsid w:val="0066439F"/>
    <w:rsid w:val="0066444A"/>
    <w:rsid w:val="00664A53"/>
    <w:rsid w:val="00665722"/>
    <w:rsid w:val="006657C8"/>
    <w:rsid w:val="00665933"/>
    <w:rsid w:val="0066593C"/>
    <w:rsid w:val="00665A85"/>
    <w:rsid w:val="00665C69"/>
    <w:rsid w:val="00665D6F"/>
    <w:rsid w:val="00665EBC"/>
    <w:rsid w:val="00666055"/>
    <w:rsid w:val="006661AB"/>
    <w:rsid w:val="00666240"/>
    <w:rsid w:val="00666933"/>
    <w:rsid w:val="00666A05"/>
    <w:rsid w:val="00666A5C"/>
    <w:rsid w:val="00666AFB"/>
    <w:rsid w:val="00666C61"/>
    <w:rsid w:val="006672BA"/>
    <w:rsid w:val="006674D2"/>
    <w:rsid w:val="00667517"/>
    <w:rsid w:val="0066752C"/>
    <w:rsid w:val="00667598"/>
    <w:rsid w:val="00667812"/>
    <w:rsid w:val="0066785E"/>
    <w:rsid w:val="006701F0"/>
    <w:rsid w:val="006705B9"/>
    <w:rsid w:val="006706BA"/>
    <w:rsid w:val="006709B4"/>
    <w:rsid w:val="006709F5"/>
    <w:rsid w:val="00670A4C"/>
    <w:rsid w:val="00670A53"/>
    <w:rsid w:val="00670AA2"/>
    <w:rsid w:val="00670B90"/>
    <w:rsid w:val="00670C51"/>
    <w:rsid w:val="00670CBE"/>
    <w:rsid w:val="00671611"/>
    <w:rsid w:val="006719E7"/>
    <w:rsid w:val="00671ADC"/>
    <w:rsid w:val="00672021"/>
    <w:rsid w:val="0067225B"/>
    <w:rsid w:val="0067231B"/>
    <w:rsid w:val="006729E6"/>
    <w:rsid w:val="006729EF"/>
    <w:rsid w:val="0067303D"/>
    <w:rsid w:val="006733BF"/>
    <w:rsid w:val="00673413"/>
    <w:rsid w:val="00673885"/>
    <w:rsid w:val="00673A0A"/>
    <w:rsid w:val="00673AD6"/>
    <w:rsid w:val="00673CD4"/>
    <w:rsid w:val="00673FE4"/>
    <w:rsid w:val="0067401B"/>
    <w:rsid w:val="006740F2"/>
    <w:rsid w:val="00674405"/>
    <w:rsid w:val="006747DD"/>
    <w:rsid w:val="006749FD"/>
    <w:rsid w:val="00674D55"/>
    <w:rsid w:val="00674D78"/>
    <w:rsid w:val="00674D94"/>
    <w:rsid w:val="00675155"/>
    <w:rsid w:val="00675406"/>
    <w:rsid w:val="00675549"/>
    <w:rsid w:val="00675866"/>
    <w:rsid w:val="00675B88"/>
    <w:rsid w:val="00675C8D"/>
    <w:rsid w:val="0067604C"/>
    <w:rsid w:val="00676661"/>
    <w:rsid w:val="00676B82"/>
    <w:rsid w:val="00676CAD"/>
    <w:rsid w:val="00676FCA"/>
    <w:rsid w:val="00677144"/>
    <w:rsid w:val="006773B3"/>
    <w:rsid w:val="00677717"/>
    <w:rsid w:val="00677A2E"/>
    <w:rsid w:val="00677B59"/>
    <w:rsid w:val="00677E42"/>
    <w:rsid w:val="0068005D"/>
    <w:rsid w:val="00680183"/>
    <w:rsid w:val="00680390"/>
    <w:rsid w:val="00680633"/>
    <w:rsid w:val="00680692"/>
    <w:rsid w:val="006809AD"/>
    <w:rsid w:val="00680A61"/>
    <w:rsid w:val="00680E00"/>
    <w:rsid w:val="00680EF9"/>
    <w:rsid w:val="00681343"/>
    <w:rsid w:val="00681562"/>
    <w:rsid w:val="00681774"/>
    <w:rsid w:val="00681F67"/>
    <w:rsid w:val="00681F6F"/>
    <w:rsid w:val="0068228E"/>
    <w:rsid w:val="00682341"/>
    <w:rsid w:val="006823CE"/>
    <w:rsid w:val="006823D9"/>
    <w:rsid w:val="006832D0"/>
    <w:rsid w:val="00683417"/>
    <w:rsid w:val="00683462"/>
    <w:rsid w:val="00683796"/>
    <w:rsid w:val="00683F2B"/>
    <w:rsid w:val="00684145"/>
    <w:rsid w:val="0068439C"/>
    <w:rsid w:val="0068450C"/>
    <w:rsid w:val="00684540"/>
    <w:rsid w:val="00684B3E"/>
    <w:rsid w:val="00684B9D"/>
    <w:rsid w:val="00685370"/>
    <w:rsid w:val="0068562B"/>
    <w:rsid w:val="006857B0"/>
    <w:rsid w:val="006859D0"/>
    <w:rsid w:val="00685FC9"/>
    <w:rsid w:val="006863AD"/>
    <w:rsid w:val="00686412"/>
    <w:rsid w:val="0068654D"/>
    <w:rsid w:val="00686723"/>
    <w:rsid w:val="006868AD"/>
    <w:rsid w:val="006868D7"/>
    <w:rsid w:val="00686B92"/>
    <w:rsid w:val="00686CD4"/>
    <w:rsid w:val="0068756A"/>
    <w:rsid w:val="0068770F"/>
    <w:rsid w:val="00687840"/>
    <w:rsid w:val="00687905"/>
    <w:rsid w:val="00687B2F"/>
    <w:rsid w:val="00690173"/>
    <w:rsid w:val="00690275"/>
    <w:rsid w:val="006908F7"/>
    <w:rsid w:val="00690BF2"/>
    <w:rsid w:val="00690CB9"/>
    <w:rsid w:val="00690D8C"/>
    <w:rsid w:val="00690F87"/>
    <w:rsid w:val="0069108F"/>
    <w:rsid w:val="006914BA"/>
    <w:rsid w:val="00691D1D"/>
    <w:rsid w:val="00691F0B"/>
    <w:rsid w:val="006920A7"/>
    <w:rsid w:val="006923C9"/>
    <w:rsid w:val="00692413"/>
    <w:rsid w:val="00692456"/>
    <w:rsid w:val="006925D9"/>
    <w:rsid w:val="0069266E"/>
    <w:rsid w:val="00692873"/>
    <w:rsid w:val="00692D2C"/>
    <w:rsid w:val="0069313B"/>
    <w:rsid w:val="0069333E"/>
    <w:rsid w:val="00693693"/>
    <w:rsid w:val="00693943"/>
    <w:rsid w:val="00693ACD"/>
    <w:rsid w:val="00693CA8"/>
    <w:rsid w:val="00693EF0"/>
    <w:rsid w:val="00693F58"/>
    <w:rsid w:val="00694340"/>
    <w:rsid w:val="00694770"/>
    <w:rsid w:val="00694915"/>
    <w:rsid w:val="006949BB"/>
    <w:rsid w:val="00694C5D"/>
    <w:rsid w:val="00694D42"/>
    <w:rsid w:val="0069581E"/>
    <w:rsid w:val="00695868"/>
    <w:rsid w:val="00695F6A"/>
    <w:rsid w:val="0069620A"/>
    <w:rsid w:val="006962AB"/>
    <w:rsid w:val="0069658D"/>
    <w:rsid w:val="006967B1"/>
    <w:rsid w:val="00696966"/>
    <w:rsid w:val="006969D3"/>
    <w:rsid w:val="00696C27"/>
    <w:rsid w:val="00696CE0"/>
    <w:rsid w:val="00696FFF"/>
    <w:rsid w:val="00697118"/>
    <w:rsid w:val="00697320"/>
    <w:rsid w:val="006973CD"/>
    <w:rsid w:val="006975F6"/>
    <w:rsid w:val="00697F09"/>
    <w:rsid w:val="006A0051"/>
    <w:rsid w:val="006A02CE"/>
    <w:rsid w:val="006A0547"/>
    <w:rsid w:val="006A075C"/>
    <w:rsid w:val="006A07B1"/>
    <w:rsid w:val="006A0848"/>
    <w:rsid w:val="006A137E"/>
    <w:rsid w:val="006A156D"/>
    <w:rsid w:val="006A1831"/>
    <w:rsid w:val="006A194B"/>
    <w:rsid w:val="006A21AE"/>
    <w:rsid w:val="006A26FE"/>
    <w:rsid w:val="006A2709"/>
    <w:rsid w:val="006A29FB"/>
    <w:rsid w:val="006A2A18"/>
    <w:rsid w:val="006A2A24"/>
    <w:rsid w:val="006A2CFC"/>
    <w:rsid w:val="006A2D48"/>
    <w:rsid w:val="006A311C"/>
    <w:rsid w:val="006A3445"/>
    <w:rsid w:val="006A3520"/>
    <w:rsid w:val="006A37F2"/>
    <w:rsid w:val="006A3951"/>
    <w:rsid w:val="006A3AD9"/>
    <w:rsid w:val="006A3B60"/>
    <w:rsid w:val="006A4226"/>
    <w:rsid w:val="006A4326"/>
    <w:rsid w:val="006A4709"/>
    <w:rsid w:val="006A51DF"/>
    <w:rsid w:val="006A53A1"/>
    <w:rsid w:val="006A540F"/>
    <w:rsid w:val="006A551C"/>
    <w:rsid w:val="006A559A"/>
    <w:rsid w:val="006A5C43"/>
    <w:rsid w:val="006A5DEF"/>
    <w:rsid w:val="006A6024"/>
    <w:rsid w:val="006A609D"/>
    <w:rsid w:val="006A60C2"/>
    <w:rsid w:val="006A6276"/>
    <w:rsid w:val="006A63C8"/>
    <w:rsid w:val="006A646C"/>
    <w:rsid w:val="006A659A"/>
    <w:rsid w:val="006A6A97"/>
    <w:rsid w:val="006A6B06"/>
    <w:rsid w:val="006A6B57"/>
    <w:rsid w:val="006A7012"/>
    <w:rsid w:val="006A729E"/>
    <w:rsid w:val="006A729F"/>
    <w:rsid w:val="006A7696"/>
    <w:rsid w:val="006A771A"/>
    <w:rsid w:val="006A7955"/>
    <w:rsid w:val="006A7FDC"/>
    <w:rsid w:val="006B03B7"/>
    <w:rsid w:val="006B04F1"/>
    <w:rsid w:val="006B0709"/>
    <w:rsid w:val="006B096E"/>
    <w:rsid w:val="006B0A6C"/>
    <w:rsid w:val="006B0AC0"/>
    <w:rsid w:val="006B0B16"/>
    <w:rsid w:val="006B0C24"/>
    <w:rsid w:val="006B11F1"/>
    <w:rsid w:val="006B1481"/>
    <w:rsid w:val="006B1852"/>
    <w:rsid w:val="006B18F0"/>
    <w:rsid w:val="006B196E"/>
    <w:rsid w:val="006B1C26"/>
    <w:rsid w:val="006B1CA3"/>
    <w:rsid w:val="006B1CB8"/>
    <w:rsid w:val="006B2433"/>
    <w:rsid w:val="006B26EC"/>
    <w:rsid w:val="006B2750"/>
    <w:rsid w:val="006B29E3"/>
    <w:rsid w:val="006B2A04"/>
    <w:rsid w:val="006B2D8D"/>
    <w:rsid w:val="006B310E"/>
    <w:rsid w:val="006B3113"/>
    <w:rsid w:val="006B3482"/>
    <w:rsid w:val="006B36D9"/>
    <w:rsid w:val="006B3D42"/>
    <w:rsid w:val="006B3F0D"/>
    <w:rsid w:val="006B3F15"/>
    <w:rsid w:val="006B42FD"/>
    <w:rsid w:val="006B4414"/>
    <w:rsid w:val="006B45BD"/>
    <w:rsid w:val="006B480B"/>
    <w:rsid w:val="006B499D"/>
    <w:rsid w:val="006B4E01"/>
    <w:rsid w:val="006B4E3C"/>
    <w:rsid w:val="006B504B"/>
    <w:rsid w:val="006B50EA"/>
    <w:rsid w:val="006B553E"/>
    <w:rsid w:val="006B5640"/>
    <w:rsid w:val="006B56D3"/>
    <w:rsid w:val="006B5B00"/>
    <w:rsid w:val="006B5BF6"/>
    <w:rsid w:val="006B5C5E"/>
    <w:rsid w:val="006B5C88"/>
    <w:rsid w:val="006B6432"/>
    <w:rsid w:val="006B65B1"/>
    <w:rsid w:val="006B6F5E"/>
    <w:rsid w:val="006B70F1"/>
    <w:rsid w:val="006B73AC"/>
    <w:rsid w:val="006B79B3"/>
    <w:rsid w:val="006B7B5E"/>
    <w:rsid w:val="006B7FDD"/>
    <w:rsid w:val="006C0100"/>
    <w:rsid w:val="006C06B5"/>
    <w:rsid w:val="006C0763"/>
    <w:rsid w:val="006C076D"/>
    <w:rsid w:val="006C0BB8"/>
    <w:rsid w:val="006C0E26"/>
    <w:rsid w:val="006C1268"/>
    <w:rsid w:val="006C14D0"/>
    <w:rsid w:val="006C16D6"/>
    <w:rsid w:val="006C1836"/>
    <w:rsid w:val="006C1CBF"/>
    <w:rsid w:val="006C20E7"/>
    <w:rsid w:val="006C210E"/>
    <w:rsid w:val="006C218E"/>
    <w:rsid w:val="006C21D0"/>
    <w:rsid w:val="006C21D9"/>
    <w:rsid w:val="006C2310"/>
    <w:rsid w:val="006C242F"/>
    <w:rsid w:val="006C2540"/>
    <w:rsid w:val="006C309A"/>
    <w:rsid w:val="006C321F"/>
    <w:rsid w:val="006C34D6"/>
    <w:rsid w:val="006C3509"/>
    <w:rsid w:val="006C3AD8"/>
    <w:rsid w:val="006C3EBF"/>
    <w:rsid w:val="006C40AD"/>
    <w:rsid w:val="006C4286"/>
    <w:rsid w:val="006C437F"/>
    <w:rsid w:val="006C45A4"/>
    <w:rsid w:val="006C4F9A"/>
    <w:rsid w:val="006C58A1"/>
    <w:rsid w:val="006C5B08"/>
    <w:rsid w:val="006C5C0D"/>
    <w:rsid w:val="006C5FA6"/>
    <w:rsid w:val="006C6123"/>
    <w:rsid w:val="006C62D4"/>
    <w:rsid w:val="006C6313"/>
    <w:rsid w:val="006C6358"/>
    <w:rsid w:val="006C6378"/>
    <w:rsid w:val="006C63F8"/>
    <w:rsid w:val="006C64FF"/>
    <w:rsid w:val="006C6567"/>
    <w:rsid w:val="006C6846"/>
    <w:rsid w:val="006C68CB"/>
    <w:rsid w:val="006C6A97"/>
    <w:rsid w:val="006C6AD3"/>
    <w:rsid w:val="006C6D61"/>
    <w:rsid w:val="006C6F99"/>
    <w:rsid w:val="006C7227"/>
    <w:rsid w:val="006C7287"/>
    <w:rsid w:val="006C791F"/>
    <w:rsid w:val="006C7D45"/>
    <w:rsid w:val="006D00DF"/>
    <w:rsid w:val="006D0651"/>
    <w:rsid w:val="006D09DB"/>
    <w:rsid w:val="006D0CD0"/>
    <w:rsid w:val="006D0D8C"/>
    <w:rsid w:val="006D0FB9"/>
    <w:rsid w:val="006D1012"/>
    <w:rsid w:val="006D161F"/>
    <w:rsid w:val="006D1622"/>
    <w:rsid w:val="006D16C8"/>
    <w:rsid w:val="006D193D"/>
    <w:rsid w:val="006D1B5F"/>
    <w:rsid w:val="006D1D7D"/>
    <w:rsid w:val="006D22D8"/>
    <w:rsid w:val="006D23A9"/>
    <w:rsid w:val="006D23F9"/>
    <w:rsid w:val="006D294D"/>
    <w:rsid w:val="006D29D1"/>
    <w:rsid w:val="006D3273"/>
    <w:rsid w:val="006D36F7"/>
    <w:rsid w:val="006D3A18"/>
    <w:rsid w:val="006D3AF5"/>
    <w:rsid w:val="006D3D91"/>
    <w:rsid w:val="006D3EE4"/>
    <w:rsid w:val="006D42D8"/>
    <w:rsid w:val="006D4388"/>
    <w:rsid w:val="006D4406"/>
    <w:rsid w:val="006D4512"/>
    <w:rsid w:val="006D4631"/>
    <w:rsid w:val="006D46C7"/>
    <w:rsid w:val="006D48C3"/>
    <w:rsid w:val="006D4DEB"/>
    <w:rsid w:val="006D4DED"/>
    <w:rsid w:val="006D5004"/>
    <w:rsid w:val="006D5BD6"/>
    <w:rsid w:val="006D630F"/>
    <w:rsid w:val="006D690E"/>
    <w:rsid w:val="006D698F"/>
    <w:rsid w:val="006D6A0D"/>
    <w:rsid w:val="006D6A8D"/>
    <w:rsid w:val="006D6B9A"/>
    <w:rsid w:val="006D6F6A"/>
    <w:rsid w:val="006D702A"/>
    <w:rsid w:val="006D741E"/>
    <w:rsid w:val="006D745F"/>
    <w:rsid w:val="006D7601"/>
    <w:rsid w:val="006D7A5E"/>
    <w:rsid w:val="006D7B39"/>
    <w:rsid w:val="006D7C43"/>
    <w:rsid w:val="006E051E"/>
    <w:rsid w:val="006E0819"/>
    <w:rsid w:val="006E0A38"/>
    <w:rsid w:val="006E0B44"/>
    <w:rsid w:val="006E0BA9"/>
    <w:rsid w:val="006E0D6E"/>
    <w:rsid w:val="006E106C"/>
    <w:rsid w:val="006E10C6"/>
    <w:rsid w:val="006E11F6"/>
    <w:rsid w:val="006E1892"/>
    <w:rsid w:val="006E1B0B"/>
    <w:rsid w:val="006E20B8"/>
    <w:rsid w:val="006E2113"/>
    <w:rsid w:val="006E2259"/>
    <w:rsid w:val="006E250C"/>
    <w:rsid w:val="006E2AC4"/>
    <w:rsid w:val="006E2E56"/>
    <w:rsid w:val="006E2F40"/>
    <w:rsid w:val="006E322B"/>
    <w:rsid w:val="006E327B"/>
    <w:rsid w:val="006E34ED"/>
    <w:rsid w:val="006E35CB"/>
    <w:rsid w:val="006E35F9"/>
    <w:rsid w:val="006E38A1"/>
    <w:rsid w:val="006E3C7C"/>
    <w:rsid w:val="006E3DCD"/>
    <w:rsid w:val="006E4207"/>
    <w:rsid w:val="006E45E6"/>
    <w:rsid w:val="006E4675"/>
    <w:rsid w:val="006E4752"/>
    <w:rsid w:val="006E47B6"/>
    <w:rsid w:val="006E4A4C"/>
    <w:rsid w:val="006E4B35"/>
    <w:rsid w:val="006E4C1C"/>
    <w:rsid w:val="006E4C3C"/>
    <w:rsid w:val="006E4E44"/>
    <w:rsid w:val="006E518F"/>
    <w:rsid w:val="006E51CB"/>
    <w:rsid w:val="006E54C1"/>
    <w:rsid w:val="006E567D"/>
    <w:rsid w:val="006E5716"/>
    <w:rsid w:val="006E5B66"/>
    <w:rsid w:val="006E5E48"/>
    <w:rsid w:val="006E62DA"/>
    <w:rsid w:val="006E635B"/>
    <w:rsid w:val="006E65C5"/>
    <w:rsid w:val="006E6709"/>
    <w:rsid w:val="006E67C3"/>
    <w:rsid w:val="006E6920"/>
    <w:rsid w:val="006E7205"/>
    <w:rsid w:val="006E72B8"/>
    <w:rsid w:val="006E745D"/>
    <w:rsid w:val="006E7AF7"/>
    <w:rsid w:val="006E7D6F"/>
    <w:rsid w:val="006E7DA0"/>
    <w:rsid w:val="006E7FC6"/>
    <w:rsid w:val="006E7FE8"/>
    <w:rsid w:val="006F0883"/>
    <w:rsid w:val="006F0CBD"/>
    <w:rsid w:val="006F0ED5"/>
    <w:rsid w:val="006F100A"/>
    <w:rsid w:val="006F11BA"/>
    <w:rsid w:val="006F1243"/>
    <w:rsid w:val="006F1452"/>
    <w:rsid w:val="006F14B0"/>
    <w:rsid w:val="006F19EF"/>
    <w:rsid w:val="006F1C28"/>
    <w:rsid w:val="006F20FD"/>
    <w:rsid w:val="006F215C"/>
    <w:rsid w:val="006F2569"/>
    <w:rsid w:val="006F2842"/>
    <w:rsid w:val="006F2A33"/>
    <w:rsid w:val="006F2A79"/>
    <w:rsid w:val="006F2AE2"/>
    <w:rsid w:val="006F2B1A"/>
    <w:rsid w:val="006F2B86"/>
    <w:rsid w:val="006F2BD1"/>
    <w:rsid w:val="006F2CB4"/>
    <w:rsid w:val="006F2F1B"/>
    <w:rsid w:val="006F30EE"/>
    <w:rsid w:val="006F31F9"/>
    <w:rsid w:val="006F33D5"/>
    <w:rsid w:val="006F341B"/>
    <w:rsid w:val="006F35B0"/>
    <w:rsid w:val="006F37E5"/>
    <w:rsid w:val="006F388D"/>
    <w:rsid w:val="006F3894"/>
    <w:rsid w:val="006F3D75"/>
    <w:rsid w:val="006F3F66"/>
    <w:rsid w:val="006F42A4"/>
    <w:rsid w:val="006F45F0"/>
    <w:rsid w:val="006F46B2"/>
    <w:rsid w:val="006F47CF"/>
    <w:rsid w:val="006F47E6"/>
    <w:rsid w:val="006F4B8F"/>
    <w:rsid w:val="006F4BDB"/>
    <w:rsid w:val="006F4DFB"/>
    <w:rsid w:val="006F4E82"/>
    <w:rsid w:val="006F50D8"/>
    <w:rsid w:val="006F525C"/>
    <w:rsid w:val="006F52ED"/>
    <w:rsid w:val="006F53F3"/>
    <w:rsid w:val="006F56C9"/>
    <w:rsid w:val="006F5A02"/>
    <w:rsid w:val="006F5AA3"/>
    <w:rsid w:val="006F5AB7"/>
    <w:rsid w:val="006F5DFF"/>
    <w:rsid w:val="006F5EB5"/>
    <w:rsid w:val="006F60DD"/>
    <w:rsid w:val="006F6111"/>
    <w:rsid w:val="006F636E"/>
    <w:rsid w:val="006F638F"/>
    <w:rsid w:val="006F647A"/>
    <w:rsid w:val="006F694B"/>
    <w:rsid w:val="006F6A29"/>
    <w:rsid w:val="006F6AD9"/>
    <w:rsid w:val="006F6C6D"/>
    <w:rsid w:val="006F6D8C"/>
    <w:rsid w:val="006F6DAD"/>
    <w:rsid w:val="006F6FC6"/>
    <w:rsid w:val="006F7557"/>
    <w:rsid w:val="006F76DD"/>
    <w:rsid w:val="006F79B7"/>
    <w:rsid w:val="006F7CB7"/>
    <w:rsid w:val="006F7E93"/>
    <w:rsid w:val="006F7F3D"/>
    <w:rsid w:val="0070023F"/>
    <w:rsid w:val="00700477"/>
    <w:rsid w:val="007005C1"/>
    <w:rsid w:val="00700617"/>
    <w:rsid w:val="007006D5"/>
    <w:rsid w:val="00700D9C"/>
    <w:rsid w:val="00700F8D"/>
    <w:rsid w:val="007011D7"/>
    <w:rsid w:val="00701703"/>
    <w:rsid w:val="0070185D"/>
    <w:rsid w:val="00701F70"/>
    <w:rsid w:val="00702194"/>
    <w:rsid w:val="00702251"/>
    <w:rsid w:val="0070232A"/>
    <w:rsid w:val="0070253F"/>
    <w:rsid w:val="00702599"/>
    <w:rsid w:val="007025EA"/>
    <w:rsid w:val="00702D13"/>
    <w:rsid w:val="00702F36"/>
    <w:rsid w:val="00703350"/>
    <w:rsid w:val="00703AE9"/>
    <w:rsid w:val="00704113"/>
    <w:rsid w:val="00704214"/>
    <w:rsid w:val="00704298"/>
    <w:rsid w:val="00704367"/>
    <w:rsid w:val="0070449A"/>
    <w:rsid w:val="007044C0"/>
    <w:rsid w:val="007046EA"/>
    <w:rsid w:val="007048A9"/>
    <w:rsid w:val="00704A6D"/>
    <w:rsid w:val="00704D93"/>
    <w:rsid w:val="0070520F"/>
    <w:rsid w:val="00705250"/>
    <w:rsid w:val="0070530C"/>
    <w:rsid w:val="00705326"/>
    <w:rsid w:val="007055C8"/>
    <w:rsid w:val="007056FD"/>
    <w:rsid w:val="00705BBF"/>
    <w:rsid w:val="00705C9F"/>
    <w:rsid w:val="00705EA1"/>
    <w:rsid w:val="00705EC8"/>
    <w:rsid w:val="0070605C"/>
    <w:rsid w:val="00706072"/>
    <w:rsid w:val="007060DA"/>
    <w:rsid w:val="00706112"/>
    <w:rsid w:val="0070620A"/>
    <w:rsid w:val="00706452"/>
    <w:rsid w:val="00706811"/>
    <w:rsid w:val="00706910"/>
    <w:rsid w:val="00706CE1"/>
    <w:rsid w:val="0070727A"/>
    <w:rsid w:val="00707746"/>
    <w:rsid w:val="00707828"/>
    <w:rsid w:val="00707943"/>
    <w:rsid w:val="00707B5C"/>
    <w:rsid w:val="00707B94"/>
    <w:rsid w:val="00707BD9"/>
    <w:rsid w:val="007102BC"/>
    <w:rsid w:val="00710C62"/>
    <w:rsid w:val="00710F69"/>
    <w:rsid w:val="00710FF8"/>
    <w:rsid w:val="0071122C"/>
    <w:rsid w:val="0071157A"/>
    <w:rsid w:val="00711596"/>
    <w:rsid w:val="007115A5"/>
    <w:rsid w:val="0071189F"/>
    <w:rsid w:val="00711BCE"/>
    <w:rsid w:val="00711D8B"/>
    <w:rsid w:val="0071265E"/>
    <w:rsid w:val="007126A1"/>
    <w:rsid w:val="0071299C"/>
    <w:rsid w:val="00712B72"/>
    <w:rsid w:val="00712C10"/>
    <w:rsid w:val="00712C51"/>
    <w:rsid w:val="00713405"/>
    <w:rsid w:val="007139CE"/>
    <w:rsid w:val="007139D5"/>
    <w:rsid w:val="00713FFE"/>
    <w:rsid w:val="00714527"/>
    <w:rsid w:val="00714659"/>
    <w:rsid w:val="00714863"/>
    <w:rsid w:val="007148B0"/>
    <w:rsid w:val="00714C6B"/>
    <w:rsid w:val="00714F54"/>
    <w:rsid w:val="00714F98"/>
    <w:rsid w:val="00715300"/>
    <w:rsid w:val="00715B47"/>
    <w:rsid w:val="00715DAC"/>
    <w:rsid w:val="00715F15"/>
    <w:rsid w:val="00715F6E"/>
    <w:rsid w:val="00715FEF"/>
    <w:rsid w:val="0071673C"/>
    <w:rsid w:val="00716FF9"/>
    <w:rsid w:val="0071713B"/>
    <w:rsid w:val="0071730A"/>
    <w:rsid w:val="0071749A"/>
    <w:rsid w:val="00717A0F"/>
    <w:rsid w:val="00717C77"/>
    <w:rsid w:val="00717D3A"/>
    <w:rsid w:val="00717FE6"/>
    <w:rsid w:val="00720155"/>
    <w:rsid w:val="007209C4"/>
    <w:rsid w:val="00720BAD"/>
    <w:rsid w:val="00720C3F"/>
    <w:rsid w:val="00721391"/>
    <w:rsid w:val="0072166F"/>
    <w:rsid w:val="0072180A"/>
    <w:rsid w:val="00721846"/>
    <w:rsid w:val="007218DC"/>
    <w:rsid w:val="007221A5"/>
    <w:rsid w:val="00722248"/>
    <w:rsid w:val="00722699"/>
    <w:rsid w:val="00722969"/>
    <w:rsid w:val="00722A3E"/>
    <w:rsid w:val="00722A8E"/>
    <w:rsid w:val="00722B54"/>
    <w:rsid w:val="00722CF7"/>
    <w:rsid w:val="00722D45"/>
    <w:rsid w:val="00722DC7"/>
    <w:rsid w:val="007233E2"/>
    <w:rsid w:val="0072371F"/>
    <w:rsid w:val="007238D8"/>
    <w:rsid w:val="00723CA0"/>
    <w:rsid w:val="0072432B"/>
    <w:rsid w:val="007248B9"/>
    <w:rsid w:val="00724AEB"/>
    <w:rsid w:val="00724C54"/>
    <w:rsid w:val="00724E05"/>
    <w:rsid w:val="00724E93"/>
    <w:rsid w:val="00725222"/>
    <w:rsid w:val="007253EB"/>
    <w:rsid w:val="00725408"/>
    <w:rsid w:val="00725821"/>
    <w:rsid w:val="00725D43"/>
    <w:rsid w:val="00726427"/>
    <w:rsid w:val="00726537"/>
    <w:rsid w:val="00726541"/>
    <w:rsid w:val="00726822"/>
    <w:rsid w:val="00726A1D"/>
    <w:rsid w:val="00726AE2"/>
    <w:rsid w:val="00726B2B"/>
    <w:rsid w:val="00726FC4"/>
    <w:rsid w:val="007270FF"/>
    <w:rsid w:val="007274AE"/>
    <w:rsid w:val="0072752F"/>
    <w:rsid w:val="00727EC4"/>
    <w:rsid w:val="007306CA"/>
    <w:rsid w:val="00730955"/>
    <w:rsid w:val="00730BB8"/>
    <w:rsid w:val="00730DC7"/>
    <w:rsid w:val="0073128C"/>
    <w:rsid w:val="00731B27"/>
    <w:rsid w:val="00732020"/>
    <w:rsid w:val="0073257E"/>
    <w:rsid w:val="0073289D"/>
    <w:rsid w:val="00732BD1"/>
    <w:rsid w:val="00732DC5"/>
    <w:rsid w:val="0073306A"/>
    <w:rsid w:val="007330A2"/>
    <w:rsid w:val="0073327F"/>
    <w:rsid w:val="0073371B"/>
    <w:rsid w:val="00733951"/>
    <w:rsid w:val="00733C5C"/>
    <w:rsid w:val="00733E0A"/>
    <w:rsid w:val="00733E86"/>
    <w:rsid w:val="0073409F"/>
    <w:rsid w:val="007342AE"/>
    <w:rsid w:val="00734B10"/>
    <w:rsid w:val="00734B72"/>
    <w:rsid w:val="0073510B"/>
    <w:rsid w:val="00735193"/>
    <w:rsid w:val="00735315"/>
    <w:rsid w:val="007354C6"/>
    <w:rsid w:val="0073555C"/>
    <w:rsid w:val="00735B87"/>
    <w:rsid w:val="00736199"/>
    <w:rsid w:val="00736373"/>
    <w:rsid w:val="007369FD"/>
    <w:rsid w:val="00736D6F"/>
    <w:rsid w:val="00736F67"/>
    <w:rsid w:val="00737225"/>
    <w:rsid w:val="007376E0"/>
    <w:rsid w:val="007379FA"/>
    <w:rsid w:val="00737B3D"/>
    <w:rsid w:val="007401C7"/>
    <w:rsid w:val="00740450"/>
    <w:rsid w:val="007404E2"/>
    <w:rsid w:val="00740BFE"/>
    <w:rsid w:val="007410AD"/>
    <w:rsid w:val="0074126E"/>
    <w:rsid w:val="007412E0"/>
    <w:rsid w:val="00741849"/>
    <w:rsid w:val="00741B0D"/>
    <w:rsid w:val="00741B50"/>
    <w:rsid w:val="00741BEF"/>
    <w:rsid w:val="00741FC0"/>
    <w:rsid w:val="007420A0"/>
    <w:rsid w:val="00742264"/>
    <w:rsid w:val="00742391"/>
    <w:rsid w:val="00742532"/>
    <w:rsid w:val="00742A31"/>
    <w:rsid w:val="00742BF1"/>
    <w:rsid w:val="00742C49"/>
    <w:rsid w:val="00742F3C"/>
    <w:rsid w:val="00742F4E"/>
    <w:rsid w:val="00743251"/>
    <w:rsid w:val="0074355E"/>
    <w:rsid w:val="007436E8"/>
    <w:rsid w:val="007438F3"/>
    <w:rsid w:val="007439CB"/>
    <w:rsid w:val="00743B0B"/>
    <w:rsid w:val="00743C68"/>
    <w:rsid w:val="00743FF8"/>
    <w:rsid w:val="00744395"/>
    <w:rsid w:val="00744A68"/>
    <w:rsid w:val="00744AA6"/>
    <w:rsid w:val="00744AD5"/>
    <w:rsid w:val="00744DCE"/>
    <w:rsid w:val="00745150"/>
    <w:rsid w:val="0074567B"/>
    <w:rsid w:val="0074590A"/>
    <w:rsid w:val="00745D7D"/>
    <w:rsid w:val="00746914"/>
    <w:rsid w:val="0074704D"/>
    <w:rsid w:val="00747277"/>
    <w:rsid w:val="007474A3"/>
    <w:rsid w:val="00747518"/>
    <w:rsid w:val="007475D6"/>
    <w:rsid w:val="0074762A"/>
    <w:rsid w:val="007477F1"/>
    <w:rsid w:val="00747B70"/>
    <w:rsid w:val="00747E4C"/>
    <w:rsid w:val="00747E8A"/>
    <w:rsid w:val="0075021B"/>
    <w:rsid w:val="007502AD"/>
    <w:rsid w:val="00750669"/>
    <w:rsid w:val="007506D3"/>
    <w:rsid w:val="00750A31"/>
    <w:rsid w:val="00750ABA"/>
    <w:rsid w:val="00750B3B"/>
    <w:rsid w:val="00750C8A"/>
    <w:rsid w:val="00750F85"/>
    <w:rsid w:val="00750FF6"/>
    <w:rsid w:val="00751326"/>
    <w:rsid w:val="007514C3"/>
    <w:rsid w:val="0075203C"/>
    <w:rsid w:val="007520BB"/>
    <w:rsid w:val="0075221E"/>
    <w:rsid w:val="00752500"/>
    <w:rsid w:val="00752805"/>
    <w:rsid w:val="00752A0B"/>
    <w:rsid w:val="00752CC6"/>
    <w:rsid w:val="007534D6"/>
    <w:rsid w:val="00753CBA"/>
    <w:rsid w:val="0075416E"/>
    <w:rsid w:val="0075419D"/>
    <w:rsid w:val="007542AF"/>
    <w:rsid w:val="007542D9"/>
    <w:rsid w:val="00754716"/>
    <w:rsid w:val="00754EEE"/>
    <w:rsid w:val="00754F92"/>
    <w:rsid w:val="00755084"/>
    <w:rsid w:val="00755119"/>
    <w:rsid w:val="0075591F"/>
    <w:rsid w:val="00755AFE"/>
    <w:rsid w:val="00755D19"/>
    <w:rsid w:val="00755DA3"/>
    <w:rsid w:val="00755EDD"/>
    <w:rsid w:val="00755FDE"/>
    <w:rsid w:val="00756714"/>
    <w:rsid w:val="00756773"/>
    <w:rsid w:val="00756869"/>
    <w:rsid w:val="00756971"/>
    <w:rsid w:val="007569BB"/>
    <w:rsid w:val="00756A2F"/>
    <w:rsid w:val="00756C63"/>
    <w:rsid w:val="007570D4"/>
    <w:rsid w:val="007572A0"/>
    <w:rsid w:val="0075773D"/>
    <w:rsid w:val="00757A09"/>
    <w:rsid w:val="00757E75"/>
    <w:rsid w:val="00757F5E"/>
    <w:rsid w:val="00760221"/>
    <w:rsid w:val="00760256"/>
    <w:rsid w:val="0076045A"/>
    <w:rsid w:val="007609B7"/>
    <w:rsid w:val="00760C41"/>
    <w:rsid w:val="00760CE5"/>
    <w:rsid w:val="00760F7A"/>
    <w:rsid w:val="00761230"/>
    <w:rsid w:val="00761335"/>
    <w:rsid w:val="0076139C"/>
    <w:rsid w:val="007617F5"/>
    <w:rsid w:val="00761A8C"/>
    <w:rsid w:val="00761D80"/>
    <w:rsid w:val="0076212D"/>
    <w:rsid w:val="00762504"/>
    <w:rsid w:val="007625A9"/>
    <w:rsid w:val="007626A8"/>
    <w:rsid w:val="00762D34"/>
    <w:rsid w:val="0076310E"/>
    <w:rsid w:val="00763404"/>
    <w:rsid w:val="00763406"/>
    <w:rsid w:val="00763472"/>
    <w:rsid w:val="007642B4"/>
    <w:rsid w:val="00764574"/>
    <w:rsid w:val="0076482B"/>
    <w:rsid w:val="00764DD5"/>
    <w:rsid w:val="00764EC9"/>
    <w:rsid w:val="00764F07"/>
    <w:rsid w:val="007651A4"/>
    <w:rsid w:val="007652DA"/>
    <w:rsid w:val="00765474"/>
    <w:rsid w:val="0076568E"/>
    <w:rsid w:val="00765C2B"/>
    <w:rsid w:val="00765E5F"/>
    <w:rsid w:val="00765E8D"/>
    <w:rsid w:val="00766049"/>
    <w:rsid w:val="007664D7"/>
    <w:rsid w:val="0076692E"/>
    <w:rsid w:val="00766ABD"/>
    <w:rsid w:val="00766BDD"/>
    <w:rsid w:val="00766F92"/>
    <w:rsid w:val="007671A7"/>
    <w:rsid w:val="007673D0"/>
    <w:rsid w:val="007700EC"/>
    <w:rsid w:val="007703EF"/>
    <w:rsid w:val="007704EE"/>
    <w:rsid w:val="007709BF"/>
    <w:rsid w:val="00770E6E"/>
    <w:rsid w:val="00771120"/>
    <w:rsid w:val="00771801"/>
    <w:rsid w:val="007718B1"/>
    <w:rsid w:val="00771D3D"/>
    <w:rsid w:val="007722A2"/>
    <w:rsid w:val="007725DC"/>
    <w:rsid w:val="00772A97"/>
    <w:rsid w:val="00772D0A"/>
    <w:rsid w:val="00772D7A"/>
    <w:rsid w:val="00772ECE"/>
    <w:rsid w:val="0077301C"/>
    <w:rsid w:val="00773201"/>
    <w:rsid w:val="007732C1"/>
    <w:rsid w:val="007733AE"/>
    <w:rsid w:val="007734C5"/>
    <w:rsid w:val="007734D1"/>
    <w:rsid w:val="00773598"/>
    <w:rsid w:val="00773727"/>
    <w:rsid w:val="00773A8B"/>
    <w:rsid w:val="00773CB6"/>
    <w:rsid w:val="00773E9E"/>
    <w:rsid w:val="0077406E"/>
    <w:rsid w:val="007741D1"/>
    <w:rsid w:val="0077489B"/>
    <w:rsid w:val="007748F5"/>
    <w:rsid w:val="00774C51"/>
    <w:rsid w:val="00774FDC"/>
    <w:rsid w:val="007754E4"/>
    <w:rsid w:val="0077568B"/>
    <w:rsid w:val="0077576A"/>
    <w:rsid w:val="00775A7F"/>
    <w:rsid w:val="00775E80"/>
    <w:rsid w:val="00776022"/>
    <w:rsid w:val="007760AE"/>
    <w:rsid w:val="007761E4"/>
    <w:rsid w:val="007762C8"/>
    <w:rsid w:val="007766AF"/>
    <w:rsid w:val="00776946"/>
    <w:rsid w:val="00776AAE"/>
    <w:rsid w:val="00776F90"/>
    <w:rsid w:val="00776FEF"/>
    <w:rsid w:val="0077730E"/>
    <w:rsid w:val="0077761F"/>
    <w:rsid w:val="00777D5D"/>
    <w:rsid w:val="00777E0D"/>
    <w:rsid w:val="00777F68"/>
    <w:rsid w:val="007801AC"/>
    <w:rsid w:val="00780658"/>
    <w:rsid w:val="007806E8"/>
    <w:rsid w:val="00780740"/>
    <w:rsid w:val="00780B85"/>
    <w:rsid w:val="00780D5D"/>
    <w:rsid w:val="00781091"/>
    <w:rsid w:val="007811F9"/>
    <w:rsid w:val="0078121C"/>
    <w:rsid w:val="00781467"/>
    <w:rsid w:val="00781B33"/>
    <w:rsid w:val="007825DB"/>
    <w:rsid w:val="00782775"/>
    <w:rsid w:val="00782D19"/>
    <w:rsid w:val="00782DDE"/>
    <w:rsid w:val="00782ECE"/>
    <w:rsid w:val="00782EDF"/>
    <w:rsid w:val="00783481"/>
    <w:rsid w:val="00783620"/>
    <w:rsid w:val="0078365C"/>
    <w:rsid w:val="0078376D"/>
    <w:rsid w:val="0078387B"/>
    <w:rsid w:val="00783CFB"/>
    <w:rsid w:val="007842E3"/>
    <w:rsid w:val="0078451F"/>
    <w:rsid w:val="00784577"/>
    <w:rsid w:val="00784813"/>
    <w:rsid w:val="00784907"/>
    <w:rsid w:val="00784AED"/>
    <w:rsid w:val="00784B8C"/>
    <w:rsid w:val="00785AEF"/>
    <w:rsid w:val="00785B1D"/>
    <w:rsid w:val="00785D91"/>
    <w:rsid w:val="00785DB8"/>
    <w:rsid w:val="00785E22"/>
    <w:rsid w:val="00785EFE"/>
    <w:rsid w:val="0078616D"/>
    <w:rsid w:val="0078643A"/>
    <w:rsid w:val="007866F3"/>
    <w:rsid w:val="0078675B"/>
    <w:rsid w:val="00786935"/>
    <w:rsid w:val="00786A9B"/>
    <w:rsid w:val="00786C47"/>
    <w:rsid w:val="00786EA5"/>
    <w:rsid w:val="0078748E"/>
    <w:rsid w:val="007874C9"/>
    <w:rsid w:val="007876E3"/>
    <w:rsid w:val="00787D40"/>
    <w:rsid w:val="00787D96"/>
    <w:rsid w:val="00790031"/>
    <w:rsid w:val="00790997"/>
    <w:rsid w:val="00790BF2"/>
    <w:rsid w:val="00790E46"/>
    <w:rsid w:val="007912B0"/>
    <w:rsid w:val="007913B8"/>
    <w:rsid w:val="0079140F"/>
    <w:rsid w:val="007915D5"/>
    <w:rsid w:val="00791B81"/>
    <w:rsid w:val="00791FD6"/>
    <w:rsid w:val="0079209A"/>
    <w:rsid w:val="0079232A"/>
    <w:rsid w:val="007923B6"/>
    <w:rsid w:val="007927ED"/>
    <w:rsid w:val="0079290B"/>
    <w:rsid w:val="00792BA4"/>
    <w:rsid w:val="00792BC9"/>
    <w:rsid w:val="007930C4"/>
    <w:rsid w:val="007930D3"/>
    <w:rsid w:val="0079372A"/>
    <w:rsid w:val="00793CEA"/>
    <w:rsid w:val="00793CF1"/>
    <w:rsid w:val="007941D2"/>
    <w:rsid w:val="007945B0"/>
    <w:rsid w:val="007947E0"/>
    <w:rsid w:val="00794840"/>
    <w:rsid w:val="00794897"/>
    <w:rsid w:val="007948A5"/>
    <w:rsid w:val="00795189"/>
    <w:rsid w:val="007952C2"/>
    <w:rsid w:val="007959C0"/>
    <w:rsid w:val="00795A62"/>
    <w:rsid w:val="00795AF8"/>
    <w:rsid w:val="00795F27"/>
    <w:rsid w:val="00796374"/>
    <w:rsid w:val="00796455"/>
    <w:rsid w:val="00796ADF"/>
    <w:rsid w:val="00796C33"/>
    <w:rsid w:val="00796CDB"/>
    <w:rsid w:val="00796D2A"/>
    <w:rsid w:val="00796D83"/>
    <w:rsid w:val="00796EB6"/>
    <w:rsid w:val="007976BF"/>
    <w:rsid w:val="00797CD7"/>
    <w:rsid w:val="00797D71"/>
    <w:rsid w:val="00797F7E"/>
    <w:rsid w:val="007A0272"/>
    <w:rsid w:val="007A03C4"/>
    <w:rsid w:val="007A08A9"/>
    <w:rsid w:val="007A0B20"/>
    <w:rsid w:val="007A0BAF"/>
    <w:rsid w:val="007A14CF"/>
    <w:rsid w:val="007A1698"/>
    <w:rsid w:val="007A1898"/>
    <w:rsid w:val="007A1B3B"/>
    <w:rsid w:val="007A1B5A"/>
    <w:rsid w:val="007A1EC9"/>
    <w:rsid w:val="007A217F"/>
    <w:rsid w:val="007A21BD"/>
    <w:rsid w:val="007A21EE"/>
    <w:rsid w:val="007A257F"/>
    <w:rsid w:val="007A268F"/>
    <w:rsid w:val="007A273C"/>
    <w:rsid w:val="007A28D2"/>
    <w:rsid w:val="007A2AAC"/>
    <w:rsid w:val="007A2BA2"/>
    <w:rsid w:val="007A2FA2"/>
    <w:rsid w:val="007A32AA"/>
    <w:rsid w:val="007A344F"/>
    <w:rsid w:val="007A37FE"/>
    <w:rsid w:val="007A3B72"/>
    <w:rsid w:val="007A3D24"/>
    <w:rsid w:val="007A3F0C"/>
    <w:rsid w:val="007A461E"/>
    <w:rsid w:val="007A4747"/>
    <w:rsid w:val="007A484A"/>
    <w:rsid w:val="007A4850"/>
    <w:rsid w:val="007A49E0"/>
    <w:rsid w:val="007A4B49"/>
    <w:rsid w:val="007A4C5E"/>
    <w:rsid w:val="007A52D9"/>
    <w:rsid w:val="007A5958"/>
    <w:rsid w:val="007A5966"/>
    <w:rsid w:val="007A5A20"/>
    <w:rsid w:val="007A5DCB"/>
    <w:rsid w:val="007A5DDB"/>
    <w:rsid w:val="007A5F34"/>
    <w:rsid w:val="007A6033"/>
    <w:rsid w:val="007A61E6"/>
    <w:rsid w:val="007A6909"/>
    <w:rsid w:val="007A6CD9"/>
    <w:rsid w:val="007A6CFC"/>
    <w:rsid w:val="007A6DCF"/>
    <w:rsid w:val="007A70CC"/>
    <w:rsid w:val="007A7906"/>
    <w:rsid w:val="007A79CF"/>
    <w:rsid w:val="007A7F61"/>
    <w:rsid w:val="007B00C6"/>
    <w:rsid w:val="007B0276"/>
    <w:rsid w:val="007B050F"/>
    <w:rsid w:val="007B0667"/>
    <w:rsid w:val="007B093D"/>
    <w:rsid w:val="007B0AA6"/>
    <w:rsid w:val="007B0B28"/>
    <w:rsid w:val="007B0C5C"/>
    <w:rsid w:val="007B0D1E"/>
    <w:rsid w:val="007B0E49"/>
    <w:rsid w:val="007B0E73"/>
    <w:rsid w:val="007B1049"/>
    <w:rsid w:val="007B1269"/>
    <w:rsid w:val="007B139A"/>
    <w:rsid w:val="007B1446"/>
    <w:rsid w:val="007B1596"/>
    <w:rsid w:val="007B18A8"/>
    <w:rsid w:val="007B1A83"/>
    <w:rsid w:val="007B1C92"/>
    <w:rsid w:val="007B1D7A"/>
    <w:rsid w:val="007B1F3E"/>
    <w:rsid w:val="007B2273"/>
    <w:rsid w:val="007B255F"/>
    <w:rsid w:val="007B2615"/>
    <w:rsid w:val="007B2692"/>
    <w:rsid w:val="007B2BD1"/>
    <w:rsid w:val="007B2C80"/>
    <w:rsid w:val="007B33BE"/>
    <w:rsid w:val="007B36B2"/>
    <w:rsid w:val="007B39D3"/>
    <w:rsid w:val="007B3BFB"/>
    <w:rsid w:val="007B3D07"/>
    <w:rsid w:val="007B3DA3"/>
    <w:rsid w:val="007B45BD"/>
    <w:rsid w:val="007B48DD"/>
    <w:rsid w:val="007B49A3"/>
    <w:rsid w:val="007B4AD1"/>
    <w:rsid w:val="007B4C26"/>
    <w:rsid w:val="007B4D3A"/>
    <w:rsid w:val="007B4FA4"/>
    <w:rsid w:val="007B5100"/>
    <w:rsid w:val="007B55A5"/>
    <w:rsid w:val="007B5B52"/>
    <w:rsid w:val="007B5C0A"/>
    <w:rsid w:val="007B5DF8"/>
    <w:rsid w:val="007B5E18"/>
    <w:rsid w:val="007B60C7"/>
    <w:rsid w:val="007B61AB"/>
    <w:rsid w:val="007B61DA"/>
    <w:rsid w:val="007B61E7"/>
    <w:rsid w:val="007B631D"/>
    <w:rsid w:val="007B642F"/>
    <w:rsid w:val="007B66FB"/>
    <w:rsid w:val="007B6983"/>
    <w:rsid w:val="007B6C9D"/>
    <w:rsid w:val="007B6DCE"/>
    <w:rsid w:val="007B6E90"/>
    <w:rsid w:val="007B6F60"/>
    <w:rsid w:val="007B7243"/>
    <w:rsid w:val="007B753E"/>
    <w:rsid w:val="007B75BB"/>
    <w:rsid w:val="007B787D"/>
    <w:rsid w:val="007C0133"/>
    <w:rsid w:val="007C05B8"/>
    <w:rsid w:val="007C079F"/>
    <w:rsid w:val="007C08FB"/>
    <w:rsid w:val="007C0A24"/>
    <w:rsid w:val="007C0BEA"/>
    <w:rsid w:val="007C0C37"/>
    <w:rsid w:val="007C0E98"/>
    <w:rsid w:val="007C0F89"/>
    <w:rsid w:val="007C12C8"/>
    <w:rsid w:val="007C14F0"/>
    <w:rsid w:val="007C1949"/>
    <w:rsid w:val="007C1D3C"/>
    <w:rsid w:val="007C1FF5"/>
    <w:rsid w:val="007C2008"/>
    <w:rsid w:val="007C23E8"/>
    <w:rsid w:val="007C280B"/>
    <w:rsid w:val="007C28E0"/>
    <w:rsid w:val="007C2A68"/>
    <w:rsid w:val="007C2DAA"/>
    <w:rsid w:val="007C2E5E"/>
    <w:rsid w:val="007C2E8E"/>
    <w:rsid w:val="007C2EC2"/>
    <w:rsid w:val="007C3019"/>
    <w:rsid w:val="007C3382"/>
    <w:rsid w:val="007C3546"/>
    <w:rsid w:val="007C3756"/>
    <w:rsid w:val="007C38FC"/>
    <w:rsid w:val="007C45DC"/>
    <w:rsid w:val="007C47D1"/>
    <w:rsid w:val="007C4CA9"/>
    <w:rsid w:val="007C4D37"/>
    <w:rsid w:val="007C4FEA"/>
    <w:rsid w:val="007C5078"/>
    <w:rsid w:val="007C547C"/>
    <w:rsid w:val="007C5D72"/>
    <w:rsid w:val="007C630D"/>
    <w:rsid w:val="007C6528"/>
    <w:rsid w:val="007C6546"/>
    <w:rsid w:val="007C6605"/>
    <w:rsid w:val="007C6675"/>
    <w:rsid w:val="007C66B6"/>
    <w:rsid w:val="007C6AA9"/>
    <w:rsid w:val="007C6E13"/>
    <w:rsid w:val="007C71BE"/>
    <w:rsid w:val="007C746D"/>
    <w:rsid w:val="007C74A4"/>
    <w:rsid w:val="007C7650"/>
    <w:rsid w:val="007C7700"/>
    <w:rsid w:val="007C77DD"/>
    <w:rsid w:val="007C7B0E"/>
    <w:rsid w:val="007C7B16"/>
    <w:rsid w:val="007C7B2E"/>
    <w:rsid w:val="007C7C48"/>
    <w:rsid w:val="007C7D76"/>
    <w:rsid w:val="007D0008"/>
    <w:rsid w:val="007D0A15"/>
    <w:rsid w:val="007D0BE4"/>
    <w:rsid w:val="007D0D8E"/>
    <w:rsid w:val="007D0F17"/>
    <w:rsid w:val="007D0F2E"/>
    <w:rsid w:val="007D0F59"/>
    <w:rsid w:val="007D0FDE"/>
    <w:rsid w:val="007D1357"/>
    <w:rsid w:val="007D1961"/>
    <w:rsid w:val="007D1D69"/>
    <w:rsid w:val="007D1FDC"/>
    <w:rsid w:val="007D2C9F"/>
    <w:rsid w:val="007D2CF6"/>
    <w:rsid w:val="007D3409"/>
    <w:rsid w:val="007D35F4"/>
    <w:rsid w:val="007D37F4"/>
    <w:rsid w:val="007D3C2A"/>
    <w:rsid w:val="007D4073"/>
    <w:rsid w:val="007D40BF"/>
    <w:rsid w:val="007D41BC"/>
    <w:rsid w:val="007D4411"/>
    <w:rsid w:val="007D44C0"/>
    <w:rsid w:val="007D4679"/>
    <w:rsid w:val="007D4968"/>
    <w:rsid w:val="007D4AD8"/>
    <w:rsid w:val="007D4C1F"/>
    <w:rsid w:val="007D4D33"/>
    <w:rsid w:val="007D500A"/>
    <w:rsid w:val="007D57D1"/>
    <w:rsid w:val="007D584B"/>
    <w:rsid w:val="007D58A4"/>
    <w:rsid w:val="007D5950"/>
    <w:rsid w:val="007D598D"/>
    <w:rsid w:val="007D5A76"/>
    <w:rsid w:val="007D5D2D"/>
    <w:rsid w:val="007D5D6A"/>
    <w:rsid w:val="007D5F81"/>
    <w:rsid w:val="007D62A8"/>
    <w:rsid w:val="007D66B1"/>
    <w:rsid w:val="007D68C2"/>
    <w:rsid w:val="007D6D59"/>
    <w:rsid w:val="007D6E80"/>
    <w:rsid w:val="007D726A"/>
    <w:rsid w:val="007D752F"/>
    <w:rsid w:val="007D7C49"/>
    <w:rsid w:val="007D7C4A"/>
    <w:rsid w:val="007E0456"/>
    <w:rsid w:val="007E0516"/>
    <w:rsid w:val="007E0B2F"/>
    <w:rsid w:val="007E0E0C"/>
    <w:rsid w:val="007E0FD8"/>
    <w:rsid w:val="007E1121"/>
    <w:rsid w:val="007E11BC"/>
    <w:rsid w:val="007E1365"/>
    <w:rsid w:val="007E141A"/>
    <w:rsid w:val="007E1FAF"/>
    <w:rsid w:val="007E2095"/>
    <w:rsid w:val="007E22BC"/>
    <w:rsid w:val="007E2385"/>
    <w:rsid w:val="007E240A"/>
    <w:rsid w:val="007E2537"/>
    <w:rsid w:val="007E2658"/>
    <w:rsid w:val="007E2D8A"/>
    <w:rsid w:val="007E31A0"/>
    <w:rsid w:val="007E39BF"/>
    <w:rsid w:val="007E3ABD"/>
    <w:rsid w:val="007E3B7E"/>
    <w:rsid w:val="007E3C97"/>
    <w:rsid w:val="007E3F9E"/>
    <w:rsid w:val="007E41B9"/>
    <w:rsid w:val="007E4440"/>
    <w:rsid w:val="007E4447"/>
    <w:rsid w:val="007E4476"/>
    <w:rsid w:val="007E4498"/>
    <w:rsid w:val="007E44EB"/>
    <w:rsid w:val="007E45A9"/>
    <w:rsid w:val="007E4946"/>
    <w:rsid w:val="007E4AE3"/>
    <w:rsid w:val="007E542D"/>
    <w:rsid w:val="007E564B"/>
    <w:rsid w:val="007E59F2"/>
    <w:rsid w:val="007E5B54"/>
    <w:rsid w:val="007E5F32"/>
    <w:rsid w:val="007E6277"/>
    <w:rsid w:val="007E63E8"/>
    <w:rsid w:val="007E679B"/>
    <w:rsid w:val="007E6C57"/>
    <w:rsid w:val="007E6D5C"/>
    <w:rsid w:val="007E702F"/>
    <w:rsid w:val="007E72DF"/>
    <w:rsid w:val="007E7679"/>
    <w:rsid w:val="007E7A51"/>
    <w:rsid w:val="007E7DEF"/>
    <w:rsid w:val="007F000D"/>
    <w:rsid w:val="007F03C3"/>
    <w:rsid w:val="007F086F"/>
    <w:rsid w:val="007F0981"/>
    <w:rsid w:val="007F0AE4"/>
    <w:rsid w:val="007F0F1D"/>
    <w:rsid w:val="007F138E"/>
    <w:rsid w:val="007F1447"/>
    <w:rsid w:val="007F1468"/>
    <w:rsid w:val="007F1517"/>
    <w:rsid w:val="007F154F"/>
    <w:rsid w:val="007F15B2"/>
    <w:rsid w:val="007F1605"/>
    <w:rsid w:val="007F1C53"/>
    <w:rsid w:val="007F1CD3"/>
    <w:rsid w:val="007F1D00"/>
    <w:rsid w:val="007F1D50"/>
    <w:rsid w:val="007F1EFF"/>
    <w:rsid w:val="007F1FC6"/>
    <w:rsid w:val="007F1FE6"/>
    <w:rsid w:val="007F2021"/>
    <w:rsid w:val="007F22E6"/>
    <w:rsid w:val="007F260F"/>
    <w:rsid w:val="007F2799"/>
    <w:rsid w:val="007F27AC"/>
    <w:rsid w:val="007F27BD"/>
    <w:rsid w:val="007F286A"/>
    <w:rsid w:val="007F2999"/>
    <w:rsid w:val="007F2A11"/>
    <w:rsid w:val="007F2BEA"/>
    <w:rsid w:val="007F2C85"/>
    <w:rsid w:val="007F2D5A"/>
    <w:rsid w:val="007F2D64"/>
    <w:rsid w:val="007F2D87"/>
    <w:rsid w:val="007F2DD0"/>
    <w:rsid w:val="007F2F86"/>
    <w:rsid w:val="007F374B"/>
    <w:rsid w:val="007F37EC"/>
    <w:rsid w:val="007F3898"/>
    <w:rsid w:val="007F3990"/>
    <w:rsid w:val="007F3ADB"/>
    <w:rsid w:val="007F3E35"/>
    <w:rsid w:val="007F4554"/>
    <w:rsid w:val="007F456E"/>
    <w:rsid w:val="007F4CE0"/>
    <w:rsid w:val="007F5480"/>
    <w:rsid w:val="007F58D5"/>
    <w:rsid w:val="007F5EFA"/>
    <w:rsid w:val="007F6FC0"/>
    <w:rsid w:val="007F74CF"/>
    <w:rsid w:val="007F7737"/>
    <w:rsid w:val="007F77FD"/>
    <w:rsid w:val="007F7B10"/>
    <w:rsid w:val="007F7D54"/>
    <w:rsid w:val="007F7EA6"/>
    <w:rsid w:val="008002F6"/>
    <w:rsid w:val="008014FA"/>
    <w:rsid w:val="0080151F"/>
    <w:rsid w:val="008017D5"/>
    <w:rsid w:val="0080184D"/>
    <w:rsid w:val="00801CE5"/>
    <w:rsid w:val="00801F70"/>
    <w:rsid w:val="008020E4"/>
    <w:rsid w:val="00802611"/>
    <w:rsid w:val="008029A7"/>
    <w:rsid w:val="00802AB0"/>
    <w:rsid w:val="00803430"/>
    <w:rsid w:val="0080346C"/>
    <w:rsid w:val="00803681"/>
    <w:rsid w:val="00803756"/>
    <w:rsid w:val="00803985"/>
    <w:rsid w:val="00803B20"/>
    <w:rsid w:val="00803DA9"/>
    <w:rsid w:val="00804212"/>
    <w:rsid w:val="008042A2"/>
    <w:rsid w:val="0080435D"/>
    <w:rsid w:val="00804444"/>
    <w:rsid w:val="008044E0"/>
    <w:rsid w:val="00804C87"/>
    <w:rsid w:val="00804EDF"/>
    <w:rsid w:val="0080550F"/>
    <w:rsid w:val="00805584"/>
    <w:rsid w:val="0080573E"/>
    <w:rsid w:val="008059DC"/>
    <w:rsid w:val="00805D27"/>
    <w:rsid w:val="00805E20"/>
    <w:rsid w:val="00806042"/>
    <w:rsid w:val="00806273"/>
    <w:rsid w:val="008062BF"/>
    <w:rsid w:val="00806470"/>
    <w:rsid w:val="00806A00"/>
    <w:rsid w:val="00806E87"/>
    <w:rsid w:val="00807331"/>
    <w:rsid w:val="0080739D"/>
    <w:rsid w:val="0080742C"/>
    <w:rsid w:val="00807543"/>
    <w:rsid w:val="00807ADC"/>
    <w:rsid w:val="00807D5C"/>
    <w:rsid w:val="00810116"/>
    <w:rsid w:val="00810160"/>
    <w:rsid w:val="0081035C"/>
    <w:rsid w:val="0081039A"/>
    <w:rsid w:val="00810B6E"/>
    <w:rsid w:val="00810E17"/>
    <w:rsid w:val="0081126B"/>
    <w:rsid w:val="00811749"/>
    <w:rsid w:val="0081194C"/>
    <w:rsid w:val="00811B03"/>
    <w:rsid w:val="00811D1E"/>
    <w:rsid w:val="00811E31"/>
    <w:rsid w:val="00811FB9"/>
    <w:rsid w:val="00812482"/>
    <w:rsid w:val="0081251F"/>
    <w:rsid w:val="00812745"/>
    <w:rsid w:val="00812BC6"/>
    <w:rsid w:val="00812D50"/>
    <w:rsid w:val="00812E8E"/>
    <w:rsid w:val="00812F90"/>
    <w:rsid w:val="00813404"/>
    <w:rsid w:val="0081340D"/>
    <w:rsid w:val="0081358F"/>
    <w:rsid w:val="00813763"/>
    <w:rsid w:val="0081397C"/>
    <w:rsid w:val="00813BD4"/>
    <w:rsid w:val="00813F55"/>
    <w:rsid w:val="00813FBF"/>
    <w:rsid w:val="008140B2"/>
    <w:rsid w:val="0081443F"/>
    <w:rsid w:val="008144B8"/>
    <w:rsid w:val="00814829"/>
    <w:rsid w:val="0081498B"/>
    <w:rsid w:val="00814A58"/>
    <w:rsid w:val="00814E47"/>
    <w:rsid w:val="008150EC"/>
    <w:rsid w:val="008154D4"/>
    <w:rsid w:val="00815A73"/>
    <w:rsid w:val="00815BD8"/>
    <w:rsid w:val="008163AC"/>
    <w:rsid w:val="00816433"/>
    <w:rsid w:val="008166E4"/>
    <w:rsid w:val="0081671D"/>
    <w:rsid w:val="0081672D"/>
    <w:rsid w:val="00816845"/>
    <w:rsid w:val="0081686D"/>
    <w:rsid w:val="00816B42"/>
    <w:rsid w:val="00816B8E"/>
    <w:rsid w:val="00816CA6"/>
    <w:rsid w:val="00816DF7"/>
    <w:rsid w:val="0081701E"/>
    <w:rsid w:val="008171D2"/>
    <w:rsid w:val="008171DE"/>
    <w:rsid w:val="00817877"/>
    <w:rsid w:val="00817D3B"/>
    <w:rsid w:val="00817E38"/>
    <w:rsid w:val="00817E50"/>
    <w:rsid w:val="0082000A"/>
    <w:rsid w:val="00820075"/>
    <w:rsid w:val="00820282"/>
    <w:rsid w:val="00820627"/>
    <w:rsid w:val="0082089D"/>
    <w:rsid w:val="00820D95"/>
    <w:rsid w:val="00820FF0"/>
    <w:rsid w:val="00821010"/>
    <w:rsid w:val="0082104B"/>
    <w:rsid w:val="00821125"/>
    <w:rsid w:val="0082122D"/>
    <w:rsid w:val="00821237"/>
    <w:rsid w:val="0082173B"/>
    <w:rsid w:val="008218E5"/>
    <w:rsid w:val="00821B6A"/>
    <w:rsid w:val="0082201E"/>
    <w:rsid w:val="00822402"/>
    <w:rsid w:val="008227D3"/>
    <w:rsid w:val="008229ED"/>
    <w:rsid w:val="00823300"/>
    <w:rsid w:val="008233B2"/>
    <w:rsid w:val="008233E2"/>
    <w:rsid w:val="0082374F"/>
    <w:rsid w:val="00824466"/>
    <w:rsid w:val="0082461F"/>
    <w:rsid w:val="00824934"/>
    <w:rsid w:val="00824B37"/>
    <w:rsid w:val="00824F2D"/>
    <w:rsid w:val="008251F9"/>
    <w:rsid w:val="00825255"/>
    <w:rsid w:val="00825813"/>
    <w:rsid w:val="0082583D"/>
    <w:rsid w:val="00825BB2"/>
    <w:rsid w:val="00825C7D"/>
    <w:rsid w:val="00825CC9"/>
    <w:rsid w:val="00825CDF"/>
    <w:rsid w:val="00825EAF"/>
    <w:rsid w:val="00825FF5"/>
    <w:rsid w:val="0082615D"/>
    <w:rsid w:val="00826288"/>
    <w:rsid w:val="008262B9"/>
    <w:rsid w:val="00826472"/>
    <w:rsid w:val="0082692C"/>
    <w:rsid w:val="00826A78"/>
    <w:rsid w:val="00826C15"/>
    <w:rsid w:val="00826C23"/>
    <w:rsid w:val="00826EA9"/>
    <w:rsid w:val="00827461"/>
    <w:rsid w:val="008275DA"/>
    <w:rsid w:val="008277DA"/>
    <w:rsid w:val="00827E9D"/>
    <w:rsid w:val="00830184"/>
    <w:rsid w:val="008302CF"/>
    <w:rsid w:val="00830375"/>
    <w:rsid w:val="00830405"/>
    <w:rsid w:val="00830542"/>
    <w:rsid w:val="0083055D"/>
    <w:rsid w:val="008306FA"/>
    <w:rsid w:val="00830EFE"/>
    <w:rsid w:val="00830F65"/>
    <w:rsid w:val="0083121D"/>
    <w:rsid w:val="0083167B"/>
    <w:rsid w:val="00831C26"/>
    <w:rsid w:val="008320EB"/>
    <w:rsid w:val="00832106"/>
    <w:rsid w:val="00832115"/>
    <w:rsid w:val="008321AC"/>
    <w:rsid w:val="008327D7"/>
    <w:rsid w:val="00832935"/>
    <w:rsid w:val="008329CE"/>
    <w:rsid w:val="008333EF"/>
    <w:rsid w:val="0083370C"/>
    <w:rsid w:val="00833E1B"/>
    <w:rsid w:val="008342D4"/>
    <w:rsid w:val="0083435D"/>
    <w:rsid w:val="00834940"/>
    <w:rsid w:val="00834F3F"/>
    <w:rsid w:val="0083503F"/>
    <w:rsid w:val="0083520E"/>
    <w:rsid w:val="008354F8"/>
    <w:rsid w:val="0083564D"/>
    <w:rsid w:val="0083591B"/>
    <w:rsid w:val="00835BCA"/>
    <w:rsid w:val="00835C23"/>
    <w:rsid w:val="008365D3"/>
    <w:rsid w:val="0083693C"/>
    <w:rsid w:val="00836ED4"/>
    <w:rsid w:val="00837146"/>
    <w:rsid w:val="0083742A"/>
    <w:rsid w:val="00837539"/>
    <w:rsid w:val="008377B7"/>
    <w:rsid w:val="0084009F"/>
    <w:rsid w:val="008400DE"/>
    <w:rsid w:val="0084019E"/>
    <w:rsid w:val="00840444"/>
    <w:rsid w:val="00840779"/>
    <w:rsid w:val="00840B61"/>
    <w:rsid w:val="00840C58"/>
    <w:rsid w:val="00840DFE"/>
    <w:rsid w:val="00841578"/>
    <w:rsid w:val="0084165E"/>
    <w:rsid w:val="00841896"/>
    <w:rsid w:val="00841AE6"/>
    <w:rsid w:val="00841AF6"/>
    <w:rsid w:val="00841B21"/>
    <w:rsid w:val="00841B73"/>
    <w:rsid w:val="008422C0"/>
    <w:rsid w:val="00842967"/>
    <w:rsid w:val="00842D1F"/>
    <w:rsid w:val="00842FE3"/>
    <w:rsid w:val="0084333B"/>
    <w:rsid w:val="008436E9"/>
    <w:rsid w:val="0084377C"/>
    <w:rsid w:val="00843879"/>
    <w:rsid w:val="00843BBD"/>
    <w:rsid w:val="00843F15"/>
    <w:rsid w:val="00843FC9"/>
    <w:rsid w:val="00844453"/>
    <w:rsid w:val="00844600"/>
    <w:rsid w:val="008449A3"/>
    <w:rsid w:val="00844B01"/>
    <w:rsid w:val="00844D0C"/>
    <w:rsid w:val="00844D54"/>
    <w:rsid w:val="00844D82"/>
    <w:rsid w:val="00844D90"/>
    <w:rsid w:val="00844E5C"/>
    <w:rsid w:val="008452D0"/>
    <w:rsid w:val="0084556D"/>
    <w:rsid w:val="00845699"/>
    <w:rsid w:val="0084599F"/>
    <w:rsid w:val="00845AD2"/>
    <w:rsid w:val="00845E6A"/>
    <w:rsid w:val="00845F02"/>
    <w:rsid w:val="00846562"/>
    <w:rsid w:val="00846623"/>
    <w:rsid w:val="00846748"/>
    <w:rsid w:val="008468E2"/>
    <w:rsid w:val="00846974"/>
    <w:rsid w:val="00846C17"/>
    <w:rsid w:val="00846CE3"/>
    <w:rsid w:val="00846FE7"/>
    <w:rsid w:val="0084703F"/>
    <w:rsid w:val="0084784F"/>
    <w:rsid w:val="00847AF8"/>
    <w:rsid w:val="00847B4C"/>
    <w:rsid w:val="00847BD7"/>
    <w:rsid w:val="00847C83"/>
    <w:rsid w:val="00847E0B"/>
    <w:rsid w:val="008503F8"/>
    <w:rsid w:val="00850B42"/>
    <w:rsid w:val="00850CB1"/>
    <w:rsid w:val="00850DA0"/>
    <w:rsid w:val="008510F1"/>
    <w:rsid w:val="00851223"/>
    <w:rsid w:val="0085139F"/>
    <w:rsid w:val="0085152A"/>
    <w:rsid w:val="00851705"/>
    <w:rsid w:val="00851723"/>
    <w:rsid w:val="00851ABA"/>
    <w:rsid w:val="00851BF0"/>
    <w:rsid w:val="00851DE9"/>
    <w:rsid w:val="0085241B"/>
    <w:rsid w:val="008525F8"/>
    <w:rsid w:val="008526FD"/>
    <w:rsid w:val="0085276D"/>
    <w:rsid w:val="00852AF0"/>
    <w:rsid w:val="00852DA6"/>
    <w:rsid w:val="00852F12"/>
    <w:rsid w:val="00852FB1"/>
    <w:rsid w:val="008535E7"/>
    <w:rsid w:val="0085363B"/>
    <w:rsid w:val="00853905"/>
    <w:rsid w:val="008539D5"/>
    <w:rsid w:val="008539FD"/>
    <w:rsid w:val="00853C48"/>
    <w:rsid w:val="00853EEE"/>
    <w:rsid w:val="00854428"/>
    <w:rsid w:val="008546C2"/>
    <w:rsid w:val="008549B8"/>
    <w:rsid w:val="00854B80"/>
    <w:rsid w:val="00854D2A"/>
    <w:rsid w:val="00854DD1"/>
    <w:rsid w:val="00854E43"/>
    <w:rsid w:val="00854ED2"/>
    <w:rsid w:val="008552A1"/>
    <w:rsid w:val="008553A3"/>
    <w:rsid w:val="0085575D"/>
    <w:rsid w:val="00855B1F"/>
    <w:rsid w:val="00855B2D"/>
    <w:rsid w:val="00855EA3"/>
    <w:rsid w:val="008562AB"/>
    <w:rsid w:val="0085638A"/>
    <w:rsid w:val="008563F5"/>
    <w:rsid w:val="00856564"/>
    <w:rsid w:val="00856565"/>
    <w:rsid w:val="00856598"/>
    <w:rsid w:val="008565B3"/>
    <w:rsid w:val="00856B7B"/>
    <w:rsid w:val="008573A2"/>
    <w:rsid w:val="0085756A"/>
    <w:rsid w:val="0085761D"/>
    <w:rsid w:val="00857C1A"/>
    <w:rsid w:val="00857D67"/>
    <w:rsid w:val="00857D77"/>
    <w:rsid w:val="00860428"/>
    <w:rsid w:val="00860437"/>
    <w:rsid w:val="00860447"/>
    <w:rsid w:val="00860455"/>
    <w:rsid w:val="008604B8"/>
    <w:rsid w:val="008607DE"/>
    <w:rsid w:val="00860FE5"/>
    <w:rsid w:val="00861008"/>
    <w:rsid w:val="00861313"/>
    <w:rsid w:val="00861630"/>
    <w:rsid w:val="00861793"/>
    <w:rsid w:val="0086198E"/>
    <w:rsid w:val="00861A11"/>
    <w:rsid w:val="00861D04"/>
    <w:rsid w:val="00861F2D"/>
    <w:rsid w:val="00862045"/>
    <w:rsid w:val="0086207B"/>
    <w:rsid w:val="00862098"/>
    <w:rsid w:val="00862198"/>
    <w:rsid w:val="00862467"/>
    <w:rsid w:val="00862484"/>
    <w:rsid w:val="0086274D"/>
    <w:rsid w:val="00862903"/>
    <w:rsid w:val="00862BE5"/>
    <w:rsid w:val="00862CD7"/>
    <w:rsid w:val="0086313F"/>
    <w:rsid w:val="0086328C"/>
    <w:rsid w:val="008632D0"/>
    <w:rsid w:val="008632F4"/>
    <w:rsid w:val="00863777"/>
    <w:rsid w:val="008637B2"/>
    <w:rsid w:val="0086398D"/>
    <w:rsid w:val="00863D29"/>
    <w:rsid w:val="00863D76"/>
    <w:rsid w:val="00863E00"/>
    <w:rsid w:val="00863F0B"/>
    <w:rsid w:val="00863F43"/>
    <w:rsid w:val="00864247"/>
    <w:rsid w:val="008643CE"/>
    <w:rsid w:val="008645C8"/>
    <w:rsid w:val="008647E0"/>
    <w:rsid w:val="008649AB"/>
    <w:rsid w:val="00864B14"/>
    <w:rsid w:val="00864BE2"/>
    <w:rsid w:val="00864D60"/>
    <w:rsid w:val="00865492"/>
    <w:rsid w:val="008654FA"/>
    <w:rsid w:val="008655A9"/>
    <w:rsid w:val="008655FC"/>
    <w:rsid w:val="00865709"/>
    <w:rsid w:val="00865BAC"/>
    <w:rsid w:val="00866BB1"/>
    <w:rsid w:val="00867000"/>
    <w:rsid w:val="0086769B"/>
    <w:rsid w:val="0086775A"/>
    <w:rsid w:val="00867781"/>
    <w:rsid w:val="00867857"/>
    <w:rsid w:val="00867A38"/>
    <w:rsid w:val="00867C3C"/>
    <w:rsid w:val="00867D20"/>
    <w:rsid w:val="00867DA1"/>
    <w:rsid w:val="00867F24"/>
    <w:rsid w:val="00870347"/>
    <w:rsid w:val="00870981"/>
    <w:rsid w:val="00870994"/>
    <w:rsid w:val="00870A91"/>
    <w:rsid w:val="00870AE0"/>
    <w:rsid w:val="00870B57"/>
    <w:rsid w:val="00870FA4"/>
    <w:rsid w:val="00871059"/>
    <w:rsid w:val="008713F8"/>
    <w:rsid w:val="00871550"/>
    <w:rsid w:val="0087174C"/>
    <w:rsid w:val="00871A27"/>
    <w:rsid w:val="00871F7F"/>
    <w:rsid w:val="00872154"/>
    <w:rsid w:val="008722FC"/>
    <w:rsid w:val="00872341"/>
    <w:rsid w:val="00872411"/>
    <w:rsid w:val="0087249F"/>
    <w:rsid w:val="008727BF"/>
    <w:rsid w:val="0087329D"/>
    <w:rsid w:val="00873742"/>
    <w:rsid w:val="00873D82"/>
    <w:rsid w:val="0087423F"/>
    <w:rsid w:val="008743A0"/>
    <w:rsid w:val="00874427"/>
    <w:rsid w:val="00874448"/>
    <w:rsid w:val="0087460E"/>
    <w:rsid w:val="008746F3"/>
    <w:rsid w:val="00874CDF"/>
    <w:rsid w:val="00874F0F"/>
    <w:rsid w:val="008751B9"/>
    <w:rsid w:val="00875884"/>
    <w:rsid w:val="0087597E"/>
    <w:rsid w:val="00876112"/>
    <w:rsid w:val="008763EC"/>
    <w:rsid w:val="0087646F"/>
    <w:rsid w:val="008764A1"/>
    <w:rsid w:val="0087660C"/>
    <w:rsid w:val="00876786"/>
    <w:rsid w:val="008767C5"/>
    <w:rsid w:val="00876964"/>
    <w:rsid w:val="00877123"/>
    <w:rsid w:val="008772F7"/>
    <w:rsid w:val="0087734A"/>
    <w:rsid w:val="00877482"/>
    <w:rsid w:val="0087751F"/>
    <w:rsid w:val="008778C1"/>
    <w:rsid w:val="00880068"/>
    <w:rsid w:val="008802A0"/>
    <w:rsid w:val="0088044D"/>
    <w:rsid w:val="00880478"/>
    <w:rsid w:val="00880741"/>
    <w:rsid w:val="0088080B"/>
    <w:rsid w:val="008808BD"/>
    <w:rsid w:val="00880B5A"/>
    <w:rsid w:val="00880C39"/>
    <w:rsid w:val="00880E3F"/>
    <w:rsid w:val="00880F82"/>
    <w:rsid w:val="008811A6"/>
    <w:rsid w:val="0088133D"/>
    <w:rsid w:val="008813CB"/>
    <w:rsid w:val="00881533"/>
    <w:rsid w:val="00881C96"/>
    <w:rsid w:val="0088209E"/>
    <w:rsid w:val="0088252E"/>
    <w:rsid w:val="008826BF"/>
    <w:rsid w:val="008826CF"/>
    <w:rsid w:val="00882708"/>
    <w:rsid w:val="00882AD4"/>
    <w:rsid w:val="00882C47"/>
    <w:rsid w:val="00882E92"/>
    <w:rsid w:val="0088342E"/>
    <w:rsid w:val="008837E3"/>
    <w:rsid w:val="00883A89"/>
    <w:rsid w:val="00883AB4"/>
    <w:rsid w:val="0088409B"/>
    <w:rsid w:val="00884132"/>
    <w:rsid w:val="008844CB"/>
    <w:rsid w:val="00884555"/>
    <w:rsid w:val="00884851"/>
    <w:rsid w:val="008849A9"/>
    <w:rsid w:val="00884C87"/>
    <w:rsid w:val="00884CCE"/>
    <w:rsid w:val="00884F15"/>
    <w:rsid w:val="008853D4"/>
    <w:rsid w:val="0088570C"/>
    <w:rsid w:val="00885823"/>
    <w:rsid w:val="00885A05"/>
    <w:rsid w:val="00885A6B"/>
    <w:rsid w:val="00885C5D"/>
    <w:rsid w:val="00885CCE"/>
    <w:rsid w:val="0088641A"/>
    <w:rsid w:val="008865A6"/>
    <w:rsid w:val="00886733"/>
    <w:rsid w:val="0088689B"/>
    <w:rsid w:val="00886AD2"/>
    <w:rsid w:val="00886E8F"/>
    <w:rsid w:val="00887298"/>
    <w:rsid w:val="0088754F"/>
    <w:rsid w:val="00887930"/>
    <w:rsid w:val="008879F1"/>
    <w:rsid w:val="00887A82"/>
    <w:rsid w:val="00887AB4"/>
    <w:rsid w:val="00887C4C"/>
    <w:rsid w:val="00887C68"/>
    <w:rsid w:val="00887DE5"/>
    <w:rsid w:val="008904A7"/>
    <w:rsid w:val="00890564"/>
    <w:rsid w:val="00890800"/>
    <w:rsid w:val="00891030"/>
    <w:rsid w:val="0089135D"/>
    <w:rsid w:val="008916AE"/>
    <w:rsid w:val="0089181B"/>
    <w:rsid w:val="008919AD"/>
    <w:rsid w:val="00891D26"/>
    <w:rsid w:val="00891D35"/>
    <w:rsid w:val="00891F9D"/>
    <w:rsid w:val="00892123"/>
    <w:rsid w:val="00892131"/>
    <w:rsid w:val="00892244"/>
    <w:rsid w:val="008922E0"/>
    <w:rsid w:val="0089282C"/>
    <w:rsid w:val="008928F7"/>
    <w:rsid w:val="008929AC"/>
    <w:rsid w:val="00893045"/>
    <w:rsid w:val="0089307E"/>
    <w:rsid w:val="0089309F"/>
    <w:rsid w:val="00893134"/>
    <w:rsid w:val="008931E8"/>
    <w:rsid w:val="00893376"/>
    <w:rsid w:val="0089360B"/>
    <w:rsid w:val="008936F1"/>
    <w:rsid w:val="00893EE9"/>
    <w:rsid w:val="00893FFD"/>
    <w:rsid w:val="008941D0"/>
    <w:rsid w:val="008944FB"/>
    <w:rsid w:val="00894892"/>
    <w:rsid w:val="0089495B"/>
    <w:rsid w:val="00894976"/>
    <w:rsid w:val="00894AE8"/>
    <w:rsid w:val="00894C6A"/>
    <w:rsid w:val="008955DB"/>
    <w:rsid w:val="00895C17"/>
    <w:rsid w:val="00895C4F"/>
    <w:rsid w:val="00895FB2"/>
    <w:rsid w:val="008967F6"/>
    <w:rsid w:val="00896A64"/>
    <w:rsid w:val="00896AB2"/>
    <w:rsid w:val="00896C16"/>
    <w:rsid w:val="0089700C"/>
    <w:rsid w:val="00897602"/>
    <w:rsid w:val="00897605"/>
    <w:rsid w:val="008976E8"/>
    <w:rsid w:val="008978B0"/>
    <w:rsid w:val="008A055A"/>
    <w:rsid w:val="008A0B64"/>
    <w:rsid w:val="008A0CFD"/>
    <w:rsid w:val="008A0FC6"/>
    <w:rsid w:val="008A1140"/>
    <w:rsid w:val="008A1841"/>
    <w:rsid w:val="008A18B7"/>
    <w:rsid w:val="008A19C8"/>
    <w:rsid w:val="008A1AE7"/>
    <w:rsid w:val="008A1B18"/>
    <w:rsid w:val="008A1BE6"/>
    <w:rsid w:val="008A1BF8"/>
    <w:rsid w:val="008A1C01"/>
    <w:rsid w:val="008A1D8B"/>
    <w:rsid w:val="008A1ED4"/>
    <w:rsid w:val="008A1F35"/>
    <w:rsid w:val="008A1F5F"/>
    <w:rsid w:val="008A2002"/>
    <w:rsid w:val="008A2607"/>
    <w:rsid w:val="008A277E"/>
    <w:rsid w:val="008A28AD"/>
    <w:rsid w:val="008A28C7"/>
    <w:rsid w:val="008A2A4F"/>
    <w:rsid w:val="008A2A80"/>
    <w:rsid w:val="008A2CA9"/>
    <w:rsid w:val="008A324A"/>
    <w:rsid w:val="008A357F"/>
    <w:rsid w:val="008A38DA"/>
    <w:rsid w:val="008A3DB7"/>
    <w:rsid w:val="008A4081"/>
    <w:rsid w:val="008A426C"/>
    <w:rsid w:val="008A4B3A"/>
    <w:rsid w:val="008A4CD0"/>
    <w:rsid w:val="008A4E9F"/>
    <w:rsid w:val="008A50FA"/>
    <w:rsid w:val="008A554D"/>
    <w:rsid w:val="008A57CF"/>
    <w:rsid w:val="008A5944"/>
    <w:rsid w:val="008A5BD8"/>
    <w:rsid w:val="008A5BF8"/>
    <w:rsid w:val="008A5D4B"/>
    <w:rsid w:val="008A5E07"/>
    <w:rsid w:val="008A5E40"/>
    <w:rsid w:val="008A6493"/>
    <w:rsid w:val="008A68BD"/>
    <w:rsid w:val="008A692C"/>
    <w:rsid w:val="008A6B68"/>
    <w:rsid w:val="008A6C8B"/>
    <w:rsid w:val="008A709A"/>
    <w:rsid w:val="008A71F4"/>
    <w:rsid w:val="008A71F8"/>
    <w:rsid w:val="008A73C6"/>
    <w:rsid w:val="008A759F"/>
    <w:rsid w:val="008A76D5"/>
    <w:rsid w:val="008A7728"/>
    <w:rsid w:val="008A7826"/>
    <w:rsid w:val="008A78E9"/>
    <w:rsid w:val="008A79F5"/>
    <w:rsid w:val="008A7CEE"/>
    <w:rsid w:val="008A7CFA"/>
    <w:rsid w:val="008A7FE0"/>
    <w:rsid w:val="008B03C2"/>
    <w:rsid w:val="008B0416"/>
    <w:rsid w:val="008B054D"/>
    <w:rsid w:val="008B0D3B"/>
    <w:rsid w:val="008B0FD0"/>
    <w:rsid w:val="008B0FF7"/>
    <w:rsid w:val="008B12FA"/>
    <w:rsid w:val="008B12FE"/>
    <w:rsid w:val="008B13CC"/>
    <w:rsid w:val="008B147B"/>
    <w:rsid w:val="008B1789"/>
    <w:rsid w:val="008B17F6"/>
    <w:rsid w:val="008B185F"/>
    <w:rsid w:val="008B1D33"/>
    <w:rsid w:val="008B1DBC"/>
    <w:rsid w:val="008B20A7"/>
    <w:rsid w:val="008B23B4"/>
    <w:rsid w:val="008B28CC"/>
    <w:rsid w:val="008B2B3D"/>
    <w:rsid w:val="008B2BA4"/>
    <w:rsid w:val="008B2BF2"/>
    <w:rsid w:val="008B30D9"/>
    <w:rsid w:val="008B31D7"/>
    <w:rsid w:val="008B3919"/>
    <w:rsid w:val="008B391E"/>
    <w:rsid w:val="008B3B42"/>
    <w:rsid w:val="008B3E34"/>
    <w:rsid w:val="008B4254"/>
    <w:rsid w:val="008B428F"/>
    <w:rsid w:val="008B4357"/>
    <w:rsid w:val="008B44DC"/>
    <w:rsid w:val="008B451B"/>
    <w:rsid w:val="008B474E"/>
    <w:rsid w:val="008B4825"/>
    <w:rsid w:val="008B48F8"/>
    <w:rsid w:val="008B4AF3"/>
    <w:rsid w:val="008B4C58"/>
    <w:rsid w:val="008B4DF5"/>
    <w:rsid w:val="008B4F26"/>
    <w:rsid w:val="008B5072"/>
    <w:rsid w:val="008B50A2"/>
    <w:rsid w:val="008B50FA"/>
    <w:rsid w:val="008B54A0"/>
    <w:rsid w:val="008B59D7"/>
    <w:rsid w:val="008B5D5C"/>
    <w:rsid w:val="008B5E7E"/>
    <w:rsid w:val="008B64FC"/>
    <w:rsid w:val="008B65CA"/>
    <w:rsid w:val="008B6638"/>
    <w:rsid w:val="008B6F4C"/>
    <w:rsid w:val="008B6F56"/>
    <w:rsid w:val="008B7057"/>
    <w:rsid w:val="008B7266"/>
    <w:rsid w:val="008B727C"/>
    <w:rsid w:val="008B7795"/>
    <w:rsid w:val="008B7FD7"/>
    <w:rsid w:val="008C024C"/>
    <w:rsid w:val="008C05C6"/>
    <w:rsid w:val="008C0650"/>
    <w:rsid w:val="008C0DDA"/>
    <w:rsid w:val="008C0E7B"/>
    <w:rsid w:val="008C0EFC"/>
    <w:rsid w:val="008C0F52"/>
    <w:rsid w:val="008C1BD5"/>
    <w:rsid w:val="008C20BC"/>
    <w:rsid w:val="008C20C9"/>
    <w:rsid w:val="008C2286"/>
    <w:rsid w:val="008C23A0"/>
    <w:rsid w:val="008C2643"/>
    <w:rsid w:val="008C2697"/>
    <w:rsid w:val="008C2899"/>
    <w:rsid w:val="008C2924"/>
    <w:rsid w:val="008C2D60"/>
    <w:rsid w:val="008C2DD2"/>
    <w:rsid w:val="008C2F63"/>
    <w:rsid w:val="008C33B3"/>
    <w:rsid w:val="008C3C82"/>
    <w:rsid w:val="008C3D5E"/>
    <w:rsid w:val="008C433E"/>
    <w:rsid w:val="008C4574"/>
    <w:rsid w:val="008C4649"/>
    <w:rsid w:val="008C4947"/>
    <w:rsid w:val="008C4BD1"/>
    <w:rsid w:val="008C517B"/>
    <w:rsid w:val="008C51BF"/>
    <w:rsid w:val="008C5AE9"/>
    <w:rsid w:val="008C5D44"/>
    <w:rsid w:val="008C5ECF"/>
    <w:rsid w:val="008C5FE3"/>
    <w:rsid w:val="008C6056"/>
    <w:rsid w:val="008C6444"/>
    <w:rsid w:val="008C663C"/>
    <w:rsid w:val="008C66A7"/>
    <w:rsid w:val="008C683E"/>
    <w:rsid w:val="008C699E"/>
    <w:rsid w:val="008C69B9"/>
    <w:rsid w:val="008C6B27"/>
    <w:rsid w:val="008C6C6B"/>
    <w:rsid w:val="008C6D86"/>
    <w:rsid w:val="008C6F12"/>
    <w:rsid w:val="008C7A06"/>
    <w:rsid w:val="008C7A4D"/>
    <w:rsid w:val="008C7C7C"/>
    <w:rsid w:val="008D0408"/>
    <w:rsid w:val="008D0712"/>
    <w:rsid w:val="008D07E8"/>
    <w:rsid w:val="008D09F5"/>
    <w:rsid w:val="008D0A74"/>
    <w:rsid w:val="008D0AA6"/>
    <w:rsid w:val="008D0B1D"/>
    <w:rsid w:val="008D0FA1"/>
    <w:rsid w:val="008D0FA3"/>
    <w:rsid w:val="008D12A8"/>
    <w:rsid w:val="008D1328"/>
    <w:rsid w:val="008D13E0"/>
    <w:rsid w:val="008D16F3"/>
    <w:rsid w:val="008D1743"/>
    <w:rsid w:val="008D17D2"/>
    <w:rsid w:val="008D1F45"/>
    <w:rsid w:val="008D24E9"/>
    <w:rsid w:val="008D2E0F"/>
    <w:rsid w:val="008D30DB"/>
    <w:rsid w:val="008D34C1"/>
    <w:rsid w:val="008D3914"/>
    <w:rsid w:val="008D4435"/>
    <w:rsid w:val="008D4512"/>
    <w:rsid w:val="008D46F0"/>
    <w:rsid w:val="008D49F1"/>
    <w:rsid w:val="008D5046"/>
    <w:rsid w:val="008D50DA"/>
    <w:rsid w:val="008D5103"/>
    <w:rsid w:val="008D5847"/>
    <w:rsid w:val="008D5AC1"/>
    <w:rsid w:val="008D5F6E"/>
    <w:rsid w:val="008D623C"/>
    <w:rsid w:val="008D642C"/>
    <w:rsid w:val="008D64BF"/>
    <w:rsid w:val="008D65EC"/>
    <w:rsid w:val="008D6874"/>
    <w:rsid w:val="008D68BC"/>
    <w:rsid w:val="008D6BDC"/>
    <w:rsid w:val="008D6BF1"/>
    <w:rsid w:val="008D6BF4"/>
    <w:rsid w:val="008D6F44"/>
    <w:rsid w:val="008D7075"/>
    <w:rsid w:val="008D71CD"/>
    <w:rsid w:val="008D7315"/>
    <w:rsid w:val="008D78A7"/>
    <w:rsid w:val="008E0078"/>
    <w:rsid w:val="008E008E"/>
    <w:rsid w:val="008E01A2"/>
    <w:rsid w:val="008E0222"/>
    <w:rsid w:val="008E05E3"/>
    <w:rsid w:val="008E07E4"/>
    <w:rsid w:val="008E0829"/>
    <w:rsid w:val="008E090E"/>
    <w:rsid w:val="008E0A6A"/>
    <w:rsid w:val="008E0D10"/>
    <w:rsid w:val="008E0D93"/>
    <w:rsid w:val="008E1B9A"/>
    <w:rsid w:val="008E1BBA"/>
    <w:rsid w:val="008E203A"/>
    <w:rsid w:val="008E2B13"/>
    <w:rsid w:val="008E2C25"/>
    <w:rsid w:val="008E3109"/>
    <w:rsid w:val="008E313B"/>
    <w:rsid w:val="008E315B"/>
    <w:rsid w:val="008E3217"/>
    <w:rsid w:val="008E371D"/>
    <w:rsid w:val="008E3796"/>
    <w:rsid w:val="008E3C64"/>
    <w:rsid w:val="008E3E21"/>
    <w:rsid w:val="008E3EAB"/>
    <w:rsid w:val="008E4335"/>
    <w:rsid w:val="008E4350"/>
    <w:rsid w:val="008E4470"/>
    <w:rsid w:val="008E449F"/>
    <w:rsid w:val="008E47E7"/>
    <w:rsid w:val="008E4DA0"/>
    <w:rsid w:val="008E5172"/>
    <w:rsid w:val="008E5765"/>
    <w:rsid w:val="008E5803"/>
    <w:rsid w:val="008E58C3"/>
    <w:rsid w:val="008E5EBD"/>
    <w:rsid w:val="008E5FFD"/>
    <w:rsid w:val="008E60F7"/>
    <w:rsid w:val="008E6406"/>
    <w:rsid w:val="008E6817"/>
    <w:rsid w:val="008E6914"/>
    <w:rsid w:val="008E696A"/>
    <w:rsid w:val="008E6C9C"/>
    <w:rsid w:val="008E7142"/>
    <w:rsid w:val="008E7349"/>
    <w:rsid w:val="008E741A"/>
    <w:rsid w:val="008E7870"/>
    <w:rsid w:val="008E7B28"/>
    <w:rsid w:val="008F00A6"/>
    <w:rsid w:val="008F03DD"/>
    <w:rsid w:val="008F0895"/>
    <w:rsid w:val="008F0E04"/>
    <w:rsid w:val="008F0E9E"/>
    <w:rsid w:val="008F15AA"/>
    <w:rsid w:val="008F15FF"/>
    <w:rsid w:val="008F160D"/>
    <w:rsid w:val="008F1741"/>
    <w:rsid w:val="008F182D"/>
    <w:rsid w:val="008F19F0"/>
    <w:rsid w:val="008F1B1F"/>
    <w:rsid w:val="008F1C06"/>
    <w:rsid w:val="008F1FB5"/>
    <w:rsid w:val="008F27EA"/>
    <w:rsid w:val="008F29D3"/>
    <w:rsid w:val="008F2B48"/>
    <w:rsid w:val="008F2C8F"/>
    <w:rsid w:val="008F3038"/>
    <w:rsid w:val="008F30FF"/>
    <w:rsid w:val="008F3598"/>
    <w:rsid w:val="008F3C96"/>
    <w:rsid w:val="008F41E4"/>
    <w:rsid w:val="008F457C"/>
    <w:rsid w:val="008F487F"/>
    <w:rsid w:val="008F4959"/>
    <w:rsid w:val="008F4DA3"/>
    <w:rsid w:val="008F5302"/>
    <w:rsid w:val="008F5333"/>
    <w:rsid w:val="008F5D7E"/>
    <w:rsid w:val="008F6103"/>
    <w:rsid w:val="008F61D6"/>
    <w:rsid w:val="008F62FA"/>
    <w:rsid w:val="008F6351"/>
    <w:rsid w:val="008F6A72"/>
    <w:rsid w:val="008F6AEC"/>
    <w:rsid w:val="008F6BB0"/>
    <w:rsid w:val="008F6BD2"/>
    <w:rsid w:val="008F72B4"/>
    <w:rsid w:val="008F756B"/>
    <w:rsid w:val="008F783C"/>
    <w:rsid w:val="008F7BC7"/>
    <w:rsid w:val="008F7D4C"/>
    <w:rsid w:val="008F7D87"/>
    <w:rsid w:val="00900100"/>
    <w:rsid w:val="00900181"/>
    <w:rsid w:val="00900604"/>
    <w:rsid w:val="00900943"/>
    <w:rsid w:val="00900C2D"/>
    <w:rsid w:val="00900F8B"/>
    <w:rsid w:val="00900FC3"/>
    <w:rsid w:val="0090126E"/>
    <w:rsid w:val="009012EF"/>
    <w:rsid w:val="009016A3"/>
    <w:rsid w:val="00901748"/>
    <w:rsid w:val="00901AE6"/>
    <w:rsid w:val="00901CB4"/>
    <w:rsid w:val="00901D6E"/>
    <w:rsid w:val="00901E5B"/>
    <w:rsid w:val="00902281"/>
    <w:rsid w:val="00902656"/>
    <w:rsid w:val="00902A93"/>
    <w:rsid w:val="00902FCD"/>
    <w:rsid w:val="009031EB"/>
    <w:rsid w:val="009032EB"/>
    <w:rsid w:val="00903315"/>
    <w:rsid w:val="0090336F"/>
    <w:rsid w:val="0090390A"/>
    <w:rsid w:val="0090394D"/>
    <w:rsid w:val="00903D2D"/>
    <w:rsid w:val="00903DE9"/>
    <w:rsid w:val="0090519D"/>
    <w:rsid w:val="009051EF"/>
    <w:rsid w:val="009053E5"/>
    <w:rsid w:val="009053FA"/>
    <w:rsid w:val="009060F8"/>
    <w:rsid w:val="009062EF"/>
    <w:rsid w:val="009063E9"/>
    <w:rsid w:val="00906A21"/>
    <w:rsid w:val="00906BDF"/>
    <w:rsid w:val="00906D06"/>
    <w:rsid w:val="00906E03"/>
    <w:rsid w:val="00907360"/>
    <w:rsid w:val="00907444"/>
    <w:rsid w:val="00907945"/>
    <w:rsid w:val="0090795F"/>
    <w:rsid w:val="00907CD0"/>
    <w:rsid w:val="009109CB"/>
    <w:rsid w:val="009109D7"/>
    <w:rsid w:val="00910B6B"/>
    <w:rsid w:val="00910B99"/>
    <w:rsid w:val="00910CDF"/>
    <w:rsid w:val="00910EA9"/>
    <w:rsid w:val="00910F58"/>
    <w:rsid w:val="0091104B"/>
    <w:rsid w:val="0091122F"/>
    <w:rsid w:val="0091132C"/>
    <w:rsid w:val="00911332"/>
    <w:rsid w:val="009118E7"/>
    <w:rsid w:val="009118F5"/>
    <w:rsid w:val="00911B13"/>
    <w:rsid w:val="00911BBD"/>
    <w:rsid w:val="00911D7F"/>
    <w:rsid w:val="00911DA0"/>
    <w:rsid w:val="00911E7D"/>
    <w:rsid w:val="00912011"/>
    <w:rsid w:val="009125B6"/>
    <w:rsid w:val="009130D5"/>
    <w:rsid w:val="00913265"/>
    <w:rsid w:val="0091370C"/>
    <w:rsid w:val="00913735"/>
    <w:rsid w:val="00913755"/>
    <w:rsid w:val="009139E5"/>
    <w:rsid w:val="00913AD3"/>
    <w:rsid w:val="00913B37"/>
    <w:rsid w:val="00913C80"/>
    <w:rsid w:val="00913CD6"/>
    <w:rsid w:val="00914371"/>
    <w:rsid w:val="009149FA"/>
    <w:rsid w:val="00914AC3"/>
    <w:rsid w:val="00914BDE"/>
    <w:rsid w:val="00915002"/>
    <w:rsid w:val="00915578"/>
    <w:rsid w:val="00915B2F"/>
    <w:rsid w:val="00915DCF"/>
    <w:rsid w:val="00916359"/>
    <w:rsid w:val="00916949"/>
    <w:rsid w:val="00916989"/>
    <w:rsid w:val="009169D5"/>
    <w:rsid w:val="009169E9"/>
    <w:rsid w:val="009171EF"/>
    <w:rsid w:val="00917395"/>
    <w:rsid w:val="009175B5"/>
    <w:rsid w:val="00917615"/>
    <w:rsid w:val="0091766F"/>
    <w:rsid w:val="00917F5C"/>
    <w:rsid w:val="0092055F"/>
    <w:rsid w:val="00920A5C"/>
    <w:rsid w:val="00920C39"/>
    <w:rsid w:val="00920DCD"/>
    <w:rsid w:val="00920DF6"/>
    <w:rsid w:val="00920E65"/>
    <w:rsid w:val="00920FA1"/>
    <w:rsid w:val="0092104F"/>
    <w:rsid w:val="009214C2"/>
    <w:rsid w:val="00921538"/>
    <w:rsid w:val="00921AB4"/>
    <w:rsid w:val="00922130"/>
    <w:rsid w:val="009226E7"/>
    <w:rsid w:val="00922756"/>
    <w:rsid w:val="0092296A"/>
    <w:rsid w:val="00922B8A"/>
    <w:rsid w:val="009230B8"/>
    <w:rsid w:val="009235BB"/>
    <w:rsid w:val="009235C7"/>
    <w:rsid w:val="009235CD"/>
    <w:rsid w:val="009236E4"/>
    <w:rsid w:val="00923744"/>
    <w:rsid w:val="00923CD3"/>
    <w:rsid w:val="00923DDB"/>
    <w:rsid w:val="00923E2F"/>
    <w:rsid w:val="00924A5A"/>
    <w:rsid w:val="00924B50"/>
    <w:rsid w:val="00924CA6"/>
    <w:rsid w:val="00925018"/>
    <w:rsid w:val="00925031"/>
    <w:rsid w:val="009252C0"/>
    <w:rsid w:val="00925597"/>
    <w:rsid w:val="00925753"/>
    <w:rsid w:val="00925774"/>
    <w:rsid w:val="00925809"/>
    <w:rsid w:val="00925A65"/>
    <w:rsid w:val="00925AD6"/>
    <w:rsid w:val="00925CAD"/>
    <w:rsid w:val="00925FD2"/>
    <w:rsid w:val="009260E6"/>
    <w:rsid w:val="009262DF"/>
    <w:rsid w:val="009263E7"/>
    <w:rsid w:val="009264DB"/>
    <w:rsid w:val="00926648"/>
    <w:rsid w:val="00926878"/>
    <w:rsid w:val="00926906"/>
    <w:rsid w:val="00926AD4"/>
    <w:rsid w:val="00927134"/>
    <w:rsid w:val="00927270"/>
    <w:rsid w:val="0092774F"/>
    <w:rsid w:val="00927818"/>
    <w:rsid w:val="0092788B"/>
    <w:rsid w:val="00927C4D"/>
    <w:rsid w:val="00927F5C"/>
    <w:rsid w:val="00927FED"/>
    <w:rsid w:val="00930000"/>
    <w:rsid w:val="00930135"/>
    <w:rsid w:val="00930157"/>
    <w:rsid w:val="009306E7"/>
    <w:rsid w:val="00930876"/>
    <w:rsid w:val="00930A9E"/>
    <w:rsid w:val="00930CD0"/>
    <w:rsid w:val="00930D4F"/>
    <w:rsid w:val="00931650"/>
    <w:rsid w:val="00931AD6"/>
    <w:rsid w:val="00931C2E"/>
    <w:rsid w:val="00931C4D"/>
    <w:rsid w:val="00932016"/>
    <w:rsid w:val="0093207D"/>
    <w:rsid w:val="0093214F"/>
    <w:rsid w:val="00932169"/>
    <w:rsid w:val="009322BE"/>
    <w:rsid w:val="0093238B"/>
    <w:rsid w:val="00932769"/>
    <w:rsid w:val="00932D00"/>
    <w:rsid w:val="00932D5F"/>
    <w:rsid w:val="00932DC5"/>
    <w:rsid w:val="00933182"/>
    <w:rsid w:val="0093344D"/>
    <w:rsid w:val="0093346B"/>
    <w:rsid w:val="00933B12"/>
    <w:rsid w:val="00933DFD"/>
    <w:rsid w:val="009346F1"/>
    <w:rsid w:val="00934807"/>
    <w:rsid w:val="009348A0"/>
    <w:rsid w:val="009349B8"/>
    <w:rsid w:val="00934EE8"/>
    <w:rsid w:val="009358D5"/>
    <w:rsid w:val="0093614B"/>
    <w:rsid w:val="0093681C"/>
    <w:rsid w:val="00937193"/>
    <w:rsid w:val="00937213"/>
    <w:rsid w:val="009374BD"/>
    <w:rsid w:val="00937518"/>
    <w:rsid w:val="00937B68"/>
    <w:rsid w:val="00940291"/>
    <w:rsid w:val="00940402"/>
    <w:rsid w:val="009404DC"/>
    <w:rsid w:val="0094071F"/>
    <w:rsid w:val="0094077F"/>
    <w:rsid w:val="00940D52"/>
    <w:rsid w:val="009411D2"/>
    <w:rsid w:val="009414A7"/>
    <w:rsid w:val="009417C6"/>
    <w:rsid w:val="0094180E"/>
    <w:rsid w:val="009418DC"/>
    <w:rsid w:val="009419C4"/>
    <w:rsid w:val="00941B1F"/>
    <w:rsid w:val="00942096"/>
    <w:rsid w:val="00942146"/>
    <w:rsid w:val="00942454"/>
    <w:rsid w:val="00942473"/>
    <w:rsid w:val="0094279C"/>
    <w:rsid w:val="009428DB"/>
    <w:rsid w:val="00942BED"/>
    <w:rsid w:val="00942D2F"/>
    <w:rsid w:val="00942E58"/>
    <w:rsid w:val="00942E7C"/>
    <w:rsid w:val="00942FE3"/>
    <w:rsid w:val="00943593"/>
    <w:rsid w:val="009435A6"/>
    <w:rsid w:val="009435CD"/>
    <w:rsid w:val="009435D8"/>
    <w:rsid w:val="00943744"/>
    <w:rsid w:val="009439A4"/>
    <w:rsid w:val="009439ED"/>
    <w:rsid w:val="00943B23"/>
    <w:rsid w:val="00943B9C"/>
    <w:rsid w:val="00943E81"/>
    <w:rsid w:val="00943FEB"/>
    <w:rsid w:val="00944143"/>
    <w:rsid w:val="0094419E"/>
    <w:rsid w:val="0094490B"/>
    <w:rsid w:val="00944948"/>
    <w:rsid w:val="00944AA0"/>
    <w:rsid w:val="00944BB1"/>
    <w:rsid w:val="00944C87"/>
    <w:rsid w:val="00945162"/>
    <w:rsid w:val="0094519B"/>
    <w:rsid w:val="00945214"/>
    <w:rsid w:val="0094538E"/>
    <w:rsid w:val="00945A64"/>
    <w:rsid w:val="00945C15"/>
    <w:rsid w:val="00945CC0"/>
    <w:rsid w:val="00945E00"/>
    <w:rsid w:val="00945F99"/>
    <w:rsid w:val="00946064"/>
    <w:rsid w:val="009469C2"/>
    <w:rsid w:val="00946F02"/>
    <w:rsid w:val="00946FCE"/>
    <w:rsid w:val="0094749C"/>
    <w:rsid w:val="00947956"/>
    <w:rsid w:val="00947DE0"/>
    <w:rsid w:val="00947F1B"/>
    <w:rsid w:val="0095058C"/>
    <w:rsid w:val="009509C0"/>
    <w:rsid w:val="00950A08"/>
    <w:rsid w:val="00950B90"/>
    <w:rsid w:val="00950C50"/>
    <w:rsid w:val="00951072"/>
    <w:rsid w:val="00951299"/>
    <w:rsid w:val="0095171F"/>
    <w:rsid w:val="00951767"/>
    <w:rsid w:val="00951CC7"/>
    <w:rsid w:val="00951E1E"/>
    <w:rsid w:val="009521BC"/>
    <w:rsid w:val="00952465"/>
    <w:rsid w:val="0095296B"/>
    <w:rsid w:val="00952CAA"/>
    <w:rsid w:val="00952E06"/>
    <w:rsid w:val="0095334E"/>
    <w:rsid w:val="00953C44"/>
    <w:rsid w:val="009541C3"/>
    <w:rsid w:val="00954405"/>
    <w:rsid w:val="0095443C"/>
    <w:rsid w:val="00954A8B"/>
    <w:rsid w:val="00954C74"/>
    <w:rsid w:val="00954CBD"/>
    <w:rsid w:val="009550FF"/>
    <w:rsid w:val="0095514F"/>
    <w:rsid w:val="00955325"/>
    <w:rsid w:val="009559EE"/>
    <w:rsid w:val="00955BA8"/>
    <w:rsid w:val="00955E7B"/>
    <w:rsid w:val="00955F42"/>
    <w:rsid w:val="00956A27"/>
    <w:rsid w:val="00956C69"/>
    <w:rsid w:val="00956CFC"/>
    <w:rsid w:val="00956D53"/>
    <w:rsid w:val="00956EE3"/>
    <w:rsid w:val="00957187"/>
    <w:rsid w:val="009571F6"/>
    <w:rsid w:val="00957453"/>
    <w:rsid w:val="00957C1C"/>
    <w:rsid w:val="00957D38"/>
    <w:rsid w:val="00957F07"/>
    <w:rsid w:val="0096015A"/>
    <w:rsid w:val="009602AE"/>
    <w:rsid w:val="00960C6E"/>
    <w:rsid w:val="00960C7F"/>
    <w:rsid w:val="00960D96"/>
    <w:rsid w:val="00961082"/>
    <w:rsid w:val="00961141"/>
    <w:rsid w:val="0096117A"/>
    <w:rsid w:val="0096132C"/>
    <w:rsid w:val="0096165D"/>
    <w:rsid w:val="00961689"/>
    <w:rsid w:val="00961B07"/>
    <w:rsid w:val="00962C1C"/>
    <w:rsid w:val="00962CED"/>
    <w:rsid w:val="00962F4E"/>
    <w:rsid w:val="00963055"/>
    <w:rsid w:val="00963553"/>
    <w:rsid w:val="0096357F"/>
    <w:rsid w:val="00963749"/>
    <w:rsid w:val="00963ED3"/>
    <w:rsid w:val="00964000"/>
    <w:rsid w:val="0096424A"/>
    <w:rsid w:val="0096455F"/>
    <w:rsid w:val="00964634"/>
    <w:rsid w:val="009647F9"/>
    <w:rsid w:val="00964971"/>
    <w:rsid w:val="00964A6D"/>
    <w:rsid w:val="00964B40"/>
    <w:rsid w:val="00964F1D"/>
    <w:rsid w:val="0096502E"/>
    <w:rsid w:val="0096527D"/>
    <w:rsid w:val="0096533D"/>
    <w:rsid w:val="00965516"/>
    <w:rsid w:val="009656F4"/>
    <w:rsid w:val="00965851"/>
    <w:rsid w:val="0096585C"/>
    <w:rsid w:val="00965A11"/>
    <w:rsid w:val="00965B73"/>
    <w:rsid w:val="0096612E"/>
    <w:rsid w:val="0096645D"/>
    <w:rsid w:val="0096654F"/>
    <w:rsid w:val="0096684B"/>
    <w:rsid w:val="00966B11"/>
    <w:rsid w:val="009673A6"/>
    <w:rsid w:val="009673E4"/>
    <w:rsid w:val="009676C2"/>
    <w:rsid w:val="00967704"/>
    <w:rsid w:val="00967B1C"/>
    <w:rsid w:val="00967D71"/>
    <w:rsid w:val="00967ED1"/>
    <w:rsid w:val="009705C9"/>
    <w:rsid w:val="00970B1E"/>
    <w:rsid w:val="00970B8F"/>
    <w:rsid w:val="00970D03"/>
    <w:rsid w:val="00970F39"/>
    <w:rsid w:val="009711F2"/>
    <w:rsid w:val="00971B9D"/>
    <w:rsid w:val="00971E07"/>
    <w:rsid w:val="00971F3F"/>
    <w:rsid w:val="00971F90"/>
    <w:rsid w:val="00972CEA"/>
    <w:rsid w:val="00972DF9"/>
    <w:rsid w:val="00973065"/>
    <w:rsid w:val="0097338F"/>
    <w:rsid w:val="009735A4"/>
    <w:rsid w:val="009738AE"/>
    <w:rsid w:val="009738C9"/>
    <w:rsid w:val="00973D59"/>
    <w:rsid w:val="00973D84"/>
    <w:rsid w:val="00973D8C"/>
    <w:rsid w:val="00973F32"/>
    <w:rsid w:val="0097416D"/>
    <w:rsid w:val="009742E2"/>
    <w:rsid w:val="00974462"/>
    <w:rsid w:val="0097450F"/>
    <w:rsid w:val="0097468F"/>
    <w:rsid w:val="0097484A"/>
    <w:rsid w:val="00974928"/>
    <w:rsid w:val="00974CB9"/>
    <w:rsid w:val="00974E64"/>
    <w:rsid w:val="00975E0F"/>
    <w:rsid w:val="0097613E"/>
    <w:rsid w:val="009762AF"/>
    <w:rsid w:val="009762CA"/>
    <w:rsid w:val="00976349"/>
    <w:rsid w:val="00976451"/>
    <w:rsid w:val="00977076"/>
    <w:rsid w:val="0097752F"/>
    <w:rsid w:val="009775EE"/>
    <w:rsid w:val="009775FB"/>
    <w:rsid w:val="00977BCE"/>
    <w:rsid w:val="00977E5A"/>
    <w:rsid w:val="00980267"/>
    <w:rsid w:val="0098086D"/>
    <w:rsid w:val="00980EEE"/>
    <w:rsid w:val="00981175"/>
    <w:rsid w:val="00981306"/>
    <w:rsid w:val="0098131F"/>
    <w:rsid w:val="0098155A"/>
    <w:rsid w:val="009815F2"/>
    <w:rsid w:val="00981AA0"/>
    <w:rsid w:val="00981AF8"/>
    <w:rsid w:val="00981B9B"/>
    <w:rsid w:val="00981CC0"/>
    <w:rsid w:val="00981CFF"/>
    <w:rsid w:val="00981D51"/>
    <w:rsid w:val="00981E2D"/>
    <w:rsid w:val="00982003"/>
    <w:rsid w:val="009824F9"/>
    <w:rsid w:val="00982E42"/>
    <w:rsid w:val="009834A7"/>
    <w:rsid w:val="009836D1"/>
    <w:rsid w:val="00983A31"/>
    <w:rsid w:val="00983B73"/>
    <w:rsid w:val="00983BDA"/>
    <w:rsid w:val="00983CDE"/>
    <w:rsid w:val="00983E56"/>
    <w:rsid w:val="00983F28"/>
    <w:rsid w:val="0098432B"/>
    <w:rsid w:val="00984546"/>
    <w:rsid w:val="00984CF8"/>
    <w:rsid w:val="00984D9E"/>
    <w:rsid w:val="00984F0C"/>
    <w:rsid w:val="00984FC5"/>
    <w:rsid w:val="0098531A"/>
    <w:rsid w:val="00985577"/>
    <w:rsid w:val="00985A11"/>
    <w:rsid w:val="00985C54"/>
    <w:rsid w:val="00985CD9"/>
    <w:rsid w:val="00985F4A"/>
    <w:rsid w:val="00985F7B"/>
    <w:rsid w:val="00985F86"/>
    <w:rsid w:val="0098604E"/>
    <w:rsid w:val="0098619E"/>
    <w:rsid w:val="009861BF"/>
    <w:rsid w:val="009867AA"/>
    <w:rsid w:val="0098691E"/>
    <w:rsid w:val="00986A08"/>
    <w:rsid w:val="00986A4E"/>
    <w:rsid w:val="00986BB7"/>
    <w:rsid w:val="00986ED4"/>
    <w:rsid w:val="00987167"/>
    <w:rsid w:val="00987416"/>
    <w:rsid w:val="009875BC"/>
    <w:rsid w:val="0098769B"/>
    <w:rsid w:val="009876F6"/>
    <w:rsid w:val="00987AFB"/>
    <w:rsid w:val="00987C3A"/>
    <w:rsid w:val="00987E58"/>
    <w:rsid w:val="0099020B"/>
    <w:rsid w:val="00990390"/>
    <w:rsid w:val="00990865"/>
    <w:rsid w:val="009909A2"/>
    <w:rsid w:val="00990A12"/>
    <w:rsid w:val="00990A17"/>
    <w:rsid w:val="00990A80"/>
    <w:rsid w:val="00990D30"/>
    <w:rsid w:val="00990F34"/>
    <w:rsid w:val="0099152E"/>
    <w:rsid w:val="009915E9"/>
    <w:rsid w:val="00991861"/>
    <w:rsid w:val="009918A3"/>
    <w:rsid w:val="00991C1F"/>
    <w:rsid w:val="00991E13"/>
    <w:rsid w:val="00991E49"/>
    <w:rsid w:val="00992377"/>
    <w:rsid w:val="00992389"/>
    <w:rsid w:val="009925AA"/>
    <w:rsid w:val="00992901"/>
    <w:rsid w:val="00992B5A"/>
    <w:rsid w:val="00992D2F"/>
    <w:rsid w:val="00993383"/>
    <w:rsid w:val="00993515"/>
    <w:rsid w:val="0099370C"/>
    <w:rsid w:val="009938D2"/>
    <w:rsid w:val="00993D48"/>
    <w:rsid w:val="009940C7"/>
    <w:rsid w:val="009945A1"/>
    <w:rsid w:val="009949B1"/>
    <w:rsid w:val="00994E0E"/>
    <w:rsid w:val="00994E59"/>
    <w:rsid w:val="00995490"/>
    <w:rsid w:val="00995863"/>
    <w:rsid w:val="00995941"/>
    <w:rsid w:val="00995D5E"/>
    <w:rsid w:val="009962C2"/>
    <w:rsid w:val="00996867"/>
    <w:rsid w:val="0099691A"/>
    <w:rsid w:val="009969D8"/>
    <w:rsid w:val="00996B1E"/>
    <w:rsid w:val="00997354"/>
    <w:rsid w:val="00997379"/>
    <w:rsid w:val="0099744C"/>
    <w:rsid w:val="009974F0"/>
    <w:rsid w:val="00997683"/>
    <w:rsid w:val="00997D95"/>
    <w:rsid w:val="009A0039"/>
    <w:rsid w:val="009A03E3"/>
    <w:rsid w:val="009A0462"/>
    <w:rsid w:val="009A086D"/>
    <w:rsid w:val="009A0959"/>
    <w:rsid w:val="009A0CB4"/>
    <w:rsid w:val="009A14A7"/>
    <w:rsid w:val="009A1614"/>
    <w:rsid w:val="009A164B"/>
    <w:rsid w:val="009A1731"/>
    <w:rsid w:val="009A1800"/>
    <w:rsid w:val="009A1CD2"/>
    <w:rsid w:val="009A21FB"/>
    <w:rsid w:val="009A2274"/>
    <w:rsid w:val="009A22BC"/>
    <w:rsid w:val="009A24CA"/>
    <w:rsid w:val="009A2521"/>
    <w:rsid w:val="009A2589"/>
    <w:rsid w:val="009A2743"/>
    <w:rsid w:val="009A29E0"/>
    <w:rsid w:val="009A2A01"/>
    <w:rsid w:val="009A2B29"/>
    <w:rsid w:val="009A2EE7"/>
    <w:rsid w:val="009A32B9"/>
    <w:rsid w:val="009A3639"/>
    <w:rsid w:val="009A3796"/>
    <w:rsid w:val="009A4236"/>
    <w:rsid w:val="009A4667"/>
    <w:rsid w:val="009A4791"/>
    <w:rsid w:val="009A49CE"/>
    <w:rsid w:val="009A4E1A"/>
    <w:rsid w:val="009A4E5D"/>
    <w:rsid w:val="009A5268"/>
    <w:rsid w:val="009A547A"/>
    <w:rsid w:val="009A598B"/>
    <w:rsid w:val="009A66E1"/>
    <w:rsid w:val="009A6B79"/>
    <w:rsid w:val="009A6DF6"/>
    <w:rsid w:val="009A6E52"/>
    <w:rsid w:val="009A6EE4"/>
    <w:rsid w:val="009A6F4D"/>
    <w:rsid w:val="009A705F"/>
    <w:rsid w:val="009A7418"/>
    <w:rsid w:val="009A75D5"/>
    <w:rsid w:val="009A77AA"/>
    <w:rsid w:val="009A79A4"/>
    <w:rsid w:val="009A7A18"/>
    <w:rsid w:val="009B02CE"/>
    <w:rsid w:val="009B051C"/>
    <w:rsid w:val="009B0922"/>
    <w:rsid w:val="009B0C2B"/>
    <w:rsid w:val="009B0D0A"/>
    <w:rsid w:val="009B1473"/>
    <w:rsid w:val="009B18A5"/>
    <w:rsid w:val="009B1AA1"/>
    <w:rsid w:val="009B1C92"/>
    <w:rsid w:val="009B1CA8"/>
    <w:rsid w:val="009B1CDA"/>
    <w:rsid w:val="009B1EAA"/>
    <w:rsid w:val="009B2518"/>
    <w:rsid w:val="009B273D"/>
    <w:rsid w:val="009B27C2"/>
    <w:rsid w:val="009B295F"/>
    <w:rsid w:val="009B38F3"/>
    <w:rsid w:val="009B3FDB"/>
    <w:rsid w:val="009B4039"/>
    <w:rsid w:val="009B4174"/>
    <w:rsid w:val="009B4391"/>
    <w:rsid w:val="009B4409"/>
    <w:rsid w:val="009B448F"/>
    <w:rsid w:val="009B45B8"/>
    <w:rsid w:val="009B4975"/>
    <w:rsid w:val="009B4C5D"/>
    <w:rsid w:val="009B5093"/>
    <w:rsid w:val="009B50CE"/>
    <w:rsid w:val="009B5316"/>
    <w:rsid w:val="009B58D5"/>
    <w:rsid w:val="009B5BBD"/>
    <w:rsid w:val="009B5FB9"/>
    <w:rsid w:val="009B5FF2"/>
    <w:rsid w:val="009B6004"/>
    <w:rsid w:val="009B6265"/>
    <w:rsid w:val="009B6395"/>
    <w:rsid w:val="009B65EC"/>
    <w:rsid w:val="009B67A8"/>
    <w:rsid w:val="009B6849"/>
    <w:rsid w:val="009B6881"/>
    <w:rsid w:val="009B6A7D"/>
    <w:rsid w:val="009B6AA9"/>
    <w:rsid w:val="009B6D71"/>
    <w:rsid w:val="009B6E03"/>
    <w:rsid w:val="009B7BF8"/>
    <w:rsid w:val="009B7DCD"/>
    <w:rsid w:val="009C0270"/>
    <w:rsid w:val="009C0BBE"/>
    <w:rsid w:val="009C0F05"/>
    <w:rsid w:val="009C13FB"/>
    <w:rsid w:val="009C1435"/>
    <w:rsid w:val="009C1639"/>
    <w:rsid w:val="009C23DA"/>
    <w:rsid w:val="009C2625"/>
    <w:rsid w:val="009C3245"/>
    <w:rsid w:val="009C32C8"/>
    <w:rsid w:val="009C37FA"/>
    <w:rsid w:val="009C3971"/>
    <w:rsid w:val="009C3E20"/>
    <w:rsid w:val="009C423D"/>
    <w:rsid w:val="009C4A83"/>
    <w:rsid w:val="009C4F4D"/>
    <w:rsid w:val="009C5F2E"/>
    <w:rsid w:val="009C65B5"/>
    <w:rsid w:val="009C67ED"/>
    <w:rsid w:val="009C685D"/>
    <w:rsid w:val="009C6939"/>
    <w:rsid w:val="009C6F2F"/>
    <w:rsid w:val="009C7490"/>
    <w:rsid w:val="009C7AD3"/>
    <w:rsid w:val="009D016B"/>
    <w:rsid w:val="009D0879"/>
    <w:rsid w:val="009D0AED"/>
    <w:rsid w:val="009D0E75"/>
    <w:rsid w:val="009D0E7E"/>
    <w:rsid w:val="009D127C"/>
    <w:rsid w:val="009D1286"/>
    <w:rsid w:val="009D15A0"/>
    <w:rsid w:val="009D15E7"/>
    <w:rsid w:val="009D1CB4"/>
    <w:rsid w:val="009D2EE3"/>
    <w:rsid w:val="009D3119"/>
    <w:rsid w:val="009D321A"/>
    <w:rsid w:val="009D3380"/>
    <w:rsid w:val="009D3403"/>
    <w:rsid w:val="009D3444"/>
    <w:rsid w:val="009D376F"/>
    <w:rsid w:val="009D37EF"/>
    <w:rsid w:val="009D3E33"/>
    <w:rsid w:val="009D3E4A"/>
    <w:rsid w:val="009D3EFE"/>
    <w:rsid w:val="009D3FCC"/>
    <w:rsid w:val="009D4035"/>
    <w:rsid w:val="009D4690"/>
    <w:rsid w:val="009D4F1A"/>
    <w:rsid w:val="009D5323"/>
    <w:rsid w:val="009D5478"/>
    <w:rsid w:val="009D5AD5"/>
    <w:rsid w:val="009D5B5B"/>
    <w:rsid w:val="009D5D80"/>
    <w:rsid w:val="009D5E3F"/>
    <w:rsid w:val="009D5FAB"/>
    <w:rsid w:val="009D65EC"/>
    <w:rsid w:val="009D6C9B"/>
    <w:rsid w:val="009D72B7"/>
    <w:rsid w:val="009D76AA"/>
    <w:rsid w:val="009D780A"/>
    <w:rsid w:val="009D7B39"/>
    <w:rsid w:val="009D7F4E"/>
    <w:rsid w:val="009E0325"/>
    <w:rsid w:val="009E0AF8"/>
    <w:rsid w:val="009E0CCE"/>
    <w:rsid w:val="009E0E3C"/>
    <w:rsid w:val="009E10D7"/>
    <w:rsid w:val="009E1305"/>
    <w:rsid w:val="009E13B6"/>
    <w:rsid w:val="009E184F"/>
    <w:rsid w:val="009E1AAA"/>
    <w:rsid w:val="009E1CD6"/>
    <w:rsid w:val="009E1DD1"/>
    <w:rsid w:val="009E1E45"/>
    <w:rsid w:val="009E224F"/>
    <w:rsid w:val="009E22EE"/>
    <w:rsid w:val="009E2345"/>
    <w:rsid w:val="009E2793"/>
    <w:rsid w:val="009E2A7E"/>
    <w:rsid w:val="009E2BC6"/>
    <w:rsid w:val="009E33A4"/>
    <w:rsid w:val="009E34F1"/>
    <w:rsid w:val="009E39E8"/>
    <w:rsid w:val="009E3CB6"/>
    <w:rsid w:val="009E4353"/>
    <w:rsid w:val="009E445A"/>
    <w:rsid w:val="009E4559"/>
    <w:rsid w:val="009E4738"/>
    <w:rsid w:val="009E4847"/>
    <w:rsid w:val="009E4D47"/>
    <w:rsid w:val="009E4DDD"/>
    <w:rsid w:val="009E4ECC"/>
    <w:rsid w:val="009E53C8"/>
    <w:rsid w:val="009E5406"/>
    <w:rsid w:val="009E5724"/>
    <w:rsid w:val="009E5958"/>
    <w:rsid w:val="009E5A08"/>
    <w:rsid w:val="009E5C6F"/>
    <w:rsid w:val="009E5E20"/>
    <w:rsid w:val="009E60E5"/>
    <w:rsid w:val="009E61F0"/>
    <w:rsid w:val="009E63BD"/>
    <w:rsid w:val="009E6456"/>
    <w:rsid w:val="009E67BA"/>
    <w:rsid w:val="009E6A1A"/>
    <w:rsid w:val="009E6BBA"/>
    <w:rsid w:val="009E6E11"/>
    <w:rsid w:val="009E705F"/>
    <w:rsid w:val="009E72F3"/>
    <w:rsid w:val="009E7463"/>
    <w:rsid w:val="009E767D"/>
    <w:rsid w:val="009E7806"/>
    <w:rsid w:val="009E7990"/>
    <w:rsid w:val="009E7F87"/>
    <w:rsid w:val="009F0063"/>
    <w:rsid w:val="009F0688"/>
    <w:rsid w:val="009F0943"/>
    <w:rsid w:val="009F095F"/>
    <w:rsid w:val="009F0D34"/>
    <w:rsid w:val="009F0F0A"/>
    <w:rsid w:val="009F1241"/>
    <w:rsid w:val="009F12F8"/>
    <w:rsid w:val="009F17DD"/>
    <w:rsid w:val="009F1965"/>
    <w:rsid w:val="009F199D"/>
    <w:rsid w:val="009F1F01"/>
    <w:rsid w:val="009F271C"/>
    <w:rsid w:val="009F2C4C"/>
    <w:rsid w:val="009F2F69"/>
    <w:rsid w:val="009F312C"/>
    <w:rsid w:val="009F340A"/>
    <w:rsid w:val="009F3654"/>
    <w:rsid w:val="009F3C72"/>
    <w:rsid w:val="009F40FE"/>
    <w:rsid w:val="009F42CB"/>
    <w:rsid w:val="009F49E5"/>
    <w:rsid w:val="009F4A07"/>
    <w:rsid w:val="009F4AB8"/>
    <w:rsid w:val="009F4F5C"/>
    <w:rsid w:val="009F4FE6"/>
    <w:rsid w:val="009F51D1"/>
    <w:rsid w:val="009F51FB"/>
    <w:rsid w:val="009F54A6"/>
    <w:rsid w:val="009F56BB"/>
    <w:rsid w:val="009F58F5"/>
    <w:rsid w:val="009F58F8"/>
    <w:rsid w:val="009F6260"/>
    <w:rsid w:val="009F6641"/>
    <w:rsid w:val="009F6EA8"/>
    <w:rsid w:val="009F7138"/>
    <w:rsid w:val="009F727A"/>
    <w:rsid w:val="009F72EE"/>
    <w:rsid w:val="009F7A9D"/>
    <w:rsid w:val="009F7AA8"/>
    <w:rsid w:val="009F7FC7"/>
    <w:rsid w:val="00A000B7"/>
    <w:rsid w:val="00A00315"/>
    <w:rsid w:val="00A005D6"/>
    <w:rsid w:val="00A00B28"/>
    <w:rsid w:val="00A01186"/>
    <w:rsid w:val="00A011BC"/>
    <w:rsid w:val="00A01457"/>
    <w:rsid w:val="00A0168D"/>
    <w:rsid w:val="00A016C6"/>
    <w:rsid w:val="00A016F4"/>
    <w:rsid w:val="00A018D9"/>
    <w:rsid w:val="00A01A7C"/>
    <w:rsid w:val="00A01D27"/>
    <w:rsid w:val="00A02273"/>
    <w:rsid w:val="00A02589"/>
    <w:rsid w:val="00A028E4"/>
    <w:rsid w:val="00A029BD"/>
    <w:rsid w:val="00A03126"/>
    <w:rsid w:val="00A03292"/>
    <w:rsid w:val="00A03447"/>
    <w:rsid w:val="00A03536"/>
    <w:rsid w:val="00A0357D"/>
    <w:rsid w:val="00A038B5"/>
    <w:rsid w:val="00A03DA3"/>
    <w:rsid w:val="00A03E02"/>
    <w:rsid w:val="00A04186"/>
    <w:rsid w:val="00A044B8"/>
    <w:rsid w:val="00A04690"/>
    <w:rsid w:val="00A04793"/>
    <w:rsid w:val="00A04871"/>
    <w:rsid w:val="00A04ADB"/>
    <w:rsid w:val="00A04DB2"/>
    <w:rsid w:val="00A04F86"/>
    <w:rsid w:val="00A05149"/>
    <w:rsid w:val="00A0524D"/>
    <w:rsid w:val="00A05544"/>
    <w:rsid w:val="00A0564A"/>
    <w:rsid w:val="00A05A8F"/>
    <w:rsid w:val="00A061EE"/>
    <w:rsid w:val="00A06748"/>
    <w:rsid w:val="00A0685C"/>
    <w:rsid w:val="00A06938"/>
    <w:rsid w:val="00A06F07"/>
    <w:rsid w:val="00A07273"/>
    <w:rsid w:val="00A07641"/>
    <w:rsid w:val="00A0765E"/>
    <w:rsid w:val="00A0778B"/>
    <w:rsid w:val="00A07CE2"/>
    <w:rsid w:val="00A07D00"/>
    <w:rsid w:val="00A07E78"/>
    <w:rsid w:val="00A100CF"/>
    <w:rsid w:val="00A106E7"/>
    <w:rsid w:val="00A1081A"/>
    <w:rsid w:val="00A108BB"/>
    <w:rsid w:val="00A109F9"/>
    <w:rsid w:val="00A10AD9"/>
    <w:rsid w:val="00A10DDC"/>
    <w:rsid w:val="00A111CB"/>
    <w:rsid w:val="00A116DD"/>
    <w:rsid w:val="00A11AEC"/>
    <w:rsid w:val="00A11C99"/>
    <w:rsid w:val="00A11D51"/>
    <w:rsid w:val="00A11E54"/>
    <w:rsid w:val="00A11F31"/>
    <w:rsid w:val="00A1241A"/>
    <w:rsid w:val="00A12666"/>
    <w:rsid w:val="00A12906"/>
    <w:rsid w:val="00A12A2D"/>
    <w:rsid w:val="00A1307C"/>
    <w:rsid w:val="00A136CF"/>
    <w:rsid w:val="00A1374E"/>
    <w:rsid w:val="00A13D2C"/>
    <w:rsid w:val="00A13F43"/>
    <w:rsid w:val="00A140AC"/>
    <w:rsid w:val="00A141AB"/>
    <w:rsid w:val="00A14ABC"/>
    <w:rsid w:val="00A14AD8"/>
    <w:rsid w:val="00A14E24"/>
    <w:rsid w:val="00A15217"/>
    <w:rsid w:val="00A1533E"/>
    <w:rsid w:val="00A154B6"/>
    <w:rsid w:val="00A154C3"/>
    <w:rsid w:val="00A159BB"/>
    <w:rsid w:val="00A15AF0"/>
    <w:rsid w:val="00A15C90"/>
    <w:rsid w:val="00A15D45"/>
    <w:rsid w:val="00A15F63"/>
    <w:rsid w:val="00A15FFD"/>
    <w:rsid w:val="00A16409"/>
    <w:rsid w:val="00A16668"/>
    <w:rsid w:val="00A16A36"/>
    <w:rsid w:val="00A16B60"/>
    <w:rsid w:val="00A1706E"/>
    <w:rsid w:val="00A1708F"/>
    <w:rsid w:val="00A173E7"/>
    <w:rsid w:val="00A17609"/>
    <w:rsid w:val="00A176BB"/>
    <w:rsid w:val="00A17B18"/>
    <w:rsid w:val="00A17D4C"/>
    <w:rsid w:val="00A17E6A"/>
    <w:rsid w:val="00A20073"/>
    <w:rsid w:val="00A2009D"/>
    <w:rsid w:val="00A200D8"/>
    <w:rsid w:val="00A201DD"/>
    <w:rsid w:val="00A20408"/>
    <w:rsid w:val="00A20427"/>
    <w:rsid w:val="00A204AC"/>
    <w:rsid w:val="00A20823"/>
    <w:rsid w:val="00A20C11"/>
    <w:rsid w:val="00A20D7F"/>
    <w:rsid w:val="00A2105E"/>
    <w:rsid w:val="00A21091"/>
    <w:rsid w:val="00A21596"/>
    <w:rsid w:val="00A2159A"/>
    <w:rsid w:val="00A21732"/>
    <w:rsid w:val="00A218FC"/>
    <w:rsid w:val="00A21A38"/>
    <w:rsid w:val="00A21CBA"/>
    <w:rsid w:val="00A21E12"/>
    <w:rsid w:val="00A22E6E"/>
    <w:rsid w:val="00A23159"/>
    <w:rsid w:val="00A2332E"/>
    <w:rsid w:val="00A2349E"/>
    <w:rsid w:val="00A237A0"/>
    <w:rsid w:val="00A23A3D"/>
    <w:rsid w:val="00A23C5C"/>
    <w:rsid w:val="00A24284"/>
    <w:rsid w:val="00A24B06"/>
    <w:rsid w:val="00A24D39"/>
    <w:rsid w:val="00A24D46"/>
    <w:rsid w:val="00A24F64"/>
    <w:rsid w:val="00A25288"/>
    <w:rsid w:val="00A254C7"/>
    <w:rsid w:val="00A25603"/>
    <w:rsid w:val="00A25BCA"/>
    <w:rsid w:val="00A2637C"/>
    <w:rsid w:val="00A26394"/>
    <w:rsid w:val="00A26440"/>
    <w:rsid w:val="00A2653F"/>
    <w:rsid w:val="00A2663B"/>
    <w:rsid w:val="00A266EE"/>
    <w:rsid w:val="00A2679A"/>
    <w:rsid w:val="00A26854"/>
    <w:rsid w:val="00A26951"/>
    <w:rsid w:val="00A2696F"/>
    <w:rsid w:val="00A269B4"/>
    <w:rsid w:val="00A26A3F"/>
    <w:rsid w:val="00A26B58"/>
    <w:rsid w:val="00A27169"/>
    <w:rsid w:val="00A27354"/>
    <w:rsid w:val="00A27438"/>
    <w:rsid w:val="00A276DA"/>
    <w:rsid w:val="00A278F6"/>
    <w:rsid w:val="00A27986"/>
    <w:rsid w:val="00A27A55"/>
    <w:rsid w:val="00A27E4A"/>
    <w:rsid w:val="00A27ECB"/>
    <w:rsid w:val="00A27F04"/>
    <w:rsid w:val="00A300A9"/>
    <w:rsid w:val="00A300CE"/>
    <w:rsid w:val="00A30201"/>
    <w:rsid w:val="00A30220"/>
    <w:rsid w:val="00A30424"/>
    <w:rsid w:val="00A304E7"/>
    <w:rsid w:val="00A30693"/>
    <w:rsid w:val="00A30A0F"/>
    <w:rsid w:val="00A30AB4"/>
    <w:rsid w:val="00A30D41"/>
    <w:rsid w:val="00A310C1"/>
    <w:rsid w:val="00A31A7B"/>
    <w:rsid w:val="00A31C8E"/>
    <w:rsid w:val="00A31F3E"/>
    <w:rsid w:val="00A31F95"/>
    <w:rsid w:val="00A32226"/>
    <w:rsid w:val="00A322E7"/>
    <w:rsid w:val="00A328A2"/>
    <w:rsid w:val="00A3292C"/>
    <w:rsid w:val="00A32DDF"/>
    <w:rsid w:val="00A331EB"/>
    <w:rsid w:val="00A33567"/>
    <w:rsid w:val="00A33603"/>
    <w:rsid w:val="00A3370C"/>
    <w:rsid w:val="00A33995"/>
    <w:rsid w:val="00A33DC9"/>
    <w:rsid w:val="00A33F88"/>
    <w:rsid w:val="00A34073"/>
    <w:rsid w:val="00A340D0"/>
    <w:rsid w:val="00A346CC"/>
    <w:rsid w:val="00A3475F"/>
    <w:rsid w:val="00A34C8F"/>
    <w:rsid w:val="00A34D89"/>
    <w:rsid w:val="00A3514A"/>
    <w:rsid w:val="00A3545C"/>
    <w:rsid w:val="00A35601"/>
    <w:rsid w:val="00A35820"/>
    <w:rsid w:val="00A35AA1"/>
    <w:rsid w:val="00A35BB1"/>
    <w:rsid w:val="00A35C7C"/>
    <w:rsid w:val="00A3620B"/>
    <w:rsid w:val="00A36263"/>
    <w:rsid w:val="00A364FE"/>
    <w:rsid w:val="00A36594"/>
    <w:rsid w:val="00A3664F"/>
    <w:rsid w:val="00A3712A"/>
    <w:rsid w:val="00A37342"/>
    <w:rsid w:val="00A37987"/>
    <w:rsid w:val="00A379CE"/>
    <w:rsid w:val="00A37E10"/>
    <w:rsid w:val="00A4003F"/>
    <w:rsid w:val="00A4010D"/>
    <w:rsid w:val="00A405B7"/>
    <w:rsid w:val="00A40876"/>
    <w:rsid w:val="00A40AD7"/>
    <w:rsid w:val="00A40B39"/>
    <w:rsid w:val="00A40B9A"/>
    <w:rsid w:val="00A40DA7"/>
    <w:rsid w:val="00A40FBC"/>
    <w:rsid w:val="00A410D4"/>
    <w:rsid w:val="00A41738"/>
    <w:rsid w:val="00A41D8B"/>
    <w:rsid w:val="00A4205C"/>
    <w:rsid w:val="00A4233B"/>
    <w:rsid w:val="00A4269D"/>
    <w:rsid w:val="00A42738"/>
    <w:rsid w:val="00A42AAE"/>
    <w:rsid w:val="00A42D52"/>
    <w:rsid w:val="00A42E23"/>
    <w:rsid w:val="00A42F9A"/>
    <w:rsid w:val="00A43216"/>
    <w:rsid w:val="00A433AC"/>
    <w:rsid w:val="00A43820"/>
    <w:rsid w:val="00A43B43"/>
    <w:rsid w:val="00A43FB0"/>
    <w:rsid w:val="00A441E7"/>
    <w:rsid w:val="00A44594"/>
    <w:rsid w:val="00A4487D"/>
    <w:rsid w:val="00A44C36"/>
    <w:rsid w:val="00A44D42"/>
    <w:rsid w:val="00A44E68"/>
    <w:rsid w:val="00A451D5"/>
    <w:rsid w:val="00A4536F"/>
    <w:rsid w:val="00A45441"/>
    <w:rsid w:val="00A4571F"/>
    <w:rsid w:val="00A4599B"/>
    <w:rsid w:val="00A45A37"/>
    <w:rsid w:val="00A45BCF"/>
    <w:rsid w:val="00A45DE9"/>
    <w:rsid w:val="00A4658F"/>
    <w:rsid w:val="00A466E2"/>
    <w:rsid w:val="00A467FB"/>
    <w:rsid w:val="00A4681D"/>
    <w:rsid w:val="00A46E30"/>
    <w:rsid w:val="00A47052"/>
    <w:rsid w:val="00A47125"/>
    <w:rsid w:val="00A474BD"/>
    <w:rsid w:val="00A477B9"/>
    <w:rsid w:val="00A47883"/>
    <w:rsid w:val="00A50143"/>
    <w:rsid w:val="00A505CE"/>
    <w:rsid w:val="00A505EE"/>
    <w:rsid w:val="00A5088C"/>
    <w:rsid w:val="00A510F8"/>
    <w:rsid w:val="00A51464"/>
    <w:rsid w:val="00A515FA"/>
    <w:rsid w:val="00A51874"/>
    <w:rsid w:val="00A5187A"/>
    <w:rsid w:val="00A51A36"/>
    <w:rsid w:val="00A51AD8"/>
    <w:rsid w:val="00A51E8E"/>
    <w:rsid w:val="00A51FC1"/>
    <w:rsid w:val="00A52082"/>
    <w:rsid w:val="00A521CC"/>
    <w:rsid w:val="00A523EE"/>
    <w:rsid w:val="00A5240C"/>
    <w:rsid w:val="00A52875"/>
    <w:rsid w:val="00A5287B"/>
    <w:rsid w:val="00A52B52"/>
    <w:rsid w:val="00A52B8F"/>
    <w:rsid w:val="00A53168"/>
    <w:rsid w:val="00A53560"/>
    <w:rsid w:val="00A539C4"/>
    <w:rsid w:val="00A53FFB"/>
    <w:rsid w:val="00A54542"/>
    <w:rsid w:val="00A54709"/>
    <w:rsid w:val="00A54A20"/>
    <w:rsid w:val="00A54A46"/>
    <w:rsid w:val="00A54BF1"/>
    <w:rsid w:val="00A55713"/>
    <w:rsid w:val="00A55A01"/>
    <w:rsid w:val="00A55A5C"/>
    <w:rsid w:val="00A55D08"/>
    <w:rsid w:val="00A55D17"/>
    <w:rsid w:val="00A56085"/>
    <w:rsid w:val="00A56225"/>
    <w:rsid w:val="00A5630F"/>
    <w:rsid w:val="00A5640C"/>
    <w:rsid w:val="00A5652D"/>
    <w:rsid w:val="00A56B41"/>
    <w:rsid w:val="00A56C28"/>
    <w:rsid w:val="00A56C4B"/>
    <w:rsid w:val="00A56FFD"/>
    <w:rsid w:val="00A5703B"/>
    <w:rsid w:val="00A570B0"/>
    <w:rsid w:val="00A5712A"/>
    <w:rsid w:val="00A57146"/>
    <w:rsid w:val="00A5716F"/>
    <w:rsid w:val="00A57555"/>
    <w:rsid w:val="00A57D74"/>
    <w:rsid w:val="00A57E8C"/>
    <w:rsid w:val="00A60190"/>
    <w:rsid w:val="00A60537"/>
    <w:rsid w:val="00A605C1"/>
    <w:rsid w:val="00A606D8"/>
    <w:rsid w:val="00A6078B"/>
    <w:rsid w:val="00A60B83"/>
    <w:rsid w:val="00A60D9C"/>
    <w:rsid w:val="00A6150E"/>
    <w:rsid w:val="00A617EB"/>
    <w:rsid w:val="00A61F8F"/>
    <w:rsid w:val="00A62335"/>
    <w:rsid w:val="00A623F7"/>
    <w:rsid w:val="00A62618"/>
    <w:rsid w:val="00A62DA7"/>
    <w:rsid w:val="00A62DF9"/>
    <w:rsid w:val="00A6301E"/>
    <w:rsid w:val="00A63237"/>
    <w:rsid w:val="00A634E8"/>
    <w:rsid w:val="00A636D1"/>
    <w:rsid w:val="00A637DF"/>
    <w:rsid w:val="00A638B8"/>
    <w:rsid w:val="00A640CB"/>
    <w:rsid w:val="00A64199"/>
    <w:rsid w:val="00A6464B"/>
    <w:rsid w:val="00A6467A"/>
    <w:rsid w:val="00A6471D"/>
    <w:rsid w:val="00A649EC"/>
    <w:rsid w:val="00A64C26"/>
    <w:rsid w:val="00A65012"/>
    <w:rsid w:val="00A65457"/>
    <w:rsid w:val="00A65B84"/>
    <w:rsid w:val="00A6604B"/>
    <w:rsid w:val="00A66305"/>
    <w:rsid w:val="00A663B7"/>
    <w:rsid w:val="00A6675F"/>
    <w:rsid w:val="00A66A5C"/>
    <w:rsid w:val="00A66D2C"/>
    <w:rsid w:val="00A66E2D"/>
    <w:rsid w:val="00A66E43"/>
    <w:rsid w:val="00A66EB2"/>
    <w:rsid w:val="00A675DA"/>
    <w:rsid w:val="00A676B9"/>
    <w:rsid w:val="00A6773C"/>
    <w:rsid w:val="00A67837"/>
    <w:rsid w:val="00A67F2E"/>
    <w:rsid w:val="00A70083"/>
    <w:rsid w:val="00A702CC"/>
    <w:rsid w:val="00A70336"/>
    <w:rsid w:val="00A70927"/>
    <w:rsid w:val="00A70E8D"/>
    <w:rsid w:val="00A71119"/>
    <w:rsid w:val="00A71219"/>
    <w:rsid w:val="00A71234"/>
    <w:rsid w:val="00A7135B"/>
    <w:rsid w:val="00A715E3"/>
    <w:rsid w:val="00A716E4"/>
    <w:rsid w:val="00A7186C"/>
    <w:rsid w:val="00A718E6"/>
    <w:rsid w:val="00A71CBB"/>
    <w:rsid w:val="00A71F13"/>
    <w:rsid w:val="00A72112"/>
    <w:rsid w:val="00A722F2"/>
    <w:rsid w:val="00A72414"/>
    <w:rsid w:val="00A7241D"/>
    <w:rsid w:val="00A72481"/>
    <w:rsid w:val="00A724DA"/>
    <w:rsid w:val="00A72518"/>
    <w:rsid w:val="00A7269B"/>
    <w:rsid w:val="00A728E0"/>
    <w:rsid w:val="00A72BCF"/>
    <w:rsid w:val="00A72D07"/>
    <w:rsid w:val="00A72D4F"/>
    <w:rsid w:val="00A73420"/>
    <w:rsid w:val="00A7363E"/>
    <w:rsid w:val="00A737C5"/>
    <w:rsid w:val="00A7381E"/>
    <w:rsid w:val="00A7392A"/>
    <w:rsid w:val="00A739B8"/>
    <w:rsid w:val="00A73A10"/>
    <w:rsid w:val="00A73A16"/>
    <w:rsid w:val="00A73AA3"/>
    <w:rsid w:val="00A741AF"/>
    <w:rsid w:val="00A744A3"/>
    <w:rsid w:val="00A745E2"/>
    <w:rsid w:val="00A74848"/>
    <w:rsid w:val="00A74A10"/>
    <w:rsid w:val="00A74EA3"/>
    <w:rsid w:val="00A74EFB"/>
    <w:rsid w:val="00A750D9"/>
    <w:rsid w:val="00A75478"/>
    <w:rsid w:val="00A754E4"/>
    <w:rsid w:val="00A755C0"/>
    <w:rsid w:val="00A75B49"/>
    <w:rsid w:val="00A762AF"/>
    <w:rsid w:val="00A764A8"/>
    <w:rsid w:val="00A764B7"/>
    <w:rsid w:val="00A765F7"/>
    <w:rsid w:val="00A7683F"/>
    <w:rsid w:val="00A76B96"/>
    <w:rsid w:val="00A76BBD"/>
    <w:rsid w:val="00A76C6F"/>
    <w:rsid w:val="00A76FBF"/>
    <w:rsid w:val="00A77251"/>
    <w:rsid w:val="00A7727D"/>
    <w:rsid w:val="00A77389"/>
    <w:rsid w:val="00A77BC8"/>
    <w:rsid w:val="00A77D42"/>
    <w:rsid w:val="00A77F8A"/>
    <w:rsid w:val="00A8000D"/>
    <w:rsid w:val="00A8003C"/>
    <w:rsid w:val="00A80594"/>
    <w:rsid w:val="00A80673"/>
    <w:rsid w:val="00A807C0"/>
    <w:rsid w:val="00A807D5"/>
    <w:rsid w:val="00A80BC5"/>
    <w:rsid w:val="00A80D5C"/>
    <w:rsid w:val="00A811D7"/>
    <w:rsid w:val="00A8123E"/>
    <w:rsid w:val="00A812D8"/>
    <w:rsid w:val="00A812F7"/>
    <w:rsid w:val="00A815FB"/>
    <w:rsid w:val="00A8163A"/>
    <w:rsid w:val="00A81A14"/>
    <w:rsid w:val="00A81D80"/>
    <w:rsid w:val="00A822D1"/>
    <w:rsid w:val="00A82309"/>
    <w:rsid w:val="00A823D9"/>
    <w:rsid w:val="00A82426"/>
    <w:rsid w:val="00A8278E"/>
    <w:rsid w:val="00A82990"/>
    <w:rsid w:val="00A82C52"/>
    <w:rsid w:val="00A82DF3"/>
    <w:rsid w:val="00A834A0"/>
    <w:rsid w:val="00A834B7"/>
    <w:rsid w:val="00A839BC"/>
    <w:rsid w:val="00A83A6A"/>
    <w:rsid w:val="00A83E1D"/>
    <w:rsid w:val="00A84213"/>
    <w:rsid w:val="00A8426E"/>
    <w:rsid w:val="00A842CA"/>
    <w:rsid w:val="00A8434F"/>
    <w:rsid w:val="00A8445D"/>
    <w:rsid w:val="00A84792"/>
    <w:rsid w:val="00A8495D"/>
    <w:rsid w:val="00A84C4F"/>
    <w:rsid w:val="00A84DF2"/>
    <w:rsid w:val="00A84FED"/>
    <w:rsid w:val="00A850BD"/>
    <w:rsid w:val="00A8519D"/>
    <w:rsid w:val="00A855D8"/>
    <w:rsid w:val="00A859B2"/>
    <w:rsid w:val="00A85A77"/>
    <w:rsid w:val="00A85C38"/>
    <w:rsid w:val="00A8601E"/>
    <w:rsid w:val="00A86041"/>
    <w:rsid w:val="00A869A8"/>
    <w:rsid w:val="00A869D2"/>
    <w:rsid w:val="00A86B9A"/>
    <w:rsid w:val="00A8713C"/>
    <w:rsid w:val="00A87177"/>
    <w:rsid w:val="00A87850"/>
    <w:rsid w:val="00A879E1"/>
    <w:rsid w:val="00A87B41"/>
    <w:rsid w:val="00A87FBB"/>
    <w:rsid w:val="00A9023C"/>
    <w:rsid w:val="00A902C5"/>
    <w:rsid w:val="00A90690"/>
    <w:rsid w:val="00A90B10"/>
    <w:rsid w:val="00A90D59"/>
    <w:rsid w:val="00A91891"/>
    <w:rsid w:val="00A91A57"/>
    <w:rsid w:val="00A91CAE"/>
    <w:rsid w:val="00A91CE3"/>
    <w:rsid w:val="00A91D3C"/>
    <w:rsid w:val="00A91F02"/>
    <w:rsid w:val="00A9206A"/>
    <w:rsid w:val="00A9222E"/>
    <w:rsid w:val="00A92405"/>
    <w:rsid w:val="00A9276A"/>
    <w:rsid w:val="00A92799"/>
    <w:rsid w:val="00A93061"/>
    <w:rsid w:val="00A930F0"/>
    <w:rsid w:val="00A93329"/>
    <w:rsid w:val="00A933CD"/>
    <w:rsid w:val="00A93612"/>
    <w:rsid w:val="00A93A86"/>
    <w:rsid w:val="00A93C34"/>
    <w:rsid w:val="00A941FF"/>
    <w:rsid w:val="00A94256"/>
    <w:rsid w:val="00A94466"/>
    <w:rsid w:val="00A944E2"/>
    <w:rsid w:val="00A94DBE"/>
    <w:rsid w:val="00A95302"/>
    <w:rsid w:val="00A956D1"/>
    <w:rsid w:val="00A956F4"/>
    <w:rsid w:val="00A959F0"/>
    <w:rsid w:val="00A95C0C"/>
    <w:rsid w:val="00A96818"/>
    <w:rsid w:val="00A96D5C"/>
    <w:rsid w:val="00A96D70"/>
    <w:rsid w:val="00A9708E"/>
    <w:rsid w:val="00A971A9"/>
    <w:rsid w:val="00A97213"/>
    <w:rsid w:val="00A97449"/>
    <w:rsid w:val="00A975CB"/>
    <w:rsid w:val="00A97F56"/>
    <w:rsid w:val="00AA0634"/>
    <w:rsid w:val="00AA081B"/>
    <w:rsid w:val="00AA09CB"/>
    <w:rsid w:val="00AA0B9C"/>
    <w:rsid w:val="00AA0F4C"/>
    <w:rsid w:val="00AA1016"/>
    <w:rsid w:val="00AA12BC"/>
    <w:rsid w:val="00AA161F"/>
    <w:rsid w:val="00AA167E"/>
    <w:rsid w:val="00AA193E"/>
    <w:rsid w:val="00AA1CFA"/>
    <w:rsid w:val="00AA1DF2"/>
    <w:rsid w:val="00AA1EBE"/>
    <w:rsid w:val="00AA1F30"/>
    <w:rsid w:val="00AA1FDA"/>
    <w:rsid w:val="00AA2056"/>
    <w:rsid w:val="00AA20F6"/>
    <w:rsid w:val="00AA2139"/>
    <w:rsid w:val="00AA23C1"/>
    <w:rsid w:val="00AA23D8"/>
    <w:rsid w:val="00AA23F7"/>
    <w:rsid w:val="00AA265A"/>
    <w:rsid w:val="00AA2B61"/>
    <w:rsid w:val="00AA2CDF"/>
    <w:rsid w:val="00AA2D08"/>
    <w:rsid w:val="00AA2E65"/>
    <w:rsid w:val="00AA3136"/>
    <w:rsid w:val="00AA3434"/>
    <w:rsid w:val="00AA38BD"/>
    <w:rsid w:val="00AA39DC"/>
    <w:rsid w:val="00AA3AC4"/>
    <w:rsid w:val="00AA3E8F"/>
    <w:rsid w:val="00AA42A5"/>
    <w:rsid w:val="00AA4391"/>
    <w:rsid w:val="00AA44E3"/>
    <w:rsid w:val="00AA45E9"/>
    <w:rsid w:val="00AA46B9"/>
    <w:rsid w:val="00AA4C59"/>
    <w:rsid w:val="00AA4F1C"/>
    <w:rsid w:val="00AA52CD"/>
    <w:rsid w:val="00AA52DD"/>
    <w:rsid w:val="00AA52E1"/>
    <w:rsid w:val="00AA554E"/>
    <w:rsid w:val="00AA56EC"/>
    <w:rsid w:val="00AA57A1"/>
    <w:rsid w:val="00AA5A9D"/>
    <w:rsid w:val="00AA5E4F"/>
    <w:rsid w:val="00AA60F0"/>
    <w:rsid w:val="00AA647A"/>
    <w:rsid w:val="00AA64DD"/>
    <w:rsid w:val="00AA6AA7"/>
    <w:rsid w:val="00AA6C6E"/>
    <w:rsid w:val="00AA6C7C"/>
    <w:rsid w:val="00AA745A"/>
    <w:rsid w:val="00AA7932"/>
    <w:rsid w:val="00AA79BF"/>
    <w:rsid w:val="00AB0179"/>
    <w:rsid w:val="00AB029E"/>
    <w:rsid w:val="00AB0AEF"/>
    <w:rsid w:val="00AB0D02"/>
    <w:rsid w:val="00AB121C"/>
    <w:rsid w:val="00AB1358"/>
    <w:rsid w:val="00AB1463"/>
    <w:rsid w:val="00AB17BD"/>
    <w:rsid w:val="00AB18D9"/>
    <w:rsid w:val="00AB1CAD"/>
    <w:rsid w:val="00AB2B1F"/>
    <w:rsid w:val="00AB2B25"/>
    <w:rsid w:val="00AB3064"/>
    <w:rsid w:val="00AB3292"/>
    <w:rsid w:val="00AB3668"/>
    <w:rsid w:val="00AB39A8"/>
    <w:rsid w:val="00AB39A9"/>
    <w:rsid w:val="00AB3BB3"/>
    <w:rsid w:val="00AB3E38"/>
    <w:rsid w:val="00AB446B"/>
    <w:rsid w:val="00AB48A9"/>
    <w:rsid w:val="00AB48C0"/>
    <w:rsid w:val="00AB4A23"/>
    <w:rsid w:val="00AB4AB3"/>
    <w:rsid w:val="00AB4F26"/>
    <w:rsid w:val="00AB4FE6"/>
    <w:rsid w:val="00AB5352"/>
    <w:rsid w:val="00AB5B66"/>
    <w:rsid w:val="00AB64B3"/>
    <w:rsid w:val="00AB65EE"/>
    <w:rsid w:val="00AB69B1"/>
    <w:rsid w:val="00AB6A0C"/>
    <w:rsid w:val="00AB6A1F"/>
    <w:rsid w:val="00AB6F12"/>
    <w:rsid w:val="00AB706E"/>
    <w:rsid w:val="00AB70BA"/>
    <w:rsid w:val="00AB7262"/>
    <w:rsid w:val="00AB7424"/>
    <w:rsid w:val="00AB7459"/>
    <w:rsid w:val="00AB752B"/>
    <w:rsid w:val="00AB7569"/>
    <w:rsid w:val="00AC0086"/>
    <w:rsid w:val="00AC04F3"/>
    <w:rsid w:val="00AC094C"/>
    <w:rsid w:val="00AC0A8B"/>
    <w:rsid w:val="00AC0CA7"/>
    <w:rsid w:val="00AC0CCC"/>
    <w:rsid w:val="00AC0D44"/>
    <w:rsid w:val="00AC1455"/>
    <w:rsid w:val="00AC1512"/>
    <w:rsid w:val="00AC162B"/>
    <w:rsid w:val="00AC1693"/>
    <w:rsid w:val="00AC1745"/>
    <w:rsid w:val="00AC1BB7"/>
    <w:rsid w:val="00AC1D0C"/>
    <w:rsid w:val="00AC1FAB"/>
    <w:rsid w:val="00AC2133"/>
    <w:rsid w:val="00AC213B"/>
    <w:rsid w:val="00AC2225"/>
    <w:rsid w:val="00AC2354"/>
    <w:rsid w:val="00AC2BBA"/>
    <w:rsid w:val="00AC331F"/>
    <w:rsid w:val="00AC3984"/>
    <w:rsid w:val="00AC40E1"/>
    <w:rsid w:val="00AC4306"/>
    <w:rsid w:val="00AC44F0"/>
    <w:rsid w:val="00AC4CEF"/>
    <w:rsid w:val="00AC4E0D"/>
    <w:rsid w:val="00AC50B2"/>
    <w:rsid w:val="00AC537F"/>
    <w:rsid w:val="00AC5425"/>
    <w:rsid w:val="00AC5463"/>
    <w:rsid w:val="00AC5877"/>
    <w:rsid w:val="00AC5993"/>
    <w:rsid w:val="00AC5D2A"/>
    <w:rsid w:val="00AC5FCF"/>
    <w:rsid w:val="00AC61CD"/>
    <w:rsid w:val="00AC6328"/>
    <w:rsid w:val="00AC65A7"/>
    <w:rsid w:val="00AC670B"/>
    <w:rsid w:val="00AC67C3"/>
    <w:rsid w:val="00AC6847"/>
    <w:rsid w:val="00AC6885"/>
    <w:rsid w:val="00AC6D09"/>
    <w:rsid w:val="00AC6E9D"/>
    <w:rsid w:val="00AC707F"/>
    <w:rsid w:val="00AC70BD"/>
    <w:rsid w:val="00AC724C"/>
    <w:rsid w:val="00AC7257"/>
    <w:rsid w:val="00AC76E3"/>
    <w:rsid w:val="00AC7B69"/>
    <w:rsid w:val="00AC7C2B"/>
    <w:rsid w:val="00AC7C82"/>
    <w:rsid w:val="00AC7CC6"/>
    <w:rsid w:val="00AD04D6"/>
    <w:rsid w:val="00AD0B83"/>
    <w:rsid w:val="00AD0BA4"/>
    <w:rsid w:val="00AD0CB5"/>
    <w:rsid w:val="00AD1118"/>
    <w:rsid w:val="00AD1523"/>
    <w:rsid w:val="00AD174E"/>
    <w:rsid w:val="00AD1887"/>
    <w:rsid w:val="00AD198B"/>
    <w:rsid w:val="00AD1AB6"/>
    <w:rsid w:val="00AD1B18"/>
    <w:rsid w:val="00AD1B38"/>
    <w:rsid w:val="00AD1F08"/>
    <w:rsid w:val="00AD20BC"/>
    <w:rsid w:val="00AD21E0"/>
    <w:rsid w:val="00AD21FC"/>
    <w:rsid w:val="00AD2285"/>
    <w:rsid w:val="00AD2344"/>
    <w:rsid w:val="00AD2821"/>
    <w:rsid w:val="00AD28C6"/>
    <w:rsid w:val="00AD2A17"/>
    <w:rsid w:val="00AD3080"/>
    <w:rsid w:val="00AD320D"/>
    <w:rsid w:val="00AD34A2"/>
    <w:rsid w:val="00AD358D"/>
    <w:rsid w:val="00AD35DA"/>
    <w:rsid w:val="00AD4932"/>
    <w:rsid w:val="00AD4A58"/>
    <w:rsid w:val="00AD4D8C"/>
    <w:rsid w:val="00AD526F"/>
    <w:rsid w:val="00AD5460"/>
    <w:rsid w:val="00AD54CA"/>
    <w:rsid w:val="00AD56F8"/>
    <w:rsid w:val="00AD5A4D"/>
    <w:rsid w:val="00AD5B09"/>
    <w:rsid w:val="00AD5BEA"/>
    <w:rsid w:val="00AD5F7C"/>
    <w:rsid w:val="00AD6005"/>
    <w:rsid w:val="00AD634F"/>
    <w:rsid w:val="00AD6969"/>
    <w:rsid w:val="00AD697A"/>
    <w:rsid w:val="00AD698E"/>
    <w:rsid w:val="00AD6A13"/>
    <w:rsid w:val="00AD6C9C"/>
    <w:rsid w:val="00AD6D4F"/>
    <w:rsid w:val="00AD6DBE"/>
    <w:rsid w:val="00AD6F63"/>
    <w:rsid w:val="00AD6F9E"/>
    <w:rsid w:val="00AD737C"/>
    <w:rsid w:val="00AD7547"/>
    <w:rsid w:val="00AD75EF"/>
    <w:rsid w:val="00AD75FF"/>
    <w:rsid w:val="00AD7806"/>
    <w:rsid w:val="00AE020A"/>
    <w:rsid w:val="00AE0441"/>
    <w:rsid w:val="00AE062D"/>
    <w:rsid w:val="00AE08D6"/>
    <w:rsid w:val="00AE0D6A"/>
    <w:rsid w:val="00AE0E5E"/>
    <w:rsid w:val="00AE107C"/>
    <w:rsid w:val="00AE1451"/>
    <w:rsid w:val="00AE18B4"/>
    <w:rsid w:val="00AE18F3"/>
    <w:rsid w:val="00AE1916"/>
    <w:rsid w:val="00AE1A19"/>
    <w:rsid w:val="00AE1A8A"/>
    <w:rsid w:val="00AE1E6D"/>
    <w:rsid w:val="00AE214E"/>
    <w:rsid w:val="00AE2638"/>
    <w:rsid w:val="00AE2B0A"/>
    <w:rsid w:val="00AE2BFA"/>
    <w:rsid w:val="00AE3044"/>
    <w:rsid w:val="00AE324D"/>
    <w:rsid w:val="00AE3414"/>
    <w:rsid w:val="00AE354D"/>
    <w:rsid w:val="00AE38EB"/>
    <w:rsid w:val="00AE3A3B"/>
    <w:rsid w:val="00AE3C02"/>
    <w:rsid w:val="00AE3F7D"/>
    <w:rsid w:val="00AE44C7"/>
    <w:rsid w:val="00AE44D2"/>
    <w:rsid w:val="00AE4913"/>
    <w:rsid w:val="00AE4BB2"/>
    <w:rsid w:val="00AE4C10"/>
    <w:rsid w:val="00AE4F3A"/>
    <w:rsid w:val="00AE500D"/>
    <w:rsid w:val="00AE501F"/>
    <w:rsid w:val="00AE508F"/>
    <w:rsid w:val="00AE56B6"/>
    <w:rsid w:val="00AE56E1"/>
    <w:rsid w:val="00AE5805"/>
    <w:rsid w:val="00AE5C68"/>
    <w:rsid w:val="00AE61B7"/>
    <w:rsid w:val="00AE66F6"/>
    <w:rsid w:val="00AE6C8A"/>
    <w:rsid w:val="00AE6DD3"/>
    <w:rsid w:val="00AE6F4E"/>
    <w:rsid w:val="00AE7639"/>
    <w:rsid w:val="00AE7A16"/>
    <w:rsid w:val="00AE7EAA"/>
    <w:rsid w:val="00AF0983"/>
    <w:rsid w:val="00AF0B3C"/>
    <w:rsid w:val="00AF0F0D"/>
    <w:rsid w:val="00AF11C1"/>
    <w:rsid w:val="00AF14E2"/>
    <w:rsid w:val="00AF19DB"/>
    <w:rsid w:val="00AF1B76"/>
    <w:rsid w:val="00AF1CF2"/>
    <w:rsid w:val="00AF1DD5"/>
    <w:rsid w:val="00AF2112"/>
    <w:rsid w:val="00AF2114"/>
    <w:rsid w:val="00AF2117"/>
    <w:rsid w:val="00AF23BD"/>
    <w:rsid w:val="00AF2576"/>
    <w:rsid w:val="00AF2917"/>
    <w:rsid w:val="00AF2BDB"/>
    <w:rsid w:val="00AF2D1A"/>
    <w:rsid w:val="00AF2EF5"/>
    <w:rsid w:val="00AF31FD"/>
    <w:rsid w:val="00AF36C1"/>
    <w:rsid w:val="00AF3D80"/>
    <w:rsid w:val="00AF3E5B"/>
    <w:rsid w:val="00AF425F"/>
    <w:rsid w:val="00AF42D3"/>
    <w:rsid w:val="00AF4349"/>
    <w:rsid w:val="00AF4A20"/>
    <w:rsid w:val="00AF4BF1"/>
    <w:rsid w:val="00AF4D47"/>
    <w:rsid w:val="00AF5300"/>
    <w:rsid w:val="00AF5344"/>
    <w:rsid w:val="00AF56B8"/>
    <w:rsid w:val="00AF5AC0"/>
    <w:rsid w:val="00AF5F73"/>
    <w:rsid w:val="00AF670E"/>
    <w:rsid w:val="00AF69A3"/>
    <w:rsid w:val="00AF6D5A"/>
    <w:rsid w:val="00AF7145"/>
    <w:rsid w:val="00AF71C7"/>
    <w:rsid w:val="00AF728D"/>
    <w:rsid w:val="00AF7423"/>
    <w:rsid w:val="00AF7538"/>
    <w:rsid w:val="00AF7684"/>
    <w:rsid w:val="00AF7769"/>
    <w:rsid w:val="00AF776F"/>
    <w:rsid w:val="00AF7AEF"/>
    <w:rsid w:val="00AF7DB6"/>
    <w:rsid w:val="00B00824"/>
    <w:rsid w:val="00B00891"/>
    <w:rsid w:val="00B008C9"/>
    <w:rsid w:val="00B00D70"/>
    <w:rsid w:val="00B00D8E"/>
    <w:rsid w:val="00B00FCA"/>
    <w:rsid w:val="00B010E5"/>
    <w:rsid w:val="00B01543"/>
    <w:rsid w:val="00B01684"/>
    <w:rsid w:val="00B01700"/>
    <w:rsid w:val="00B02379"/>
    <w:rsid w:val="00B02953"/>
    <w:rsid w:val="00B02975"/>
    <w:rsid w:val="00B02FCC"/>
    <w:rsid w:val="00B030EA"/>
    <w:rsid w:val="00B032F9"/>
    <w:rsid w:val="00B03344"/>
    <w:rsid w:val="00B036CB"/>
    <w:rsid w:val="00B03DA3"/>
    <w:rsid w:val="00B03FEE"/>
    <w:rsid w:val="00B04041"/>
    <w:rsid w:val="00B041E6"/>
    <w:rsid w:val="00B04219"/>
    <w:rsid w:val="00B0481E"/>
    <w:rsid w:val="00B0488B"/>
    <w:rsid w:val="00B051CA"/>
    <w:rsid w:val="00B05207"/>
    <w:rsid w:val="00B055A7"/>
    <w:rsid w:val="00B058A9"/>
    <w:rsid w:val="00B05A53"/>
    <w:rsid w:val="00B05FF8"/>
    <w:rsid w:val="00B064AE"/>
    <w:rsid w:val="00B067D9"/>
    <w:rsid w:val="00B0685D"/>
    <w:rsid w:val="00B06ADE"/>
    <w:rsid w:val="00B06FEA"/>
    <w:rsid w:val="00B070C5"/>
    <w:rsid w:val="00B076D8"/>
    <w:rsid w:val="00B07819"/>
    <w:rsid w:val="00B07A05"/>
    <w:rsid w:val="00B07D32"/>
    <w:rsid w:val="00B07D39"/>
    <w:rsid w:val="00B10195"/>
    <w:rsid w:val="00B10434"/>
    <w:rsid w:val="00B10603"/>
    <w:rsid w:val="00B109DD"/>
    <w:rsid w:val="00B10D39"/>
    <w:rsid w:val="00B1119C"/>
    <w:rsid w:val="00B11657"/>
    <w:rsid w:val="00B1167D"/>
    <w:rsid w:val="00B117A1"/>
    <w:rsid w:val="00B117F0"/>
    <w:rsid w:val="00B11BF3"/>
    <w:rsid w:val="00B11C1C"/>
    <w:rsid w:val="00B11DD0"/>
    <w:rsid w:val="00B11EDE"/>
    <w:rsid w:val="00B11F24"/>
    <w:rsid w:val="00B1203A"/>
    <w:rsid w:val="00B122E3"/>
    <w:rsid w:val="00B12438"/>
    <w:rsid w:val="00B1263C"/>
    <w:rsid w:val="00B12843"/>
    <w:rsid w:val="00B12CBD"/>
    <w:rsid w:val="00B12CDE"/>
    <w:rsid w:val="00B12FE5"/>
    <w:rsid w:val="00B130EC"/>
    <w:rsid w:val="00B13606"/>
    <w:rsid w:val="00B13641"/>
    <w:rsid w:val="00B13880"/>
    <w:rsid w:val="00B13AED"/>
    <w:rsid w:val="00B13F4B"/>
    <w:rsid w:val="00B1449C"/>
    <w:rsid w:val="00B1458A"/>
    <w:rsid w:val="00B145C3"/>
    <w:rsid w:val="00B14649"/>
    <w:rsid w:val="00B146D2"/>
    <w:rsid w:val="00B1483C"/>
    <w:rsid w:val="00B148DA"/>
    <w:rsid w:val="00B14C76"/>
    <w:rsid w:val="00B14D55"/>
    <w:rsid w:val="00B14F4D"/>
    <w:rsid w:val="00B15096"/>
    <w:rsid w:val="00B152CB"/>
    <w:rsid w:val="00B1591F"/>
    <w:rsid w:val="00B15FBA"/>
    <w:rsid w:val="00B163F6"/>
    <w:rsid w:val="00B16C08"/>
    <w:rsid w:val="00B16F3A"/>
    <w:rsid w:val="00B16F8B"/>
    <w:rsid w:val="00B1743F"/>
    <w:rsid w:val="00B174D9"/>
    <w:rsid w:val="00B175BA"/>
    <w:rsid w:val="00B1767C"/>
    <w:rsid w:val="00B17683"/>
    <w:rsid w:val="00B1771A"/>
    <w:rsid w:val="00B17E99"/>
    <w:rsid w:val="00B17FDC"/>
    <w:rsid w:val="00B204F1"/>
    <w:rsid w:val="00B20DBA"/>
    <w:rsid w:val="00B20ED5"/>
    <w:rsid w:val="00B210A9"/>
    <w:rsid w:val="00B216F7"/>
    <w:rsid w:val="00B21B1B"/>
    <w:rsid w:val="00B21B9E"/>
    <w:rsid w:val="00B22253"/>
    <w:rsid w:val="00B22300"/>
    <w:rsid w:val="00B22308"/>
    <w:rsid w:val="00B226C8"/>
    <w:rsid w:val="00B22723"/>
    <w:rsid w:val="00B22845"/>
    <w:rsid w:val="00B22A30"/>
    <w:rsid w:val="00B22DD8"/>
    <w:rsid w:val="00B230E8"/>
    <w:rsid w:val="00B236C3"/>
    <w:rsid w:val="00B2379F"/>
    <w:rsid w:val="00B23A2A"/>
    <w:rsid w:val="00B23A9F"/>
    <w:rsid w:val="00B23C2F"/>
    <w:rsid w:val="00B245EF"/>
    <w:rsid w:val="00B24743"/>
    <w:rsid w:val="00B24859"/>
    <w:rsid w:val="00B24875"/>
    <w:rsid w:val="00B24A63"/>
    <w:rsid w:val="00B24D8C"/>
    <w:rsid w:val="00B24E2D"/>
    <w:rsid w:val="00B2545E"/>
    <w:rsid w:val="00B254B3"/>
    <w:rsid w:val="00B256F3"/>
    <w:rsid w:val="00B25867"/>
    <w:rsid w:val="00B258B4"/>
    <w:rsid w:val="00B25A2B"/>
    <w:rsid w:val="00B26289"/>
    <w:rsid w:val="00B26391"/>
    <w:rsid w:val="00B26520"/>
    <w:rsid w:val="00B26626"/>
    <w:rsid w:val="00B26782"/>
    <w:rsid w:val="00B2699D"/>
    <w:rsid w:val="00B26FBD"/>
    <w:rsid w:val="00B275AF"/>
    <w:rsid w:val="00B27992"/>
    <w:rsid w:val="00B279AD"/>
    <w:rsid w:val="00B27C3F"/>
    <w:rsid w:val="00B27D80"/>
    <w:rsid w:val="00B27DDF"/>
    <w:rsid w:val="00B27E35"/>
    <w:rsid w:val="00B27EE8"/>
    <w:rsid w:val="00B302DB"/>
    <w:rsid w:val="00B30998"/>
    <w:rsid w:val="00B30CDC"/>
    <w:rsid w:val="00B3108C"/>
    <w:rsid w:val="00B31214"/>
    <w:rsid w:val="00B318D1"/>
    <w:rsid w:val="00B31D41"/>
    <w:rsid w:val="00B320A9"/>
    <w:rsid w:val="00B320B5"/>
    <w:rsid w:val="00B32293"/>
    <w:rsid w:val="00B326D8"/>
    <w:rsid w:val="00B327E7"/>
    <w:rsid w:val="00B32939"/>
    <w:rsid w:val="00B32A52"/>
    <w:rsid w:val="00B32C76"/>
    <w:rsid w:val="00B32C89"/>
    <w:rsid w:val="00B331B0"/>
    <w:rsid w:val="00B3331F"/>
    <w:rsid w:val="00B335B5"/>
    <w:rsid w:val="00B33734"/>
    <w:rsid w:val="00B33B79"/>
    <w:rsid w:val="00B34028"/>
    <w:rsid w:val="00B345DE"/>
    <w:rsid w:val="00B34927"/>
    <w:rsid w:val="00B34B55"/>
    <w:rsid w:val="00B34BF9"/>
    <w:rsid w:val="00B352BC"/>
    <w:rsid w:val="00B358A2"/>
    <w:rsid w:val="00B35B2A"/>
    <w:rsid w:val="00B36056"/>
    <w:rsid w:val="00B364EE"/>
    <w:rsid w:val="00B368F4"/>
    <w:rsid w:val="00B36929"/>
    <w:rsid w:val="00B36A8B"/>
    <w:rsid w:val="00B36AE1"/>
    <w:rsid w:val="00B36DEC"/>
    <w:rsid w:val="00B37015"/>
    <w:rsid w:val="00B37204"/>
    <w:rsid w:val="00B37C66"/>
    <w:rsid w:val="00B37EB2"/>
    <w:rsid w:val="00B4035B"/>
    <w:rsid w:val="00B4069A"/>
    <w:rsid w:val="00B408AE"/>
    <w:rsid w:val="00B411CA"/>
    <w:rsid w:val="00B4127C"/>
    <w:rsid w:val="00B413C3"/>
    <w:rsid w:val="00B413F7"/>
    <w:rsid w:val="00B417AA"/>
    <w:rsid w:val="00B41838"/>
    <w:rsid w:val="00B418EB"/>
    <w:rsid w:val="00B41AD2"/>
    <w:rsid w:val="00B41F02"/>
    <w:rsid w:val="00B41FA5"/>
    <w:rsid w:val="00B42038"/>
    <w:rsid w:val="00B42171"/>
    <w:rsid w:val="00B423F3"/>
    <w:rsid w:val="00B42D5C"/>
    <w:rsid w:val="00B43181"/>
    <w:rsid w:val="00B43307"/>
    <w:rsid w:val="00B43614"/>
    <w:rsid w:val="00B438BC"/>
    <w:rsid w:val="00B438C8"/>
    <w:rsid w:val="00B43A7D"/>
    <w:rsid w:val="00B43D1E"/>
    <w:rsid w:val="00B43DC2"/>
    <w:rsid w:val="00B44591"/>
    <w:rsid w:val="00B445B5"/>
    <w:rsid w:val="00B446A9"/>
    <w:rsid w:val="00B44971"/>
    <w:rsid w:val="00B44E80"/>
    <w:rsid w:val="00B45545"/>
    <w:rsid w:val="00B457C5"/>
    <w:rsid w:val="00B457EE"/>
    <w:rsid w:val="00B45984"/>
    <w:rsid w:val="00B45DA9"/>
    <w:rsid w:val="00B460AF"/>
    <w:rsid w:val="00B4614E"/>
    <w:rsid w:val="00B46993"/>
    <w:rsid w:val="00B469CC"/>
    <w:rsid w:val="00B46B4D"/>
    <w:rsid w:val="00B46C91"/>
    <w:rsid w:val="00B46EC3"/>
    <w:rsid w:val="00B47594"/>
    <w:rsid w:val="00B47AED"/>
    <w:rsid w:val="00B47E82"/>
    <w:rsid w:val="00B47F7D"/>
    <w:rsid w:val="00B47F8F"/>
    <w:rsid w:val="00B50370"/>
    <w:rsid w:val="00B50ACF"/>
    <w:rsid w:val="00B50C99"/>
    <w:rsid w:val="00B50FD3"/>
    <w:rsid w:val="00B51659"/>
    <w:rsid w:val="00B516A5"/>
    <w:rsid w:val="00B516FA"/>
    <w:rsid w:val="00B51747"/>
    <w:rsid w:val="00B51979"/>
    <w:rsid w:val="00B51AC0"/>
    <w:rsid w:val="00B51D7B"/>
    <w:rsid w:val="00B51D85"/>
    <w:rsid w:val="00B51F4D"/>
    <w:rsid w:val="00B51F6D"/>
    <w:rsid w:val="00B520E3"/>
    <w:rsid w:val="00B52934"/>
    <w:rsid w:val="00B52BEC"/>
    <w:rsid w:val="00B52E16"/>
    <w:rsid w:val="00B5313C"/>
    <w:rsid w:val="00B53517"/>
    <w:rsid w:val="00B53B5E"/>
    <w:rsid w:val="00B53D39"/>
    <w:rsid w:val="00B53FFE"/>
    <w:rsid w:val="00B5406B"/>
    <w:rsid w:val="00B5418C"/>
    <w:rsid w:val="00B54218"/>
    <w:rsid w:val="00B5421F"/>
    <w:rsid w:val="00B542F5"/>
    <w:rsid w:val="00B5443D"/>
    <w:rsid w:val="00B5454D"/>
    <w:rsid w:val="00B5455F"/>
    <w:rsid w:val="00B54A55"/>
    <w:rsid w:val="00B54D24"/>
    <w:rsid w:val="00B55248"/>
    <w:rsid w:val="00B55496"/>
    <w:rsid w:val="00B5596F"/>
    <w:rsid w:val="00B55B2E"/>
    <w:rsid w:val="00B55C7C"/>
    <w:rsid w:val="00B5611A"/>
    <w:rsid w:val="00B562E1"/>
    <w:rsid w:val="00B5638F"/>
    <w:rsid w:val="00B56A4E"/>
    <w:rsid w:val="00B56A5E"/>
    <w:rsid w:val="00B56B8E"/>
    <w:rsid w:val="00B56D1C"/>
    <w:rsid w:val="00B56DE1"/>
    <w:rsid w:val="00B5712E"/>
    <w:rsid w:val="00B573E8"/>
    <w:rsid w:val="00B5769C"/>
    <w:rsid w:val="00B5783E"/>
    <w:rsid w:val="00B57B2A"/>
    <w:rsid w:val="00B57E34"/>
    <w:rsid w:val="00B605D9"/>
    <w:rsid w:val="00B60630"/>
    <w:rsid w:val="00B60B00"/>
    <w:rsid w:val="00B60F1C"/>
    <w:rsid w:val="00B612C6"/>
    <w:rsid w:val="00B61A45"/>
    <w:rsid w:val="00B61BB2"/>
    <w:rsid w:val="00B61E6F"/>
    <w:rsid w:val="00B61F80"/>
    <w:rsid w:val="00B61F85"/>
    <w:rsid w:val="00B6233F"/>
    <w:rsid w:val="00B625B9"/>
    <w:rsid w:val="00B62852"/>
    <w:rsid w:val="00B630F9"/>
    <w:rsid w:val="00B6333B"/>
    <w:rsid w:val="00B636BA"/>
    <w:rsid w:val="00B63CB5"/>
    <w:rsid w:val="00B6421B"/>
    <w:rsid w:val="00B6437D"/>
    <w:rsid w:val="00B648CE"/>
    <w:rsid w:val="00B648F8"/>
    <w:rsid w:val="00B64994"/>
    <w:rsid w:val="00B64A0B"/>
    <w:rsid w:val="00B64D5D"/>
    <w:rsid w:val="00B64E9F"/>
    <w:rsid w:val="00B650A7"/>
    <w:rsid w:val="00B6577E"/>
    <w:rsid w:val="00B65DE1"/>
    <w:rsid w:val="00B662AB"/>
    <w:rsid w:val="00B664C5"/>
    <w:rsid w:val="00B6654E"/>
    <w:rsid w:val="00B66C71"/>
    <w:rsid w:val="00B66CC2"/>
    <w:rsid w:val="00B66EA6"/>
    <w:rsid w:val="00B67137"/>
    <w:rsid w:val="00B67227"/>
    <w:rsid w:val="00B674BD"/>
    <w:rsid w:val="00B676A2"/>
    <w:rsid w:val="00B67A5A"/>
    <w:rsid w:val="00B67B4D"/>
    <w:rsid w:val="00B67B60"/>
    <w:rsid w:val="00B70041"/>
    <w:rsid w:val="00B702AD"/>
    <w:rsid w:val="00B7051B"/>
    <w:rsid w:val="00B70BFC"/>
    <w:rsid w:val="00B70C4A"/>
    <w:rsid w:val="00B70DBC"/>
    <w:rsid w:val="00B70DFF"/>
    <w:rsid w:val="00B7105C"/>
    <w:rsid w:val="00B71225"/>
    <w:rsid w:val="00B71473"/>
    <w:rsid w:val="00B716FE"/>
    <w:rsid w:val="00B717F6"/>
    <w:rsid w:val="00B718F0"/>
    <w:rsid w:val="00B71D13"/>
    <w:rsid w:val="00B7254C"/>
    <w:rsid w:val="00B728E4"/>
    <w:rsid w:val="00B72983"/>
    <w:rsid w:val="00B72DB5"/>
    <w:rsid w:val="00B72FA6"/>
    <w:rsid w:val="00B72FE1"/>
    <w:rsid w:val="00B734CB"/>
    <w:rsid w:val="00B734E2"/>
    <w:rsid w:val="00B737A2"/>
    <w:rsid w:val="00B737FA"/>
    <w:rsid w:val="00B73C89"/>
    <w:rsid w:val="00B73D6B"/>
    <w:rsid w:val="00B73E18"/>
    <w:rsid w:val="00B73E3B"/>
    <w:rsid w:val="00B73E49"/>
    <w:rsid w:val="00B73E6D"/>
    <w:rsid w:val="00B73F44"/>
    <w:rsid w:val="00B74486"/>
    <w:rsid w:val="00B745CA"/>
    <w:rsid w:val="00B74709"/>
    <w:rsid w:val="00B7483D"/>
    <w:rsid w:val="00B74DCC"/>
    <w:rsid w:val="00B74FF2"/>
    <w:rsid w:val="00B752E3"/>
    <w:rsid w:val="00B7562C"/>
    <w:rsid w:val="00B756CA"/>
    <w:rsid w:val="00B7578E"/>
    <w:rsid w:val="00B7590C"/>
    <w:rsid w:val="00B75A34"/>
    <w:rsid w:val="00B75D09"/>
    <w:rsid w:val="00B75DEB"/>
    <w:rsid w:val="00B76383"/>
    <w:rsid w:val="00B76C11"/>
    <w:rsid w:val="00B76C1B"/>
    <w:rsid w:val="00B77102"/>
    <w:rsid w:val="00B772EE"/>
    <w:rsid w:val="00B77368"/>
    <w:rsid w:val="00B777C7"/>
    <w:rsid w:val="00B77E11"/>
    <w:rsid w:val="00B77EE8"/>
    <w:rsid w:val="00B801FE"/>
    <w:rsid w:val="00B8054B"/>
    <w:rsid w:val="00B806DB"/>
    <w:rsid w:val="00B808D1"/>
    <w:rsid w:val="00B810F0"/>
    <w:rsid w:val="00B814FD"/>
    <w:rsid w:val="00B81556"/>
    <w:rsid w:val="00B818AB"/>
    <w:rsid w:val="00B81EF1"/>
    <w:rsid w:val="00B82023"/>
    <w:rsid w:val="00B82494"/>
    <w:rsid w:val="00B82725"/>
    <w:rsid w:val="00B82AB6"/>
    <w:rsid w:val="00B82BAC"/>
    <w:rsid w:val="00B82F50"/>
    <w:rsid w:val="00B8309B"/>
    <w:rsid w:val="00B83177"/>
    <w:rsid w:val="00B83304"/>
    <w:rsid w:val="00B833DF"/>
    <w:rsid w:val="00B83907"/>
    <w:rsid w:val="00B83B65"/>
    <w:rsid w:val="00B83C2C"/>
    <w:rsid w:val="00B83F93"/>
    <w:rsid w:val="00B84048"/>
    <w:rsid w:val="00B840ED"/>
    <w:rsid w:val="00B841E4"/>
    <w:rsid w:val="00B842E7"/>
    <w:rsid w:val="00B84309"/>
    <w:rsid w:val="00B843E2"/>
    <w:rsid w:val="00B845E8"/>
    <w:rsid w:val="00B846EB"/>
    <w:rsid w:val="00B8482C"/>
    <w:rsid w:val="00B848AE"/>
    <w:rsid w:val="00B84A75"/>
    <w:rsid w:val="00B84BA2"/>
    <w:rsid w:val="00B84D02"/>
    <w:rsid w:val="00B84DB9"/>
    <w:rsid w:val="00B84FD8"/>
    <w:rsid w:val="00B851AE"/>
    <w:rsid w:val="00B852D3"/>
    <w:rsid w:val="00B8533D"/>
    <w:rsid w:val="00B85619"/>
    <w:rsid w:val="00B8566E"/>
    <w:rsid w:val="00B856F6"/>
    <w:rsid w:val="00B85771"/>
    <w:rsid w:val="00B85C1C"/>
    <w:rsid w:val="00B85ED6"/>
    <w:rsid w:val="00B862C2"/>
    <w:rsid w:val="00B862E5"/>
    <w:rsid w:val="00B863B1"/>
    <w:rsid w:val="00B868C8"/>
    <w:rsid w:val="00B8698C"/>
    <w:rsid w:val="00B86D96"/>
    <w:rsid w:val="00B86DD0"/>
    <w:rsid w:val="00B8707C"/>
    <w:rsid w:val="00B8727D"/>
    <w:rsid w:val="00B8759C"/>
    <w:rsid w:val="00B8790A"/>
    <w:rsid w:val="00B87A14"/>
    <w:rsid w:val="00B87A2D"/>
    <w:rsid w:val="00B87CF3"/>
    <w:rsid w:val="00B87E6D"/>
    <w:rsid w:val="00B9045C"/>
    <w:rsid w:val="00B905B9"/>
    <w:rsid w:val="00B912C9"/>
    <w:rsid w:val="00B91526"/>
    <w:rsid w:val="00B91772"/>
    <w:rsid w:val="00B91B78"/>
    <w:rsid w:val="00B91C12"/>
    <w:rsid w:val="00B92233"/>
    <w:rsid w:val="00B92D64"/>
    <w:rsid w:val="00B92E79"/>
    <w:rsid w:val="00B9322C"/>
    <w:rsid w:val="00B933F7"/>
    <w:rsid w:val="00B9370D"/>
    <w:rsid w:val="00B93FD7"/>
    <w:rsid w:val="00B941F7"/>
    <w:rsid w:val="00B943EB"/>
    <w:rsid w:val="00B9440A"/>
    <w:rsid w:val="00B9445B"/>
    <w:rsid w:val="00B944F9"/>
    <w:rsid w:val="00B947EF"/>
    <w:rsid w:val="00B94A69"/>
    <w:rsid w:val="00B94AAB"/>
    <w:rsid w:val="00B94AD4"/>
    <w:rsid w:val="00B94C4E"/>
    <w:rsid w:val="00B94EC9"/>
    <w:rsid w:val="00B95860"/>
    <w:rsid w:val="00B95A9F"/>
    <w:rsid w:val="00B95C46"/>
    <w:rsid w:val="00B95C9E"/>
    <w:rsid w:val="00B95D15"/>
    <w:rsid w:val="00B95F01"/>
    <w:rsid w:val="00B962B4"/>
    <w:rsid w:val="00B9653E"/>
    <w:rsid w:val="00B96696"/>
    <w:rsid w:val="00B9680B"/>
    <w:rsid w:val="00B96BAC"/>
    <w:rsid w:val="00B9750C"/>
    <w:rsid w:val="00BA0360"/>
    <w:rsid w:val="00BA03DC"/>
    <w:rsid w:val="00BA0792"/>
    <w:rsid w:val="00BA0A03"/>
    <w:rsid w:val="00BA1320"/>
    <w:rsid w:val="00BA1634"/>
    <w:rsid w:val="00BA16D8"/>
    <w:rsid w:val="00BA18E7"/>
    <w:rsid w:val="00BA1E09"/>
    <w:rsid w:val="00BA20B9"/>
    <w:rsid w:val="00BA2296"/>
    <w:rsid w:val="00BA26E8"/>
    <w:rsid w:val="00BA2A70"/>
    <w:rsid w:val="00BA2BCC"/>
    <w:rsid w:val="00BA2FF2"/>
    <w:rsid w:val="00BA32F4"/>
    <w:rsid w:val="00BA36F2"/>
    <w:rsid w:val="00BA386D"/>
    <w:rsid w:val="00BA3B91"/>
    <w:rsid w:val="00BA3CC1"/>
    <w:rsid w:val="00BA3E49"/>
    <w:rsid w:val="00BA4251"/>
    <w:rsid w:val="00BA4288"/>
    <w:rsid w:val="00BA445D"/>
    <w:rsid w:val="00BA4A25"/>
    <w:rsid w:val="00BA4BBA"/>
    <w:rsid w:val="00BA4DF4"/>
    <w:rsid w:val="00BA5738"/>
    <w:rsid w:val="00BA5A7D"/>
    <w:rsid w:val="00BA5D3A"/>
    <w:rsid w:val="00BA5E10"/>
    <w:rsid w:val="00BA6362"/>
    <w:rsid w:val="00BA64E2"/>
    <w:rsid w:val="00BA6503"/>
    <w:rsid w:val="00BA68D1"/>
    <w:rsid w:val="00BA6AA7"/>
    <w:rsid w:val="00BA6C34"/>
    <w:rsid w:val="00BA6DF2"/>
    <w:rsid w:val="00BA735B"/>
    <w:rsid w:val="00BA7490"/>
    <w:rsid w:val="00BA74F6"/>
    <w:rsid w:val="00BA7514"/>
    <w:rsid w:val="00BA7624"/>
    <w:rsid w:val="00BA7C89"/>
    <w:rsid w:val="00BA7CC4"/>
    <w:rsid w:val="00BA7E23"/>
    <w:rsid w:val="00BA7EF4"/>
    <w:rsid w:val="00BB01CB"/>
    <w:rsid w:val="00BB05D1"/>
    <w:rsid w:val="00BB0673"/>
    <w:rsid w:val="00BB06BA"/>
    <w:rsid w:val="00BB0828"/>
    <w:rsid w:val="00BB0ECA"/>
    <w:rsid w:val="00BB0ECE"/>
    <w:rsid w:val="00BB103A"/>
    <w:rsid w:val="00BB10E5"/>
    <w:rsid w:val="00BB121A"/>
    <w:rsid w:val="00BB142D"/>
    <w:rsid w:val="00BB1573"/>
    <w:rsid w:val="00BB1853"/>
    <w:rsid w:val="00BB1918"/>
    <w:rsid w:val="00BB2029"/>
    <w:rsid w:val="00BB213B"/>
    <w:rsid w:val="00BB23B9"/>
    <w:rsid w:val="00BB2B1C"/>
    <w:rsid w:val="00BB326A"/>
    <w:rsid w:val="00BB3540"/>
    <w:rsid w:val="00BB35CD"/>
    <w:rsid w:val="00BB371A"/>
    <w:rsid w:val="00BB3B5B"/>
    <w:rsid w:val="00BB401D"/>
    <w:rsid w:val="00BB405A"/>
    <w:rsid w:val="00BB4145"/>
    <w:rsid w:val="00BB41FD"/>
    <w:rsid w:val="00BB4B20"/>
    <w:rsid w:val="00BB4CD8"/>
    <w:rsid w:val="00BB55D1"/>
    <w:rsid w:val="00BB589C"/>
    <w:rsid w:val="00BB5E25"/>
    <w:rsid w:val="00BB5F3B"/>
    <w:rsid w:val="00BB60E6"/>
    <w:rsid w:val="00BB60F2"/>
    <w:rsid w:val="00BB6534"/>
    <w:rsid w:val="00BB653A"/>
    <w:rsid w:val="00BB68A3"/>
    <w:rsid w:val="00BB6B5C"/>
    <w:rsid w:val="00BB6C92"/>
    <w:rsid w:val="00BB6E84"/>
    <w:rsid w:val="00BB7656"/>
    <w:rsid w:val="00BB768F"/>
    <w:rsid w:val="00BB7D3F"/>
    <w:rsid w:val="00BB7DD7"/>
    <w:rsid w:val="00BB7E5D"/>
    <w:rsid w:val="00BC04F2"/>
    <w:rsid w:val="00BC05EF"/>
    <w:rsid w:val="00BC0A45"/>
    <w:rsid w:val="00BC0CBC"/>
    <w:rsid w:val="00BC0D10"/>
    <w:rsid w:val="00BC11CB"/>
    <w:rsid w:val="00BC16A5"/>
    <w:rsid w:val="00BC17BB"/>
    <w:rsid w:val="00BC17C2"/>
    <w:rsid w:val="00BC1D24"/>
    <w:rsid w:val="00BC1F72"/>
    <w:rsid w:val="00BC205D"/>
    <w:rsid w:val="00BC221C"/>
    <w:rsid w:val="00BC2693"/>
    <w:rsid w:val="00BC27BE"/>
    <w:rsid w:val="00BC2C0F"/>
    <w:rsid w:val="00BC3345"/>
    <w:rsid w:val="00BC361A"/>
    <w:rsid w:val="00BC3AB9"/>
    <w:rsid w:val="00BC3B2B"/>
    <w:rsid w:val="00BC3E3E"/>
    <w:rsid w:val="00BC3F5A"/>
    <w:rsid w:val="00BC4426"/>
    <w:rsid w:val="00BC4716"/>
    <w:rsid w:val="00BC47B6"/>
    <w:rsid w:val="00BC4A9F"/>
    <w:rsid w:val="00BC4B22"/>
    <w:rsid w:val="00BC4CB7"/>
    <w:rsid w:val="00BC4FA6"/>
    <w:rsid w:val="00BC5111"/>
    <w:rsid w:val="00BC52F7"/>
    <w:rsid w:val="00BC5491"/>
    <w:rsid w:val="00BC5A2A"/>
    <w:rsid w:val="00BC5C1B"/>
    <w:rsid w:val="00BC5C37"/>
    <w:rsid w:val="00BC5FEF"/>
    <w:rsid w:val="00BC61EE"/>
    <w:rsid w:val="00BC6504"/>
    <w:rsid w:val="00BC65CE"/>
    <w:rsid w:val="00BC690E"/>
    <w:rsid w:val="00BC6DA3"/>
    <w:rsid w:val="00BC6E22"/>
    <w:rsid w:val="00BC6E64"/>
    <w:rsid w:val="00BC6E9C"/>
    <w:rsid w:val="00BC710B"/>
    <w:rsid w:val="00BC7354"/>
    <w:rsid w:val="00BC7C87"/>
    <w:rsid w:val="00BC7DFE"/>
    <w:rsid w:val="00BC7EBF"/>
    <w:rsid w:val="00BD0053"/>
    <w:rsid w:val="00BD02C6"/>
    <w:rsid w:val="00BD04C0"/>
    <w:rsid w:val="00BD0958"/>
    <w:rsid w:val="00BD0B73"/>
    <w:rsid w:val="00BD127A"/>
    <w:rsid w:val="00BD1346"/>
    <w:rsid w:val="00BD13CC"/>
    <w:rsid w:val="00BD14B8"/>
    <w:rsid w:val="00BD18D6"/>
    <w:rsid w:val="00BD1DFD"/>
    <w:rsid w:val="00BD2338"/>
    <w:rsid w:val="00BD2364"/>
    <w:rsid w:val="00BD2A40"/>
    <w:rsid w:val="00BD2C15"/>
    <w:rsid w:val="00BD2C5C"/>
    <w:rsid w:val="00BD316E"/>
    <w:rsid w:val="00BD338B"/>
    <w:rsid w:val="00BD3420"/>
    <w:rsid w:val="00BD35C6"/>
    <w:rsid w:val="00BD373D"/>
    <w:rsid w:val="00BD37E4"/>
    <w:rsid w:val="00BD3911"/>
    <w:rsid w:val="00BD3923"/>
    <w:rsid w:val="00BD3B74"/>
    <w:rsid w:val="00BD3C75"/>
    <w:rsid w:val="00BD3DB2"/>
    <w:rsid w:val="00BD3E36"/>
    <w:rsid w:val="00BD3F92"/>
    <w:rsid w:val="00BD41DB"/>
    <w:rsid w:val="00BD4354"/>
    <w:rsid w:val="00BD43A0"/>
    <w:rsid w:val="00BD4406"/>
    <w:rsid w:val="00BD455D"/>
    <w:rsid w:val="00BD460C"/>
    <w:rsid w:val="00BD4B8E"/>
    <w:rsid w:val="00BD536C"/>
    <w:rsid w:val="00BD542B"/>
    <w:rsid w:val="00BD57D5"/>
    <w:rsid w:val="00BD5BA9"/>
    <w:rsid w:val="00BD5BFF"/>
    <w:rsid w:val="00BD5C07"/>
    <w:rsid w:val="00BD6038"/>
    <w:rsid w:val="00BD6325"/>
    <w:rsid w:val="00BD632A"/>
    <w:rsid w:val="00BD63A9"/>
    <w:rsid w:val="00BD658C"/>
    <w:rsid w:val="00BD6655"/>
    <w:rsid w:val="00BD6674"/>
    <w:rsid w:val="00BD6751"/>
    <w:rsid w:val="00BD6B78"/>
    <w:rsid w:val="00BD6CA5"/>
    <w:rsid w:val="00BD71DA"/>
    <w:rsid w:val="00BD727F"/>
    <w:rsid w:val="00BD72B6"/>
    <w:rsid w:val="00BD72D0"/>
    <w:rsid w:val="00BD760D"/>
    <w:rsid w:val="00BD7734"/>
    <w:rsid w:val="00BD7CF0"/>
    <w:rsid w:val="00BD7D06"/>
    <w:rsid w:val="00BD7D4E"/>
    <w:rsid w:val="00BE0782"/>
    <w:rsid w:val="00BE091B"/>
    <w:rsid w:val="00BE0C48"/>
    <w:rsid w:val="00BE0C50"/>
    <w:rsid w:val="00BE0D9D"/>
    <w:rsid w:val="00BE128C"/>
    <w:rsid w:val="00BE178B"/>
    <w:rsid w:val="00BE1799"/>
    <w:rsid w:val="00BE1DA7"/>
    <w:rsid w:val="00BE1DF8"/>
    <w:rsid w:val="00BE1F31"/>
    <w:rsid w:val="00BE1FA9"/>
    <w:rsid w:val="00BE2010"/>
    <w:rsid w:val="00BE2166"/>
    <w:rsid w:val="00BE23FC"/>
    <w:rsid w:val="00BE25E8"/>
    <w:rsid w:val="00BE269A"/>
    <w:rsid w:val="00BE26B9"/>
    <w:rsid w:val="00BE27DE"/>
    <w:rsid w:val="00BE2A77"/>
    <w:rsid w:val="00BE3606"/>
    <w:rsid w:val="00BE385A"/>
    <w:rsid w:val="00BE40FA"/>
    <w:rsid w:val="00BE4314"/>
    <w:rsid w:val="00BE4474"/>
    <w:rsid w:val="00BE4524"/>
    <w:rsid w:val="00BE4655"/>
    <w:rsid w:val="00BE537A"/>
    <w:rsid w:val="00BE56CB"/>
    <w:rsid w:val="00BE5B11"/>
    <w:rsid w:val="00BE5B99"/>
    <w:rsid w:val="00BE5ED5"/>
    <w:rsid w:val="00BE64D7"/>
    <w:rsid w:val="00BE68CB"/>
    <w:rsid w:val="00BE6B96"/>
    <w:rsid w:val="00BE6C04"/>
    <w:rsid w:val="00BE6EF8"/>
    <w:rsid w:val="00BE6F04"/>
    <w:rsid w:val="00BE7057"/>
    <w:rsid w:val="00BE7303"/>
    <w:rsid w:val="00BE752E"/>
    <w:rsid w:val="00BE7C79"/>
    <w:rsid w:val="00BE7DEE"/>
    <w:rsid w:val="00BE7F7F"/>
    <w:rsid w:val="00BF024A"/>
    <w:rsid w:val="00BF0402"/>
    <w:rsid w:val="00BF0551"/>
    <w:rsid w:val="00BF13D0"/>
    <w:rsid w:val="00BF14FF"/>
    <w:rsid w:val="00BF1AEB"/>
    <w:rsid w:val="00BF1EC0"/>
    <w:rsid w:val="00BF20CC"/>
    <w:rsid w:val="00BF22D9"/>
    <w:rsid w:val="00BF2790"/>
    <w:rsid w:val="00BF2C28"/>
    <w:rsid w:val="00BF2E6D"/>
    <w:rsid w:val="00BF31F9"/>
    <w:rsid w:val="00BF3224"/>
    <w:rsid w:val="00BF3551"/>
    <w:rsid w:val="00BF3831"/>
    <w:rsid w:val="00BF384A"/>
    <w:rsid w:val="00BF3860"/>
    <w:rsid w:val="00BF38AE"/>
    <w:rsid w:val="00BF3B4F"/>
    <w:rsid w:val="00BF3C22"/>
    <w:rsid w:val="00BF3DFD"/>
    <w:rsid w:val="00BF4023"/>
    <w:rsid w:val="00BF44EE"/>
    <w:rsid w:val="00BF471C"/>
    <w:rsid w:val="00BF47B5"/>
    <w:rsid w:val="00BF4AAD"/>
    <w:rsid w:val="00BF4C31"/>
    <w:rsid w:val="00BF4E7B"/>
    <w:rsid w:val="00BF4ED2"/>
    <w:rsid w:val="00BF5149"/>
    <w:rsid w:val="00BF52E3"/>
    <w:rsid w:val="00BF55B5"/>
    <w:rsid w:val="00BF5801"/>
    <w:rsid w:val="00BF58E8"/>
    <w:rsid w:val="00BF599B"/>
    <w:rsid w:val="00BF5CA2"/>
    <w:rsid w:val="00BF5D44"/>
    <w:rsid w:val="00BF6466"/>
    <w:rsid w:val="00BF65AE"/>
    <w:rsid w:val="00BF6754"/>
    <w:rsid w:val="00BF6833"/>
    <w:rsid w:val="00BF6C28"/>
    <w:rsid w:val="00BF6CCB"/>
    <w:rsid w:val="00BF7137"/>
    <w:rsid w:val="00BF726D"/>
    <w:rsid w:val="00BF73EE"/>
    <w:rsid w:val="00BF768F"/>
    <w:rsid w:val="00BF7BD3"/>
    <w:rsid w:val="00BF7D61"/>
    <w:rsid w:val="00BF7D6D"/>
    <w:rsid w:val="00BF7E39"/>
    <w:rsid w:val="00BF7F39"/>
    <w:rsid w:val="00C0034C"/>
    <w:rsid w:val="00C0054B"/>
    <w:rsid w:val="00C005D0"/>
    <w:rsid w:val="00C00668"/>
    <w:rsid w:val="00C009AF"/>
    <w:rsid w:val="00C00A45"/>
    <w:rsid w:val="00C00A65"/>
    <w:rsid w:val="00C00B33"/>
    <w:rsid w:val="00C00C66"/>
    <w:rsid w:val="00C00E31"/>
    <w:rsid w:val="00C00E6D"/>
    <w:rsid w:val="00C01096"/>
    <w:rsid w:val="00C0131D"/>
    <w:rsid w:val="00C0135E"/>
    <w:rsid w:val="00C013F9"/>
    <w:rsid w:val="00C01486"/>
    <w:rsid w:val="00C0156C"/>
    <w:rsid w:val="00C01B83"/>
    <w:rsid w:val="00C01F13"/>
    <w:rsid w:val="00C0206E"/>
    <w:rsid w:val="00C02139"/>
    <w:rsid w:val="00C021D7"/>
    <w:rsid w:val="00C021EE"/>
    <w:rsid w:val="00C022BE"/>
    <w:rsid w:val="00C023A3"/>
    <w:rsid w:val="00C02D41"/>
    <w:rsid w:val="00C02EBF"/>
    <w:rsid w:val="00C02F22"/>
    <w:rsid w:val="00C02F5C"/>
    <w:rsid w:val="00C030AB"/>
    <w:rsid w:val="00C03203"/>
    <w:rsid w:val="00C03981"/>
    <w:rsid w:val="00C03FF3"/>
    <w:rsid w:val="00C0402B"/>
    <w:rsid w:val="00C04145"/>
    <w:rsid w:val="00C0441E"/>
    <w:rsid w:val="00C04461"/>
    <w:rsid w:val="00C04651"/>
    <w:rsid w:val="00C0466A"/>
    <w:rsid w:val="00C04AFB"/>
    <w:rsid w:val="00C04C47"/>
    <w:rsid w:val="00C04DF9"/>
    <w:rsid w:val="00C05270"/>
    <w:rsid w:val="00C053DA"/>
    <w:rsid w:val="00C055A4"/>
    <w:rsid w:val="00C0594C"/>
    <w:rsid w:val="00C05AC2"/>
    <w:rsid w:val="00C05CA1"/>
    <w:rsid w:val="00C05DC9"/>
    <w:rsid w:val="00C060AD"/>
    <w:rsid w:val="00C06169"/>
    <w:rsid w:val="00C06419"/>
    <w:rsid w:val="00C064CC"/>
    <w:rsid w:val="00C0657E"/>
    <w:rsid w:val="00C06ABA"/>
    <w:rsid w:val="00C0760E"/>
    <w:rsid w:val="00C07A2E"/>
    <w:rsid w:val="00C07DAA"/>
    <w:rsid w:val="00C07F35"/>
    <w:rsid w:val="00C1015B"/>
    <w:rsid w:val="00C1027F"/>
    <w:rsid w:val="00C102DF"/>
    <w:rsid w:val="00C10304"/>
    <w:rsid w:val="00C1071B"/>
    <w:rsid w:val="00C10725"/>
    <w:rsid w:val="00C107D4"/>
    <w:rsid w:val="00C107F2"/>
    <w:rsid w:val="00C10A08"/>
    <w:rsid w:val="00C10AB4"/>
    <w:rsid w:val="00C10AE3"/>
    <w:rsid w:val="00C111EF"/>
    <w:rsid w:val="00C11406"/>
    <w:rsid w:val="00C11668"/>
    <w:rsid w:val="00C117CC"/>
    <w:rsid w:val="00C11867"/>
    <w:rsid w:val="00C120A0"/>
    <w:rsid w:val="00C120CA"/>
    <w:rsid w:val="00C12143"/>
    <w:rsid w:val="00C1232A"/>
    <w:rsid w:val="00C12390"/>
    <w:rsid w:val="00C123D7"/>
    <w:rsid w:val="00C124DA"/>
    <w:rsid w:val="00C1270C"/>
    <w:rsid w:val="00C12D44"/>
    <w:rsid w:val="00C13608"/>
    <w:rsid w:val="00C1364D"/>
    <w:rsid w:val="00C1366F"/>
    <w:rsid w:val="00C139AB"/>
    <w:rsid w:val="00C140A1"/>
    <w:rsid w:val="00C1427E"/>
    <w:rsid w:val="00C14509"/>
    <w:rsid w:val="00C1499E"/>
    <w:rsid w:val="00C14BA0"/>
    <w:rsid w:val="00C150DD"/>
    <w:rsid w:val="00C1516D"/>
    <w:rsid w:val="00C15203"/>
    <w:rsid w:val="00C152BE"/>
    <w:rsid w:val="00C153B4"/>
    <w:rsid w:val="00C153BE"/>
    <w:rsid w:val="00C156AB"/>
    <w:rsid w:val="00C15AAB"/>
    <w:rsid w:val="00C15C15"/>
    <w:rsid w:val="00C15D73"/>
    <w:rsid w:val="00C15D83"/>
    <w:rsid w:val="00C15EC1"/>
    <w:rsid w:val="00C1615D"/>
    <w:rsid w:val="00C1665F"/>
    <w:rsid w:val="00C169F5"/>
    <w:rsid w:val="00C16D62"/>
    <w:rsid w:val="00C16EED"/>
    <w:rsid w:val="00C16F06"/>
    <w:rsid w:val="00C170E8"/>
    <w:rsid w:val="00C1731E"/>
    <w:rsid w:val="00C1741F"/>
    <w:rsid w:val="00C17461"/>
    <w:rsid w:val="00C17467"/>
    <w:rsid w:val="00C17694"/>
    <w:rsid w:val="00C179C2"/>
    <w:rsid w:val="00C17AD6"/>
    <w:rsid w:val="00C17B81"/>
    <w:rsid w:val="00C17ECB"/>
    <w:rsid w:val="00C17F3F"/>
    <w:rsid w:val="00C20092"/>
    <w:rsid w:val="00C203B7"/>
    <w:rsid w:val="00C20708"/>
    <w:rsid w:val="00C20BB3"/>
    <w:rsid w:val="00C20F17"/>
    <w:rsid w:val="00C2109E"/>
    <w:rsid w:val="00C21121"/>
    <w:rsid w:val="00C211A1"/>
    <w:rsid w:val="00C2138C"/>
    <w:rsid w:val="00C214B6"/>
    <w:rsid w:val="00C218C1"/>
    <w:rsid w:val="00C21965"/>
    <w:rsid w:val="00C221C7"/>
    <w:rsid w:val="00C2225D"/>
    <w:rsid w:val="00C2233F"/>
    <w:rsid w:val="00C22996"/>
    <w:rsid w:val="00C23159"/>
    <w:rsid w:val="00C231D3"/>
    <w:rsid w:val="00C23765"/>
    <w:rsid w:val="00C23889"/>
    <w:rsid w:val="00C2395A"/>
    <w:rsid w:val="00C23DC6"/>
    <w:rsid w:val="00C23E4A"/>
    <w:rsid w:val="00C23F25"/>
    <w:rsid w:val="00C23F4F"/>
    <w:rsid w:val="00C24079"/>
    <w:rsid w:val="00C24205"/>
    <w:rsid w:val="00C2449E"/>
    <w:rsid w:val="00C2454C"/>
    <w:rsid w:val="00C24E05"/>
    <w:rsid w:val="00C24E9C"/>
    <w:rsid w:val="00C2534E"/>
    <w:rsid w:val="00C255B0"/>
    <w:rsid w:val="00C258C0"/>
    <w:rsid w:val="00C25A22"/>
    <w:rsid w:val="00C25B7A"/>
    <w:rsid w:val="00C25F52"/>
    <w:rsid w:val="00C26186"/>
    <w:rsid w:val="00C26541"/>
    <w:rsid w:val="00C268D8"/>
    <w:rsid w:val="00C26D06"/>
    <w:rsid w:val="00C27216"/>
    <w:rsid w:val="00C27409"/>
    <w:rsid w:val="00C276DB"/>
    <w:rsid w:val="00C27EFB"/>
    <w:rsid w:val="00C301FB"/>
    <w:rsid w:val="00C30305"/>
    <w:rsid w:val="00C3062C"/>
    <w:rsid w:val="00C30736"/>
    <w:rsid w:val="00C3092E"/>
    <w:rsid w:val="00C30DD6"/>
    <w:rsid w:val="00C310D6"/>
    <w:rsid w:val="00C31284"/>
    <w:rsid w:val="00C313C8"/>
    <w:rsid w:val="00C3154B"/>
    <w:rsid w:val="00C3163A"/>
    <w:rsid w:val="00C3173C"/>
    <w:rsid w:val="00C317A0"/>
    <w:rsid w:val="00C318EF"/>
    <w:rsid w:val="00C31A2E"/>
    <w:rsid w:val="00C31B3E"/>
    <w:rsid w:val="00C31D2A"/>
    <w:rsid w:val="00C322F7"/>
    <w:rsid w:val="00C3252E"/>
    <w:rsid w:val="00C32698"/>
    <w:rsid w:val="00C326E3"/>
    <w:rsid w:val="00C32726"/>
    <w:rsid w:val="00C327AE"/>
    <w:rsid w:val="00C3285A"/>
    <w:rsid w:val="00C3295F"/>
    <w:rsid w:val="00C32BF6"/>
    <w:rsid w:val="00C32CDE"/>
    <w:rsid w:val="00C32D6B"/>
    <w:rsid w:val="00C3377B"/>
    <w:rsid w:val="00C33915"/>
    <w:rsid w:val="00C3394A"/>
    <w:rsid w:val="00C33973"/>
    <w:rsid w:val="00C33D1A"/>
    <w:rsid w:val="00C33D1F"/>
    <w:rsid w:val="00C34148"/>
    <w:rsid w:val="00C34477"/>
    <w:rsid w:val="00C34553"/>
    <w:rsid w:val="00C34598"/>
    <w:rsid w:val="00C345BB"/>
    <w:rsid w:val="00C34914"/>
    <w:rsid w:val="00C34BAE"/>
    <w:rsid w:val="00C34C69"/>
    <w:rsid w:val="00C34D09"/>
    <w:rsid w:val="00C3505A"/>
    <w:rsid w:val="00C35331"/>
    <w:rsid w:val="00C358B5"/>
    <w:rsid w:val="00C3597F"/>
    <w:rsid w:val="00C35D3F"/>
    <w:rsid w:val="00C36225"/>
    <w:rsid w:val="00C36737"/>
    <w:rsid w:val="00C3684C"/>
    <w:rsid w:val="00C36B8D"/>
    <w:rsid w:val="00C36E33"/>
    <w:rsid w:val="00C36FD9"/>
    <w:rsid w:val="00C371F2"/>
    <w:rsid w:val="00C37247"/>
    <w:rsid w:val="00C372B3"/>
    <w:rsid w:val="00C37305"/>
    <w:rsid w:val="00C4004F"/>
    <w:rsid w:val="00C403D8"/>
    <w:rsid w:val="00C404BA"/>
    <w:rsid w:val="00C404BC"/>
    <w:rsid w:val="00C40698"/>
    <w:rsid w:val="00C406F6"/>
    <w:rsid w:val="00C41162"/>
    <w:rsid w:val="00C41219"/>
    <w:rsid w:val="00C412F7"/>
    <w:rsid w:val="00C414B1"/>
    <w:rsid w:val="00C41839"/>
    <w:rsid w:val="00C41B34"/>
    <w:rsid w:val="00C41D0A"/>
    <w:rsid w:val="00C41E44"/>
    <w:rsid w:val="00C41E7A"/>
    <w:rsid w:val="00C42337"/>
    <w:rsid w:val="00C425BA"/>
    <w:rsid w:val="00C427F5"/>
    <w:rsid w:val="00C428CB"/>
    <w:rsid w:val="00C42A8A"/>
    <w:rsid w:val="00C42CCC"/>
    <w:rsid w:val="00C42FE8"/>
    <w:rsid w:val="00C43015"/>
    <w:rsid w:val="00C431C4"/>
    <w:rsid w:val="00C43462"/>
    <w:rsid w:val="00C4388F"/>
    <w:rsid w:val="00C43A35"/>
    <w:rsid w:val="00C43B75"/>
    <w:rsid w:val="00C43DC1"/>
    <w:rsid w:val="00C43E1F"/>
    <w:rsid w:val="00C43E40"/>
    <w:rsid w:val="00C4436C"/>
    <w:rsid w:val="00C443BD"/>
    <w:rsid w:val="00C4456A"/>
    <w:rsid w:val="00C446A3"/>
    <w:rsid w:val="00C44BCB"/>
    <w:rsid w:val="00C44D5A"/>
    <w:rsid w:val="00C44DEE"/>
    <w:rsid w:val="00C44E2D"/>
    <w:rsid w:val="00C454A2"/>
    <w:rsid w:val="00C45571"/>
    <w:rsid w:val="00C45E06"/>
    <w:rsid w:val="00C4630D"/>
    <w:rsid w:val="00C46599"/>
    <w:rsid w:val="00C46775"/>
    <w:rsid w:val="00C46B11"/>
    <w:rsid w:val="00C472A3"/>
    <w:rsid w:val="00C4734A"/>
    <w:rsid w:val="00C47BF7"/>
    <w:rsid w:val="00C47FB6"/>
    <w:rsid w:val="00C50071"/>
    <w:rsid w:val="00C50239"/>
    <w:rsid w:val="00C503CC"/>
    <w:rsid w:val="00C50491"/>
    <w:rsid w:val="00C50506"/>
    <w:rsid w:val="00C510D6"/>
    <w:rsid w:val="00C512BB"/>
    <w:rsid w:val="00C51316"/>
    <w:rsid w:val="00C5181E"/>
    <w:rsid w:val="00C5206B"/>
    <w:rsid w:val="00C5208A"/>
    <w:rsid w:val="00C525BF"/>
    <w:rsid w:val="00C52834"/>
    <w:rsid w:val="00C528A6"/>
    <w:rsid w:val="00C528B3"/>
    <w:rsid w:val="00C52C41"/>
    <w:rsid w:val="00C52C6E"/>
    <w:rsid w:val="00C52D03"/>
    <w:rsid w:val="00C52E62"/>
    <w:rsid w:val="00C52F13"/>
    <w:rsid w:val="00C52F82"/>
    <w:rsid w:val="00C534A9"/>
    <w:rsid w:val="00C53798"/>
    <w:rsid w:val="00C5390B"/>
    <w:rsid w:val="00C53A8D"/>
    <w:rsid w:val="00C53DA4"/>
    <w:rsid w:val="00C53E2D"/>
    <w:rsid w:val="00C53E74"/>
    <w:rsid w:val="00C541D7"/>
    <w:rsid w:val="00C542A8"/>
    <w:rsid w:val="00C5435B"/>
    <w:rsid w:val="00C54406"/>
    <w:rsid w:val="00C5547F"/>
    <w:rsid w:val="00C554D2"/>
    <w:rsid w:val="00C55631"/>
    <w:rsid w:val="00C55A12"/>
    <w:rsid w:val="00C55B93"/>
    <w:rsid w:val="00C55C29"/>
    <w:rsid w:val="00C56341"/>
    <w:rsid w:val="00C5635E"/>
    <w:rsid w:val="00C5641D"/>
    <w:rsid w:val="00C56A46"/>
    <w:rsid w:val="00C56CA9"/>
    <w:rsid w:val="00C56D08"/>
    <w:rsid w:val="00C57029"/>
    <w:rsid w:val="00C57474"/>
    <w:rsid w:val="00C57622"/>
    <w:rsid w:val="00C57672"/>
    <w:rsid w:val="00C5767B"/>
    <w:rsid w:val="00C57734"/>
    <w:rsid w:val="00C57B7D"/>
    <w:rsid w:val="00C57BAE"/>
    <w:rsid w:val="00C57D7C"/>
    <w:rsid w:val="00C57DD0"/>
    <w:rsid w:val="00C57F2F"/>
    <w:rsid w:val="00C6002B"/>
    <w:rsid w:val="00C6009D"/>
    <w:rsid w:val="00C60104"/>
    <w:rsid w:val="00C6019B"/>
    <w:rsid w:val="00C60293"/>
    <w:rsid w:val="00C602E2"/>
    <w:rsid w:val="00C6062E"/>
    <w:rsid w:val="00C6082A"/>
    <w:rsid w:val="00C60839"/>
    <w:rsid w:val="00C6086F"/>
    <w:rsid w:val="00C60917"/>
    <w:rsid w:val="00C60EAB"/>
    <w:rsid w:val="00C60F6A"/>
    <w:rsid w:val="00C6122F"/>
    <w:rsid w:val="00C614E3"/>
    <w:rsid w:val="00C61656"/>
    <w:rsid w:val="00C6197A"/>
    <w:rsid w:val="00C61D43"/>
    <w:rsid w:val="00C61E47"/>
    <w:rsid w:val="00C61FFF"/>
    <w:rsid w:val="00C62145"/>
    <w:rsid w:val="00C6233E"/>
    <w:rsid w:val="00C62510"/>
    <w:rsid w:val="00C62BD7"/>
    <w:rsid w:val="00C62CE5"/>
    <w:rsid w:val="00C62F1A"/>
    <w:rsid w:val="00C630D0"/>
    <w:rsid w:val="00C633DD"/>
    <w:rsid w:val="00C63426"/>
    <w:rsid w:val="00C63456"/>
    <w:rsid w:val="00C63731"/>
    <w:rsid w:val="00C63829"/>
    <w:rsid w:val="00C63A7D"/>
    <w:rsid w:val="00C63B22"/>
    <w:rsid w:val="00C63D17"/>
    <w:rsid w:val="00C63E73"/>
    <w:rsid w:val="00C63FF1"/>
    <w:rsid w:val="00C64033"/>
    <w:rsid w:val="00C645A7"/>
    <w:rsid w:val="00C646D3"/>
    <w:rsid w:val="00C649FC"/>
    <w:rsid w:val="00C64BD4"/>
    <w:rsid w:val="00C64E20"/>
    <w:rsid w:val="00C65260"/>
    <w:rsid w:val="00C653E0"/>
    <w:rsid w:val="00C657B1"/>
    <w:rsid w:val="00C65987"/>
    <w:rsid w:val="00C65AF3"/>
    <w:rsid w:val="00C66183"/>
    <w:rsid w:val="00C66185"/>
    <w:rsid w:val="00C661E7"/>
    <w:rsid w:val="00C66357"/>
    <w:rsid w:val="00C667BC"/>
    <w:rsid w:val="00C6681E"/>
    <w:rsid w:val="00C66EA3"/>
    <w:rsid w:val="00C66F66"/>
    <w:rsid w:val="00C671E7"/>
    <w:rsid w:val="00C67637"/>
    <w:rsid w:val="00C6782D"/>
    <w:rsid w:val="00C6789E"/>
    <w:rsid w:val="00C67BF0"/>
    <w:rsid w:val="00C67CEE"/>
    <w:rsid w:val="00C67E5C"/>
    <w:rsid w:val="00C70332"/>
    <w:rsid w:val="00C7041A"/>
    <w:rsid w:val="00C70896"/>
    <w:rsid w:val="00C70C04"/>
    <w:rsid w:val="00C70C53"/>
    <w:rsid w:val="00C7114B"/>
    <w:rsid w:val="00C71225"/>
    <w:rsid w:val="00C71467"/>
    <w:rsid w:val="00C7160C"/>
    <w:rsid w:val="00C71E70"/>
    <w:rsid w:val="00C71EB1"/>
    <w:rsid w:val="00C7246D"/>
    <w:rsid w:val="00C724F4"/>
    <w:rsid w:val="00C72A1D"/>
    <w:rsid w:val="00C72A76"/>
    <w:rsid w:val="00C72F31"/>
    <w:rsid w:val="00C72FC4"/>
    <w:rsid w:val="00C730E3"/>
    <w:rsid w:val="00C731F9"/>
    <w:rsid w:val="00C7335C"/>
    <w:rsid w:val="00C734C3"/>
    <w:rsid w:val="00C7369C"/>
    <w:rsid w:val="00C736ED"/>
    <w:rsid w:val="00C7377F"/>
    <w:rsid w:val="00C73843"/>
    <w:rsid w:val="00C73AF2"/>
    <w:rsid w:val="00C73C0B"/>
    <w:rsid w:val="00C73EF9"/>
    <w:rsid w:val="00C74471"/>
    <w:rsid w:val="00C745CA"/>
    <w:rsid w:val="00C74718"/>
    <w:rsid w:val="00C74917"/>
    <w:rsid w:val="00C749C3"/>
    <w:rsid w:val="00C74E5F"/>
    <w:rsid w:val="00C75878"/>
    <w:rsid w:val="00C75FCA"/>
    <w:rsid w:val="00C7622C"/>
    <w:rsid w:val="00C7625A"/>
    <w:rsid w:val="00C76582"/>
    <w:rsid w:val="00C7675C"/>
    <w:rsid w:val="00C767B2"/>
    <w:rsid w:val="00C7689F"/>
    <w:rsid w:val="00C76FA4"/>
    <w:rsid w:val="00C773BB"/>
    <w:rsid w:val="00C773CE"/>
    <w:rsid w:val="00C77F2C"/>
    <w:rsid w:val="00C80124"/>
    <w:rsid w:val="00C807D1"/>
    <w:rsid w:val="00C8088D"/>
    <w:rsid w:val="00C8099F"/>
    <w:rsid w:val="00C80CF5"/>
    <w:rsid w:val="00C80D2D"/>
    <w:rsid w:val="00C80D84"/>
    <w:rsid w:val="00C80E00"/>
    <w:rsid w:val="00C80EC4"/>
    <w:rsid w:val="00C81179"/>
    <w:rsid w:val="00C813C7"/>
    <w:rsid w:val="00C814E3"/>
    <w:rsid w:val="00C81D96"/>
    <w:rsid w:val="00C81DEA"/>
    <w:rsid w:val="00C81F8E"/>
    <w:rsid w:val="00C82157"/>
    <w:rsid w:val="00C82249"/>
    <w:rsid w:val="00C82366"/>
    <w:rsid w:val="00C82511"/>
    <w:rsid w:val="00C825B0"/>
    <w:rsid w:val="00C82943"/>
    <w:rsid w:val="00C82F95"/>
    <w:rsid w:val="00C8301E"/>
    <w:rsid w:val="00C83183"/>
    <w:rsid w:val="00C8324B"/>
    <w:rsid w:val="00C83327"/>
    <w:rsid w:val="00C8342A"/>
    <w:rsid w:val="00C8359E"/>
    <w:rsid w:val="00C8386A"/>
    <w:rsid w:val="00C838D4"/>
    <w:rsid w:val="00C83BB9"/>
    <w:rsid w:val="00C83CDF"/>
    <w:rsid w:val="00C83CF2"/>
    <w:rsid w:val="00C83D7A"/>
    <w:rsid w:val="00C84062"/>
    <w:rsid w:val="00C8435B"/>
    <w:rsid w:val="00C84510"/>
    <w:rsid w:val="00C84C9E"/>
    <w:rsid w:val="00C84D79"/>
    <w:rsid w:val="00C85139"/>
    <w:rsid w:val="00C8529B"/>
    <w:rsid w:val="00C852A9"/>
    <w:rsid w:val="00C855D3"/>
    <w:rsid w:val="00C85A79"/>
    <w:rsid w:val="00C85B16"/>
    <w:rsid w:val="00C85C3A"/>
    <w:rsid w:val="00C85F0A"/>
    <w:rsid w:val="00C86001"/>
    <w:rsid w:val="00C86075"/>
    <w:rsid w:val="00C86787"/>
    <w:rsid w:val="00C86B7D"/>
    <w:rsid w:val="00C86C15"/>
    <w:rsid w:val="00C86FBF"/>
    <w:rsid w:val="00C87155"/>
    <w:rsid w:val="00C872D6"/>
    <w:rsid w:val="00C87397"/>
    <w:rsid w:val="00C873D5"/>
    <w:rsid w:val="00C87826"/>
    <w:rsid w:val="00C87A7D"/>
    <w:rsid w:val="00C87CE4"/>
    <w:rsid w:val="00C87D66"/>
    <w:rsid w:val="00C87E33"/>
    <w:rsid w:val="00C903A4"/>
    <w:rsid w:val="00C91643"/>
    <w:rsid w:val="00C918DB"/>
    <w:rsid w:val="00C91C68"/>
    <w:rsid w:val="00C91DA5"/>
    <w:rsid w:val="00C91E2A"/>
    <w:rsid w:val="00C9212A"/>
    <w:rsid w:val="00C9215B"/>
    <w:rsid w:val="00C92956"/>
    <w:rsid w:val="00C92994"/>
    <w:rsid w:val="00C92BA8"/>
    <w:rsid w:val="00C92CAD"/>
    <w:rsid w:val="00C92E5C"/>
    <w:rsid w:val="00C938E5"/>
    <w:rsid w:val="00C93A07"/>
    <w:rsid w:val="00C93B62"/>
    <w:rsid w:val="00C93CB2"/>
    <w:rsid w:val="00C93CB3"/>
    <w:rsid w:val="00C93EE3"/>
    <w:rsid w:val="00C94310"/>
    <w:rsid w:val="00C944F7"/>
    <w:rsid w:val="00C94535"/>
    <w:rsid w:val="00C947E3"/>
    <w:rsid w:val="00C9497D"/>
    <w:rsid w:val="00C94A90"/>
    <w:rsid w:val="00C94BFD"/>
    <w:rsid w:val="00C94D13"/>
    <w:rsid w:val="00C94E46"/>
    <w:rsid w:val="00C950F8"/>
    <w:rsid w:val="00C95465"/>
    <w:rsid w:val="00C95A17"/>
    <w:rsid w:val="00C95D35"/>
    <w:rsid w:val="00C95F8F"/>
    <w:rsid w:val="00C96342"/>
    <w:rsid w:val="00C967BA"/>
    <w:rsid w:val="00C96801"/>
    <w:rsid w:val="00C969D6"/>
    <w:rsid w:val="00C96D9F"/>
    <w:rsid w:val="00C96F36"/>
    <w:rsid w:val="00C96F9E"/>
    <w:rsid w:val="00C972D1"/>
    <w:rsid w:val="00C9738B"/>
    <w:rsid w:val="00C97470"/>
    <w:rsid w:val="00C975E4"/>
    <w:rsid w:val="00C97649"/>
    <w:rsid w:val="00C979AF"/>
    <w:rsid w:val="00C97A22"/>
    <w:rsid w:val="00C97AA5"/>
    <w:rsid w:val="00C97CFF"/>
    <w:rsid w:val="00C97D19"/>
    <w:rsid w:val="00C97F89"/>
    <w:rsid w:val="00CA04D3"/>
    <w:rsid w:val="00CA04F9"/>
    <w:rsid w:val="00CA06B2"/>
    <w:rsid w:val="00CA0C83"/>
    <w:rsid w:val="00CA10F6"/>
    <w:rsid w:val="00CA1478"/>
    <w:rsid w:val="00CA14A8"/>
    <w:rsid w:val="00CA153E"/>
    <w:rsid w:val="00CA1627"/>
    <w:rsid w:val="00CA19C7"/>
    <w:rsid w:val="00CA19DB"/>
    <w:rsid w:val="00CA1A83"/>
    <w:rsid w:val="00CA1B09"/>
    <w:rsid w:val="00CA1B57"/>
    <w:rsid w:val="00CA1F37"/>
    <w:rsid w:val="00CA209F"/>
    <w:rsid w:val="00CA224E"/>
    <w:rsid w:val="00CA2406"/>
    <w:rsid w:val="00CA24AB"/>
    <w:rsid w:val="00CA24B9"/>
    <w:rsid w:val="00CA24DF"/>
    <w:rsid w:val="00CA252F"/>
    <w:rsid w:val="00CA290F"/>
    <w:rsid w:val="00CA2A68"/>
    <w:rsid w:val="00CA2AAD"/>
    <w:rsid w:val="00CA2E93"/>
    <w:rsid w:val="00CA2E94"/>
    <w:rsid w:val="00CA2ECD"/>
    <w:rsid w:val="00CA2F36"/>
    <w:rsid w:val="00CA3706"/>
    <w:rsid w:val="00CA40D1"/>
    <w:rsid w:val="00CA40EF"/>
    <w:rsid w:val="00CA4233"/>
    <w:rsid w:val="00CA4330"/>
    <w:rsid w:val="00CA44DB"/>
    <w:rsid w:val="00CA4577"/>
    <w:rsid w:val="00CA4716"/>
    <w:rsid w:val="00CA4CA2"/>
    <w:rsid w:val="00CA50C0"/>
    <w:rsid w:val="00CA515B"/>
    <w:rsid w:val="00CA539D"/>
    <w:rsid w:val="00CA53E2"/>
    <w:rsid w:val="00CA553A"/>
    <w:rsid w:val="00CA56D4"/>
    <w:rsid w:val="00CA62E1"/>
    <w:rsid w:val="00CA66C1"/>
    <w:rsid w:val="00CA6B3F"/>
    <w:rsid w:val="00CA6BA1"/>
    <w:rsid w:val="00CA6E21"/>
    <w:rsid w:val="00CA6F9B"/>
    <w:rsid w:val="00CA702E"/>
    <w:rsid w:val="00CA70AE"/>
    <w:rsid w:val="00CA711F"/>
    <w:rsid w:val="00CA7310"/>
    <w:rsid w:val="00CA77A9"/>
    <w:rsid w:val="00CA7B30"/>
    <w:rsid w:val="00CA7C08"/>
    <w:rsid w:val="00CB004A"/>
    <w:rsid w:val="00CB01AE"/>
    <w:rsid w:val="00CB0291"/>
    <w:rsid w:val="00CB029B"/>
    <w:rsid w:val="00CB02C5"/>
    <w:rsid w:val="00CB04EC"/>
    <w:rsid w:val="00CB0BAE"/>
    <w:rsid w:val="00CB0EF8"/>
    <w:rsid w:val="00CB0EFB"/>
    <w:rsid w:val="00CB1268"/>
    <w:rsid w:val="00CB1289"/>
    <w:rsid w:val="00CB12CA"/>
    <w:rsid w:val="00CB1365"/>
    <w:rsid w:val="00CB136D"/>
    <w:rsid w:val="00CB137F"/>
    <w:rsid w:val="00CB14FB"/>
    <w:rsid w:val="00CB1559"/>
    <w:rsid w:val="00CB1640"/>
    <w:rsid w:val="00CB16D3"/>
    <w:rsid w:val="00CB16EE"/>
    <w:rsid w:val="00CB1781"/>
    <w:rsid w:val="00CB196C"/>
    <w:rsid w:val="00CB1996"/>
    <w:rsid w:val="00CB1DC8"/>
    <w:rsid w:val="00CB21CD"/>
    <w:rsid w:val="00CB26C9"/>
    <w:rsid w:val="00CB293C"/>
    <w:rsid w:val="00CB300F"/>
    <w:rsid w:val="00CB30CD"/>
    <w:rsid w:val="00CB356E"/>
    <w:rsid w:val="00CB3686"/>
    <w:rsid w:val="00CB36FB"/>
    <w:rsid w:val="00CB3C7E"/>
    <w:rsid w:val="00CB3CD3"/>
    <w:rsid w:val="00CB3EDD"/>
    <w:rsid w:val="00CB4107"/>
    <w:rsid w:val="00CB4132"/>
    <w:rsid w:val="00CB45A1"/>
    <w:rsid w:val="00CB47D6"/>
    <w:rsid w:val="00CB4BE1"/>
    <w:rsid w:val="00CB503D"/>
    <w:rsid w:val="00CB57BC"/>
    <w:rsid w:val="00CB6CF0"/>
    <w:rsid w:val="00CB6D82"/>
    <w:rsid w:val="00CB6F51"/>
    <w:rsid w:val="00CB7130"/>
    <w:rsid w:val="00CB71E4"/>
    <w:rsid w:val="00CB743E"/>
    <w:rsid w:val="00CB7901"/>
    <w:rsid w:val="00CB7B30"/>
    <w:rsid w:val="00CB7B70"/>
    <w:rsid w:val="00CB7C8A"/>
    <w:rsid w:val="00CB7DB5"/>
    <w:rsid w:val="00CC0118"/>
    <w:rsid w:val="00CC04EA"/>
    <w:rsid w:val="00CC05BE"/>
    <w:rsid w:val="00CC07EB"/>
    <w:rsid w:val="00CC0C7E"/>
    <w:rsid w:val="00CC0FFA"/>
    <w:rsid w:val="00CC1199"/>
    <w:rsid w:val="00CC11E6"/>
    <w:rsid w:val="00CC13A8"/>
    <w:rsid w:val="00CC13CE"/>
    <w:rsid w:val="00CC151A"/>
    <w:rsid w:val="00CC1603"/>
    <w:rsid w:val="00CC1639"/>
    <w:rsid w:val="00CC17C1"/>
    <w:rsid w:val="00CC1826"/>
    <w:rsid w:val="00CC1957"/>
    <w:rsid w:val="00CC19B6"/>
    <w:rsid w:val="00CC1BA3"/>
    <w:rsid w:val="00CC1CB5"/>
    <w:rsid w:val="00CC1FA8"/>
    <w:rsid w:val="00CC204D"/>
    <w:rsid w:val="00CC2244"/>
    <w:rsid w:val="00CC2402"/>
    <w:rsid w:val="00CC2452"/>
    <w:rsid w:val="00CC25C9"/>
    <w:rsid w:val="00CC264E"/>
    <w:rsid w:val="00CC28CC"/>
    <w:rsid w:val="00CC2A8B"/>
    <w:rsid w:val="00CC2D39"/>
    <w:rsid w:val="00CC3307"/>
    <w:rsid w:val="00CC3449"/>
    <w:rsid w:val="00CC38BC"/>
    <w:rsid w:val="00CC3AD4"/>
    <w:rsid w:val="00CC3C46"/>
    <w:rsid w:val="00CC3D4B"/>
    <w:rsid w:val="00CC4346"/>
    <w:rsid w:val="00CC4A0E"/>
    <w:rsid w:val="00CC5410"/>
    <w:rsid w:val="00CC5924"/>
    <w:rsid w:val="00CC6536"/>
    <w:rsid w:val="00CC653A"/>
    <w:rsid w:val="00CC72F9"/>
    <w:rsid w:val="00CC7396"/>
    <w:rsid w:val="00CC74E1"/>
    <w:rsid w:val="00CC7512"/>
    <w:rsid w:val="00CC7C02"/>
    <w:rsid w:val="00CC7E8E"/>
    <w:rsid w:val="00CD00C6"/>
    <w:rsid w:val="00CD032A"/>
    <w:rsid w:val="00CD05DE"/>
    <w:rsid w:val="00CD0846"/>
    <w:rsid w:val="00CD0901"/>
    <w:rsid w:val="00CD0923"/>
    <w:rsid w:val="00CD0B78"/>
    <w:rsid w:val="00CD0D5F"/>
    <w:rsid w:val="00CD0EAE"/>
    <w:rsid w:val="00CD10AB"/>
    <w:rsid w:val="00CD10AD"/>
    <w:rsid w:val="00CD112A"/>
    <w:rsid w:val="00CD115B"/>
    <w:rsid w:val="00CD1642"/>
    <w:rsid w:val="00CD1D30"/>
    <w:rsid w:val="00CD2286"/>
    <w:rsid w:val="00CD2355"/>
    <w:rsid w:val="00CD256F"/>
    <w:rsid w:val="00CD26E0"/>
    <w:rsid w:val="00CD2810"/>
    <w:rsid w:val="00CD2935"/>
    <w:rsid w:val="00CD2A93"/>
    <w:rsid w:val="00CD3017"/>
    <w:rsid w:val="00CD3289"/>
    <w:rsid w:val="00CD34A0"/>
    <w:rsid w:val="00CD35C1"/>
    <w:rsid w:val="00CD36B8"/>
    <w:rsid w:val="00CD36F8"/>
    <w:rsid w:val="00CD3A6A"/>
    <w:rsid w:val="00CD3AB8"/>
    <w:rsid w:val="00CD3E4D"/>
    <w:rsid w:val="00CD3F5D"/>
    <w:rsid w:val="00CD3F62"/>
    <w:rsid w:val="00CD418E"/>
    <w:rsid w:val="00CD43E2"/>
    <w:rsid w:val="00CD4505"/>
    <w:rsid w:val="00CD48FE"/>
    <w:rsid w:val="00CD49C8"/>
    <w:rsid w:val="00CD4AB8"/>
    <w:rsid w:val="00CD4AE6"/>
    <w:rsid w:val="00CD5884"/>
    <w:rsid w:val="00CD5BA2"/>
    <w:rsid w:val="00CD6324"/>
    <w:rsid w:val="00CD63CB"/>
    <w:rsid w:val="00CD6776"/>
    <w:rsid w:val="00CD6961"/>
    <w:rsid w:val="00CD6B7C"/>
    <w:rsid w:val="00CD6CD3"/>
    <w:rsid w:val="00CD6FE5"/>
    <w:rsid w:val="00CD7469"/>
    <w:rsid w:val="00CD74E6"/>
    <w:rsid w:val="00CD750A"/>
    <w:rsid w:val="00CD75D4"/>
    <w:rsid w:val="00CD770E"/>
    <w:rsid w:val="00CD7B7F"/>
    <w:rsid w:val="00CE0593"/>
    <w:rsid w:val="00CE0694"/>
    <w:rsid w:val="00CE0A4A"/>
    <w:rsid w:val="00CE0A93"/>
    <w:rsid w:val="00CE0D55"/>
    <w:rsid w:val="00CE0F28"/>
    <w:rsid w:val="00CE13CC"/>
    <w:rsid w:val="00CE15A5"/>
    <w:rsid w:val="00CE15F4"/>
    <w:rsid w:val="00CE1790"/>
    <w:rsid w:val="00CE1886"/>
    <w:rsid w:val="00CE1C80"/>
    <w:rsid w:val="00CE1D8C"/>
    <w:rsid w:val="00CE1FEE"/>
    <w:rsid w:val="00CE21E5"/>
    <w:rsid w:val="00CE25FD"/>
    <w:rsid w:val="00CE2813"/>
    <w:rsid w:val="00CE2B33"/>
    <w:rsid w:val="00CE2C51"/>
    <w:rsid w:val="00CE2DE6"/>
    <w:rsid w:val="00CE2F20"/>
    <w:rsid w:val="00CE37B7"/>
    <w:rsid w:val="00CE3851"/>
    <w:rsid w:val="00CE387F"/>
    <w:rsid w:val="00CE3ED5"/>
    <w:rsid w:val="00CE3F17"/>
    <w:rsid w:val="00CE410C"/>
    <w:rsid w:val="00CE4935"/>
    <w:rsid w:val="00CE4CB0"/>
    <w:rsid w:val="00CE5399"/>
    <w:rsid w:val="00CE54DC"/>
    <w:rsid w:val="00CE55E4"/>
    <w:rsid w:val="00CE5B2A"/>
    <w:rsid w:val="00CE5E5D"/>
    <w:rsid w:val="00CE63BA"/>
    <w:rsid w:val="00CE65BB"/>
    <w:rsid w:val="00CE6619"/>
    <w:rsid w:val="00CE66AB"/>
    <w:rsid w:val="00CE674F"/>
    <w:rsid w:val="00CE6894"/>
    <w:rsid w:val="00CE6C45"/>
    <w:rsid w:val="00CE6D1F"/>
    <w:rsid w:val="00CE6E28"/>
    <w:rsid w:val="00CE6F52"/>
    <w:rsid w:val="00CE789B"/>
    <w:rsid w:val="00CE78C1"/>
    <w:rsid w:val="00CE7A83"/>
    <w:rsid w:val="00CE7C43"/>
    <w:rsid w:val="00CE7C88"/>
    <w:rsid w:val="00CF00D3"/>
    <w:rsid w:val="00CF0416"/>
    <w:rsid w:val="00CF07F9"/>
    <w:rsid w:val="00CF08BC"/>
    <w:rsid w:val="00CF09B6"/>
    <w:rsid w:val="00CF0C01"/>
    <w:rsid w:val="00CF0CFE"/>
    <w:rsid w:val="00CF10C4"/>
    <w:rsid w:val="00CF113A"/>
    <w:rsid w:val="00CF11D0"/>
    <w:rsid w:val="00CF1374"/>
    <w:rsid w:val="00CF141D"/>
    <w:rsid w:val="00CF1621"/>
    <w:rsid w:val="00CF16BA"/>
    <w:rsid w:val="00CF1EF1"/>
    <w:rsid w:val="00CF210F"/>
    <w:rsid w:val="00CF2119"/>
    <w:rsid w:val="00CF21FB"/>
    <w:rsid w:val="00CF2269"/>
    <w:rsid w:val="00CF2485"/>
    <w:rsid w:val="00CF27EB"/>
    <w:rsid w:val="00CF2986"/>
    <w:rsid w:val="00CF29C0"/>
    <w:rsid w:val="00CF2B7A"/>
    <w:rsid w:val="00CF2E07"/>
    <w:rsid w:val="00CF301F"/>
    <w:rsid w:val="00CF3320"/>
    <w:rsid w:val="00CF3476"/>
    <w:rsid w:val="00CF3841"/>
    <w:rsid w:val="00CF3D97"/>
    <w:rsid w:val="00CF3EF1"/>
    <w:rsid w:val="00CF40FA"/>
    <w:rsid w:val="00CF445A"/>
    <w:rsid w:val="00CF445D"/>
    <w:rsid w:val="00CF4524"/>
    <w:rsid w:val="00CF4DF3"/>
    <w:rsid w:val="00CF4E68"/>
    <w:rsid w:val="00CF4F9D"/>
    <w:rsid w:val="00CF5379"/>
    <w:rsid w:val="00CF5694"/>
    <w:rsid w:val="00CF5BE0"/>
    <w:rsid w:val="00CF5C96"/>
    <w:rsid w:val="00CF5E74"/>
    <w:rsid w:val="00CF602C"/>
    <w:rsid w:val="00CF6265"/>
    <w:rsid w:val="00CF62A5"/>
    <w:rsid w:val="00CF654F"/>
    <w:rsid w:val="00CF66CD"/>
    <w:rsid w:val="00CF6E1C"/>
    <w:rsid w:val="00CF6E2F"/>
    <w:rsid w:val="00CF6F5C"/>
    <w:rsid w:val="00CF7459"/>
    <w:rsid w:val="00CF74B4"/>
    <w:rsid w:val="00CF764E"/>
    <w:rsid w:val="00CF787E"/>
    <w:rsid w:val="00CF7FA0"/>
    <w:rsid w:val="00D00A2B"/>
    <w:rsid w:val="00D00A8B"/>
    <w:rsid w:val="00D00AB9"/>
    <w:rsid w:val="00D014FF"/>
    <w:rsid w:val="00D01789"/>
    <w:rsid w:val="00D01803"/>
    <w:rsid w:val="00D019CC"/>
    <w:rsid w:val="00D01BED"/>
    <w:rsid w:val="00D01E5E"/>
    <w:rsid w:val="00D01EE9"/>
    <w:rsid w:val="00D01F4C"/>
    <w:rsid w:val="00D01FB1"/>
    <w:rsid w:val="00D02012"/>
    <w:rsid w:val="00D021F2"/>
    <w:rsid w:val="00D02248"/>
    <w:rsid w:val="00D0224C"/>
    <w:rsid w:val="00D02498"/>
    <w:rsid w:val="00D0273A"/>
    <w:rsid w:val="00D02903"/>
    <w:rsid w:val="00D0290A"/>
    <w:rsid w:val="00D02956"/>
    <w:rsid w:val="00D02C93"/>
    <w:rsid w:val="00D02F05"/>
    <w:rsid w:val="00D031C0"/>
    <w:rsid w:val="00D0327E"/>
    <w:rsid w:val="00D034AC"/>
    <w:rsid w:val="00D0375C"/>
    <w:rsid w:val="00D037DF"/>
    <w:rsid w:val="00D03800"/>
    <w:rsid w:val="00D03B3F"/>
    <w:rsid w:val="00D03B9E"/>
    <w:rsid w:val="00D03BEB"/>
    <w:rsid w:val="00D03E67"/>
    <w:rsid w:val="00D0428A"/>
    <w:rsid w:val="00D0449F"/>
    <w:rsid w:val="00D04715"/>
    <w:rsid w:val="00D04EB3"/>
    <w:rsid w:val="00D05071"/>
    <w:rsid w:val="00D05377"/>
    <w:rsid w:val="00D05445"/>
    <w:rsid w:val="00D05767"/>
    <w:rsid w:val="00D0589D"/>
    <w:rsid w:val="00D059C3"/>
    <w:rsid w:val="00D05B73"/>
    <w:rsid w:val="00D05C65"/>
    <w:rsid w:val="00D0620E"/>
    <w:rsid w:val="00D064DF"/>
    <w:rsid w:val="00D064E9"/>
    <w:rsid w:val="00D0667C"/>
    <w:rsid w:val="00D06681"/>
    <w:rsid w:val="00D06A64"/>
    <w:rsid w:val="00D06D59"/>
    <w:rsid w:val="00D06F13"/>
    <w:rsid w:val="00D07465"/>
    <w:rsid w:val="00D07838"/>
    <w:rsid w:val="00D079B7"/>
    <w:rsid w:val="00D07AB8"/>
    <w:rsid w:val="00D07BAC"/>
    <w:rsid w:val="00D07F17"/>
    <w:rsid w:val="00D07F84"/>
    <w:rsid w:val="00D10007"/>
    <w:rsid w:val="00D10187"/>
    <w:rsid w:val="00D10326"/>
    <w:rsid w:val="00D10338"/>
    <w:rsid w:val="00D105EA"/>
    <w:rsid w:val="00D10A57"/>
    <w:rsid w:val="00D11523"/>
    <w:rsid w:val="00D11713"/>
    <w:rsid w:val="00D11A8A"/>
    <w:rsid w:val="00D11CE7"/>
    <w:rsid w:val="00D11E18"/>
    <w:rsid w:val="00D11FD9"/>
    <w:rsid w:val="00D121D7"/>
    <w:rsid w:val="00D12954"/>
    <w:rsid w:val="00D12B1D"/>
    <w:rsid w:val="00D12D06"/>
    <w:rsid w:val="00D12D37"/>
    <w:rsid w:val="00D12E19"/>
    <w:rsid w:val="00D1319B"/>
    <w:rsid w:val="00D1321D"/>
    <w:rsid w:val="00D133EE"/>
    <w:rsid w:val="00D13516"/>
    <w:rsid w:val="00D13A9E"/>
    <w:rsid w:val="00D14390"/>
    <w:rsid w:val="00D14DCC"/>
    <w:rsid w:val="00D14F4B"/>
    <w:rsid w:val="00D15026"/>
    <w:rsid w:val="00D15396"/>
    <w:rsid w:val="00D15442"/>
    <w:rsid w:val="00D158CD"/>
    <w:rsid w:val="00D15A59"/>
    <w:rsid w:val="00D15A78"/>
    <w:rsid w:val="00D15B2D"/>
    <w:rsid w:val="00D15C75"/>
    <w:rsid w:val="00D15C8B"/>
    <w:rsid w:val="00D15D5E"/>
    <w:rsid w:val="00D15E25"/>
    <w:rsid w:val="00D16300"/>
    <w:rsid w:val="00D165AF"/>
    <w:rsid w:val="00D1692F"/>
    <w:rsid w:val="00D17087"/>
    <w:rsid w:val="00D17156"/>
    <w:rsid w:val="00D179B0"/>
    <w:rsid w:val="00D17F33"/>
    <w:rsid w:val="00D201C5"/>
    <w:rsid w:val="00D20224"/>
    <w:rsid w:val="00D20A12"/>
    <w:rsid w:val="00D20CC5"/>
    <w:rsid w:val="00D20D9F"/>
    <w:rsid w:val="00D20E8D"/>
    <w:rsid w:val="00D20F81"/>
    <w:rsid w:val="00D210A6"/>
    <w:rsid w:val="00D2124A"/>
    <w:rsid w:val="00D213D1"/>
    <w:rsid w:val="00D21455"/>
    <w:rsid w:val="00D215FC"/>
    <w:rsid w:val="00D21A6E"/>
    <w:rsid w:val="00D21AF7"/>
    <w:rsid w:val="00D21B71"/>
    <w:rsid w:val="00D21BAE"/>
    <w:rsid w:val="00D2200F"/>
    <w:rsid w:val="00D222D8"/>
    <w:rsid w:val="00D226BC"/>
    <w:rsid w:val="00D22940"/>
    <w:rsid w:val="00D22B43"/>
    <w:rsid w:val="00D230BE"/>
    <w:rsid w:val="00D230FD"/>
    <w:rsid w:val="00D2321A"/>
    <w:rsid w:val="00D23255"/>
    <w:rsid w:val="00D23520"/>
    <w:rsid w:val="00D23596"/>
    <w:rsid w:val="00D235CA"/>
    <w:rsid w:val="00D23C05"/>
    <w:rsid w:val="00D23C16"/>
    <w:rsid w:val="00D23E05"/>
    <w:rsid w:val="00D23FE6"/>
    <w:rsid w:val="00D24193"/>
    <w:rsid w:val="00D242A4"/>
    <w:rsid w:val="00D243B1"/>
    <w:rsid w:val="00D246D7"/>
    <w:rsid w:val="00D247DD"/>
    <w:rsid w:val="00D24988"/>
    <w:rsid w:val="00D24DE9"/>
    <w:rsid w:val="00D2530D"/>
    <w:rsid w:val="00D25838"/>
    <w:rsid w:val="00D259DA"/>
    <w:rsid w:val="00D25C12"/>
    <w:rsid w:val="00D25DD6"/>
    <w:rsid w:val="00D25E54"/>
    <w:rsid w:val="00D25E5C"/>
    <w:rsid w:val="00D25F04"/>
    <w:rsid w:val="00D261F6"/>
    <w:rsid w:val="00D26386"/>
    <w:rsid w:val="00D26785"/>
    <w:rsid w:val="00D26908"/>
    <w:rsid w:val="00D269BB"/>
    <w:rsid w:val="00D26AE7"/>
    <w:rsid w:val="00D26B98"/>
    <w:rsid w:val="00D26C3F"/>
    <w:rsid w:val="00D26DF3"/>
    <w:rsid w:val="00D27001"/>
    <w:rsid w:val="00D275E2"/>
    <w:rsid w:val="00D27605"/>
    <w:rsid w:val="00D2765B"/>
    <w:rsid w:val="00D27B97"/>
    <w:rsid w:val="00D27BF2"/>
    <w:rsid w:val="00D27D6A"/>
    <w:rsid w:val="00D27D79"/>
    <w:rsid w:val="00D27E5F"/>
    <w:rsid w:val="00D27FFC"/>
    <w:rsid w:val="00D3022A"/>
    <w:rsid w:val="00D306F6"/>
    <w:rsid w:val="00D309C6"/>
    <w:rsid w:val="00D30C3F"/>
    <w:rsid w:val="00D30EBA"/>
    <w:rsid w:val="00D30F48"/>
    <w:rsid w:val="00D310B2"/>
    <w:rsid w:val="00D3126F"/>
    <w:rsid w:val="00D312B3"/>
    <w:rsid w:val="00D3159F"/>
    <w:rsid w:val="00D31BFF"/>
    <w:rsid w:val="00D320B8"/>
    <w:rsid w:val="00D320E6"/>
    <w:rsid w:val="00D32326"/>
    <w:rsid w:val="00D326A5"/>
    <w:rsid w:val="00D32893"/>
    <w:rsid w:val="00D32A57"/>
    <w:rsid w:val="00D32AF0"/>
    <w:rsid w:val="00D32B7D"/>
    <w:rsid w:val="00D32F54"/>
    <w:rsid w:val="00D32FF5"/>
    <w:rsid w:val="00D33024"/>
    <w:rsid w:val="00D33039"/>
    <w:rsid w:val="00D3337C"/>
    <w:rsid w:val="00D334FD"/>
    <w:rsid w:val="00D33762"/>
    <w:rsid w:val="00D339CE"/>
    <w:rsid w:val="00D33ACE"/>
    <w:rsid w:val="00D33D5A"/>
    <w:rsid w:val="00D33DBE"/>
    <w:rsid w:val="00D34197"/>
    <w:rsid w:val="00D34421"/>
    <w:rsid w:val="00D3474D"/>
    <w:rsid w:val="00D354CE"/>
    <w:rsid w:val="00D354DB"/>
    <w:rsid w:val="00D3555F"/>
    <w:rsid w:val="00D357A6"/>
    <w:rsid w:val="00D35830"/>
    <w:rsid w:val="00D35A7D"/>
    <w:rsid w:val="00D35EA5"/>
    <w:rsid w:val="00D3647C"/>
    <w:rsid w:val="00D366B2"/>
    <w:rsid w:val="00D36771"/>
    <w:rsid w:val="00D367E4"/>
    <w:rsid w:val="00D36911"/>
    <w:rsid w:val="00D3699D"/>
    <w:rsid w:val="00D36A4D"/>
    <w:rsid w:val="00D36C78"/>
    <w:rsid w:val="00D36FE7"/>
    <w:rsid w:val="00D371DF"/>
    <w:rsid w:val="00D372DA"/>
    <w:rsid w:val="00D37353"/>
    <w:rsid w:val="00D378AA"/>
    <w:rsid w:val="00D3791C"/>
    <w:rsid w:val="00D37938"/>
    <w:rsid w:val="00D37A53"/>
    <w:rsid w:val="00D37C18"/>
    <w:rsid w:val="00D37F50"/>
    <w:rsid w:val="00D40261"/>
    <w:rsid w:val="00D40BD3"/>
    <w:rsid w:val="00D40CE8"/>
    <w:rsid w:val="00D40F4B"/>
    <w:rsid w:val="00D4137A"/>
    <w:rsid w:val="00D414E3"/>
    <w:rsid w:val="00D416FA"/>
    <w:rsid w:val="00D41796"/>
    <w:rsid w:val="00D41BC9"/>
    <w:rsid w:val="00D4204A"/>
    <w:rsid w:val="00D4276D"/>
    <w:rsid w:val="00D4279F"/>
    <w:rsid w:val="00D42867"/>
    <w:rsid w:val="00D42B85"/>
    <w:rsid w:val="00D42DAC"/>
    <w:rsid w:val="00D43211"/>
    <w:rsid w:val="00D43465"/>
    <w:rsid w:val="00D43797"/>
    <w:rsid w:val="00D43C3D"/>
    <w:rsid w:val="00D4411B"/>
    <w:rsid w:val="00D4451F"/>
    <w:rsid w:val="00D4469C"/>
    <w:rsid w:val="00D4485E"/>
    <w:rsid w:val="00D44BAE"/>
    <w:rsid w:val="00D455C3"/>
    <w:rsid w:val="00D45758"/>
    <w:rsid w:val="00D4602D"/>
    <w:rsid w:val="00D4609D"/>
    <w:rsid w:val="00D46249"/>
    <w:rsid w:val="00D464C4"/>
    <w:rsid w:val="00D46910"/>
    <w:rsid w:val="00D46BA2"/>
    <w:rsid w:val="00D46FF1"/>
    <w:rsid w:val="00D4729C"/>
    <w:rsid w:val="00D4730D"/>
    <w:rsid w:val="00D4738F"/>
    <w:rsid w:val="00D47595"/>
    <w:rsid w:val="00D476EF"/>
    <w:rsid w:val="00D47B04"/>
    <w:rsid w:val="00D47C65"/>
    <w:rsid w:val="00D50244"/>
    <w:rsid w:val="00D50247"/>
    <w:rsid w:val="00D50479"/>
    <w:rsid w:val="00D50671"/>
    <w:rsid w:val="00D50775"/>
    <w:rsid w:val="00D50E71"/>
    <w:rsid w:val="00D512E9"/>
    <w:rsid w:val="00D5176E"/>
    <w:rsid w:val="00D51782"/>
    <w:rsid w:val="00D519C7"/>
    <w:rsid w:val="00D51AB7"/>
    <w:rsid w:val="00D51C06"/>
    <w:rsid w:val="00D5206C"/>
    <w:rsid w:val="00D526FB"/>
    <w:rsid w:val="00D52744"/>
    <w:rsid w:val="00D52C6C"/>
    <w:rsid w:val="00D52CED"/>
    <w:rsid w:val="00D52D64"/>
    <w:rsid w:val="00D52F4D"/>
    <w:rsid w:val="00D52FE5"/>
    <w:rsid w:val="00D53231"/>
    <w:rsid w:val="00D53269"/>
    <w:rsid w:val="00D5393E"/>
    <w:rsid w:val="00D53D2A"/>
    <w:rsid w:val="00D53E9C"/>
    <w:rsid w:val="00D54324"/>
    <w:rsid w:val="00D543BF"/>
    <w:rsid w:val="00D545C0"/>
    <w:rsid w:val="00D5472E"/>
    <w:rsid w:val="00D5477D"/>
    <w:rsid w:val="00D55657"/>
    <w:rsid w:val="00D557FE"/>
    <w:rsid w:val="00D55852"/>
    <w:rsid w:val="00D55A29"/>
    <w:rsid w:val="00D55B8A"/>
    <w:rsid w:val="00D55DE0"/>
    <w:rsid w:val="00D55F49"/>
    <w:rsid w:val="00D560C7"/>
    <w:rsid w:val="00D5612D"/>
    <w:rsid w:val="00D5613D"/>
    <w:rsid w:val="00D5639A"/>
    <w:rsid w:val="00D56532"/>
    <w:rsid w:val="00D5686F"/>
    <w:rsid w:val="00D56CF7"/>
    <w:rsid w:val="00D56FD1"/>
    <w:rsid w:val="00D573CD"/>
    <w:rsid w:val="00D57533"/>
    <w:rsid w:val="00D575AC"/>
    <w:rsid w:val="00D575B8"/>
    <w:rsid w:val="00D575F2"/>
    <w:rsid w:val="00D577EC"/>
    <w:rsid w:val="00D57946"/>
    <w:rsid w:val="00D57A0A"/>
    <w:rsid w:val="00D57F4D"/>
    <w:rsid w:val="00D604F5"/>
    <w:rsid w:val="00D6051F"/>
    <w:rsid w:val="00D606BF"/>
    <w:rsid w:val="00D609CE"/>
    <w:rsid w:val="00D60B49"/>
    <w:rsid w:val="00D60C8A"/>
    <w:rsid w:val="00D60D43"/>
    <w:rsid w:val="00D60EF3"/>
    <w:rsid w:val="00D612C1"/>
    <w:rsid w:val="00D613A4"/>
    <w:rsid w:val="00D616D9"/>
    <w:rsid w:val="00D61702"/>
    <w:rsid w:val="00D61CE9"/>
    <w:rsid w:val="00D61F32"/>
    <w:rsid w:val="00D61F38"/>
    <w:rsid w:val="00D6217C"/>
    <w:rsid w:val="00D622F6"/>
    <w:rsid w:val="00D62334"/>
    <w:rsid w:val="00D62527"/>
    <w:rsid w:val="00D6297B"/>
    <w:rsid w:val="00D62C26"/>
    <w:rsid w:val="00D62C67"/>
    <w:rsid w:val="00D62DFC"/>
    <w:rsid w:val="00D62F7D"/>
    <w:rsid w:val="00D630B7"/>
    <w:rsid w:val="00D63321"/>
    <w:rsid w:val="00D633CB"/>
    <w:rsid w:val="00D634F7"/>
    <w:rsid w:val="00D6359A"/>
    <w:rsid w:val="00D6376C"/>
    <w:rsid w:val="00D6380C"/>
    <w:rsid w:val="00D63ABB"/>
    <w:rsid w:val="00D63D8A"/>
    <w:rsid w:val="00D641BE"/>
    <w:rsid w:val="00D644BD"/>
    <w:rsid w:val="00D645B7"/>
    <w:rsid w:val="00D6468D"/>
    <w:rsid w:val="00D647AE"/>
    <w:rsid w:val="00D64965"/>
    <w:rsid w:val="00D64C4D"/>
    <w:rsid w:val="00D64FAB"/>
    <w:rsid w:val="00D65303"/>
    <w:rsid w:val="00D654FC"/>
    <w:rsid w:val="00D6581A"/>
    <w:rsid w:val="00D6590E"/>
    <w:rsid w:val="00D6597D"/>
    <w:rsid w:val="00D659F7"/>
    <w:rsid w:val="00D65AAB"/>
    <w:rsid w:val="00D65B17"/>
    <w:rsid w:val="00D65CB2"/>
    <w:rsid w:val="00D65D65"/>
    <w:rsid w:val="00D65F6F"/>
    <w:rsid w:val="00D661DB"/>
    <w:rsid w:val="00D66278"/>
    <w:rsid w:val="00D66437"/>
    <w:rsid w:val="00D665D4"/>
    <w:rsid w:val="00D6664A"/>
    <w:rsid w:val="00D666B8"/>
    <w:rsid w:val="00D6691C"/>
    <w:rsid w:val="00D66C36"/>
    <w:rsid w:val="00D67020"/>
    <w:rsid w:val="00D671F5"/>
    <w:rsid w:val="00D673A5"/>
    <w:rsid w:val="00D67400"/>
    <w:rsid w:val="00D6784F"/>
    <w:rsid w:val="00D67A52"/>
    <w:rsid w:val="00D67A6F"/>
    <w:rsid w:val="00D67C84"/>
    <w:rsid w:val="00D70872"/>
    <w:rsid w:val="00D70951"/>
    <w:rsid w:val="00D70F7B"/>
    <w:rsid w:val="00D714F9"/>
    <w:rsid w:val="00D71505"/>
    <w:rsid w:val="00D71580"/>
    <w:rsid w:val="00D715B0"/>
    <w:rsid w:val="00D717A8"/>
    <w:rsid w:val="00D71DEA"/>
    <w:rsid w:val="00D71F1C"/>
    <w:rsid w:val="00D72059"/>
    <w:rsid w:val="00D72077"/>
    <w:rsid w:val="00D72354"/>
    <w:rsid w:val="00D72552"/>
    <w:rsid w:val="00D725B8"/>
    <w:rsid w:val="00D726C7"/>
    <w:rsid w:val="00D72A94"/>
    <w:rsid w:val="00D72FCE"/>
    <w:rsid w:val="00D7309C"/>
    <w:rsid w:val="00D732C5"/>
    <w:rsid w:val="00D732FE"/>
    <w:rsid w:val="00D73509"/>
    <w:rsid w:val="00D7392E"/>
    <w:rsid w:val="00D73AAA"/>
    <w:rsid w:val="00D73B9F"/>
    <w:rsid w:val="00D73E8B"/>
    <w:rsid w:val="00D74118"/>
    <w:rsid w:val="00D7423D"/>
    <w:rsid w:val="00D745FE"/>
    <w:rsid w:val="00D747E6"/>
    <w:rsid w:val="00D748B2"/>
    <w:rsid w:val="00D748DC"/>
    <w:rsid w:val="00D749A9"/>
    <w:rsid w:val="00D74AB5"/>
    <w:rsid w:val="00D75138"/>
    <w:rsid w:val="00D75140"/>
    <w:rsid w:val="00D751AB"/>
    <w:rsid w:val="00D75445"/>
    <w:rsid w:val="00D75581"/>
    <w:rsid w:val="00D75B55"/>
    <w:rsid w:val="00D75FD0"/>
    <w:rsid w:val="00D7619C"/>
    <w:rsid w:val="00D7649D"/>
    <w:rsid w:val="00D7660C"/>
    <w:rsid w:val="00D76B44"/>
    <w:rsid w:val="00D76C97"/>
    <w:rsid w:val="00D76F45"/>
    <w:rsid w:val="00D772A6"/>
    <w:rsid w:val="00D772E2"/>
    <w:rsid w:val="00D77598"/>
    <w:rsid w:val="00D778CF"/>
    <w:rsid w:val="00D779ED"/>
    <w:rsid w:val="00D80349"/>
    <w:rsid w:val="00D8055D"/>
    <w:rsid w:val="00D808CF"/>
    <w:rsid w:val="00D80A96"/>
    <w:rsid w:val="00D80D58"/>
    <w:rsid w:val="00D80F52"/>
    <w:rsid w:val="00D80FFC"/>
    <w:rsid w:val="00D810CA"/>
    <w:rsid w:val="00D81411"/>
    <w:rsid w:val="00D814F0"/>
    <w:rsid w:val="00D817BB"/>
    <w:rsid w:val="00D81883"/>
    <w:rsid w:val="00D818EB"/>
    <w:rsid w:val="00D81B96"/>
    <w:rsid w:val="00D8202E"/>
    <w:rsid w:val="00D82131"/>
    <w:rsid w:val="00D825D9"/>
    <w:rsid w:val="00D82F9C"/>
    <w:rsid w:val="00D836A7"/>
    <w:rsid w:val="00D83C62"/>
    <w:rsid w:val="00D83D5D"/>
    <w:rsid w:val="00D83FD7"/>
    <w:rsid w:val="00D8410B"/>
    <w:rsid w:val="00D84405"/>
    <w:rsid w:val="00D84501"/>
    <w:rsid w:val="00D84519"/>
    <w:rsid w:val="00D84697"/>
    <w:rsid w:val="00D848B9"/>
    <w:rsid w:val="00D84A1C"/>
    <w:rsid w:val="00D84A49"/>
    <w:rsid w:val="00D84AE7"/>
    <w:rsid w:val="00D84FD6"/>
    <w:rsid w:val="00D8500B"/>
    <w:rsid w:val="00D8504E"/>
    <w:rsid w:val="00D8527B"/>
    <w:rsid w:val="00D8564E"/>
    <w:rsid w:val="00D858D7"/>
    <w:rsid w:val="00D859C2"/>
    <w:rsid w:val="00D85CDF"/>
    <w:rsid w:val="00D85EE7"/>
    <w:rsid w:val="00D85F8D"/>
    <w:rsid w:val="00D86304"/>
    <w:rsid w:val="00D8696B"/>
    <w:rsid w:val="00D86D64"/>
    <w:rsid w:val="00D86E20"/>
    <w:rsid w:val="00D86EEA"/>
    <w:rsid w:val="00D87264"/>
    <w:rsid w:val="00D874A8"/>
    <w:rsid w:val="00D87D3F"/>
    <w:rsid w:val="00D87D5C"/>
    <w:rsid w:val="00D9019C"/>
    <w:rsid w:val="00D90BFA"/>
    <w:rsid w:val="00D90DD5"/>
    <w:rsid w:val="00D916DF"/>
    <w:rsid w:val="00D91A80"/>
    <w:rsid w:val="00D91BBC"/>
    <w:rsid w:val="00D9271A"/>
    <w:rsid w:val="00D929AA"/>
    <w:rsid w:val="00D930A0"/>
    <w:rsid w:val="00D932D8"/>
    <w:rsid w:val="00D93420"/>
    <w:rsid w:val="00D93525"/>
    <w:rsid w:val="00D9356E"/>
    <w:rsid w:val="00D93858"/>
    <w:rsid w:val="00D9398D"/>
    <w:rsid w:val="00D93F6D"/>
    <w:rsid w:val="00D93FA3"/>
    <w:rsid w:val="00D94438"/>
    <w:rsid w:val="00D944C7"/>
    <w:rsid w:val="00D9454B"/>
    <w:rsid w:val="00D94656"/>
    <w:rsid w:val="00D946D0"/>
    <w:rsid w:val="00D94C75"/>
    <w:rsid w:val="00D94C80"/>
    <w:rsid w:val="00D95192"/>
    <w:rsid w:val="00D95267"/>
    <w:rsid w:val="00D95463"/>
    <w:rsid w:val="00D9576F"/>
    <w:rsid w:val="00D957D4"/>
    <w:rsid w:val="00D95E6A"/>
    <w:rsid w:val="00D96053"/>
    <w:rsid w:val="00D9618A"/>
    <w:rsid w:val="00D96324"/>
    <w:rsid w:val="00D965A2"/>
    <w:rsid w:val="00D96F68"/>
    <w:rsid w:val="00D976FD"/>
    <w:rsid w:val="00D97720"/>
    <w:rsid w:val="00D9786C"/>
    <w:rsid w:val="00D978F7"/>
    <w:rsid w:val="00D97BC8"/>
    <w:rsid w:val="00D97DF0"/>
    <w:rsid w:val="00DA04B2"/>
    <w:rsid w:val="00DA0B26"/>
    <w:rsid w:val="00DA0CD3"/>
    <w:rsid w:val="00DA1161"/>
    <w:rsid w:val="00DA11EB"/>
    <w:rsid w:val="00DA158A"/>
    <w:rsid w:val="00DA16E4"/>
    <w:rsid w:val="00DA1999"/>
    <w:rsid w:val="00DA1BFF"/>
    <w:rsid w:val="00DA1D89"/>
    <w:rsid w:val="00DA22F0"/>
    <w:rsid w:val="00DA2362"/>
    <w:rsid w:val="00DA2415"/>
    <w:rsid w:val="00DA26B1"/>
    <w:rsid w:val="00DA2A1E"/>
    <w:rsid w:val="00DA2DAA"/>
    <w:rsid w:val="00DA3235"/>
    <w:rsid w:val="00DA329C"/>
    <w:rsid w:val="00DA32DC"/>
    <w:rsid w:val="00DA38B2"/>
    <w:rsid w:val="00DA3FAC"/>
    <w:rsid w:val="00DA4082"/>
    <w:rsid w:val="00DA4090"/>
    <w:rsid w:val="00DA4288"/>
    <w:rsid w:val="00DA44D1"/>
    <w:rsid w:val="00DA4880"/>
    <w:rsid w:val="00DA495E"/>
    <w:rsid w:val="00DA4C3A"/>
    <w:rsid w:val="00DA51D7"/>
    <w:rsid w:val="00DA5311"/>
    <w:rsid w:val="00DA54B9"/>
    <w:rsid w:val="00DA55A4"/>
    <w:rsid w:val="00DA55E5"/>
    <w:rsid w:val="00DA5781"/>
    <w:rsid w:val="00DA5897"/>
    <w:rsid w:val="00DA5B93"/>
    <w:rsid w:val="00DA5CB8"/>
    <w:rsid w:val="00DA5D44"/>
    <w:rsid w:val="00DA5E9D"/>
    <w:rsid w:val="00DA62F2"/>
    <w:rsid w:val="00DA6301"/>
    <w:rsid w:val="00DA679C"/>
    <w:rsid w:val="00DA69FB"/>
    <w:rsid w:val="00DA6C7F"/>
    <w:rsid w:val="00DA6E6A"/>
    <w:rsid w:val="00DA7217"/>
    <w:rsid w:val="00DA728D"/>
    <w:rsid w:val="00DA746E"/>
    <w:rsid w:val="00DA7672"/>
    <w:rsid w:val="00DA792A"/>
    <w:rsid w:val="00DA7B54"/>
    <w:rsid w:val="00DB03FA"/>
    <w:rsid w:val="00DB0507"/>
    <w:rsid w:val="00DB0550"/>
    <w:rsid w:val="00DB05D7"/>
    <w:rsid w:val="00DB05DB"/>
    <w:rsid w:val="00DB090F"/>
    <w:rsid w:val="00DB0A72"/>
    <w:rsid w:val="00DB0C46"/>
    <w:rsid w:val="00DB0EC9"/>
    <w:rsid w:val="00DB0F68"/>
    <w:rsid w:val="00DB1000"/>
    <w:rsid w:val="00DB164C"/>
    <w:rsid w:val="00DB166E"/>
    <w:rsid w:val="00DB167B"/>
    <w:rsid w:val="00DB1692"/>
    <w:rsid w:val="00DB1703"/>
    <w:rsid w:val="00DB18DE"/>
    <w:rsid w:val="00DB1A2F"/>
    <w:rsid w:val="00DB1A38"/>
    <w:rsid w:val="00DB1B22"/>
    <w:rsid w:val="00DB1B30"/>
    <w:rsid w:val="00DB1C25"/>
    <w:rsid w:val="00DB1C51"/>
    <w:rsid w:val="00DB1D98"/>
    <w:rsid w:val="00DB1D9E"/>
    <w:rsid w:val="00DB1E4A"/>
    <w:rsid w:val="00DB1E51"/>
    <w:rsid w:val="00DB1FF9"/>
    <w:rsid w:val="00DB215B"/>
    <w:rsid w:val="00DB2221"/>
    <w:rsid w:val="00DB23E4"/>
    <w:rsid w:val="00DB25E9"/>
    <w:rsid w:val="00DB26B1"/>
    <w:rsid w:val="00DB2710"/>
    <w:rsid w:val="00DB2855"/>
    <w:rsid w:val="00DB2979"/>
    <w:rsid w:val="00DB2A6A"/>
    <w:rsid w:val="00DB2B51"/>
    <w:rsid w:val="00DB2B98"/>
    <w:rsid w:val="00DB2C30"/>
    <w:rsid w:val="00DB2D51"/>
    <w:rsid w:val="00DB342A"/>
    <w:rsid w:val="00DB3ABE"/>
    <w:rsid w:val="00DB3D2C"/>
    <w:rsid w:val="00DB3ED9"/>
    <w:rsid w:val="00DB4045"/>
    <w:rsid w:val="00DB42DD"/>
    <w:rsid w:val="00DB42F4"/>
    <w:rsid w:val="00DB464B"/>
    <w:rsid w:val="00DB48E4"/>
    <w:rsid w:val="00DB48F6"/>
    <w:rsid w:val="00DB4F1B"/>
    <w:rsid w:val="00DB4F5F"/>
    <w:rsid w:val="00DB5097"/>
    <w:rsid w:val="00DB5180"/>
    <w:rsid w:val="00DB53A0"/>
    <w:rsid w:val="00DB569E"/>
    <w:rsid w:val="00DB57EB"/>
    <w:rsid w:val="00DB5951"/>
    <w:rsid w:val="00DB5D70"/>
    <w:rsid w:val="00DB5EB8"/>
    <w:rsid w:val="00DB5EE3"/>
    <w:rsid w:val="00DB60E8"/>
    <w:rsid w:val="00DB613A"/>
    <w:rsid w:val="00DB615D"/>
    <w:rsid w:val="00DB68FC"/>
    <w:rsid w:val="00DB6B20"/>
    <w:rsid w:val="00DB7017"/>
    <w:rsid w:val="00DB7067"/>
    <w:rsid w:val="00DB73DB"/>
    <w:rsid w:val="00DB7777"/>
    <w:rsid w:val="00DB796C"/>
    <w:rsid w:val="00DB7976"/>
    <w:rsid w:val="00DB799E"/>
    <w:rsid w:val="00DB7A13"/>
    <w:rsid w:val="00DB7A33"/>
    <w:rsid w:val="00DB7B5A"/>
    <w:rsid w:val="00DB7BE3"/>
    <w:rsid w:val="00DC01C6"/>
    <w:rsid w:val="00DC0356"/>
    <w:rsid w:val="00DC048C"/>
    <w:rsid w:val="00DC0631"/>
    <w:rsid w:val="00DC08AD"/>
    <w:rsid w:val="00DC096B"/>
    <w:rsid w:val="00DC09EE"/>
    <w:rsid w:val="00DC0C0C"/>
    <w:rsid w:val="00DC10A4"/>
    <w:rsid w:val="00DC12A3"/>
    <w:rsid w:val="00DC16E5"/>
    <w:rsid w:val="00DC1762"/>
    <w:rsid w:val="00DC19DC"/>
    <w:rsid w:val="00DC1CDC"/>
    <w:rsid w:val="00DC1DC0"/>
    <w:rsid w:val="00DC2036"/>
    <w:rsid w:val="00DC23B7"/>
    <w:rsid w:val="00DC23C2"/>
    <w:rsid w:val="00DC26AB"/>
    <w:rsid w:val="00DC2890"/>
    <w:rsid w:val="00DC2B20"/>
    <w:rsid w:val="00DC2FF9"/>
    <w:rsid w:val="00DC3476"/>
    <w:rsid w:val="00DC374D"/>
    <w:rsid w:val="00DC37E0"/>
    <w:rsid w:val="00DC3946"/>
    <w:rsid w:val="00DC3CAA"/>
    <w:rsid w:val="00DC3ECE"/>
    <w:rsid w:val="00DC4919"/>
    <w:rsid w:val="00DC52B7"/>
    <w:rsid w:val="00DC54BE"/>
    <w:rsid w:val="00DC5804"/>
    <w:rsid w:val="00DC5844"/>
    <w:rsid w:val="00DC5A8E"/>
    <w:rsid w:val="00DC5C31"/>
    <w:rsid w:val="00DC5C85"/>
    <w:rsid w:val="00DC5E9B"/>
    <w:rsid w:val="00DC6001"/>
    <w:rsid w:val="00DC6099"/>
    <w:rsid w:val="00DC6298"/>
    <w:rsid w:val="00DC6359"/>
    <w:rsid w:val="00DC6898"/>
    <w:rsid w:val="00DC6ACF"/>
    <w:rsid w:val="00DC72E3"/>
    <w:rsid w:val="00DC735D"/>
    <w:rsid w:val="00DC7662"/>
    <w:rsid w:val="00DC7A64"/>
    <w:rsid w:val="00DC7B56"/>
    <w:rsid w:val="00DC7D75"/>
    <w:rsid w:val="00DD025A"/>
    <w:rsid w:val="00DD061C"/>
    <w:rsid w:val="00DD0833"/>
    <w:rsid w:val="00DD08A4"/>
    <w:rsid w:val="00DD098F"/>
    <w:rsid w:val="00DD0B4A"/>
    <w:rsid w:val="00DD0FBE"/>
    <w:rsid w:val="00DD1037"/>
    <w:rsid w:val="00DD1383"/>
    <w:rsid w:val="00DD1659"/>
    <w:rsid w:val="00DD173E"/>
    <w:rsid w:val="00DD177A"/>
    <w:rsid w:val="00DD17D5"/>
    <w:rsid w:val="00DD1CA7"/>
    <w:rsid w:val="00DD1CB4"/>
    <w:rsid w:val="00DD228C"/>
    <w:rsid w:val="00DD235C"/>
    <w:rsid w:val="00DD27D9"/>
    <w:rsid w:val="00DD2B91"/>
    <w:rsid w:val="00DD320B"/>
    <w:rsid w:val="00DD3723"/>
    <w:rsid w:val="00DD3738"/>
    <w:rsid w:val="00DD3833"/>
    <w:rsid w:val="00DD3B0F"/>
    <w:rsid w:val="00DD3B28"/>
    <w:rsid w:val="00DD3FD6"/>
    <w:rsid w:val="00DD4054"/>
    <w:rsid w:val="00DD40C7"/>
    <w:rsid w:val="00DD41B3"/>
    <w:rsid w:val="00DD41ED"/>
    <w:rsid w:val="00DD46FF"/>
    <w:rsid w:val="00DD473E"/>
    <w:rsid w:val="00DD4765"/>
    <w:rsid w:val="00DD4887"/>
    <w:rsid w:val="00DD493B"/>
    <w:rsid w:val="00DD49D4"/>
    <w:rsid w:val="00DD4B8E"/>
    <w:rsid w:val="00DD4C16"/>
    <w:rsid w:val="00DD4D6E"/>
    <w:rsid w:val="00DD51D3"/>
    <w:rsid w:val="00DD52DC"/>
    <w:rsid w:val="00DD53D6"/>
    <w:rsid w:val="00DD562B"/>
    <w:rsid w:val="00DD571C"/>
    <w:rsid w:val="00DD587F"/>
    <w:rsid w:val="00DD5A00"/>
    <w:rsid w:val="00DD5BA4"/>
    <w:rsid w:val="00DD5D81"/>
    <w:rsid w:val="00DD603B"/>
    <w:rsid w:val="00DD639D"/>
    <w:rsid w:val="00DD6447"/>
    <w:rsid w:val="00DD6E16"/>
    <w:rsid w:val="00DD6E5C"/>
    <w:rsid w:val="00DD705E"/>
    <w:rsid w:val="00DD74A6"/>
    <w:rsid w:val="00DD74BF"/>
    <w:rsid w:val="00DD7834"/>
    <w:rsid w:val="00DD7EC2"/>
    <w:rsid w:val="00DE0074"/>
    <w:rsid w:val="00DE01AA"/>
    <w:rsid w:val="00DE023C"/>
    <w:rsid w:val="00DE06C8"/>
    <w:rsid w:val="00DE0780"/>
    <w:rsid w:val="00DE07ED"/>
    <w:rsid w:val="00DE0938"/>
    <w:rsid w:val="00DE0AC8"/>
    <w:rsid w:val="00DE0B27"/>
    <w:rsid w:val="00DE0BC7"/>
    <w:rsid w:val="00DE0D31"/>
    <w:rsid w:val="00DE128F"/>
    <w:rsid w:val="00DE14B0"/>
    <w:rsid w:val="00DE2346"/>
    <w:rsid w:val="00DE2431"/>
    <w:rsid w:val="00DE26BB"/>
    <w:rsid w:val="00DE2708"/>
    <w:rsid w:val="00DE2D2D"/>
    <w:rsid w:val="00DE2D9F"/>
    <w:rsid w:val="00DE331A"/>
    <w:rsid w:val="00DE33E9"/>
    <w:rsid w:val="00DE3574"/>
    <w:rsid w:val="00DE36F6"/>
    <w:rsid w:val="00DE3BCB"/>
    <w:rsid w:val="00DE3DA1"/>
    <w:rsid w:val="00DE400D"/>
    <w:rsid w:val="00DE434A"/>
    <w:rsid w:val="00DE43F8"/>
    <w:rsid w:val="00DE4437"/>
    <w:rsid w:val="00DE464D"/>
    <w:rsid w:val="00DE46EB"/>
    <w:rsid w:val="00DE4717"/>
    <w:rsid w:val="00DE47E0"/>
    <w:rsid w:val="00DE5173"/>
    <w:rsid w:val="00DE5B45"/>
    <w:rsid w:val="00DE62A0"/>
    <w:rsid w:val="00DE638F"/>
    <w:rsid w:val="00DE646F"/>
    <w:rsid w:val="00DE6D21"/>
    <w:rsid w:val="00DE6D29"/>
    <w:rsid w:val="00DE6D47"/>
    <w:rsid w:val="00DE6E7B"/>
    <w:rsid w:val="00DE6FA0"/>
    <w:rsid w:val="00DE70C8"/>
    <w:rsid w:val="00DE757C"/>
    <w:rsid w:val="00DE761E"/>
    <w:rsid w:val="00DE7B52"/>
    <w:rsid w:val="00DE7BAD"/>
    <w:rsid w:val="00DE7C1B"/>
    <w:rsid w:val="00DE7D2A"/>
    <w:rsid w:val="00DE7D48"/>
    <w:rsid w:val="00DE7F48"/>
    <w:rsid w:val="00DF02DF"/>
    <w:rsid w:val="00DF0426"/>
    <w:rsid w:val="00DF0769"/>
    <w:rsid w:val="00DF0C1C"/>
    <w:rsid w:val="00DF0CD4"/>
    <w:rsid w:val="00DF0F91"/>
    <w:rsid w:val="00DF109A"/>
    <w:rsid w:val="00DF1112"/>
    <w:rsid w:val="00DF123C"/>
    <w:rsid w:val="00DF1880"/>
    <w:rsid w:val="00DF1D59"/>
    <w:rsid w:val="00DF22C1"/>
    <w:rsid w:val="00DF2453"/>
    <w:rsid w:val="00DF2492"/>
    <w:rsid w:val="00DF2BFB"/>
    <w:rsid w:val="00DF3098"/>
    <w:rsid w:val="00DF33B0"/>
    <w:rsid w:val="00DF33F6"/>
    <w:rsid w:val="00DF3582"/>
    <w:rsid w:val="00DF3611"/>
    <w:rsid w:val="00DF3A6F"/>
    <w:rsid w:val="00DF3C9E"/>
    <w:rsid w:val="00DF4284"/>
    <w:rsid w:val="00DF4822"/>
    <w:rsid w:val="00DF4BC6"/>
    <w:rsid w:val="00DF4BCD"/>
    <w:rsid w:val="00DF4C55"/>
    <w:rsid w:val="00DF4E13"/>
    <w:rsid w:val="00DF50FA"/>
    <w:rsid w:val="00DF5341"/>
    <w:rsid w:val="00DF543C"/>
    <w:rsid w:val="00DF544A"/>
    <w:rsid w:val="00DF5614"/>
    <w:rsid w:val="00DF5E65"/>
    <w:rsid w:val="00DF5FAA"/>
    <w:rsid w:val="00DF6A94"/>
    <w:rsid w:val="00DF6AE1"/>
    <w:rsid w:val="00DF6B5C"/>
    <w:rsid w:val="00DF6C21"/>
    <w:rsid w:val="00DF6DB1"/>
    <w:rsid w:val="00DF6EE9"/>
    <w:rsid w:val="00DF700D"/>
    <w:rsid w:val="00DF7112"/>
    <w:rsid w:val="00DF726F"/>
    <w:rsid w:val="00DF738A"/>
    <w:rsid w:val="00DF7601"/>
    <w:rsid w:val="00DF789E"/>
    <w:rsid w:val="00DF79FF"/>
    <w:rsid w:val="00DF7D24"/>
    <w:rsid w:val="00DF7E9D"/>
    <w:rsid w:val="00DF7F99"/>
    <w:rsid w:val="00DF7FB3"/>
    <w:rsid w:val="00E00090"/>
    <w:rsid w:val="00E00283"/>
    <w:rsid w:val="00E003D6"/>
    <w:rsid w:val="00E004AA"/>
    <w:rsid w:val="00E00562"/>
    <w:rsid w:val="00E00742"/>
    <w:rsid w:val="00E00D55"/>
    <w:rsid w:val="00E00DA9"/>
    <w:rsid w:val="00E01096"/>
    <w:rsid w:val="00E01324"/>
    <w:rsid w:val="00E019C8"/>
    <w:rsid w:val="00E01AB0"/>
    <w:rsid w:val="00E01DEE"/>
    <w:rsid w:val="00E01F7B"/>
    <w:rsid w:val="00E02115"/>
    <w:rsid w:val="00E02436"/>
    <w:rsid w:val="00E02710"/>
    <w:rsid w:val="00E0273C"/>
    <w:rsid w:val="00E028FC"/>
    <w:rsid w:val="00E02C06"/>
    <w:rsid w:val="00E02E46"/>
    <w:rsid w:val="00E0312F"/>
    <w:rsid w:val="00E0338A"/>
    <w:rsid w:val="00E033D3"/>
    <w:rsid w:val="00E03872"/>
    <w:rsid w:val="00E03ACB"/>
    <w:rsid w:val="00E03D2C"/>
    <w:rsid w:val="00E04012"/>
    <w:rsid w:val="00E042A8"/>
    <w:rsid w:val="00E04381"/>
    <w:rsid w:val="00E043AD"/>
    <w:rsid w:val="00E044B1"/>
    <w:rsid w:val="00E04DF1"/>
    <w:rsid w:val="00E04EBE"/>
    <w:rsid w:val="00E0556D"/>
    <w:rsid w:val="00E057F5"/>
    <w:rsid w:val="00E05BBE"/>
    <w:rsid w:val="00E05ED8"/>
    <w:rsid w:val="00E06035"/>
    <w:rsid w:val="00E065B3"/>
    <w:rsid w:val="00E06744"/>
    <w:rsid w:val="00E069F2"/>
    <w:rsid w:val="00E06FC7"/>
    <w:rsid w:val="00E0717F"/>
    <w:rsid w:val="00E0738B"/>
    <w:rsid w:val="00E073AE"/>
    <w:rsid w:val="00E07A78"/>
    <w:rsid w:val="00E07C4E"/>
    <w:rsid w:val="00E07EE8"/>
    <w:rsid w:val="00E10247"/>
    <w:rsid w:val="00E103F4"/>
    <w:rsid w:val="00E104DF"/>
    <w:rsid w:val="00E10566"/>
    <w:rsid w:val="00E10641"/>
    <w:rsid w:val="00E108DA"/>
    <w:rsid w:val="00E10D8A"/>
    <w:rsid w:val="00E10FB8"/>
    <w:rsid w:val="00E1125E"/>
    <w:rsid w:val="00E1136F"/>
    <w:rsid w:val="00E115C8"/>
    <w:rsid w:val="00E116AD"/>
    <w:rsid w:val="00E116E4"/>
    <w:rsid w:val="00E11778"/>
    <w:rsid w:val="00E117E8"/>
    <w:rsid w:val="00E1182F"/>
    <w:rsid w:val="00E11E3B"/>
    <w:rsid w:val="00E11E46"/>
    <w:rsid w:val="00E120E0"/>
    <w:rsid w:val="00E12323"/>
    <w:rsid w:val="00E12648"/>
    <w:rsid w:val="00E12708"/>
    <w:rsid w:val="00E12829"/>
    <w:rsid w:val="00E128E8"/>
    <w:rsid w:val="00E12DEE"/>
    <w:rsid w:val="00E13085"/>
    <w:rsid w:val="00E13443"/>
    <w:rsid w:val="00E138A2"/>
    <w:rsid w:val="00E138DF"/>
    <w:rsid w:val="00E13D5D"/>
    <w:rsid w:val="00E13E17"/>
    <w:rsid w:val="00E13F7A"/>
    <w:rsid w:val="00E141C7"/>
    <w:rsid w:val="00E1435F"/>
    <w:rsid w:val="00E145FA"/>
    <w:rsid w:val="00E1462B"/>
    <w:rsid w:val="00E146CF"/>
    <w:rsid w:val="00E14A45"/>
    <w:rsid w:val="00E14C78"/>
    <w:rsid w:val="00E15030"/>
    <w:rsid w:val="00E1552D"/>
    <w:rsid w:val="00E1563A"/>
    <w:rsid w:val="00E15761"/>
    <w:rsid w:val="00E157E9"/>
    <w:rsid w:val="00E157EE"/>
    <w:rsid w:val="00E15DF1"/>
    <w:rsid w:val="00E16410"/>
    <w:rsid w:val="00E16C64"/>
    <w:rsid w:val="00E16E25"/>
    <w:rsid w:val="00E16EC4"/>
    <w:rsid w:val="00E17345"/>
    <w:rsid w:val="00E1738B"/>
    <w:rsid w:val="00E173CD"/>
    <w:rsid w:val="00E17896"/>
    <w:rsid w:val="00E17C48"/>
    <w:rsid w:val="00E17C94"/>
    <w:rsid w:val="00E17F79"/>
    <w:rsid w:val="00E20390"/>
    <w:rsid w:val="00E204E5"/>
    <w:rsid w:val="00E2069A"/>
    <w:rsid w:val="00E20770"/>
    <w:rsid w:val="00E20773"/>
    <w:rsid w:val="00E20817"/>
    <w:rsid w:val="00E20988"/>
    <w:rsid w:val="00E209CD"/>
    <w:rsid w:val="00E20AB5"/>
    <w:rsid w:val="00E20AE8"/>
    <w:rsid w:val="00E20DC5"/>
    <w:rsid w:val="00E20E66"/>
    <w:rsid w:val="00E20FB2"/>
    <w:rsid w:val="00E214A8"/>
    <w:rsid w:val="00E21691"/>
    <w:rsid w:val="00E219D2"/>
    <w:rsid w:val="00E219D4"/>
    <w:rsid w:val="00E21A31"/>
    <w:rsid w:val="00E21E3B"/>
    <w:rsid w:val="00E21EA7"/>
    <w:rsid w:val="00E21ED5"/>
    <w:rsid w:val="00E21F38"/>
    <w:rsid w:val="00E2217E"/>
    <w:rsid w:val="00E22604"/>
    <w:rsid w:val="00E22669"/>
    <w:rsid w:val="00E22DAE"/>
    <w:rsid w:val="00E22FE1"/>
    <w:rsid w:val="00E23205"/>
    <w:rsid w:val="00E2386E"/>
    <w:rsid w:val="00E2392E"/>
    <w:rsid w:val="00E23B71"/>
    <w:rsid w:val="00E23C2C"/>
    <w:rsid w:val="00E23FE6"/>
    <w:rsid w:val="00E243CF"/>
    <w:rsid w:val="00E2497E"/>
    <w:rsid w:val="00E24F2F"/>
    <w:rsid w:val="00E25004"/>
    <w:rsid w:val="00E254A7"/>
    <w:rsid w:val="00E25504"/>
    <w:rsid w:val="00E25A84"/>
    <w:rsid w:val="00E25EC2"/>
    <w:rsid w:val="00E261B0"/>
    <w:rsid w:val="00E2632E"/>
    <w:rsid w:val="00E26382"/>
    <w:rsid w:val="00E267E6"/>
    <w:rsid w:val="00E26837"/>
    <w:rsid w:val="00E2684D"/>
    <w:rsid w:val="00E269B9"/>
    <w:rsid w:val="00E26A6E"/>
    <w:rsid w:val="00E26C40"/>
    <w:rsid w:val="00E26DBA"/>
    <w:rsid w:val="00E2747D"/>
    <w:rsid w:val="00E2755B"/>
    <w:rsid w:val="00E27802"/>
    <w:rsid w:val="00E27834"/>
    <w:rsid w:val="00E27967"/>
    <w:rsid w:val="00E27A63"/>
    <w:rsid w:val="00E307B9"/>
    <w:rsid w:val="00E30F54"/>
    <w:rsid w:val="00E311CB"/>
    <w:rsid w:val="00E31291"/>
    <w:rsid w:val="00E31326"/>
    <w:rsid w:val="00E3132B"/>
    <w:rsid w:val="00E31397"/>
    <w:rsid w:val="00E3179C"/>
    <w:rsid w:val="00E31BF9"/>
    <w:rsid w:val="00E3214E"/>
    <w:rsid w:val="00E32332"/>
    <w:rsid w:val="00E324B2"/>
    <w:rsid w:val="00E327A7"/>
    <w:rsid w:val="00E328B3"/>
    <w:rsid w:val="00E32B51"/>
    <w:rsid w:val="00E32E9A"/>
    <w:rsid w:val="00E32F3A"/>
    <w:rsid w:val="00E332EC"/>
    <w:rsid w:val="00E33341"/>
    <w:rsid w:val="00E3339F"/>
    <w:rsid w:val="00E336C7"/>
    <w:rsid w:val="00E33AB9"/>
    <w:rsid w:val="00E33D9D"/>
    <w:rsid w:val="00E33EAD"/>
    <w:rsid w:val="00E33F84"/>
    <w:rsid w:val="00E34143"/>
    <w:rsid w:val="00E3428B"/>
    <w:rsid w:val="00E343D0"/>
    <w:rsid w:val="00E3458E"/>
    <w:rsid w:val="00E34814"/>
    <w:rsid w:val="00E34A30"/>
    <w:rsid w:val="00E34A79"/>
    <w:rsid w:val="00E34C92"/>
    <w:rsid w:val="00E34F1C"/>
    <w:rsid w:val="00E35197"/>
    <w:rsid w:val="00E3525F"/>
    <w:rsid w:val="00E35424"/>
    <w:rsid w:val="00E357C8"/>
    <w:rsid w:val="00E359FF"/>
    <w:rsid w:val="00E36260"/>
    <w:rsid w:val="00E36608"/>
    <w:rsid w:val="00E366AF"/>
    <w:rsid w:val="00E36856"/>
    <w:rsid w:val="00E36951"/>
    <w:rsid w:val="00E36AAA"/>
    <w:rsid w:val="00E36E39"/>
    <w:rsid w:val="00E36E6A"/>
    <w:rsid w:val="00E37112"/>
    <w:rsid w:val="00E37155"/>
    <w:rsid w:val="00E371BF"/>
    <w:rsid w:val="00E374A7"/>
    <w:rsid w:val="00E37526"/>
    <w:rsid w:val="00E3760D"/>
    <w:rsid w:val="00E37811"/>
    <w:rsid w:val="00E37AB3"/>
    <w:rsid w:val="00E37D6F"/>
    <w:rsid w:val="00E40194"/>
    <w:rsid w:val="00E401D5"/>
    <w:rsid w:val="00E40588"/>
    <w:rsid w:val="00E40D6D"/>
    <w:rsid w:val="00E4179F"/>
    <w:rsid w:val="00E417AA"/>
    <w:rsid w:val="00E4191E"/>
    <w:rsid w:val="00E41DFC"/>
    <w:rsid w:val="00E41E6A"/>
    <w:rsid w:val="00E4210A"/>
    <w:rsid w:val="00E42199"/>
    <w:rsid w:val="00E427F7"/>
    <w:rsid w:val="00E42AB1"/>
    <w:rsid w:val="00E42B74"/>
    <w:rsid w:val="00E4343A"/>
    <w:rsid w:val="00E43591"/>
    <w:rsid w:val="00E43A77"/>
    <w:rsid w:val="00E444C2"/>
    <w:rsid w:val="00E4497C"/>
    <w:rsid w:val="00E44BEE"/>
    <w:rsid w:val="00E44C9D"/>
    <w:rsid w:val="00E45042"/>
    <w:rsid w:val="00E451FF"/>
    <w:rsid w:val="00E4531B"/>
    <w:rsid w:val="00E4536C"/>
    <w:rsid w:val="00E45948"/>
    <w:rsid w:val="00E45AF9"/>
    <w:rsid w:val="00E45BCD"/>
    <w:rsid w:val="00E45D56"/>
    <w:rsid w:val="00E45ED6"/>
    <w:rsid w:val="00E45F8D"/>
    <w:rsid w:val="00E46267"/>
    <w:rsid w:val="00E465B9"/>
    <w:rsid w:val="00E467A8"/>
    <w:rsid w:val="00E46BA6"/>
    <w:rsid w:val="00E472ED"/>
    <w:rsid w:val="00E4766F"/>
    <w:rsid w:val="00E47993"/>
    <w:rsid w:val="00E479CF"/>
    <w:rsid w:val="00E47EB5"/>
    <w:rsid w:val="00E47F9D"/>
    <w:rsid w:val="00E502FF"/>
    <w:rsid w:val="00E503A1"/>
    <w:rsid w:val="00E50652"/>
    <w:rsid w:val="00E509C2"/>
    <w:rsid w:val="00E50E9E"/>
    <w:rsid w:val="00E512E6"/>
    <w:rsid w:val="00E51362"/>
    <w:rsid w:val="00E51560"/>
    <w:rsid w:val="00E51591"/>
    <w:rsid w:val="00E5163A"/>
    <w:rsid w:val="00E51728"/>
    <w:rsid w:val="00E523A6"/>
    <w:rsid w:val="00E52790"/>
    <w:rsid w:val="00E52838"/>
    <w:rsid w:val="00E531EA"/>
    <w:rsid w:val="00E535A5"/>
    <w:rsid w:val="00E53874"/>
    <w:rsid w:val="00E539B2"/>
    <w:rsid w:val="00E53AD9"/>
    <w:rsid w:val="00E53B80"/>
    <w:rsid w:val="00E53F4F"/>
    <w:rsid w:val="00E53F8A"/>
    <w:rsid w:val="00E54388"/>
    <w:rsid w:val="00E546D1"/>
    <w:rsid w:val="00E548DE"/>
    <w:rsid w:val="00E54B92"/>
    <w:rsid w:val="00E550DF"/>
    <w:rsid w:val="00E55224"/>
    <w:rsid w:val="00E55A0B"/>
    <w:rsid w:val="00E55EE3"/>
    <w:rsid w:val="00E560B3"/>
    <w:rsid w:val="00E5631B"/>
    <w:rsid w:val="00E5638F"/>
    <w:rsid w:val="00E56CEF"/>
    <w:rsid w:val="00E5727E"/>
    <w:rsid w:val="00E57649"/>
    <w:rsid w:val="00E576D9"/>
    <w:rsid w:val="00E577A4"/>
    <w:rsid w:val="00E57A93"/>
    <w:rsid w:val="00E57AFE"/>
    <w:rsid w:val="00E57D17"/>
    <w:rsid w:val="00E57F98"/>
    <w:rsid w:val="00E60414"/>
    <w:rsid w:val="00E6069E"/>
    <w:rsid w:val="00E60949"/>
    <w:rsid w:val="00E610CE"/>
    <w:rsid w:val="00E6136A"/>
    <w:rsid w:val="00E61438"/>
    <w:rsid w:val="00E61A19"/>
    <w:rsid w:val="00E61A67"/>
    <w:rsid w:val="00E61E98"/>
    <w:rsid w:val="00E61EC9"/>
    <w:rsid w:val="00E623A4"/>
    <w:rsid w:val="00E623AF"/>
    <w:rsid w:val="00E624A5"/>
    <w:rsid w:val="00E62819"/>
    <w:rsid w:val="00E628A9"/>
    <w:rsid w:val="00E63C25"/>
    <w:rsid w:val="00E63FF0"/>
    <w:rsid w:val="00E64267"/>
    <w:rsid w:val="00E642A7"/>
    <w:rsid w:val="00E646F2"/>
    <w:rsid w:val="00E6482A"/>
    <w:rsid w:val="00E649D9"/>
    <w:rsid w:val="00E64F4B"/>
    <w:rsid w:val="00E6513C"/>
    <w:rsid w:val="00E65318"/>
    <w:rsid w:val="00E65B2F"/>
    <w:rsid w:val="00E65E2D"/>
    <w:rsid w:val="00E65FBA"/>
    <w:rsid w:val="00E66017"/>
    <w:rsid w:val="00E6627A"/>
    <w:rsid w:val="00E66281"/>
    <w:rsid w:val="00E662EC"/>
    <w:rsid w:val="00E6642E"/>
    <w:rsid w:val="00E66699"/>
    <w:rsid w:val="00E668B1"/>
    <w:rsid w:val="00E66D71"/>
    <w:rsid w:val="00E66F84"/>
    <w:rsid w:val="00E67153"/>
    <w:rsid w:val="00E6742D"/>
    <w:rsid w:val="00E6758E"/>
    <w:rsid w:val="00E679FE"/>
    <w:rsid w:val="00E67B79"/>
    <w:rsid w:val="00E67BC4"/>
    <w:rsid w:val="00E67C31"/>
    <w:rsid w:val="00E67C74"/>
    <w:rsid w:val="00E67F09"/>
    <w:rsid w:val="00E67FE7"/>
    <w:rsid w:val="00E700F5"/>
    <w:rsid w:val="00E70F12"/>
    <w:rsid w:val="00E70F79"/>
    <w:rsid w:val="00E70FC5"/>
    <w:rsid w:val="00E7107C"/>
    <w:rsid w:val="00E712D6"/>
    <w:rsid w:val="00E712F8"/>
    <w:rsid w:val="00E712F9"/>
    <w:rsid w:val="00E7189C"/>
    <w:rsid w:val="00E71D92"/>
    <w:rsid w:val="00E71F17"/>
    <w:rsid w:val="00E71FA2"/>
    <w:rsid w:val="00E72417"/>
    <w:rsid w:val="00E725C8"/>
    <w:rsid w:val="00E7265D"/>
    <w:rsid w:val="00E727BB"/>
    <w:rsid w:val="00E731D6"/>
    <w:rsid w:val="00E73258"/>
    <w:rsid w:val="00E73463"/>
    <w:rsid w:val="00E73B5C"/>
    <w:rsid w:val="00E73E53"/>
    <w:rsid w:val="00E7438C"/>
    <w:rsid w:val="00E7472C"/>
    <w:rsid w:val="00E7472F"/>
    <w:rsid w:val="00E74892"/>
    <w:rsid w:val="00E74930"/>
    <w:rsid w:val="00E74E6F"/>
    <w:rsid w:val="00E74F43"/>
    <w:rsid w:val="00E75442"/>
    <w:rsid w:val="00E75750"/>
    <w:rsid w:val="00E75B42"/>
    <w:rsid w:val="00E75D10"/>
    <w:rsid w:val="00E75D17"/>
    <w:rsid w:val="00E762CC"/>
    <w:rsid w:val="00E76541"/>
    <w:rsid w:val="00E76A2C"/>
    <w:rsid w:val="00E76C11"/>
    <w:rsid w:val="00E76EA6"/>
    <w:rsid w:val="00E76F79"/>
    <w:rsid w:val="00E76FE4"/>
    <w:rsid w:val="00E77127"/>
    <w:rsid w:val="00E7721B"/>
    <w:rsid w:val="00E774B5"/>
    <w:rsid w:val="00E77550"/>
    <w:rsid w:val="00E7783E"/>
    <w:rsid w:val="00E77B7D"/>
    <w:rsid w:val="00E77EAA"/>
    <w:rsid w:val="00E801B3"/>
    <w:rsid w:val="00E802DE"/>
    <w:rsid w:val="00E803A8"/>
    <w:rsid w:val="00E804E8"/>
    <w:rsid w:val="00E805EA"/>
    <w:rsid w:val="00E80962"/>
    <w:rsid w:val="00E80CFF"/>
    <w:rsid w:val="00E810A1"/>
    <w:rsid w:val="00E811AC"/>
    <w:rsid w:val="00E8125A"/>
    <w:rsid w:val="00E81385"/>
    <w:rsid w:val="00E81413"/>
    <w:rsid w:val="00E81643"/>
    <w:rsid w:val="00E81C74"/>
    <w:rsid w:val="00E820F9"/>
    <w:rsid w:val="00E82120"/>
    <w:rsid w:val="00E82243"/>
    <w:rsid w:val="00E827BA"/>
    <w:rsid w:val="00E82875"/>
    <w:rsid w:val="00E82BF7"/>
    <w:rsid w:val="00E82D8A"/>
    <w:rsid w:val="00E83135"/>
    <w:rsid w:val="00E835AC"/>
    <w:rsid w:val="00E837F5"/>
    <w:rsid w:val="00E837FF"/>
    <w:rsid w:val="00E83864"/>
    <w:rsid w:val="00E8389D"/>
    <w:rsid w:val="00E83D9A"/>
    <w:rsid w:val="00E83F2B"/>
    <w:rsid w:val="00E83FE0"/>
    <w:rsid w:val="00E84443"/>
    <w:rsid w:val="00E8481E"/>
    <w:rsid w:val="00E84825"/>
    <w:rsid w:val="00E84C7C"/>
    <w:rsid w:val="00E857FF"/>
    <w:rsid w:val="00E85E4A"/>
    <w:rsid w:val="00E85E52"/>
    <w:rsid w:val="00E85E96"/>
    <w:rsid w:val="00E8606A"/>
    <w:rsid w:val="00E860EF"/>
    <w:rsid w:val="00E86141"/>
    <w:rsid w:val="00E8617C"/>
    <w:rsid w:val="00E86365"/>
    <w:rsid w:val="00E8646E"/>
    <w:rsid w:val="00E86590"/>
    <w:rsid w:val="00E86623"/>
    <w:rsid w:val="00E86B46"/>
    <w:rsid w:val="00E86D4E"/>
    <w:rsid w:val="00E870FD"/>
    <w:rsid w:val="00E8729F"/>
    <w:rsid w:val="00E87A64"/>
    <w:rsid w:val="00E87D43"/>
    <w:rsid w:val="00E90899"/>
    <w:rsid w:val="00E908BC"/>
    <w:rsid w:val="00E908EA"/>
    <w:rsid w:val="00E919D7"/>
    <w:rsid w:val="00E919F4"/>
    <w:rsid w:val="00E91DFD"/>
    <w:rsid w:val="00E92034"/>
    <w:rsid w:val="00E929E2"/>
    <w:rsid w:val="00E92B2B"/>
    <w:rsid w:val="00E92DC8"/>
    <w:rsid w:val="00E931EA"/>
    <w:rsid w:val="00E93222"/>
    <w:rsid w:val="00E93348"/>
    <w:rsid w:val="00E93CDD"/>
    <w:rsid w:val="00E93DB6"/>
    <w:rsid w:val="00E93DD8"/>
    <w:rsid w:val="00E93F6C"/>
    <w:rsid w:val="00E942FC"/>
    <w:rsid w:val="00E94646"/>
    <w:rsid w:val="00E946FD"/>
    <w:rsid w:val="00E9488B"/>
    <w:rsid w:val="00E94A14"/>
    <w:rsid w:val="00E94A65"/>
    <w:rsid w:val="00E94C37"/>
    <w:rsid w:val="00E94CE4"/>
    <w:rsid w:val="00E952A8"/>
    <w:rsid w:val="00E9539B"/>
    <w:rsid w:val="00E9552D"/>
    <w:rsid w:val="00E95983"/>
    <w:rsid w:val="00E959C0"/>
    <w:rsid w:val="00E95F5C"/>
    <w:rsid w:val="00E964CE"/>
    <w:rsid w:val="00E96755"/>
    <w:rsid w:val="00E970A7"/>
    <w:rsid w:val="00E97141"/>
    <w:rsid w:val="00E97259"/>
    <w:rsid w:val="00E97269"/>
    <w:rsid w:val="00E97321"/>
    <w:rsid w:val="00E97429"/>
    <w:rsid w:val="00E974E1"/>
    <w:rsid w:val="00E979F9"/>
    <w:rsid w:val="00EA0220"/>
    <w:rsid w:val="00EA0333"/>
    <w:rsid w:val="00EA083D"/>
    <w:rsid w:val="00EA0A52"/>
    <w:rsid w:val="00EA0B5E"/>
    <w:rsid w:val="00EA0C9B"/>
    <w:rsid w:val="00EA0E4E"/>
    <w:rsid w:val="00EA10C8"/>
    <w:rsid w:val="00EA1256"/>
    <w:rsid w:val="00EA126D"/>
    <w:rsid w:val="00EA1348"/>
    <w:rsid w:val="00EA1501"/>
    <w:rsid w:val="00EA1683"/>
    <w:rsid w:val="00EA1B21"/>
    <w:rsid w:val="00EA2736"/>
    <w:rsid w:val="00EA2A63"/>
    <w:rsid w:val="00EA3188"/>
    <w:rsid w:val="00EA31BC"/>
    <w:rsid w:val="00EA378F"/>
    <w:rsid w:val="00EA37C9"/>
    <w:rsid w:val="00EA37D3"/>
    <w:rsid w:val="00EA39A3"/>
    <w:rsid w:val="00EA39B3"/>
    <w:rsid w:val="00EA3A65"/>
    <w:rsid w:val="00EA4294"/>
    <w:rsid w:val="00EA45B4"/>
    <w:rsid w:val="00EA4E46"/>
    <w:rsid w:val="00EA4F2C"/>
    <w:rsid w:val="00EA5090"/>
    <w:rsid w:val="00EA50DD"/>
    <w:rsid w:val="00EA50F9"/>
    <w:rsid w:val="00EA51B2"/>
    <w:rsid w:val="00EA595D"/>
    <w:rsid w:val="00EA5A21"/>
    <w:rsid w:val="00EA5BA1"/>
    <w:rsid w:val="00EA5E03"/>
    <w:rsid w:val="00EA636E"/>
    <w:rsid w:val="00EA670A"/>
    <w:rsid w:val="00EA673F"/>
    <w:rsid w:val="00EA6EA1"/>
    <w:rsid w:val="00EA717B"/>
    <w:rsid w:val="00EA747E"/>
    <w:rsid w:val="00EA7638"/>
    <w:rsid w:val="00EA7802"/>
    <w:rsid w:val="00EA78A0"/>
    <w:rsid w:val="00EA7A6E"/>
    <w:rsid w:val="00EA7F0E"/>
    <w:rsid w:val="00EB05F8"/>
    <w:rsid w:val="00EB07C2"/>
    <w:rsid w:val="00EB0A1D"/>
    <w:rsid w:val="00EB0A2C"/>
    <w:rsid w:val="00EB0A4D"/>
    <w:rsid w:val="00EB0DFE"/>
    <w:rsid w:val="00EB0FFE"/>
    <w:rsid w:val="00EB1061"/>
    <w:rsid w:val="00EB1084"/>
    <w:rsid w:val="00EB10A7"/>
    <w:rsid w:val="00EB1445"/>
    <w:rsid w:val="00EB15A0"/>
    <w:rsid w:val="00EB15AD"/>
    <w:rsid w:val="00EB1780"/>
    <w:rsid w:val="00EB1902"/>
    <w:rsid w:val="00EB1AFD"/>
    <w:rsid w:val="00EB1CB6"/>
    <w:rsid w:val="00EB2190"/>
    <w:rsid w:val="00EB2791"/>
    <w:rsid w:val="00EB2C1C"/>
    <w:rsid w:val="00EB30AC"/>
    <w:rsid w:val="00EB348D"/>
    <w:rsid w:val="00EB352E"/>
    <w:rsid w:val="00EB38BB"/>
    <w:rsid w:val="00EB3988"/>
    <w:rsid w:val="00EB3A79"/>
    <w:rsid w:val="00EB3DC2"/>
    <w:rsid w:val="00EB3F85"/>
    <w:rsid w:val="00EB4008"/>
    <w:rsid w:val="00EB40A9"/>
    <w:rsid w:val="00EB44BC"/>
    <w:rsid w:val="00EB4940"/>
    <w:rsid w:val="00EB4CB9"/>
    <w:rsid w:val="00EB4D5C"/>
    <w:rsid w:val="00EB4FF5"/>
    <w:rsid w:val="00EB56DF"/>
    <w:rsid w:val="00EB59BE"/>
    <w:rsid w:val="00EB5AC4"/>
    <w:rsid w:val="00EB5C08"/>
    <w:rsid w:val="00EB5C46"/>
    <w:rsid w:val="00EB6140"/>
    <w:rsid w:val="00EB63F8"/>
    <w:rsid w:val="00EB6487"/>
    <w:rsid w:val="00EB6563"/>
    <w:rsid w:val="00EB6D03"/>
    <w:rsid w:val="00EB7043"/>
    <w:rsid w:val="00EB71EE"/>
    <w:rsid w:val="00EB7248"/>
    <w:rsid w:val="00EB7265"/>
    <w:rsid w:val="00EB72AB"/>
    <w:rsid w:val="00EB748D"/>
    <w:rsid w:val="00EB759E"/>
    <w:rsid w:val="00EB78F0"/>
    <w:rsid w:val="00EB7C6A"/>
    <w:rsid w:val="00EC0109"/>
    <w:rsid w:val="00EC019E"/>
    <w:rsid w:val="00EC05A2"/>
    <w:rsid w:val="00EC062C"/>
    <w:rsid w:val="00EC0857"/>
    <w:rsid w:val="00EC0975"/>
    <w:rsid w:val="00EC0A60"/>
    <w:rsid w:val="00EC0B40"/>
    <w:rsid w:val="00EC0BEC"/>
    <w:rsid w:val="00EC1377"/>
    <w:rsid w:val="00EC1AF4"/>
    <w:rsid w:val="00EC1C80"/>
    <w:rsid w:val="00EC1E86"/>
    <w:rsid w:val="00EC2103"/>
    <w:rsid w:val="00EC2699"/>
    <w:rsid w:val="00EC29B4"/>
    <w:rsid w:val="00EC2CAC"/>
    <w:rsid w:val="00EC2CF4"/>
    <w:rsid w:val="00EC2E89"/>
    <w:rsid w:val="00EC3005"/>
    <w:rsid w:val="00EC3046"/>
    <w:rsid w:val="00EC30F8"/>
    <w:rsid w:val="00EC34AD"/>
    <w:rsid w:val="00EC3A05"/>
    <w:rsid w:val="00EC4022"/>
    <w:rsid w:val="00EC4429"/>
    <w:rsid w:val="00EC4EAE"/>
    <w:rsid w:val="00EC5591"/>
    <w:rsid w:val="00EC55A5"/>
    <w:rsid w:val="00EC56DC"/>
    <w:rsid w:val="00EC5801"/>
    <w:rsid w:val="00EC5FC9"/>
    <w:rsid w:val="00EC604B"/>
    <w:rsid w:val="00EC6059"/>
    <w:rsid w:val="00EC60BD"/>
    <w:rsid w:val="00EC62E8"/>
    <w:rsid w:val="00EC648B"/>
    <w:rsid w:val="00EC685D"/>
    <w:rsid w:val="00EC6C6A"/>
    <w:rsid w:val="00EC7459"/>
    <w:rsid w:val="00EC7532"/>
    <w:rsid w:val="00EC7E81"/>
    <w:rsid w:val="00ED02D3"/>
    <w:rsid w:val="00ED034D"/>
    <w:rsid w:val="00ED0899"/>
    <w:rsid w:val="00ED0B7D"/>
    <w:rsid w:val="00ED0C1B"/>
    <w:rsid w:val="00ED10F8"/>
    <w:rsid w:val="00ED12CB"/>
    <w:rsid w:val="00ED14CB"/>
    <w:rsid w:val="00ED15EF"/>
    <w:rsid w:val="00ED1D07"/>
    <w:rsid w:val="00ED21F5"/>
    <w:rsid w:val="00ED24BA"/>
    <w:rsid w:val="00ED27AA"/>
    <w:rsid w:val="00ED27B7"/>
    <w:rsid w:val="00ED27CB"/>
    <w:rsid w:val="00ED2FBE"/>
    <w:rsid w:val="00ED3025"/>
    <w:rsid w:val="00ED3033"/>
    <w:rsid w:val="00ED30F2"/>
    <w:rsid w:val="00ED32F4"/>
    <w:rsid w:val="00ED33C0"/>
    <w:rsid w:val="00ED350C"/>
    <w:rsid w:val="00ED35D8"/>
    <w:rsid w:val="00ED375A"/>
    <w:rsid w:val="00ED3773"/>
    <w:rsid w:val="00ED37B6"/>
    <w:rsid w:val="00ED38ED"/>
    <w:rsid w:val="00ED3A54"/>
    <w:rsid w:val="00ED3B35"/>
    <w:rsid w:val="00ED3CD6"/>
    <w:rsid w:val="00ED3D7F"/>
    <w:rsid w:val="00ED437A"/>
    <w:rsid w:val="00ED4B30"/>
    <w:rsid w:val="00ED4BB5"/>
    <w:rsid w:val="00ED4D35"/>
    <w:rsid w:val="00ED4DF2"/>
    <w:rsid w:val="00ED5096"/>
    <w:rsid w:val="00ED5180"/>
    <w:rsid w:val="00ED5AC4"/>
    <w:rsid w:val="00ED5AFE"/>
    <w:rsid w:val="00ED5B9E"/>
    <w:rsid w:val="00ED5E83"/>
    <w:rsid w:val="00ED613B"/>
    <w:rsid w:val="00ED691B"/>
    <w:rsid w:val="00ED6B25"/>
    <w:rsid w:val="00ED6E27"/>
    <w:rsid w:val="00ED6E69"/>
    <w:rsid w:val="00ED6FB6"/>
    <w:rsid w:val="00ED717B"/>
    <w:rsid w:val="00ED732A"/>
    <w:rsid w:val="00ED73D0"/>
    <w:rsid w:val="00ED7523"/>
    <w:rsid w:val="00ED7ACE"/>
    <w:rsid w:val="00ED7B85"/>
    <w:rsid w:val="00ED7DCB"/>
    <w:rsid w:val="00ED7E32"/>
    <w:rsid w:val="00ED7EB6"/>
    <w:rsid w:val="00EE010E"/>
    <w:rsid w:val="00EE0C6E"/>
    <w:rsid w:val="00EE150B"/>
    <w:rsid w:val="00EE18A5"/>
    <w:rsid w:val="00EE1A3A"/>
    <w:rsid w:val="00EE1B1A"/>
    <w:rsid w:val="00EE1B59"/>
    <w:rsid w:val="00EE20F8"/>
    <w:rsid w:val="00EE22E5"/>
    <w:rsid w:val="00EE2709"/>
    <w:rsid w:val="00EE279D"/>
    <w:rsid w:val="00EE2BA6"/>
    <w:rsid w:val="00EE2D81"/>
    <w:rsid w:val="00EE2F12"/>
    <w:rsid w:val="00EE30BB"/>
    <w:rsid w:val="00EE31E4"/>
    <w:rsid w:val="00EE32B9"/>
    <w:rsid w:val="00EE3576"/>
    <w:rsid w:val="00EE366C"/>
    <w:rsid w:val="00EE3686"/>
    <w:rsid w:val="00EE38CD"/>
    <w:rsid w:val="00EE3CDD"/>
    <w:rsid w:val="00EE3E0E"/>
    <w:rsid w:val="00EE3F7B"/>
    <w:rsid w:val="00EE44F7"/>
    <w:rsid w:val="00EE450E"/>
    <w:rsid w:val="00EE47BD"/>
    <w:rsid w:val="00EE483C"/>
    <w:rsid w:val="00EE4891"/>
    <w:rsid w:val="00EE4B0F"/>
    <w:rsid w:val="00EE4C77"/>
    <w:rsid w:val="00EE4F25"/>
    <w:rsid w:val="00EE52B1"/>
    <w:rsid w:val="00EE5CCF"/>
    <w:rsid w:val="00EE5DF9"/>
    <w:rsid w:val="00EE5F42"/>
    <w:rsid w:val="00EE5F4A"/>
    <w:rsid w:val="00EE608A"/>
    <w:rsid w:val="00EE60DF"/>
    <w:rsid w:val="00EE61DD"/>
    <w:rsid w:val="00EE65D9"/>
    <w:rsid w:val="00EE672B"/>
    <w:rsid w:val="00EE678C"/>
    <w:rsid w:val="00EE6895"/>
    <w:rsid w:val="00EE6B17"/>
    <w:rsid w:val="00EE6D86"/>
    <w:rsid w:val="00EE6EC1"/>
    <w:rsid w:val="00EE6F33"/>
    <w:rsid w:val="00EE6FD1"/>
    <w:rsid w:val="00EE716C"/>
    <w:rsid w:val="00EE71E7"/>
    <w:rsid w:val="00EE7304"/>
    <w:rsid w:val="00EE7376"/>
    <w:rsid w:val="00EE747F"/>
    <w:rsid w:val="00EE7483"/>
    <w:rsid w:val="00EE74E8"/>
    <w:rsid w:val="00EE7959"/>
    <w:rsid w:val="00EE797E"/>
    <w:rsid w:val="00EE7B26"/>
    <w:rsid w:val="00EE7C29"/>
    <w:rsid w:val="00EF0061"/>
    <w:rsid w:val="00EF00FC"/>
    <w:rsid w:val="00EF0138"/>
    <w:rsid w:val="00EF01E9"/>
    <w:rsid w:val="00EF116D"/>
    <w:rsid w:val="00EF140E"/>
    <w:rsid w:val="00EF1518"/>
    <w:rsid w:val="00EF1CC4"/>
    <w:rsid w:val="00EF1D45"/>
    <w:rsid w:val="00EF1D68"/>
    <w:rsid w:val="00EF1DE2"/>
    <w:rsid w:val="00EF1F48"/>
    <w:rsid w:val="00EF2140"/>
    <w:rsid w:val="00EF21DB"/>
    <w:rsid w:val="00EF2386"/>
    <w:rsid w:val="00EF244A"/>
    <w:rsid w:val="00EF2471"/>
    <w:rsid w:val="00EF24A9"/>
    <w:rsid w:val="00EF27BC"/>
    <w:rsid w:val="00EF2F67"/>
    <w:rsid w:val="00EF32E9"/>
    <w:rsid w:val="00EF33FB"/>
    <w:rsid w:val="00EF34F3"/>
    <w:rsid w:val="00EF3870"/>
    <w:rsid w:val="00EF3BD3"/>
    <w:rsid w:val="00EF400F"/>
    <w:rsid w:val="00EF4107"/>
    <w:rsid w:val="00EF41AA"/>
    <w:rsid w:val="00EF4283"/>
    <w:rsid w:val="00EF4383"/>
    <w:rsid w:val="00EF463B"/>
    <w:rsid w:val="00EF4874"/>
    <w:rsid w:val="00EF4BB3"/>
    <w:rsid w:val="00EF4C65"/>
    <w:rsid w:val="00EF4CE6"/>
    <w:rsid w:val="00EF4D02"/>
    <w:rsid w:val="00EF4DA9"/>
    <w:rsid w:val="00EF503E"/>
    <w:rsid w:val="00EF50F7"/>
    <w:rsid w:val="00EF53C5"/>
    <w:rsid w:val="00EF54A0"/>
    <w:rsid w:val="00EF5662"/>
    <w:rsid w:val="00EF567E"/>
    <w:rsid w:val="00EF56DB"/>
    <w:rsid w:val="00EF587F"/>
    <w:rsid w:val="00EF5BE4"/>
    <w:rsid w:val="00EF6021"/>
    <w:rsid w:val="00EF65F2"/>
    <w:rsid w:val="00EF663A"/>
    <w:rsid w:val="00EF6858"/>
    <w:rsid w:val="00EF6BBF"/>
    <w:rsid w:val="00EF739D"/>
    <w:rsid w:val="00EF73F2"/>
    <w:rsid w:val="00EF75E9"/>
    <w:rsid w:val="00EF7830"/>
    <w:rsid w:val="00EF7853"/>
    <w:rsid w:val="00EF79F6"/>
    <w:rsid w:val="00EF7AA3"/>
    <w:rsid w:val="00EF7ABB"/>
    <w:rsid w:val="00EF7B75"/>
    <w:rsid w:val="00EF7E1C"/>
    <w:rsid w:val="00EF7E84"/>
    <w:rsid w:val="00F001CE"/>
    <w:rsid w:val="00F00448"/>
    <w:rsid w:val="00F005FC"/>
    <w:rsid w:val="00F00665"/>
    <w:rsid w:val="00F00747"/>
    <w:rsid w:val="00F0097C"/>
    <w:rsid w:val="00F00BC8"/>
    <w:rsid w:val="00F00BF0"/>
    <w:rsid w:val="00F00F30"/>
    <w:rsid w:val="00F011F5"/>
    <w:rsid w:val="00F012A4"/>
    <w:rsid w:val="00F0132C"/>
    <w:rsid w:val="00F01503"/>
    <w:rsid w:val="00F0150F"/>
    <w:rsid w:val="00F0166E"/>
    <w:rsid w:val="00F0187B"/>
    <w:rsid w:val="00F018D4"/>
    <w:rsid w:val="00F01D24"/>
    <w:rsid w:val="00F01D86"/>
    <w:rsid w:val="00F01E7D"/>
    <w:rsid w:val="00F01ED0"/>
    <w:rsid w:val="00F0215F"/>
    <w:rsid w:val="00F0217D"/>
    <w:rsid w:val="00F0252A"/>
    <w:rsid w:val="00F0351E"/>
    <w:rsid w:val="00F03647"/>
    <w:rsid w:val="00F03BEC"/>
    <w:rsid w:val="00F04477"/>
    <w:rsid w:val="00F045E3"/>
    <w:rsid w:val="00F04610"/>
    <w:rsid w:val="00F046B5"/>
    <w:rsid w:val="00F046FD"/>
    <w:rsid w:val="00F04792"/>
    <w:rsid w:val="00F04B52"/>
    <w:rsid w:val="00F04E83"/>
    <w:rsid w:val="00F04F30"/>
    <w:rsid w:val="00F05121"/>
    <w:rsid w:val="00F0569F"/>
    <w:rsid w:val="00F05A0F"/>
    <w:rsid w:val="00F05BE1"/>
    <w:rsid w:val="00F05C6F"/>
    <w:rsid w:val="00F05D54"/>
    <w:rsid w:val="00F06204"/>
    <w:rsid w:val="00F062E8"/>
    <w:rsid w:val="00F069D4"/>
    <w:rsid w:val="00F06A27"/>
    <w:rsid w:val="00F06AE6"/>
    <w:rsid w:val="00F06B56"/>
    <w:rsid w:val="00F06D04"/>
    <w:rsid w:val="00F06FE4"/>
    <w:rsid w:val="00F07017"/>
    <w:rsid w:val="00F072C7"/>
    <w:rsid w:val="00F073A9"/>
    <w:rsid w:val="00F0742E"/>
    <w:rsid w:val="00F0798D"/>
    <w:rsid w:val="00F07A9A"/>
    <w:rsid w:val="00F07BB9"/>
    <w:rsid w:val="00F07C05"/>
    <w:rsid w:val="00F07CAC"/>
    <w:rsid w:val="00F07EF1"/>
    <w:rsid w:val="00F10034"/>
    <w:rsid w:val="00F10083"/>
    <w:rsid w:val="00F10199"/>
    <w:rsid w:val="00F102A2"/>
    <w:rsid w:val="00F10376"/>
    <w:rsid w:val="00F103D9"/>
    <w:rsid w:val="00F1097B"/>
    <w:rsid w:val="00F10D3C"/>
    <w:rsid w:val="00F10EF2"/>
    <w:rsid w:val="00F10FC0"/>
    <w:rsid w:val="00F112AF"/>
    <w:rsid w:val="00F1165A"/>
    <w:rsid w:val="00F116E1"/>
    <w:rsid w:val="00F117BB"/>
    <w:rsid w:val="00F11906"/>
    <w:rsid w:val="00F11AC6"/>
    <w:rsid w:val="00F11F32"/>
    <w:rsid w:val="00F12168"/>
    <w:rsid w:val="00F121FF"/>
    <w:rsid w:val="00F12217"/>
    <w:rsid w:val="00F12223"/>
    <w:rsid w:val="00F123B3"/>
    <w:rsid w:val="00F1241D"/>
    <w:rsid w:val="00F12420"/>
    <w:rsid w:val="00F125B4"/>
    <w:rsid w:val="00F1265C"/>
    <w:rsid w:val="00F12CB9"/>
    <w:rsid w:val="00F1306E"/>
    <w:rsid w:val="00F13202"/>
    <w:rsid w:val="00F1338E"/>
    <w:rsid w:val="00F133E2"/>
    <w:rsid w:val="00F137C8"/>
    <w:rsid w:val="00F1381F"/>
    <w:rsid w:val="00F138E8"/>
    <w:rsid w:val="00F13A05"/>
    <w:rsid w:val="00F13BFD"/>
    <w:rsid w:val="00F13D1D"/>
    <w:rsid w:val="00F13F40"/>
    <w:rsid w:val="00F14419"/>
    <w:rsid w:val="00F14445"/>
    <w:rsid w:val="00F14573"/>
    <w:rsid w:val="00F14F2B"/>
    <w:rsid w:val="00F14FD3"/>
    <w:rsid w:val="00F14FE0"/>
    <w:rsid w:val="00F1518C"/>
    <w:rsid w:val="00F152DD"/>
    <w:rsid w:val="00F15502"/>
    <w:rsid w:val="00F15B1E"/>
    <w:rsid w:val="00F164E7"/>
    <w:rsid w:val="00F166A7"/>
    <w:rsid w:val="00F167FC"/>
    <w:rsid w:val="00F16888"/>
    <w:rsid w:val="00F16CD9"/>
    <w:rsid w:val="00F16DA5"/>
    <w:rsid w:val="00F16DB0"/>
    <w:rsid w:val="00F16FFA"/>
    <w:rsid w:val="00F1714B"/>
    <w:rsid w:val="00F1727A"/>
    <w:rsid w:val="00F172FF"/>
    <w:rsid w:val="00F1750F"/>
    <w:rsid w:val="00F17569"/>
    <w:rsid w:val="00F175AE"/>
    <w:rsid w:val="00F17AD2"/>
    <w:rsid w:val="00F17DF5"/>
    <w:rsid w:val="00F20017"/>
    <w:rsid w:val="00F2001D"/>
    <w:rsid w:val="00F203D3"/>
    <w:rsid w:val="00F2064A"/>
    <w:rsid w:val="00F2070C"/>
    <w:rsid w:val="00F20941"/>
    <w:rsid w:val="00F20CE3"/>
    <w:rsid w:val="00F21060"/>
    <w:rsid w:val="00F2140B"/>
    <w:rsid w:val="00F215DD"/>
    <w:rsid w:val="00F2162D"/>
    <w:rsid w:val="00F21635"/>
    <w:rsid w:val="00F21923"/>
    <w:rsid w:val="00F21B3E"/>
    <w:rsid w:val="00F22017"/>
    <w:rsid w:val="00F22173"/>
    <w:rsid w:val="00F22209"/>
    <w:rsid w:val="00F225F4"/>
    <w:rsid w:val="00F2267C"/>
    <w:rsid w:val="00F22B0E"/>
    <w:rsid w:val="00F22EFD"/>
    <w:rsid w:val="00F232E7"/>
    <w:rsid w:val="00F2355C"/>
    <w:rsid w:val="00F235A4"/>
    <w:rsid w:val="00F23C04"/>
    <w:rsid w:val="00F23D24"/>
    <w:rsid w:val="00F2422C"/>
    <w:rsid w:val="00F24413"/>
    <w:rsid w:val="00F24755"/>
    <w:rsid w:val="00F24826"/>
    <w:rsid w:val="00F24B2B"/>
    <w:rsid w:val="00F24C16"/>
    <w:rsid w:val="00F24C69"/>
    <w:rsid w:val="00F24FC0"/>
    <w:rsid w:val="00F25421"/>
    <w:rsid w:val="00F2554A"/>
    <w:rsid w:val="00F256AC"/>
    <w:rsid w:val="00F2582A"/>
    <w:rsid w:val="00F25CE4"/>
    <w:rsid w:val="00F25DAD"/>
    <w:rsid w:val="00F260AF"/>
    <w:rsid w:val="00F26226"/>
    <w:rsid w:val="00F262D3"/>
    <w:rsid w:val="00F266E4"/>
    <w:rsid w:val="00F26716"/>
    <w:rsid w:val="00F267FE"/>
    <w:rsid w:val="00F269FF"/>
    <w:rsid w:val="00F26A3C"/>
    <w:rsid w:val="00F26B7C"/>
    <w:rsid w:val="00F26B9A"/>
    <w:rsid w:val="00F26EC1"/>
    <w:rsid w:val="00F2745D"/>
    <w:rsid w:val="00F278C3"/>
    <w:rsid w:val="00F27966"/>
    <w:rsid w:val="00F27EAF"/>
    <w:rsid w:val="00F27FB0"/>
    <w:rsid w:val="00F27FDD"/>
    <w:rsid w:val="00F300FA"/>
    <w:rsid w:val="00F3031D"/>
    <w:rsid w:val="00F30388"/>
    <w:rsid w:val="00F304AC"/>
    <w:rsid w:val="00F30686"/>
    <w:rsid w:val="00F306A9"/>
    <w:rsid w:val="00F30862"/>
    <w:rsid w:val="00F3090D"/>
    <w:rsid w:val="00F30947"/>
    <w:rsid w:val="00F30A84"/>
    <w:rsid w:val="00F30BD8"/>
    <w:rsid w:val="00F30C0E"/>
    <w:rsid w:val="00F30C63"/>
    <w:rsid w:val="00F30D96"/>
    <w:rsid w:val="00F30E2B"/>
    <w:rsid w:val="00F30EEB"/>
    <w:rsid w:val="00F311F4"/>
    <w:rsid w:val="00F312A9"/>
    <w:rsid w:val="00F315DB"/>
    <w:rsid w:val="00F317E3"/>
    <w:rsid w:val="00F31941"/>
    <w:rsid w:val="00F31A54"/>
    <w:rsid w:val="00F31C90"/>
    <w:rsid w:val="00F31CCF"/>
    <w:rsid w:val="00F31D58"/>
    <w:rsid w:val="00F3257B"/>
    <w:rsid w:val="00F328BA"/>
    <w:rsid w:val="00F32B20"/>
    <w:rsid w:val="00F32C38"/>
    <w:rsid w:val="00F32CDC"/>
    <w:rsid w:val="00F32DD0"/>
    <w:rsid w:val="00F3327F"/>
    <w:rsid w:val="00F3342B"/>
    <w:rsid w:val="00F33777"/>
    <w:rsid w:val="00F33A53"/>
    <w:rsid w:val="00F33A64"/>
    <w:rsid w:val="00F33B8F"/>
    <w:rsid w:val="00F33BD5"/>
    <w:rsid w:val="00F33CC7"/>
    <w:rsid w:val="00F3486C"/>
    <w:rsid w:val="00F34DD5"/>
    <w:rsid w:val="00F35548"/>
    <w:rsid w:val="00F3579D"/>
    <w:rsid w:val="00F359B6"/>
    <w:rsid w:val="00F35C0D"/>
    <w:rsid w:val="00F35E66"/>
    <w:rsid w:val="00F35F0B"/>
    <w:rsid w:val="00F36107"/>
    <w:rsid w:val="00F36140"/>
    <w:rsid w:val="00F366A5"/>
    <w:rsid w:val="00F367DF"/>
    <w:rsid w:val="00F3698A"/>
    <w:rsid w:val="00F369E6"/>
    <w:rsid w:val="00F36AF0"/>
    <w:rsid w:val="00F36AF8"/>
    <w:rsid w:val="00F36C55"/>
    <w:rsid w:val="00F36CAE"/>
    <w:rsid w:val="00F36E98"/>
    <w:rsid w:val="00F37243"/>
    <w:rsid w:val="00F3746C"/>
    <w:rsid w:val="00F37B24"/>
    <w:rsid w:val="00F37E59"/>
    <w:rsid w:val="00F4003F"/>
    <w:rsid w:val="00F40C0D"/>
    <w:rsid w:val="00F40CE6"/>
    <w:rsid w:val="00F40E91"/>
    <w:rsid w:val="00F41204"/>
    <w:rsid w:val="00F41512"/>
    <w:rsid w:val="00F41CFA"/>
    <w:rsid w:val="00F42051"/>
    <w:rsid w:val="00F4227E"/>
    <w:rsid w:val="00F42487"/>
    <w:rsid w:val="00F429A4"/>
    <w:rsid w:val="00F42AD7"/>
    <w:rsid w:val="00F42C7A"/>
    <w:rsid w:val="00F43204"/>
    <w:rsid w:val="00F43A36"/>
    <w:rsid w:val="00F43C2B"/>
    <w:rsid w:val="00F43D0E"/>
    <w:rsid w:val="00F43FFA"/>
    <w:rsid w:val="00F444D2"/>
    <w:rsid w:val="00F4463B"/>
    <w:rsid w:val="00F44C21"/>
    <w:rsid w:val="00F44E69"/>
    <w:rsid w:val="00F44FC7"/>
    <w:rsid w:val="00F454FE"/>
    <w:rsid w:val="00F457F3"/>
    <w:rsid w:val="00F45CB8"/>
    <w:rsid w:val="00F45EE2"/>
    <w:rsid w:val="00F45FE7"/>
    <w:rsid w:val="00F465BD"/>
    <w:rsid w:val="00F46B61"/>
    <w:rsid w:val="00F46E78"/>
    <w:rsid w:val="00F46F86"/>
    <w:rsid w:val="00F4732D"/>
    <w:rsid w:val="00F4744E"/>
    <w:rsid w:val="00F479A0"/>
    <w:rsid w:val="00F479EC"/>
    <w:rsid w:val="00F47C69"/>
    <w:rsid w:val="00F47CC3"/>
    <w:rsid w:val="00F47DC0"/>
    <w:rsid w:val="00F47DDA"/>
    <w:rsid w:val="00F47E28"/>
    <w:rsid w:val="00F50643"/>
    <w:rsid w:val="00F507F7"/>
    <w:rsid w:val="00F5089D"/>
    <w:rsid w:val="00F50D32"/>
    <w:rsid w:val="00F50E77"/>
    <w:rsid w:val="00F50FDC"/>
    <w:rsid w:val="00F51296"/>
    <w:rsid w:val="00F5148A"/>
    <w:rsid w:val="00F5173D"/>
    <w:rsid w:val="00F5177B"/>
    <w:rsid w:val="00F517E0"/>
    <w:rsid w:val="00F51959"/>
    <w:rsid w:val="00F51D8F"/>
    <w:rsid w:val="00F51E05"/>
    <w:rsid w:val="00F523A1"/>
    <w:rsid w:val="00F523C9"/>
    <w:rsid w:val="00F52563"/>
    <w:rsid w:val="00F5268E"/>
    <w:rsid w:val="00F52878"/>
    <w:rsid w:val="00F528BA"/>
    <w:rsid w:val="00F52B15"/>
    <w:rsid w:val="00F52B1A"/>
    <w:rsid w:val="00F52CFE"/>
    <w:rsid w:val="00F52D22"/>
    <w:rsid w:val="00F52EFA"/>
    <w:rsid w:val="00F5364E"/>
    <w:rsid w:val="00F53FD8"/>
    <w:rsid w:val="00F540B2"/>
    <w:rsid w:val="00F540C9"/>
    <w:rsid w:val="00F542E9"/>
    <w:rsid w:val="00F543DB"/>
    <w:rsid w:val="00F54417"/>
    <w:rsid w:val="00F54539"/>
    <w:rsid w:val="00F54C44"/>
    <w:rsid w:val="00F54DB4"/>
    <w:rsid w:val="00F5535E"/>
    <w:rsid w:val="00F5549B"/>
    <w:rsid w:val="00F5559A"/>
    <w:rsid w:val="00F55667"/>
    <w:rsid w:val="00F55730"/>
    <w:rsid w:val="00F55DEC"/>
    <w:rsid w:val="00F560EC"/>
    <w:rsid w:val="00F56204"/>
    <w:rsid w:val="00F56B4E"/>
    <w:rsid w:val="00F56E7D"/>
    <w:rsid w:val="00F57194"/>
    <w:rsid w:val="00F571B0"/>
    <w:rsid w:val="00F57500"/>
    <w:rsid w:val="00F5769F"/>
    <w:rsid w:val="00F579BF"/>
    <w:rsid w:val="00F57C59"/>
    <w:rsid w:val="00F57EE7"/>
    <w:rsid w:val="00F601B3"/>
    <w:rsid w:val="00F602A5"/>
    <w:rsid w:val="00F6042C"/>
    <w:rsid w:val="00F60C1F"/>
    <w:rsid w:val="00F60DB7"/>
    <w:rsid w:val="00F60FF0"/>
    <w:rsid w:val="00F6122E"/>
    <w:rsid w:val="00F619E0"/>
    <w:rsid w:val="00F61B38"/>
    <w:rsid w:val="00F61B89"/>
    <w:rsid w:val="00F61BC4"/>
    <w:rsid w:val="00F61E87"/>
    <w:rsid w:val="00F61E8E"/>
    <w:rsid w:val="00F622CA"/>
    <w:rsid w:val="00F62535"/>
    <w:rsid w:val="00F629E7"/>
    <w:rsid w:val="00F62C21"/>
    <w:rsid w:val="00F62C64"/>
    <w:rsid w:val="00F62F0A"/>
    <w:rsid w:val="00F63370"/>
    <w:rsid w:val="00F633C8"/>
    <w:rsid w:val="00F63533"/>
    <w:rsid w:val="00F63644"/>
    <w:rsid w:val="00F636C7"/>
    <w:rsid w:val="00F63B07"/>
    <w:rsid w:val="00F63BF9"/>
    <w:rsid w:val="00F64194"/>
    <w:rsid w:val="00F64284"/>
    <w:rsid w:val="00F64509"/>
    <w:rsid w:val="00F64629"/>
    <w:rsid w:val="00F647C5"/>
    <w:rsid w:val="00F655F1"/>
    <w:rsid w:val="00F65A73"/>
    <w:rsid w:val="00F65BDB"/>
    <w:rsid w:val="00F65C26"/>
    <w:rsid w:val="00F65DCA"/>
    <w:rsid w:val="00F65F24"/>
    <w:rsid w:val="00F661BA"/>
    <w:rsid w:val="00F66743"/>
    <w:rsid w:val="00F6675C"/>
    <w:rsid w:val="00F66C87"/>
    <w:rsid w:val="00F66CD5"/>
    <w:rsid w:val="00F66D82"/>
    <w:rsid w:val="00F66DD5"/>
    <w:rsid w:val="00F66DE3"/>
    <w:rsid w:val="00F67002"/>
    <w:rsid w:val="00F67058"/>
    <w:rsid w:val="00F674AE"/>
    <w:rsid w:val="00F675E6"/>
    <w:rsid w:val="00F67676"/>
    <w:rsid w:val="00F676A2"/>
    <w:rsid w:val="00F677E7"/>
    <w:rsid w:val="00F6785C"/>
    <w:rsid w:val="00F70647"/>
    <w:rsid w:val="00F706FF"/>
    <w:rsid w:val="00F707EA"/>
    <w:rsid w:val="00F70C30"/>
    <w:rsid w:val="00F70C55"/>
    <w:rsid w:val="00F70F72"/>
    <w:rsid w:val="00F7114B"/>
    <w:rsid w:val="00F71353"/>
    <w:rsid w:val="00F71536"/>
    <w:rsid w:val="00F7168B"/>
    <w:rsid w:val="00F7190F"/>
    <w:rsid w:val="00F71948"/>
    <w:rsid w:val="00F71A66"/>
    <w:rsid w:val="00F71B42"/>
    <w:rsid w:val="00F71C11"/>
    <w:rsid w:val="00F71C87"/>
    <w:rsid w:val="00F71E70"/>
    <w:rsid w:val="00F720FE"/>
    <w:rsid w:val="00F72631"/>
    <w:rsid w:val="00F72779"/>
    <w:rsid w:val="00F727D4"/>
    <w:rsid w:val="00F728DB"/>
    <w:rsid w:val="00F729E0"/>
    <w:rsid w:val="00F72D92"/>
    <w:rsid w:val="00F730E3"/>
    <w:rsid w:val="00F730FC"/>
    <w:rsid w:val="00F7326B"/>
    <w:rsid w:val="00F7359C"/>
    <w:rsid w:val="00F7384A"/>
    <w:rsid w:val="00F739CC"/>
    <w:rsid w:val="00F739F0"/>
    <w:rsid w:val="00F73A24"/>
    <w:rsid w:val="00F73D3F"/>
    <w:rsid w:val="00F73DD7"/>
    <w:rsid w:val="00F73E27"/>
    <w:rsid w:val="00F740E0"/>
    <w:rsid w:val="00F7435D"/>
    <w:rsid w:val="00F743B4"/>
    <w:rsid w:val="00F74798"/>
    <w:rsid w:val="00F7483A"/>
    <w:rsid w:val="00F74D12"/>
    <w:rsid w:val="00F74EBA"/>
    <w:rsid w:val="00F75170"/>
    <w:rsid w:val="00F75180"/>
    <w:rsid w:val="00F75280"/>
    <w:rsid w:val="00F752AE"/>
    <w:rsid w:val="00F752E8"/>
    <w:rsid w:val="00F75A2E"/>
    <w:rsid w:val="00F75F10"/>
    <w:rsid w:val="00F760D8"/>
    <w:rsid w:val="00F76406"/>
    <w:rsid w:val="00F7640D"/>
    <w:rsid w:val="00F764C5"/>
    <w:rsid w:val="00F7650C"/>
    <w:rsid w:val="00F767CD"/>
    <w:rsid w:val="00F76B18"/>
    <w:rsid w:val="00F76BCD"/>
    <w:rsid w:val="00F76E7C"/>
    <w:rsid w:val="00F771ED"/>
    <w:rsid w:val="00F7723E"/>
    <w:rsid w:val="00F77320"/>
    <w:rsid w:val="00F7752C"/>
    <w:rsid w:val="00F77A81"/>
    <w:rsid w:val="00F80301"/>
    <w:rsid w:val="00F8055B"/>
    <w:rsid w:val="00F808BA"/>
    <w:rsid w:val="00F80A0D"/>
    <w:rsid w:val="00F80E39"/>
    <w:rsid w:val="00F80E90"/>
    <w:rsid w:val="00F8117E"/>
    <w:rsid w:val="00F819B8"/>
    <w:rsid w:val="00F81B67"/>
    <w:rsid w:val="00F81CB5"/>
    <w:rsid w:val="00F82189"/>
    <w:rsid w:val="00F8220E"/>
    <w:rsid w:val="00F8283C"/>
    <w:rsid w:val="00F82903"/>
    <w:rsid w:val="00F829EE"/>
    <w:rsid w:val="00F82C3A"/>
    <w:rsid w:val="00F82E8F"/>
    <w:rsid w:val="00F82F42"/>
    <w:rsid w:val="00F83008"/>
    <w:rsid w:val="00F83160"/>
    <w:rsid w:val="00F832C4"/>
    <w:rsid w:val="00F832E5"/>
    <w:rsid w:val="00F8347E"/>
    <w:rsid w:val="00F8351F"/>
    <w:rsid w:val="00F8387C"/>
    <w:rsid w:val="00F83BE6"/>
    <w:rsid w:val="00F83E03"/>
    <w:rsid w:val="00F841F8"/>
    <w:rsid w:val="00F8440B"/>
    <w:rsid w:val="00F84504"/>
    <w:rsid w:val="00F84627"/>
    <w:rsid w:val="00F84937"/>
    <w:rsid w:val="00F849D8"/>
    <w:rsid w:val="00F84ABA"/>
    <w:rsid w:val="00F84FCE"/>
    <w:rsid w:val="00F8550B"/>
    <w:rsid w:val="00F855A4"/>
    <w:rsid w:val="00F858F3"/>
    <w:rsid w:val="00F85957"/>
    <w:rsid w:val="00F85AB8"/>
    <w:rsid w:val="00F85B8A"/>
    <w:rsid w:val="00F85C2A"/>
    <w:rsid w:val="00F85D02"/>
    <w:rsid w:val="00F85F3A"/>
    <w:rsid w:val="00F862D8"/>
    <w:rsid w:val="00F866E9"/>
    <w:rsid w:val="00F86816"/>
    <w:rsid w:val="00F86E41"/>
    <w:rsid w:val="00F87155"/>
    <w:rsid w:val="00F873BF"/>
    <w:rsid w:val="00F87B2D"/>
    <w:rsid w:val="00F87B93"/>
    <w:rsid w:val="00F87C08"/>
    <w:rsid w:val="00F87D49"/>
    <w:rsid w:val="00F87F29"/>
    <w:rsid w:val="00F87F3D"/>
    <w:rsid w:val="00F90511"/>
    <w:rsid w:val="00F90B81"/>
    <w:rsid w:val="00F90D05"/>
    <w:rsid w:val="00F90ED5"/>
    <w:rsid w:val="00F90F38"/>
    <w:rsid w:val="00F91300"/>
    <w:rsid w:val="00F91500"/>
    <w:rsid w:val="00F917B6"/>
    <w:rsid w:val="00F9192A"/>
    <w:rsid w:val="00F919A6"/>
    <w:rsid w:val="00F91BF9"/>
    <w:rsid w:val="00F91F2F"/>
    <w:rsid w:val="00F922AC"/>
    <w:rsid w:val="00F92407"/>
    <w:rsid w:val="00F92895"/>
    <w:rsid w:val="00F92B52"/>
    <w:rsid w:val="00F92BE7"/>
    <w:rsid w:val="00F92D51"/>
    <w:rsid w:val="00F932DF"/>
    <w:rsid w:val="00F937F6"/>
    <w:rsid w:val="00F93BB2"/>
    <w:rsid w:val="00F93BF6"/>
    <w:rsid w:val="00F93F14"/>
    <w:rsid w:val="00F940DF"/>
    <w:rsid w:val="00F941D1"/>
    <w:rsid w:val="00F94214"/>
    <w:rsid w:val="00F9431D"/>
    <w:rsid w:val="00F9435C"/>
    <w:rsid w:val="00F9451E"/>
    <w:rsid w:val="00F9472D"/>
    <w:rsid w:val="00F947DA"/>
    <w:rsid w:val="00F948B3"/>
    <w:rsid w:val="00F94A96"/>
    <w:rsid w:val="00F94AC2"/>
    <w:rsid w:val="00F95092"/>
    <w:rsid w:val="00F95306"/>
    <w:rsid w:val="00F95568"/>
    <w:rsid w:val="00F955CB"/>
    <w:rsid w:val="00F95B80"/>
    <w:rsid w:val="00F96015"/>
    <w:rsid w:val="00F961D4"/>
    <w:rsid w:val="00F9659B"/>
    <w:rsid w:val="00F96927"/>
    <w:rsid w:val="00F9709B"/>
    <w:rsid w:val="00F97276"/>
    <w:rsid w:val="00F97351"/>
    <w:rsid w:val="00F9735A"/>
    <w:rsid w:val="00F9776F"/>
    <w:rsid w:val="00F97AD2"/>
    <w:rsid w:val="00F97F4B"/>
    <w:rsid w:val="00FA0574"/>
    <w:rsid w:val="00FA0593"/>
    <w:rsid w:val="00FA14F9"/>
    <w:rsid w:val="00FA184E"/>
    <w:rsid w:val="00FA1AAA"/>
    <w:rsid w:val="00FA1EA3"/>
    <w:rsid w:val="00FA20CD"/>
    <w:rsid w:val="00FA20FB"/>
    <w:rsid w:val="00FA245D"/>
    <w:rsid w:val="00FA247B"/>
    <w:rsid w:val="00FA2525"/>
    <w:rsid w:val="00FA258C"/>
    <w:rsid w:val="00FA2B8C"/>
    <w:rsid w:val="00FA2CDA"/>
    <w:rsid w:val="00FA3092"/>
    <w:rsid w:val="00FA30E7"/>
    <w:rsid w:val="00FA3388"/>
    <w:rsid w:val="00FA3799"/>
    <w:rsid w:val="00FA3842"/>
    <w:rsid w:val="00FA384F"/>
    <w:rsid w:val="00FA3D14"/>
    <w:rsid w:val="00FA3D60"/>
    <w:rsid w:val="00FA40F9"/>
    <w:rsid w:val="00FA4706"/>
    <w:rsid w:val="00FA4776"/>
    <w:rsid w:val="00FA4C58"/>
    <w:rsid w:val="00FA50A2"/>
    <w:rsid w:val="00FA51BA"/>
    <w:rsid w:val="00FA51EC"/>
    <w:rsid w:val="00FA52D5"/>
    <w:rsid w:val="00FA5495"/>
    <w:rsid w:val="00FA5F74"/>
    <w:rsid w:val="00FA6355"/>
    <w:rsid w:val="00FA63B6"/>
    <w:rsid w:val="00FA6441"/>
    <w:rsid w:val="00FA67DD"/>
    <w:rsid w:val="00FA6BB0"/>
    <w:rsid w:val="00FA6C4C"/>
    <w:rsid w:val="00FA6E26"/>
    <w:rsid w:val="00FA7160"/>
    <w:rsid w:val="00FA7572"/>
    <w:rsid w:val="00FB00E5"/>
    <w:rsid w:val="00FB0611"/>
    <w:rsid w:val="00FB06DB"/>
    <w:rsid w:val="00FB0957"/>
    <w:rsid w:val="00FB0C7F"/>
    <w:rsid w:val="00FB0DD4"/>
    <w:rsid w:val="00FB0E01"/>
    <w:rsid w:val="00FB0F07"/>
    <w:rsid w:val="00FB1206"/>
    <w:rsid w:val="00FB1255"/>
    <w:rsid w:val="00FB1284"/>
    <w:rsid w:val="00FB1458"/>
    <w:rsid w:val="00FB148D"/>
    <w:rsid w:val="00FB15C7"/>
    <w:rsid w:val="00FB1615"/>
    <w:rsid w:val="00FB17D4"/>
    <w:rsid w:val="00FB1A7B"/>
    <w:rsid w:val="00FB21D0"/>
    <w:rsid w:val="00FB257C"/>
    <w:rsid w:val="00FB2605"/>
    <w:rsid w:val="00FB27D7"/>
    <w:rsid w:val="00FB3323"/>
    <w:rsid w:val="00FB3875"/>
    <w:rsid w:val="00FB39AD"/>
    <w:rsid w:val="00FB3F0D"/>
    <w:rsid w:val="00FB3F12"/>
    <w:rsid w:val="00FB413B"/>
    <w:rsid w:val="00FB46C0"/>
    <w:rsid w:val="00FB47A8"/>
    <w:rsid w:val="00FB47B7"/>
    <w:rsid w:val="00FB496E"/>
    <w:rsid w:val="00FB4B00"/>
    <w:rsid w:val="00FB4B8A"/>
    <w:rsid w:val="00FB51F9"/>
    <w:rsid w:val="00FB5223"/>
    <w:rsid w:val="00FB527E"/>
    <w:rsid w:val="00FB55E9"/>
    <w:rsid w:val="00FB5B0B"/>
    <w:rsid w:val="00FB5C03"/>
    <w:rsid w:val="00FB6312"/>
    <w:rsid w:val="00FB690A"/>
    <w:rsid w:val="00FB6A09"/>
    <w:rsid w:val="00FB6C51"/>
    <w:rsid w:val="00FB7124"/>
    <w:rsid w:val="00FB73B7"/>
    <w:rsid w:val="00FB7700"/>
    <w:rsid w:val="00FB79F2"/>
    <w:rsid w:val="00FB7ACA"/>
    <w:rsid w:val="00FB7C0A"/>
    <w:rsid w:val="00FC0021"/>
    <w:rsid w:val="00FC01F1"/>
    <w:rsid w:val="00FC0794"/>
    <w:rsid w:val="00FC08C3"/>
    <w:rsid w:val="00FC0974"/>
    <w:rsid w:val="00FC0A28"/>
    <w:rsid w:val="00FC0CF4"/>
    <w:rsid w:val="00FC0E83"/>
    <w:rsid w:val="00FC0E93"/>
    <w:rsid w:val="00FC1195"/>
    <w:rsid w:val="00FC11FA"/>
    <w:rsid w:val="00FC1740"/>
    <w:rsid w:val="00FC189B"/>
    <w:rsid w:val="00FC18AE"/>
    <w:rsid w:val="00FC192F"/>
    <w:rsid w:val="00FC1C86"/>
    <w:rsid w:val="00FC1D68"/>
    <w:rsid w:val="00FC1DA2"/>
    <w:rsid w:val="00FC1F67"/>
    <w:rsid w:val="00FC1FE4"/>
    <w:rsid w:val="00FC25CD"/>
    <w:rsid w:val="00FC2792"/>
    <w:rsid w:val="00FC284C"/>
    <w:rsid w:val="00FC2943"/>
    <w:rsid w:val="00FC2E5F"/>
    <w:rsid w:val="00FC2F9D"/>
    <w:rsid w:val="00FC2FA3"/>
    <w:rsid w:val="00FC2FB3"/>
    <w:rsid w:val="00FC2FF7"/>
    <w:rsid w:val="00FC3232"/>
    <w:rsid w:val="00FC344F"/>
    <w:rsid w:val="00FC353D"/>
    <w:rsid w:val="00FC3BA6"/>
    <w:rsid w:val="00FC41CD"/>
    <w:rsid w:val="00FC4244"/>
    <w:rsid w:val="00FC478E"/>
    <w:rsid w:val="00FC495B"/>
    <w:rsid w:val="00FC4B82"/>
    <w:rsid w:val="00FC4FC1"/>
    <w:rsid w:val="00FC50FC"/>
    <w:rsid w:val="00FC52AE"/>
    <w:rsid w:val="00FC5701"/>
    <w:rsid w:val="00FC58C3"/>
    <w:rsid w:val="00FC5A03"/>
    <w:rsid w:val="00FC5B26"/>
    <w:rsid w:val="00FC5E8A"/>
    <w:rsid w:val="00FC5FD9"/>
    <w:rsid w:val="00FC6109"/>
    <w:rsid w:val="00FC6454"/>
    <w:rsid w:val="00FC64B8"/>
    <w:rsid w:val="00FC6928"/>
    <w:rsid w:val="00FC72E9"/>
    <w:rsid w:val="00FC76CA"/>
    <w:rsid w:val="00FC7869"/>
    <w:rsid w:val="00FC7ACA"/>
    <w:rsid w:val="00FC7B6A"/>
    <w:rsid w:val="00FD0349"/>
    <w:rsid w:val="00FD04E0"/>
    <w:rsid w:val="00FD055D"/>
    <w:rsid w:val="00FD072F"/>
    <w:rsid w:val="00FD0A5A"/>
    <w:rsid w:val="00FD0AE3"/>
    <w:rsid w:val="00FD0DE6"/>
    <w:rsid w:val="00FD0F78"/>
    <w:rsid w:val="00FD111C"/>
    <w:rsid w:val="00FD1235"/>
    <w:rsid w:val="00FD1794"/>
    <w:rsid w:val="00FD179A"/>
    <w:rsid w:val="00FD17C9"/>
    <w:rsid w:val="00FD18A5"/>
    <w:rsid w:val="00FD1981"/>
    <w:rsid w:val="00FD1AFC"/>
    <w:rsid w:val="00FD1E16"/>
    <w:rsid w:val="00FD1EA8"/>
    <w:rsid w:val="00FD2455"/>
    <w:rsid w:val="00FD273A"/>
    <w:rsid w:val="00FD285A"/>
    <w:rsid w:val="00FD28ED"/>
    <w:rsid w:val="00FD297E"/>
    <w:rsid w:val="00FD2BDA"/>
    <w:rsid w:val="00FD2EE5"/>
    <w:rsid w:val="00FD327C"/>
    <w:rsid w:val="00FD37A5"/>
    <w:rsid w:val="00FD37AC"/>
    <w:rsid w:val="00FD38CB"/>
    <w:rsid w:val="00FD3B4B"/>
    <w:rsid w:val="00FD3DDC"/>
    <w:rsid w:val="00FD40FC"/>
    <w:rsid w:val="00FD425C"/>
    <w:rsid w:val="00FD43FC"/>
    <w:rsid w:val="00FD4412"/>
    <w:rsid w:val="00FD467F"/>
    <w:rsid w:val="00FD4A7E"/>
    <w:rsid w:val="00FD4B5E"/>
    <w:rsid w:val="00FD4E17"/>
    <w:rsid w:val="00FD50A0"/>
    <w:rsid w:val="00FD50EC"/>
    <w:rsid w:val="00FD541B"/>
    <w:rsid w:val="00FD5912"/>
    <w:rsid w:val="00FD5973"/>
    <w:rsid w:val="00FD599F"/>
    <w:rsid w:val="00FD5A82"/>
    <w:rsid w:val="00FD5B0C"/>
    <w:rsid w:val="00FD5C6C"/>
    <w:rsid w:val="00FD5F78"/>
    <w:rsid w:val="00FD638F"/>
    <w:rsid w:val="00FD66F0"/>
    <w:rsid w:val="00FD6D60"/>
    <w:rsid w:val="00FD708C"/>
    <w:rsid w:val="00FD716C"/>
    <w:rsid w:val="00FD719E"/>
    <w:rsid w:val="00FD722F"/>
    <w:rsid w:val="00FD7290"/>
    <w:rsid w:val="00FD75AF"/>
    <w:rsid w:val="00FD7713"/>
    <w:rsid w:val="00FD7738"/>
    <w:rsid w:val="00FD777C"/>
    <w:rsid w:val="00FD7B0D"/>
    <w:rsid w:val="00FE0C79"/>
    <w:rsid w:val="00FE16DB"/>
    <w:rsid w:val="00FE183B"/>
    <w:rsid w:val="00FE1AFC"/>
    <w:rsid w:val="00FE1CF0"/>
    <w:rsid w:val="00FE1E5A"/>
    <w:rsid w:val="00FE2119"/>
    <w:rsid w:val="00FE2A06"/>
    <w:rsid w:val="00FE2B3E"/>
    <w:rsid w:val="00FE2E38"/>
    <w:rsid w:val="00FE2E3D"/>
    <w:rsid w:val="00FE3014"/>
    <w:rsid w:val="00FE312E"/>
    <w:rsid w:val="00FE3732"/>
    <w:rsid w:val="00FE386F"/>
    <w:rsid w:val="00FE3D96"/>
    <w:rsid w:val="00FE3F35"/>
    <w:rsid w:val="00FE42CB"/>
    <w:rsid w:val="00FE47E0"/>
    <w:rsid w:val="00FE4996"/>
    <w:rsid w:val="00FE503B"/>
    <w:rsid w:val="00FE56E0"/>
    <w:rsid w:val="00FE5788"/>
    <w:rsid w:val="00FE5A0B"/>
    <w:rsid w:val="00FE5B0E"/>
    <w:rsid w:val="00FE5D76"/>
    <w:rsid w:val="00FE5F16"/>
    <w:rsid w:val="00FE615B"/>
    <w:rsid w:val="00FE620C"/>
    <w:rsid w:val="00FE6A1C"/>
    <w:rsid w:val="00FE6B38"/>
    <w:rsid w:val="00FE6B39"/>
    <w:rsid w:val="00FE6CB3"/>
    <w:rsid w:val="00FE73BF"/>
    <w:rsid w:val="00FE7474"/>
    <w:rsid w:val="00FF037D"/>
    <w:rsid w:val="00FF061E"/>
    <w:rsid w:val="00FF06FE"/>
    <w:rsid w:val="00FF0A10"/>
    <w:rsid w:val="00FF0DAB"/>
    <w:rsid w:val="00FF0F35"/>
    <w:rsid w:val="00FF15EA"/>
    <w:rsid w:val="00FF17FD"/>
    <w:rsid w:val="00FF1C04"/>
    <w:rsid w:val="00FF1C3F"/>
    <w:rsid w:val="00FF1CBA"/>
    <w:rsid w:val="00FF1EA5"/>
    <w:rsid w:val="00FF1FD2"/>
    <w:rsid w:val="00FF249F"/>
    <w:rsid w:val="00FF2583"/>
    <w:rsid w:val="00FF2696"/>
    <w:rsid w:val="00FF2A3A"/>
    <w:rsid w:val="00FF2BF5"/>
    <w:rsid w:val="00FF2E4B"/>
    <w:rsid w:val="00FF2ED0"/>
    <w:rsid w:val="00FF3067"/>
    <w:rsid w:val="00FF32BF"/>
    <w:rsid w:val="00FF32EC"/>
    <w:rsid w:val="00FF3639"/>
    <w:rsid w:val="00FF3AD9"/>
    <w:rsid w:val="00FF3D73"/>
    <w:rsid w:val="00FF3DC0"/>
    <w:rsid w:val="00FF3E79"/>
    <w:rsid w:val="00FF3F91"/>
    <w:rsid w:val="00FF40C0"/>
    <w:rsid w:val="00FF4118"/>
    <w:rsid w:val="00FF4547"/>
    <w:rsid w:val="00FF465F"/>
    <w:rsid w:val="00FF4727"/>
    <w:rsid w:val="00FF4782"/>
    <w:rsid w:val="00FF4883"/>
    <w:rsid w:val="00FF4932"/>
    <w:rsid w:val="00FF4DF8"/>
    <w:rsid w:val="00FF4E2B"/>
    <w:rsid w:val="00FF51B8"/>
    <w:rsid w:val="00FF57A2"/>
    <w:rsid w:val="00FF5A6A"/>
    <w:rsid w:val="00FF5B6C"/>
    <w:rsid w:val="00FF5EAB"/>
    <w:rsid w:val="00FF5F4F"/>
    <w:rsid w:val="00FF5F85"/>
    <w:rsid w:val="00FF6394"/>
    <w:rsid w:val="00FF6A28"/>
    <w:rsid w:val="00FF6EEB"/>
    <w:rsid w:val="00FF6F12"/>
    <w:rsid w:val="00FF6F8F"/>
    <w:rsid w:val="00FF6FCC"/>
    <w:rsid w:val="00FF7125"/>
    <w:rsid w:val="00FF7398"/>
    <w:rsid w:val="00FF753C"/>
    <w:rsid w:val="00FF77A6"/>
    <w:rsid w:val="00FF787C"/>
    <w:rsid w:val="00FF7BD7"/>
    <w:rsid w:val="00FF7C29"/>
    <w:rsid w:val="00FF7E4B"/>
    <w:rsid w:val="017D5B04"/>
    <w:rsid w:val="01C4ACD5"/>
    <w:rsid w:val="025EAB14"/>
    <w:rsid w:val="029E399B"/>
    <w:rsid w:val="039D53CA"/>
    <w:rsid w:val="042766F4"/>
    <w:rsid w:val="04DA638C"/>
    <w:rsid w:val="0852A9DB"/>
    <w:rsid w:val="0A4CB6A9"/>
    <w:rsid w:val="0AD29532"/>
    <w:rsid w:val="0AD30372"/>
    <w:rsid w:val="0B296E6B"/>
    <w:rsid w:val="0B80B803"/>
    <w:rsid w:val="0BEB9640"/>
    <w:rsid w:val="0BFD3C37"/>
    <w:rsid w:val="0C2208B0"/>
    <w:rsid w:val="0C273EE3"/>
    <w:rsid w:val="0CAA7FC4"/>
    <w:rsid w:val="0CE57F56"/>
    <w:rsid w:val="0E2FB6E7"/>
    <w:rsid w:val="0E305691"/>
    <w:rsid w:val="10472CF0"/>
    <w:rsid w:val="11D9178D"/>
    <w:rsid w:val="122E1A63"/>
    <w:rsid w:val="12DE1557"/>
    <w:rsid w:val="1424E2E2"/>
    <w:rsid w:val="143E9DEB"/>
    <w:rsid w:val="1470BF9A"/>
    <w:rsid w:val="14C585DF"/>
    <w:rsid w:val="152BF74C"/>
    <w:rsid w:val="157EE382"/>
    <w:rsid w:val="1889C304"/>
    <w:rsid w:val="19673565"/>
    <w:rsid w:val="19B1B12D"/>
    <w:rsid w:val="1B175385"/>
    <w:rsid w:val="1B728404"/>
    <w:rsid w:val="1B780F04"/>
    <w:rsid w:val="1B78A4C0"/>
    <w:rsid w:val="1BC93C41"/>
    <w:rsid w:val="1CCC3D93"/>
    <w:rsid w:val="1D70CD0A"/>
    <w:rsid w:val="1EA375DD"/>
    <w:rsid w:val="2032ED86"/>
    <w:rsid w:val="20777183"/>
    <w:rsid w:val="218CEE26"/>
    <w:rsid w:val="219D4376"/>
    <w:rsid w:val="22A259C6"/>
    <w:rsid w:val="22C0A99F"/>
    <w:rsid w:val="22FC4ED4"/>
    <w:rsid w:val="23502FE1"/>
    <w:rsid w:val="2379D0E1"/>
    <w:rsid w:val="23BCB08B"/>
    <w:rsid w:val="24C409C9"/>
    <w:rsid w:val="276CA88A"/>
    <w:rsid w:val="28F477D9"/>
    <w:rsid w:val="2929D4D8"/>
    <w:rsid w:val="2937CB4D"/>
    <w:rsid w:val="2977A550"/>
    <w:rsid w:val="2B35B536"/>
    <w:rsid w:val="2B86E819"/>
    <w:rsid w:val="2BA12E9E"/>
    <w:rsid w:val="2C20262B"/>
    <w:rsid w:val="2C9DE886"/>
    <w:rsid w:val="2D3A74FB"/>
    <w:rsid w:val="2DC363C0"/>
    <w:rsid w:val="2E46FA05"/>
    <w:rsid w:val="2E55A84D"/>
    <w:rsid w:val="2ED8CF60"/>
    <w:rsid w:val="2F8D55F8"/>
    <w:rsid w:val="2FD17108"/>
    <w:rsid w:val="2FEE7CB6"/>
    <w:rsid w:val="30A32242"/>
    <w:rsid w:val="30AC72A3"/>
    <w:rsid w:val="31D99BDA"/>
    <w:rsid w:val="3230EC4C"/>
    <w:rsid w:val="3282C93A"/>
    <w:rsid w:val="34040B4F"/>
    <w:rsid w:val="35C818FE"/>
    <w:rsid w:val="35DAAB92"/>
    <w:rsid w:val="3685E40E"/>
    <w:rsid w:val="36C525DD"/>
    <w:rsid w:val="398DA91C"/>
    <w:rsid w:val="39AFE68A"/>
    <w:rsid w:val="39C485F8"/>
    <w:rsid w:val="39D0FC11"/>
    <w:rsid w:val="3AA61764"/>
    <w:rsid w:val="3C24BE76"/>
    <w:rsid w:val="3D39FA6C"/>
    <w:rsid w:val="3E705A21"/>
    <w:rsid w:val="3E89B764"/>
    <w:rsid w:val="3FB8A3BC"/>
    <w:rsid w:val="4034F3E4"/>
    <w:rsid w:val="4036F287"/>
    <w:rsid w:val="404830E2"/>
    <w:rsid w:val="40B23FB2"/>
    <w:rsid w:val="42BCF120"/>
    <w:rsid w:val="4300FBB1"/>
    <w:rsid w:val="438E84EA"/>
    <w:rsid w:val="43A80A78"/>
    <w:rsid w:val="449C98BC"/>
    <w:rsid w:val="473D03F4"/>
    <w:rsid w:val="4769E45D"/>
    <w:rsid w:val="479F5820"/>
    <w:rsid w:val="47C0A7B6"/>
    <w:rsid w:val="47F3EE25"/>
    <w:rsid w:val="48BA1DB3"/>
    <w:rsid w:val="4BE4BDA5"/>
    <w:rsid w:val="4D90C2BA"/>
    <w:rsid w:val="4E9AB59D"/>
    <w:rsid w:val="4EB36FF0"/>
    <w:rsid w:val="4ECF7E8B"/>
    <w:rsid w:val="4EDAF0A6"/>
    <w:rsid w:val="4EEAB3D0"/>
    <w:rsid w:val="4FEA660B"/>
    <w:rsid w:val="5076C107"/>
    <w:rsid w:val="512B4607"/>
    <w:rsid w:val="51CB061D"/>
    <w:rsid w:val="52DD7B43"/>
    <w:rsid w:val="532F8BDA"/>
    <w:rsid w:val="54251689"/>
    <w:rsid w:val="54A95EFE"/>
    <w:rsid w:val="54D3E2F5"/>
    <w:rsid w:val="55BA50F5"/>
    <w:rsid w:val="56672C9C"/>
    <w:rsid w:val="56D3B4C6"/>
    <w:rsid w:val="577B5562"/>
    <w:rsid w:val="57D666D9"/>
    <w:rsid w:val="5B15A669"/>
    <w:rsid w:val="5B856AEF"/>
    <w:rsid w:val="5C816B4A"/>
    <w:rsid w:val="5C94F86E"/>
    <w:rsid w:val="5CD66E20"/>
    <w:rsid w:val="5F119647"/>
    <w:rsid w:val="5F349F89"/>
    <w:rsid w:val="5FAA9578"/>
    <w:rsid w:val="60659EB6"/>
    <w:rsid w:val="61224F45"/>
    <w:rsid w:val="618B8F99"/>
    <w:rsid w:val="618C030D"/>
    <w:rsid w:val="623D4562"/>
    <w:rsid w:val="62BE1FA6"/>
    <w:rsid w:val="62DAAE56"/>
    <w:rsid w:val="632CCEDD"/>
    <w:rsid w:val="64642A3C"/>
    <w:rsid w:val="64E9C430"/>
    <w:rsid w:val="65EF5DD5"/>
    <w:rsid w:val="65F5C068"/>
    <w:rsid w:val="66C6E430"/>
    <w:rsid w:val="675962EF"/>
    <w:rsid w:val="678314C6"/>
    <w:rsid w:val="67E6F58E"/>
    <w:rsid w:val="68D358D3"/>
    <w:rsid w:val="6A269D98"/>
    <w:rsid w:val="6B2C4029"/>
    <w:rsid w:val="6D0DF805"/>
    <w:rsid w:val="6D8401F8"/>
    <w:rsid w:val="705DD4C6"/>
    <w:rsid w:val="72258BEC"/>
    <w:rsid w:val="731129FA"/>
    <w:rsid w:val="73DC06CC"/>
    <w:rsid w:val="76F2F18A"/>
    <w:rsid w:val="77190BF0"/>
    <w:rsid w:val="775F7997"/>
    <w:rsid w:val="779679BC"/>
    <w:rsid w:val="78957F86"/>
    <w:rsid w:val="7AF7DDAD"/>
    <w:rsid w:val="7B6FF027"/>
    <w:rsid w:val="7C4589A3"/>
    <w:rsid w:val="7DC0C708"/>
    <w:rsid w:val="7DFB1422"/>
    <w:rsid w:val="7E5D88ED"/>
    <w:rsid w:val="7F07562F"/>
    <w:rsid w:val="7F5C6DCE"/>
    <w:rsid w:val="7F703EA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BD5EB6"/>
  <w15:docId w15:val="{84E7B095-BEA8-4F9E-8BFB-0F489AD00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01A7C"/>
    <w:pPr>
      <w:spacing w:before="60" w:after="60"/>
      <w:jc w:val="both"/>
    </w:pPr>
    <w:rPr>
      <w:rFonts w:ascii="Verdana" w:eastAsia="Times New Roman" w:hAnsi="Verdana"/>
      <w:szCs w:val="24"/>
      <w:lang w:eastAsia="x-none"/>
    </w:rPr>
  </w:style>
  <w:style w:type="paragraph" w:styleId="Nadpis1">
    <w:name w:val="heading 1"/>
    <w:aliases w:val="H1,h1,Chapter,Kapitola,Nadpis 11,V_Head1,Záhlaví 1,Celého textu,nadpisy smlouvy,F8,Kapitola1,Kapitola2,Kapitola3,Kapitola4,Kapitola5,Kapitola11,Kapitola21,Kapitola31,Kapitola41,Kapitola6,Kapitola12,Kapitola22,Kapitola32,Kapitola42,Kapitola51,1"/>
    <w:basedOn w:val="Normln"/>
    <w:next w:val="Normln"/>
    <w:link w:val="Nadpis1Char"/>
    <w:uiPriority w:val="99"/>
    <w:qFormat/>
    <w:rsid w:val="0013698A"/>
    <w:pPr>
      <w:keepNext/>
      <w:pageBreakBefore/>
      <w:numPr>
        <w:numId w:val="3"/>
      </w:numPr>
      <w:spacing w:before="120" w:after="240"/>
      <w:jc w:val="left"/>
      <w:outlineLvl w:val="0"/>
    </w:pPr>
    <w:rPr>
      <w:bCs/>
      <w:color w:val="004983"/>
      <w:kern w:val="32"/>
      <w:sz w:val="36"/>
      <w:szCs w:val="36"/>
      <w:lang w:val="x-none"/>
    </w:rPr>
  </w:style>
  <w:style w:type="paragraph" w:styleId="Nadpis2">
    <w:name w:val="heading 2"/>
    <w:aliases w:val="H2,F2,hlavicka,h2,PA Major Section,Attribute Heading 2,2m,head2,head21,head22,head23,head24,head25,head26,head27,head28,head211,head221,head231,head241,head251,head261,head29,head210,head212,head213,head222,head232,head242,head252,head262,V_He"/>
    <w:basedOn w:val="Normln"/>
    <w:next w:val="Normln"/>
    <w:link w:val="Nadpis2Char"/>
    <w:uiPriority w:val="99"/>
    <w:qFormat/>
    <w:rsid w:val="00F069D4"/>
    <w:pPr>
      <w:keepNext/>
      <w:numPr>
        <w:ilvl w:val="1"/>
        <w:numId w:val="3"/>
      </w:numPr>
      <w:spacing w:before="240" w:after="240"/>
      <w:ind w:left="567" w:hanging="578"/>
      <w:jc w:val="left"/>
      <w:outlineLvl w:val="1"/>
    </w:pPr>
    <w:rPr>
      <w:bCs/>
      <w:iCs/>
      <w:color w:val="004983"/>
      <w:sz w:val="28"/>
      <w:szCs w:val="28"/>
    </w:rPr>
  </w:style>
  <w:style w:type="paragraph" w:styleId="Nadpis3">
    <w:name w:val="heading 3"/>
    <w:aliases w:val="H3,Nadpis_3_úroveò,PA Minor Section,Podkapitola2,Nadpis_3_úroveň,h3,h31,h32,h33,h311,h34,h312,h35,h313,h36,h37,h314,h38,h39,h310,h315,h321,h331,h3111,h341,h3121,h351,h3131,h361,h371,h3141,h381,h391,Záhlaví 3,V_Head3,V_Head31,V_Head32,(Alt+3),n"/>
    <w:basedOn w:val="Normln"/>
    <w:next w:val="Normln"/>
    <w:link w:val="Nadpis3Char"/>
    <w:uiPriority w:val="99"/>
    <w:qFormat/>
    <w:rsid w:val="00C17694"/>
    <w:pPr>
      <w:keepNext/>
      <w:numPr>
        <w:ilvl w:val="2"/>
        <w:numId w:val="3"/>
      </w:numPr>
      <w:spacing w:before="360" w:after="240"/>
      <w:jc w:val="left"/>
      <w:outlineLvl w:val="2"/>
    </w:pPr>
    <w:rPr>
      <w:bCs/>
      <w:color w:val="004983"/>
      <w:sz w:val="24"/>
    </w:rPr>
  </w:style>
  <w:style w:type="paragraph" w:styleId="Nadpis4">
    <w:name w:val="heading 4"/>
    <w:basedOn w:val="Normln"/>
    <w:next w:val="Normln"/>
    <w:link w:val="Nadpis4Char"/>
    <w:uiPriority w:val="99"/>
    <w:qFormat/>
    <w:rsid w:val="00DE6D47"/>
    <w:pPr>
      <w:keepNext/>
      <w:numPr>
        <w:ilvl w:val="3"/>
        <w:numId w:val="3"/>
      </w:numPr>
      <w:spacing w:before="360" w:after="240"/>
      <w:jc w:val="left"/>
      <w:outlineLvl w:val="3"/>
    </w:pPr>
    <w:rPr>
      <w:bCs/>
      <w:color w:val="004983"/>
      <w:sz w:val="22"/>
      <w:szCs w:val="22"/>
    </w:rPr>
  </w:style>
  <w:style w:type="paragraph" w:styleId="Nadpis5">
    <w:name w:val="heading 5"/>
    <w:basedOn w:val="Normln"/>
    <w:next w:val="Normln"/>
    <w:link w:val="Nadpis5Char"/>
    <w:uiPriority w:val="99"/>
    <w:qFormat/>
    <w:pPr>
      <w:numPr>
        <w:ilvl w:val="4"/>
        <w:numId w:val="3"/>
      </w:numPr>
      <w:spacing w:before="200"/>
      <w:jc w:val="left"/>
      <w:outlineLvl w:val="4"/>
    </w:pPr>
    <w:rPr>
      <w:bCs/>
      <w:iCs/>
      <w:color w:val="004983"/>
      <w:szCs w:val="20"/>
    </w:rPr>
  </w:style>
  <w:style w:type="paragraph" w:styleId="Nadpis6">
    <w:name w:val="heading 6"/>
    <w:aliases w:val="H6,-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iPriority w:val="99"/>
    <w:qFormat/>
    <w:pPr>
      <w:numPr>
        <w:ilvl w:val="5"/>
        <w:numId w:val="3"/>
      </w:numPr>
      <w:spacing w:after="240"/>
      <w:jc w:val="left"/>
      <w:outlineLvl w:val="5"/>
    </w:pPr>
    <w:rPr>
      <w:bCs/>
      <w:color w:val="004983"/>
      <w:szCs w:val="20"/>
    </w:rPr>
  </w:style>
  <w:style w:type="paragraph" w:styleId="Nadpis7">
    <w:name w:val="heading 7"/>
    <w:aliases w:val="H7,Nadpis 7 - číslovaný,PA Appendix Major,BP Heading 7,BP Heading 71,BP Heading 72,BP Heading 711,BP Heading 73,BP Heading 712,BP Heading 74,BP Heading 75,BP Heading 76,BP Heading 77,BP Heading 78,letter list,lettered list,letter list1,p,MUS7"/>
    <w:basedOn w:val="Normln"/>
    <w:next w:val="Normln"/>
    <w:link w:val="Nadpis7Char"/>
    <w:uiPriority w:val="99"/>
    <w:qFormat/>
    <w:pPr>
      <w:numPr>
        <w:ilvl w:val="6"/>
        <w:numId w:val="3"/>
      </w:numPr>
      <w:spacing w:after="240"/>
      <w:jc w:val="left"/>
      <w:outlineLvl w:val="6"/>
    </w:pPr>
    <w:rPr>
      <w:color w:val="004983"/>
      <w:szCs w:val="20"/>
    </w:rPr>
  </w:style>
  <w:style w:type="paragraph" w:styleId="Nadpis8">
    <w:name w:val="heading 8"/>
    <w:aliases w:val="H8,číslovaný styl 8,PA Appendix Minor,BP Heading 8,BP Heading 81,BP Heading 82,BP Heading 811,BP Heading 83,BP Heading 812,BP Heading 84,BP Heading 85,BP Heading 86,BP Heading 87,BP Heading 88,Center Bold,Center Bold1,Center Bold2,Center Bold3"/>
    <w:basedOn w:val="Normln"/>
    <w:next w:val="Normln"/>
    <w:link w:val="Nadpis8Char"/>
    <w:uiPriority w:val="99"/>
    <w:qFormat/>
    <w:pPr>
      <w:numPr>
        <w:ilvl w:val="7"/>
        <w:numId w:val="3"/>
      </w:numPr>
      <w:spacing w:after="240"/>
      <w:jc w:val="left"/>
      <w:outlineLvl w:val="7"/>
    </w:pPr>
    <w:rPr>
      <w:iCs/>
      <w:color w:val="004983"/>
      <w:szCs w:val="20"/>
    </w:rPr>
  </w:style>
  <w:style w:type="paragraph" w:styleId="Nadpis9">
    <w:name w:val="heading 9"/>
    <w:aliases w:val="H9,číslovaný styl 9,BP Heading 9,BP Heading 91,BP Heading 92,BP Heading 911,BP Heading 93,BP Heading 912,BP Heading 94,BP Heading 95,BP Heading 96,BP Heading 97,BP Heading 98,App Heading,App Heading1,App Heading2,progress,progress1,progress2"/>
    <w:basedOn w:val="Normln"/>
    <w:next w:val="Normln"/>
    <w:link w:val="Nadpis9Char"/>
    <w:uiPriority w:val="99"/>
    <w:qFormat/>
    <w:pPr>
      <w:numPr>
        <w:ilvl w:val="8"/>
        <w:numId w:val="3"/>
      </w:numPr>
      <w:spacing w:after="240"/>
      <w:jc w:val="left"/>
      <w:outlineLvl w:val="8"/>
    </w:pPr>
    <w:rPr>
      <w:color w:val="004983"/>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Chapter Char,Kapitola Char,Nadpis 11 Char,V_Head1 Char,Záhlaví 1 Char,Celého textu Char,nadpisy smlouvy Char,F8 Char,Kapitola1 Char,Kapitola2 Char,Kapitola3 Char,Kapitola4 Char,Kapitola5 Char,Kapitola11 Char,Kapitola21 Char"/>
    <w:link w:val="Nadpis1"/>
    <w:uiPriority w:val="99"/>
    <w:rsid w:val="00BF1EC0"/>
    <w:rPr>
      <w:rFonts w:ascii="Verdana" w:eastAsia="Times New Roman" w:hAnsi="Verdana"/>
      <w:bCs/>
      <w:color w:val="004983"/>
      <w:kern w:val="32"/>
      <w:sz w:val="36"/>
      <w:szCs w:val="36"/>
      <w:lang w:val="x-none" w:eastAsia="x-none"/>
    </w:rPr>
  </w:style>
  <w:style w:type="character" w:customStyle="1" w:styleId="Nadpis2Char">
    <w:name w:val="Nadpis 2 Char"/>
    <w:aliases w:val="H2 Char,F2 Char,hlavicka Char,h2 Char,PA Major Section Char,Attribute Heading 2 Char,2m Char,head2 Char,head21 Char,head22 Char,head23 Char,head24 Char,head25 Char,head26 Char,head27 Char,head28 Char,head211 Char,head221 Char,head231 Char"/>
    <w:link w:val="Nadpis2"/>
    <w:uiPriority w:val="99"/>
    <w:rsid w:val="00F069D4"/>
    <w:rPr>
      <w:rFonts w:ascii="Verdana" w:eastAsia="Times New Roman" w:hAnsi="Verdana"/>
      <w:bCs/>
      <w:iCs/>
      <w:color w:val="004983"/>
      <w:sz w:val="28"/>
      <w:szCs w:val="28"/>
      <w:lang w:eastAsia="x-none"/>
    </w:rPr>
  </w:style>
  <w:style w:type="character" w:customStyle="1" w:styleId="Nadpis3Char">
    <w:name w:val="Nadpis 3 Char"/>
    <w:aliases w:val="H3 Char,Nadpis_3_úroveò Char,PA Minor Section Char,Podkapitola2 Char,Nadpis_3_úroveň Char,h3 Char,h31 Char,h32 Char,h33 Char,h311 Char,h34 Char,h312 Char,h35 Char,h313 Char,h36 Char,h37 Char,h314 Char,h38 Char,h39 Char,h310 Char,h315 Char"/>
    <w:link w:val="Nadpis3"/>
    <w:uiPriority w:val="99"/>
    <w:rsid w:val="00C17694"/>
    <w:rPr>
      <w:rFonts w:ascii="Verdana" w:eastAsia="Times New Roman" w:hAnsi="Verdana"/>
      <w:bCs/>
      <w:color w:val="004983"/>
      <w:sz w:val="24"/>
      <w:szCs w:val="24"/>
      <w:lang w:eastAsia="x-none"/>
    </w:rPr>
  </w:style>
  <w:style w:type="character" w:customStyle="1" w:styleId="Nadpis4Char">
    <w:name w:val="Nadpis 4 Char"/>
    <w:link w:val="Nadpis4"/>
    <w:uiPriority w:val="99"/>
    <w:rsid w:val="00DE6D47"/>
    <w:rPr>
      <w:rFonts w:ascii="Verdana" w:eastAsia="Times New Roman" w:hAnsi="Verdana"/>
      <w:bCs/>
      <w:color w:val="004983"/>
      <w:sz w:val="22"/>
      <w:szCs w:val="22"/>
      <w:lang w:eastAsia="x-none"/>
    </w:rPr>
  </w:style>
  <w:style w:type="character" w:customStyle="1" w:styleId="Nadpis5Char">
    <w:name w:val="Nadpis 5 Char"/>
    <w:link w:val="Nadpis5"/>
    <w:uiPriority w:val="99"/>
    <w:rPr>
      <w:rFonts w:ascii="Verdana" w:eastAsia="Times New Roman" w:hAnsi="Verdana"/>
      <w:bCs/>
      <w:iCs/>
      <w:color w:val="004983"/>
      <w:lang w:eastAsia="x-none"/>
    </w:rPr>
  </w:style>
  <w:style w:type="character" w:customStyle="1" w:styleId="Nadpis6Char">
    <w:name w:val="Nadpis 6 Char"/>
    <w:aliases w:val="H6 Char,- po straně Char,- po straně1 Char,- po straně2 Char,- po straně3 Char,- po straně4 Char,- po straně11 Char,- po straně21 Char,- po straně31 Char,- po straně5 Char,- po straně6 Char,- po straně7 Char,- po straně8 Char"/>
    <w:link w:val="Nadpis6"/>
    <w:uiPriority w:val="99"/>
    <w:rPr>
      <w:rFonts w:ascii="Verdana" w:eastAsia="Times New Roman" w:hAnsi="Verdana"/>
      <w:bCs/>
      <w:color w:val="004983"/>
      <w:lang w:eastAsia="x-none"/>
    </w:rPr>
  </w:style>
  <w:style w:type="character" w:customStyle="1" w:styleId="Nadpis7Char">
    <w:name w:val="Nadpis 7 Char"/>
    <w:aliases w:val="H7 Char,Nadpis 7 - číslovaný Char,PA Appendix Major Char,BP Heading 7 Char,BP Heading 71 Char,BP Heading 72 Char,BP Heading 711 Char,BP Heading 73 Char,BP Heading 712 Char,BP Heading 74 Char,BP Heading 75 Char,BP Heading 76 Char,p Char"/>
    <w:link w:val="Nadpis7"/>
    <w:uiPriority w:val="99"/>
    <w:rPr>
      <w:rFonts w:ascii="Verdana" w:eastAsia="Times New Roman" w:hAnsi="Verdana"/>
      <w:color w:val="004983"/>
      <w:lang w:eastAsia="x-none"/>
    </w:rPr>
  </w:style>
  <w:style w:type="character" w:customStyle="1" w:styleId="Nadpis8Char">
    <w:name w:val="Nadpis 8 Char"/>
    <w:aliases w:val="H8 Char,číslovaný styl 8 Char,PA Appendix Minor Char,BP Heading 8 Char,BP Heading 81 Char,BP Heading 82 Char,BP Heading 811 Char,BP Heading 83 Char,BP Heading 812 Char,BP Heading 84 Char,BP Heading 85 Char,BP Heading 86 Char"/>
    <w:link w:val="Nadpis8"/>
    <w:uiPriority w:val="99"/>
    <w:rPr>
      <w:rFonts w:ascii="Verdana" w:eastAsia="Times New Roman" w:hAnsi="Verdana"/>
      <w:iCs/>
      <w:color w:val="004983"/>
      <w:lang w:eastAsia="x-none"/>
    </w:rPr>
  </w:style>
  <w:style w:type="character" w:customStyle="1" w:styleId="Nadpis9Char">
    <w:name w:val="Nadpis 9 Char"/>
    <w:aliases w:val="H9 Char,číslovaný styl 9 Char,BP Heading 9 Char,BP Heading 91 Char,BP Heading 92 Char,BP Heading 911 Char,BP Heading 93 Char,BP Heading 912 Char,BP Heading 94 Char,BP Heading 95 Char,BP Heading 96 Char,BP Heading 97 Char,BP Heading 98 Char"/>
    <w:link w:val="Nadpis9"/>
    <w:uiPriority w:val="99"/>
    <w:rPr>
      <w:rFonts w:ascii="Verdana" w:eastAsia="Times New Roman" w:hAnsi="Verdana"/>
      <w:color w:val="004983"/>
      <w:lang w:eastAsia="x-none"/>
    </w:rPr>
  </w:style>
  <w:style w:type="paragraph" w:styleId="Textbubliny">
    <w:name w:val="Balloon Text"/>
    <w:basedOn w:val="Normln"/>
    <w:link w:val="TextbublinyChar"/>
    <w:uiPriority w:val="99"/>
    <w:semiHidden/>
    <w:unhideWhenUsed/>
    <w:pPr>
      <w:spacing w:before="0"/>
    </w:pPr>
    <w:rPr>
      <w:rFonts w:ascii="Tahoma" w:hAnsi="Tahoma"/>
      <w:sz w:val="16"/>
      <w:szCs w:val="16"/>
    </w:rPr>
  </w:style>
  <w:style w:type="character" w:customStyle="1" w:styleId="TextbublinyChar">
    <w:name w:val="Text bubliny Char"/>
    <w:link w:val="Textbubliny"/>
    <w:uiPriority w:val="99"/>
    <w:semiHidden/>
    <w:rPr>
      <w:rFonts w:ascii="Tahoma" w:eastAsia="Times New Roman" w:hAnsi="Tahoma"/>
      <w:sz w:val="16"/>
      <w:szCs w:val="16"/>
      <w:lang w:eastAsia="x-none"/>
    </w:rPr>
  </w:style>
  <w:style w:type="table" w:customStyle="1" w:styleId="LightList-Accent11">
    <w:name w:val="Light List - Accent 11"/>
    <w:basedOn w:val="Normlntabulka"/>
    <w:uiPriority w:val="61"/>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Zhlav">
    <w:name w:val="header"/>
    <w:basedOn w:val="Normln"/>
    <w:link w:val="ZhlavChar"/>
    <w:uiPriority w:val="99"/>
    <w:unhideWhenUsed/>
    <w:pPr>
      <w:tabs>
        <w:tab w:val="center" w:pos="4513"/>
        <w:tab w:val="right" w:pos="9026"/>
      </w:tabs>
    </w:pPr>
    <w:rPr>
      <w:lang w:val="x-none"/>
    </w:rPr>
  </w:style>
  <w:style w:type="character" w:customStyle="1" w:styleId="ZhlavChar">
    <w:name w:val="Záhlaví Char"/>
    <w:link w:val="Zhlav"/>
    <w:uiPriority w:val="99"/>
    <w:rPr>
      <w:rFonts w:ascii="Verdana" w:eastAsia="Times New Roman" w:hAnsi="Verdana"/>
      <w:szCs w:val="24"/>
    </w:rPr>
  </w:style>
  <w:style w:type="paragraph" w:styleId="Zpat">
    <w:name w:val="footer"/>
    <w:basedOn w:val="Normln"/>
    <w:link w:val="ZpatChar"/>
    <w:uiPriority w:val="99"/>
    <w:unhideWhenUsed/>
    <w:pPr>
      <w:tabs>
        <w:tab w:val="center" w:pos="4513"/>
        <w:tab w:val="right" w:pos="9026"/>
      </w:tabs>
    </w:pPr>
    <w:rPr>
      <w:lang w:val="x-none"/>
    </w:rPr>
  </w:style>
  <w:style w:type="character" w:customStyle="1" w:styleId="ZpatChar">
    <w:name w:val="Zápatí Char"/>
    <w:link w:val="Zpat"/>
    <w:uiPriority w:val="99"/>
    <w:rPr>
      <w:rFonts w:ascii="Verdana" w:eastAsia="Times New Roman" w:hAnsi="Verdana"/>
      <w:szCs w:val="24"/>
    </w:rPr>
  </w:style>
  <w:style w:type="paragraph" w:customStyle="1" w:styleId="Zahlavi">
    <w:name w:val="Zahlavi"/>
    <w:basedOn w:val="Normln"/>
    <w:uiPriority w:val="99"/>
    <w:qFormat/>
    <w:pPr>
      <w:spacing w:before="0" w:after="120"/>
      <w:jc w:val="center"/>
    </w:pPr>
    <w:rPr>
      <w:sz w:val="16"/>
    </w:rPr>
  </w:style>
  <w:style w:type="character" w:styleId="slostrnky">
    <w:name w:val="page number"/>
    <w:rPr>
      <w:rFonts w:cs="Times New Roman"/>
    </w:rPr>
  </w:style>
  <w:style w:type="paragraph" w:customStyle="1" w:styleId="Tituln1">
    <w:name w:val="Titulní 1"/>
    <w:basedOn w:val="Normln"/>
    <w:uiPriority w:val="99"/>
    <w:pPr>
      <w:pBdr>
        <w:right w:val="single" w:sz="48" w:space="6" w:color="E0E0E0"/>
      </w:pBdr>
      <w:spacing w:before="0" w:after="360"/>
      <w:ind w:right="284"/>
      <w:jc w:val="right"/>
    </w:pPr>
    <w:rPr>
      <w:b/>
      <w:color w:val="004983"/>
      <w:sz w:val="96"/>
      <w:szCs w:val="96"/>
    </w:rPr>
  </w:style>
  <w:style w:type="character" w:styleId="Odkaznakoment">
    <w:name w:val="annotation reference"/>
    <w:semiHidden/>
    <w:unhideWhenUsed/>
    <w:rsid w:val="004427C5"/>
    <w:rPr>
      <w:sz w:val="16"/>
      <w:szCs w:val="16"/>
    </w:rPr>
  </w:style>
  <w:style w:type="paragraph" w:styleId="Textkomente">
    <w:name w:val="annotation text"/>
    <w:basedOn w:val="Normln"/>
    <w:link w:val="TextkomenteChar"/>
    <w:uiPriority w:val="99"/>
    <w:semiHidden/>
    <w:unhideWhenUsed/>
    <w:rsid w:val="004427C5"/>
    <w:rPr>
      <w:szCs w:val="20"/>
    </w:rPr>
  </w:style>
  <w:style w:type="character" w:customStyle="1" w:styleId="TextkomenteChar">
    <w:name w:val="Text komentáře Char"/>
    <w:link w:val="Textkomente"/>
    <w:uiPriority w:val="99"/>
    <w:rsid w:val="004427C5"/>
    <w:rPr>
      <w:rFonts w:ascii="Verdana" w:eastAsia="Times New Roman" w:hAnsi="Verdana"/>
    </w:rPr>
  </w:style>
  <w:style w:type="paragraph" w:styleId="Pedmtkomente">
    <w:name w:val="annotation subject"/>
    <w:basedOn w:val="Textkomente"/>
    <w:next w:val="Textkomente"/>
    <w:link w:val="PedmtkomenteChar"/>
    <w:uiPriority w:val="99"/>
    <w:semiHidden/>
    <w:unhideWhenUsed/>
    <w:rsid w:val="004427C5"/>
    <w:rPr>
      <w:b/>
      <w:bCs/>
    </w:rPr>
  </w:style>
  <w:style w:type="character" w:customStyle="1" w:styleId="PedmtkomenteChar">
    <w:name w:val="Předmět komentáře Char"/>
    <w:link w:val="Pedmtkomente"/>
    <w:uiPriority w:val="99"/>
    <w:semiHidden/>
    <w:rsid w:val="004427C5"/>
    <w:rPr>
      <w:rFonts w:ascii="Verdana" w:eastAsia="Times New Roman" w:hAnsi="Verdana"/>
      <w:b/>
      <w:bCs/>
    </w:rPr>
  </w:style>
  <w:style w:type="character" w:customStyle="1" w:styleId="FieldLabel">
    <w:name w:val="Field Label"/>
    <w:uiPriority w:val="99"/>
    <w:rsid w:val="007F1CD3"/>
    <w:rPr>
      <w:i/>
      <w:iCs/>
      <w:color w:val="004080"/>
      <w:sz w:val="20"/>
      <w:szCs w:val="20"/>
      <w:shd w:val="clear" w:color="auto" w:fill="FFFFFF"/>
    </w:rPr>
  </w:style>
  <w:style w:type="paragraph" w:customStyle="1" w:styleId="ListHeader">
    <w:name w:val="List Header"/>
    <w:next w:val="Normln"/>
    <w:uiPriority w:val="99"/>
    <w:rsid w:val="007F1CD3"/>
    <w:pPr>
      <w:widowControl w:val="0"/>
      <w:autoSpaceDE w:val="0"/>
      <w:autoSpaceDN w:val="0"/>
      <w:adjustRightInd w:val="0"/>
    </w:pPr>
    <w:rPr>
      <w:rFonts w:ascii="Arial" w:eastAsia="Times New Roman" w:hAnsi="Arial" w:cs="Arial"/>
      <w:b/>
      <w:bCs/>
      <w:i/>
      <w:iCs/>
      <w:color w:val="0000A0"/>
      <w:shd w:val="clear" w:color="auto" w:fill="FFFFFF"/>
    </w:rPr>
  </w:style>
  <w:style w:type="character" w:styleId="Zdraznn">
    <w:name w:val="Emphasis"/>
    <w:uiPriority w:val="99"/>
    <w:qFormat/>
    <w:rsid w:val="00806470"/>
    <w:rPr>
      <w:i/>
      <w:iCs/>
    </w:rPr>
  </w:style>
  <w:style w:type="paragraph" w:styleId="Nadpisobsahu">
    <w:name w:val="TOC Heading"/>
    <w:basedOn w:val="Nadpis1"/>
    <w:next w:val="Normln"/>
    <w:uiPriority w:val="99"/>
    <w:unhideWhenUsed/>
    <w:qFormat/>
    <w:rsid w:val="003D406F"/>
    <w:pPr>
      <w:keepLines/>
      <w:spacing w:before="240" w:after="0" w:line="259" w:lineRule="auto"/>
      <w:ind w:left="0" w:firstLine="0"/>
      <w:outlineLvl w:val="9"/>
    </w:pPr>
    <w:rPr>
      <w:rFonts w:ascii="Calibri Light" w:hAnsi="Calibri Light"/>
      <w:bCs w:val="0"/>
      <w:color w:val="2E74B5"/>
      <w:kern w:val="0"/>
      <w:sz w:val="32"/>
      <w:szCs w:val="32"/>
      <w:lang w:val="en-US" w:eastAsia="en-US"/>
    </w:rPr>
  </w:style>
  <w:style w:type="paragraph" w:styleId="Obsah1">
    <w:name w:val="toc 1"/>
    <w:basedOn w:val="Normln"/>
    <w:next w:val="Normln"/>
    <w:autoRedefine/>
    <w:uiPriority w:val="39"/>
    <w:unhideWhenUsed/>
    <w:rsid w:val="008F1C06"/>
    <w:pPr>
      <w:tabs>
        <w:tab w:val="right" w:leader="dot" w:pos="9356"/>
      </w:tabs>
      <w:ind w:left="567" w:hanging="567"/>
    </w:pPr>
    <w:rPr>
      <w:noProof/>
    </w:rPr>
  </w:style>
  <w:style w:type="paragraph" w:styleId="Obsah2">
    <w:name w:val="toc 2"/>
    <w:basedOn w:val="Normln"/>
    <w:next w:val="Normln"/>
    <w:autoRedefine/>
    <w:uiPriority w:val="39"/>
    <w:unhideWhenUsed/>
    <w:rsid w:val="005D7710"/>
    <w:pPr>
      <w:tabs>
        <w:tab w:val="left" w:pos="0"/>
        <w:tab w:val="right" w:leader="dot" w:pos="9356"/>
      </w:tabs>
      <w:ind w:left="851" w:hanging="851"/>
    </w:pPr>
    <w:rPr>
      <w:noProof/>
    </w:rPr>
  </w:style>
  <w:style w:type="paragraph" w:styleId="Obsah3">
    <w:name w:val="toc 3"/>
    <w:basedOn w:val="Normln"/>
    <w:next w:val="Normln"/>
    <w:autoRedefine/>
    <w:uiPriority w:val="39"/>
    <w:unhideWhenUsed/>
    <w:rsid w:val="005D7710"/>
    <w:pPr>
      <w:tabs>
        <w:tab w:val="left" w:pos="1418"/>
        <w:tab w:val="right" w:leader="dot" w:pos="9356"/>
      </w:tabs>
      <w:ind w:left="833" w:hanging="833"/>
      <w:jc w:val="left"/>
    </w:pPr>
    <w:rPr>
      <w:noProof/>
      <w:szCs w:val="20"/>
    </w:rPr>
  </w:style>
  <w:style w:type="paragraph" w:styleId="Obsah4">
    <w:name w:val="toc 4"/>
    <w:basedOn w:val="Normln"/>
    <w:next w:val="Normln"/>
    <w:autoRedefine/>
    <w:uiPriority w:val="39"/>
    <w:unhideWhenUsed/>
    <w:rsid w:val="003D406F"/>
    <w:pPr>
      <w:spacing w:before="0" w:after="100" w:line="259" w:lineRule="auto"/>
      <w:ind w:left="660"/>
      <w:jc w:val="left"/>
    </w:pPr>
    <w:rPr>
      <w:rFonts w:ascii="Calibri" w:hAnsi="Calibri"/>
      <w:sz w:val="22"/>
      <w:szCs w:val="22"/>
    </w:rPr>
  </w:style>
  <w:style w:type="paragraph" w:styleId="Obsah5">
    <w:name w:val="toc 5"/>
    <w:basedOn w:val="Normln"/>
    <w:next w:val="Normln"/>
    <w:autoRedefine/>
    <w:uiPriority w:val="39"/>
    <w:unhideWhenUsed/>
    <w:rsid w:val="003D406F"/>
    <w:pPr>
      <w:spacing w:before="0"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3D406F"/>
    <w:pPr>
      <w:spacing w:before="0"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3D406F"/>
    <w:pPr>
      <w:spacing w:before="0"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3D406F"/>
    <w:pPr>
      <w:spacing w:before="0"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3D406F"/>
    <w:pPr>
      <w:spacing w:before="0" w:after="100" w:line="259" w:lineRule="auto"/>
      <w:ind w:left="1760"/>
      <w:jc w:val="left"/>
    </w:pPr>
    <w:rPr>
      <w:rFonts w:ascii="Calibri" w:hAnsi="Calibri"/>
      <w:sz w:val="22"/>
      <w:szCs w:val="22"/>
    </w:rPr>
  </w:style>
  <w:style w:type="character" w:styleId="Hypertextovodkaz">
    <w:name w:val="Hyperlink"/>
    <w:uiPriority w:val="99"/>
    <w:unhideWhenUsed/>
    <w:rsid w:val="003D406F"/>
    <w:rPr>
      <w:color w:val="0563C1"/>
      <w:u w:val="single"/>
    </w:rPr>
  </w:style>
  <w:style w:type="paragraph" w:styleId="Odstavecseseznamem">
    <w:name w:val="List Paragraph"/>
    <w:aliases w:val="Odstavec_muj,Reference List,Nad,Odstavec cíl se seznamem,Odstavec se seznamem5,Odstavec se seznamem a odrážkou,1 úroveň Odstavec se seznamem,Odstavec,cp_Odstavec se seznamem,Bullet Number,Bullet List,FooterText,numbered,列出段落,列出段落1"/>
    <w:basedOn w:val="Normln"/>
    <w:link w:val="OdstavecseseznamemChar"/>
    <w:uiPriority w:val="99"/>
    <w:qFormat/>
    <w:rsid w:val="00153CC8"/>
    <w:pPr>
      <w:numPr>
        <w:numId w:val="2"/>
      </w:numPr>
      <w:jc w:val="left"/>
    </w:pPr>
    <w:rPr>
      <w:rFonts w:eastAsiaTheme="minorHAnsi"/>
      <w:szCs w:val="20"/>
    </w:rPr>
  </w:style>
  <w:style w:type="character" w:customStyle="1" w:styleId="OdstavecseseznamemChar">
    <w:name w:val="Odstavec se seznamem Char"/>
    <w:aliases w:val="Odstavec_muj Char,Reference List Char,Nad Char,Odstavec cíl se seznamem Char,Odstavec se seznamem5 Char,Odstavec se seznamem a odrážkou Char,1 úroveň Odstavec se seznamem Char,Odstavec Char,cp_Odstavec se seznamem Char"/>
    <w:link w:val="Odstavecseseznamem"/>
    <w:uiPriority w:val="99"/>
    <w:qFormat/>
    <w:locked/>
    <w:rsid w:val="00153CC8"/>
    <w:rPr>
      <w:rFonts w:ascii="Verdana" w:eastAsiaTheme="minorHAnsi" w:hAnsi="Verdana"/>
      <w:lang w:eastAsia="x-none"/>
    </w:rPr>
  </w:style>
  <w:style w:type="table" w:styleId="Mkatabulky">
    <w:name w:val="Table Grid"/>
    <w:aliases w:val="Mřížka tabulky1"/>
    <w:basedOn w:val="Normlntabulka"/>
    <w:uiPriority w:val="39"/>
    <w:rsid w:val="00417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59402C"/>
    <w:rPr>
      <w:rFonts w:ascii="Times New Roman" w:hAnsi="Times New Roman"/>
      <w:sz w:val="24"/>
    </w:rPr>
  </w:style>
  <w:style w:type="character" w:customStyle="1" w:styleId="UNINormalParagraphChar">
    <w:name w:val="UNI Normal Paragraph Char"/>
    <w:link w:val="UNINormalParagraph"/>
    <w:locked/>
    <w:rsid w:val="0059402C"/>
    <w:rPr>
      <w:rFonts w:ascii="Arial" w:eastAsia="Lucida Sans Unicode" w:hAnsi="Arial" w:cs="Arial"/>
      <w:color w:val="000000"/>
      <w:spacing w:val="4"/>
      <w:szCs w:val="24"/>
      <w:lang w:eastAsia="x-none"/>
    </w:rPr>
  </w:style>
  <w:style w:type="paragraph" w:customStyle="1" w:styleId="UNINormalParagraph">
    <w:name w:val="UNI Normal Paragraph"/>
    <w:basedOn w:val="Normln"/>
    <w:link w:val="UNINormalParagraphChar"/>
    <w:rsid w:val="0059402C"/>
    <w:pPr>
      <w:spacing w:before="0" w:after="113" w:line="278" w:lineRule="atLeast"/>
    </w:pPr>
    <w:rPr>
      <w:rFonts w:ascii="Arial" w:eastAsia="Lucida Sans Unicode" w:hAnsi="Arial" w:cs="Arial"/>
      <w:color w:val="000000"/>
      <w:spacing w:val="4"/>
    </w:rPr>
  </w:style>
  <w:style w:type="table" w:customStyle="1" w:styleId="GridTable4-Accent51">
    <w:name w:val="Grid Table 4 - Accent 51"/>
    <w:basedOn w:val="Normlntabulka"/>
    <w:uiPriority w:val="49"/>
    <w:rsid w:val="00433E38"/>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Sledovanodkaz">
    <w:name w:val="FollowedHyperlink"/>
    <w:basedOn w:val="Standardnpsmoodstavce"/>
    <w:uiPriority w:val="99"/>
    <w:semiHidden/>
    <w:unhideWhenUsed/>
    <w:rsid w:val="008044E0"/>
    <w:rPr>
      <w:color w:val="954F72" w:themeColor="followedHyperlink"/>
      <w:u w:val="single"/>
    </w:rPr>
  </w:style>
  <w:style w:type="character" w:customStyle="1" w:styleId="Italics">
    <w:name w:val="Italics"/>
    <w:uiPriority w:val="99"/>
    <w:rsid w:val="00A96D5C"/>
    <w:rPr>
      <w:i/>
      <w:iCs/>
    </w:rPr>
  </w:style>
  <w:style w:type="paragraph" w:customStyle="1" w:styleId="Notes">
    <w:name w:val="Notes"/>
    <w:next w:val="Normln"/>
    <w:uiPriority w:val="99"/>
    <w:rsid w:val="00A96D5C"/>
    <w:pPr>
      <w:autoSpaceDE w:val="0"/>
      <w:autoSpaceDN w:val="0"/>
      <w:adjustRightInd w:val="0"/>
    </w:pPr>
    <w:rPr>
      <w:rFonts w:ascii="Times New Roman" w:hAnsi="Times New Roman"/>
    </w:rPr>
  </w:style>
  <w:style w:type="paragraph" w:customStyle="1" w:styleId="TableTextNormal">
    <w:name w:val="Table Text Normal"/>
    <w:next w:val="Normln"/>
    <w:uiPriority w:val="99"/>
    <w:rsid w:val="00A96D5C"/>
    <w:pPr>
      <w:autoSpaceDE w:val="0"/>
      <w:autoSpaceDN w:val="0"/>
      <w:adjustRightInd w:val="0"/>
      <w:spacing w:before="20" w:after="20"/>
      <w:ind w:left="270" w:right="270"/>
    </w:pPr>
    <w:rPr>
      <w:rFonts w:ascii="Times New Roman" w:hAnsi="Times New Roman"/>
      <w:sz w:val="18"/>
      <w:szCs w:val="18"/>
    </w:rPr>
  </w:style>
  <w:style w:type="paragraph" w:customStyle="1" w:styleId="TableHeadingLight">
    <w:name w:val="Table Heading Light"/>
    <w:next w:val="Normln"/>
    <w:uiPriority w:val="99"/>
    <w:rsid w:val="00A96D5C"/>
    <w:pPr>
      <w:autoSpaceDE w:val="0"/>
      <w:autoSpaceDN w:val="0"/>
      <w:adjustRightInd w:val="0"/>
      <w:spacing w:before="80" w:after="40"/>
      <w:ind w:left="90" w:right="90"/>
    </w:pPr>
    <w:rPr>
      <w:rFonts w:ascii="Times New Roman" w:hAnsi="Times New Roman"/>
      <w:b/>
      <w:bCs/>
      <w:color w:val="4F4F4F"/>
      <w:sz w:val="18"/>
      <w:szCs w:val="18"/>
    </w:rPr>
  </w:style>
  <w:style w:type="character" w:customStyle="1" w:styleId="TableFieldLabel">
    <w:name w:val="Table Field Label"/>
    <w:uiPriority w:val="99"/>
    <w:rsid w:val="00A96D5C"/>
    <w:rPr>
      <w:rFonts w:ascii="Times New Roman" w:hAnsi="Times New Roman" w:cs="Times New Roman"/>
      <w:color w:val="6F6F6F"/>
    </w:rPr>
  </w:style>
  <w:style w:type="paragraph" w:styleId="Nzev">
    <w:name w:val="Title"/>
    <w:basedOn w:val="Normln"/>
    <w:next w:val="Normln"/>
    <w:link w:val="NzevChar"/>
    <w:uiPriority w:val="99"/>
    <w:qFormat/>
    <w:rsid w:val="00B91C12"/>
    <w:pPr>
      <w:widowControl w:val="0"/>
      <w:autoSpaceDE w:val="0"/>
      <w:autoSpaceDN w:val="0"/>
      <w:adjustRightInd w:val="0"/>
      <w:spacing w:before="240"/>
      <w:jc w:val="center"/>
    </w:pPr>
    <w:rPr>
      <w:rFonts w:ascii="Times New Roman" w:eastAsiaTheme="minorEastAsia" w:hAnsi="Times New Roman"/>
      <w:b/>
      <w:bCs/>
      <w:color w:val="000000"/>
      <w:sz w:val="32"/>
      <w:szCs w:val="32"/>
      <w:shd w:val="clear" w:color="auto" w:fill="FFFFFF"/>
      <w:lang w:eastAsia="cs-CZ"/>
    </w:rPr>
  </w:style>
  <w:style w:type="character" w:customStyle="1" w:styleId="NzevChar">
    <w:name w:val="Název Char"/>
    <w:basedOn w:val="Standardnpsmoodstavce"/>
    <w:link w:val="Nzev"/>
    <w:uiPriority w:val="99"/>
    <w:rsid w:val="00B91C12"/>
    <w:rPr>
      <w:rFonts w:ascii="Times New Roman" w:eastAsiaTheme="minorEastAsia" w:hAnsi="Times New Roman"/>
      <w:b/>
      <w:bCs/>
      <w:color w:val="000000"/>
      <w:sz w:val="32"/>
      <w:szCs w:val="32"/>
    </w:rPr>
  </w:style>
  <w:style w:type="paragraph" w:customStyle="1" w:styleId="NumberedList">
    <w:name w:val="Numbered List"/>
    <w:next w:val="Normln"/>
    <w:uiPriority w:val="99"/>
    <w:rsid w:val="00B91C12"/>
    <w:pPr>
      <w:widowControl w:val="0"/>
      <w:autoSpaceDE w:val="0"/>
      <w:autoSpaceDN w:val="0"/>
      <w:adjustRightInd w:val="0"/>
      <w:ind w:left="360" w:hanging="360"/>
    </w:pPr>
    <w:rPr>
      <w:rFonts w:ascii="Times New Roman" w:eastAsiaTheme="minorEastAsia" w:hAnsi="Times New Roman"/>
      <w:color w:val="000000"/>
      <w:shd w:val="clear" w:color="auto" w:fill="FFFFFF"/>
    </w:rPr>
  </w:style>
  <w:style w:type="paragraph" w:customStyle="1" w:styleId="BulletedList">
    <w:name w:val="Bulleted List"/>
    <w:next w:val="Normln"/>
    <w:uiPriority w:val="99"/>
    <w:rsid w:val="00B91C12"/>
    <w:pPr>
      <w:widowControl w:val="0"/>
      <w:autoSpaceDE w:val="0"/>
      <w:autoSpaceDN w:val="0"/>
      <w:adjustRightInd w:val="0"/>
      <w:ind w:left="360" w:hanging="360"/>
    </w:pPr>
    <w:rPr>
      <w:rFonts w:ascii="Times New Roman" w:eastAsiaTheme="minorEastAsia" w:hAnsi="Times New Roman"/>
      <w:color w:val="000000"/>
      <w:shd w:val="clear" w:color="auto" w:fill="FFFFFF"/>
    </w:rPr>
  </w:style>
  <w:style w:type="paragraph" w:styleId="Zkladntext">
    <w:name w:val="Body Text"/>
    <w:basedOn w:val="Normln"/>
    <w:next w:val="Normln"/>
    <w:link w:val="ZkladntextChar"/>
    <w:uiPriority w:val="99"/>
    <w:rsid w:val="00B91C12"/>
    <w:pPr>
      <w:widowControl w:val="0"/>
      <w:autoSpaceDE w:val="0"/>
      <w:autoSpaceDN w:val="0"/>
      <w:adjustRightInd w:val="0"/>
      <w:spacing w:before="0" w:after="120"/>
      <w:jc w:val="left"/>
    </w:pPr>
    <w:rPr>
      <w:rFonts w:ascii="Times New Roman" w:eastAsiaTheme="minorEastAsia" w:hAnsi="Times New Roman"/>
      <w:color w:val="000000"/>
      <w:szCs w:val="20"/>
      <w:shd w:val="clear" w:color="auto" w:fill="FFFFFF"/>
      <w:lang w:eastAsia="cs-CZ"/>
    </w:rPr>
  </w:style>
  <w:style w:type="character" w:customStyle="1" w:styleId="ZkladntextChar">
    <w:name w:val="Základní text Char"/>
    <w:basedOn w:val="Standardnpsmoodstavce"/>
    <w:link w:val="Zkladntext"/>
    <w:uiPriority w:val="99"/>
    <w:rsid w:val="00B91C12"/>
    <w:rPr>
      <w:rFonts w:ascii="Times New Roman" w:eastAsiaTheme="minorEastAsia" w:hAnsi="Times New Roman"/>
      <w:color w:val="000000"/>
    </w:rPr>
  </w:style>
  <w:style w:type="paragraph" w:styleId="Zkladntext2">
    <w:name w:val="Body Text 2"/>
    <w:basedOn w:val="Normln"/>
    <w:next w:val="Normln"/>
    <w:link w:val="Zkladntext2Char"/>
    <w:uiPriority w:val="99"/>
    <w:rsid w:val="00B91C12"/>
    <w:pPr>
      <w:widowControl w:val="0"/>
      <w:autoSpaceDE w:val="0"/>
      <w:autoSpaceDN w:val="0"/>
      <w:adjustRightInd w:val="0"/>
      <w:spacing w:before="0" w:after="120" w:line="480" w:lineRule="auto"/>
      <w:jc w:val="left"/>
    </w:pPr>
    <w:rPr>
      <w:rFonts w:ascii="Times New Roman" w:eastAsiaTheme="minorEastAsia" w:hAnsi="Times New Roman"/>
      <w:color w:val="000000"/>
      <w:sz w:val="18"/>
      <w:szCs w:val="18"/>
      <w:shd w:val="clear" w:color="auto" w:fill="FFFFFF"/>
      <w:lang w:eastAsia="cs-CZ"/>
    </w:rPr>
  </w:style>
  <w:style w:type="character" w:customStyle="1" w:styleId="Zkladntext2Char">
    <w:name w:val="Základní text 2 Char"/>
    <w:basedOn w:val="Standardnpsmoodstavce"/>
    <w:link w:val="Zkladntext2"/>
    <w:uiPriority w:val="99"/>
    <w:rsid w:val="00B91C12"/>
    <w:rPr>
      <w:rFonts w:ascii="Times New Roman" w:eastAsiaTheme="minorEastAsia" w:hAnsi="Times New Roman"/>
      <w:color w:val="000000"/>
      <w:sz w:val="18"/>
      <w:szCs w:val="18"/>
    </w:rPr>
  </w:style>
  <w:style w:type="paragraph" w:styleId="Zkladntext3">
    <w:name w:val="Body Text 3"/>
    <w:basedOn w:val="Normln"/>
    <w:next w:val="Normln"/>
    <w:link w:val="Zkladntext3Char"/>
    <w:uiPriority w:val="99"/>
    <w:rsid w:val="00B91C12"/>
    <w:pPr>
      <w:widowControl w:val="0"/>
      <w:autoSpaceDE w:val="0"/>
      <w:autoSpaceDN w:val="0"/>
      <w:adjustRightInd w:val="0"/>
      <w:spacing w:before="0" w:after="120"/>
      <w:jc w:val="left"/>
    </w:pPr>
    <w:rPr>
      <w:rFonts w:ascii="Times New Roman" w:eastAsiaTheme="minorEastAsia" w:hAnsi="Times New Roman"/>
      <w:color w:val="000000"/>
      <w:sz w:val="16"/>
      <w:szCs w:val="16"/>
      <w:shd w:val="clear" w:color="auto" w:fill="FFFFFF"/>
      <w:lang w:eastAsia="cs-CZ"/>
    </w:rPr>
  </w:style>
  <w:style w:type="character" w:customStyle="1" w:styleId="Zkladntext3Char">
    <w:name w:val="Základní text 3 Char"/>
    <w:basedOn w:val="Standardnpsmoodstavce"/>
    <w:link w:val="Zkladntext3"/>
    <w:uiPriority w:val="99"/>
    <w:rsid w:val="00B91C12"/>
    <w:rPr>
      <w:rFonts w:ascii="Times New Roman" w:eastAsiaTheme="minorEastAsia" w:hAnsi="Times New Roman"/>
      <w:color w:val="000000"/>
      <w:sz w:val="16"/>
      <w:szCs w:val="16"/>
    </w:rPr>
  </w:style>
  <w:style w:type="paragraph" w:styleId="Nadpispoznmky">
    <w:name w:val="Note Heading"/>
    <w:basedOn w:val="Normln"/>
    <w:next w:val="Normln"/>
    <w:link w:val="NadpispoznmkyChar"/>
    <w:uiPriority w:val="99"/>
    <w:rsid w:val="00B91C12"/>
    <w:pPr>
      <w:widowControl w:val="0"/>
      <w:autoSpaceDE w:val="0"/>
      <w:autoSpaceDN w:val="0"/>
      <w:adjustRightInd w:val="0"/>
      <w:spacing w:before="0" w:after="0"/>
      <w:jc w:val="left"/>
    </w:pPr>
    <w:rPr>
      <w:rFonts w:ascii="Times New Roman" w:eastAsiaTheme="minorEastAsia" w:hAnsi="Times New Roman"/>
      <w:color w:val="000000"/>
      <w:szCs w:val="20"/>
      <w:shd w:val="clear" w:color="auto" w:fill="FFFFFF"/>
      <w:lang w:eastAsia="cs-CZ"/>
    </w:rPr>
  </w:style>
  <w:style w:type="character" w:customStyle="1" w:styleId="NadpispoznmkyChar">
    <w:name w:val="Nadpis poznámky Char"/>
    <w:basedOn w:val="Standardnpsmoodstavce"/>
    <w:link w:val="Nadpispoznmky"/>
    <w:uiPriority w:val="99"/>
    <w:rsid w:val="00B91C12"/>
    <w:rPr>
      <w:rFonts w:ascii="Times New Roman" w:eastAsiaTheme="minorEastAsia" w:hAnsi="Times New Roman"/>
      <w:color w:val="000000"/>
    </w:rPr>
  </w:style>
  <w:style w:type="paragraph" w:styleId="Prosttext">
    <w:name w:val="Plain Text"/>
    <w:basedOn w:val="Normln"/>
    <w:next w:val="Normln"/>
    <w:link w:val="ProsttextChar"/>
    <w:uiPriority w:val="99"/>
    <w:rsid w:val="00B91C12"/>
    <w:pPr>
      <w:widowControl w:val="0"/>
      <w:autoSpaceDE w:val="0"/>
      <w:autoSpaceDN w:val="0"/>
      <w:adjustRightInd w:val="0"/>
      <w:spacing w:before="0" w:after="0"/>
      <w:jc w:val="left"/>
    </w:pPr>
    <w:rPr>
      <w:rFonts w:ascii="Times New Roman" w:eastAsiaTheme="minorEastAsia" w:hAnsi="Times New Roman"/>
      <w:color w:val="000000"/>
      <w:szCs w:val="20"/>
      <w:shd w:val="clear" w:color="auto" w:fill="FFFFFF"/>
      <w:lang w:eastAsia="cs-CZ"/>
    </w:rPr>
  </w:style>
  <w:style w:type="character" w:customStyle="1" w:styleId="ProsttextChar">
    <w:name w:val="Prostý text Char"/>
    <w:basedOn w:val="Standardnpsmoodstavce"/>
    <w:link w:val="Prosttext"/>
    <w:uiPriority w:val="99"/>
    <w:rsid w:val="00B91C12"/>
    <w:rPr>
      <w:rFonts w:ascii="Times New Roman" w:eastAsiaTheme="minorEastAsia" w:hAnsi="Times New Roman"/>
      <w:color w:val="000000"/>
    </w:rPr>
  </w:style>
  <w:style w:type="character" w:styleId="Siln">
    <w:name w:val="Strong"/>
    <w:basedOn w:val="Standardnpsmoodstavce"/>
    <w:uiPriority w:val="99"/>
    <w:qFormat/>
    <w:rsid w:val="00B91C12"/>
    <w:rPr>
      <w:rFonts w:ascii="Times New Roman" w:hAnsi="Times New Roman" w:cs="Times New Roman"/>
      <w:b/>
      <w:bCs/>
      <w:color w:val="000000"/>
      <w:sz w:val="20"/>
      <w:szCs w:val="20"/>
      <w:shd w:val="clear" w:color="auto" w:fill="FFFFFF"/>
    </w:rPr>
  </w:style>
  <w:style w:type="paragraph" w:customStyle="1" w:styleId="Code">
    <w:name w:val="Code"/>
    <w:next w:val="Normln"/>
    <w:uiPriority w:val="99"/>
    <w:rsid w:val="00B91C12"/>
    <w:pPr>
      <w:widowControl w:val="0"/>
      <w:autoSpaceDE w:val="0"/>
      <w:autoSpaceDN w:val="0"/>
      <w:adjustRightInd w:val="0"/>
    </w:pPr>
    <w:rPr>
      <w:rFonts w:ascii="Times New Roman" w:eastAsiaTheme="minorEastAsia" w:hAnsi="Times New Roman"/>
      <w:color w:val="000000"/>
      <w:sz w:val="18"/>
      <w:szCs w:val="18"/>
      <w:shd w:val="clear" w:color="auto" w:fill="FFFFFF"/>
    </w:rPr>
  </w:style>
  <w:style w:type="character" w:customStyle="1" w:styleId="TableHeading">
    <w:name w:val="Table Heading"/>
    <w:uiPriority w:val="99"/>
    <w:rsid w:val="00B91C12"/>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B91C12"/>
    <w:rPr>
      <w:rFonts w:ascii="Lucida Sans" w:hAnsi="Lucida Sans" w:cs="Lucida Sans"/>
      <w:b/>
      <w:bCs/>
      <w:color w:val="000000"/>
      <w:sz w:val="16"/>
      <w:szCs w:val="16"/>
      <w:shd w:val="clear" w:color="auto" w:fill="FFFF80"/>
    </w:rPr>
  </w:style>
  <w:style w:type="character" w:customStyle="1" w:styleId="Objecttype">
    <w:name w:val="Object type"/>
    <w:uiPriority w:val="99"/>
    <w:rsid w:val="00B91C12"/>
    <w:rPr>
      <w:rFonts w:ascii="Times New Roman" w:hAnsi="Times New Roman" w:cs="Times New Roman"/>
      <w:b/>
      <w:bCs/>
      <w:color w:val="000000"/>
      <w:sz w:val="20"/>
      <w:szCs w:val="20"/>
      <w:u w:val="single"/>
      <w:shd w:val="clear" w:color="auto" w:fill="FFFFFF"/>
    </w:rPr>
  </w:style>
  <w:style w:type="character" w:customStyle="1" w:styleId="SSTemplateField">
    <w:name w:val="SSTemplateField"/>
    <w:uiPriority w:val="99"/>
    <w:rsid w:val="00B91C12"/>
    <w:rPr>
      <w:rFonts w:ascii="Lucida Sans" w:hAnsi="Lucida Sans" w:cs="Lucida Sans"/>
      <w:b/>
      <w:bCs/>
      <w:color w:val="FFFFFF"/>
      <w:sz w:val="16"/>
      <w:szCs w:val="16"/>
      <w:shd w:val="clear" w:color="auto" w:fill="FF0000"/>
    </w:rPr>
  </w:style>
  <w:style w:type="paragraph" w:customStyle="1" w:styleId="TableParagraph">
    <w:name w:val="Table Paragraph"/>
    <w:basedOn w:val="Normln"/>
    <w:uiPriority w:val="1"/>
    <w:qFormat/>
    <w:rsid w:val="00942FE3"/>
    <w:pPr>
      <w:widowControl w:val="0"/>
      <w:autoSpaceDE w:val="0"/>
      <w:autoSpaceDN w:val="0"/>
      <w:spacing w:before="0" w:after="0" w:line="226" w:lineRule="exact"/>
      <w:ind w:left="103"/>
      <w:jc w:val="left"/>
    </w:pPr>
    <w:rPr>
      <w:rFonts w:ascii="Times New Roman" w:hAnsi="Times New Roman"/>
      <w:sz w:val="22"/>
      <w:szCs w:val="22"/>
      <w:lang w:val="en-US" w:eastAsia="en-US"/>
    </w:rPr>
  </w:style>
  <w:style w:type="character" w:styleId="Zstupntext">
    <w:name w:val="Placeholder Text"/>
    <w:basedOn w:val="Standardnpsmoodstavce"/>
    <w:uiPriority w:val="99"/>
    <w:semiHidden/>
    <w:rsid w:val="00D32FF5"/>
    <w:rPr>
      <w:color w:val="808080"/>
    </w:rPr>
  </w:style>
  <w:style w:type="paragraph" w:styleId="Revize">
    <w:name w:val="Revision"/>
    <w:hidden/>
    <w:uiPriority w:val="99"/>
    <w:semiHidden/>
    <w:rsid w:val="007952C2"/>
    <w:rPr>
      <w:rFonts w:ascii="Verdana" w:eastAsia="Times New Roman" w:hAnsi="Verdana"/>
      <w:szCs w:val="24"/>
      <w:lang w:eastAsia="x-none"/>
    </w:rPr>
  </w:style>
  <w:style w:type="paragraph" w:styleId="Bezmezer">
    <w:name w:val="No Spacing"/>
    <w:uiPriority w:val="1"/>
    <w:qFormat/>
    <w:rsid w:val="00567ADE"/>
    <w:pPr>
      <w:jc w:val="both"/>
    </w:pPr>
    <w:rPr>
      <w:rFonts w:ascii="Verdana" w:eastAsia="Times New Roman" w:hAnsi="Verdana"/>
      <w:szCs w:val="24"/>
      <w:lang w:eastAsia="x-none"/>
    </w:rPr>
  </w:style>
  <w:style w:type="paragraph" w:styleId="Textpoznpodarou">
    <w:name w:val="footnote text"/>
    <w:basedOn w:val="Normln"/>
    <w:link w:val="TextpoznpodarouChar"/>
    <w:uiPriority w:val="99"/>
    <w:semiHidden/>
    <w:unhideWhenUsed/>
    <w:rsid w:val="00EA3188"/>
    <w:pPr>
      <w:spacing w:before="0" w:after="0"/>
    </w:pPr>
    <w:rPr>
      <w:szCs w:val="20"/>
    </w:rPr>
  </w:style>
  <w:style w:type="character" w:customStyle="1" w:styleId="TextpoznpodarouChar">
    <w:name w:val="Text pozn. pod čarou Char"/>
    <w:basedOn w:val="Standardnpsmoodstavce"/>
    <w:link w:val="Textpoznpodarou"/>
    <w:uiPriority w:val="99"/>
    <w:semiHidden/>
    <w:rsid w:val="00EA3188"/>
    <w:rPr>
      <w:rFonts w:ascii="Verdana" w:eastAsia="Times New Roman" w:hAnsi="Verdana"/>
      <w:lang w:eastAsia="x-none"/>
    </w:rPr>
  </w:style>
  <w:style w:type="character" w:styleId="Znakapoznpodarou">
    <w:name w:val="footnote reference"/>
    <w:basedOn w:val="Standardnpsmoodstavce"/>
    <w:uiPriority w:val="99"/>
    <w:semiHidden/>
    <w:unhideWhenUsed/>
    <w:rsid w:val="00EA3188"/>
    <w:rPr>
      <w:vertAlign w:val="superscript"/>
    </w:rPr>
  </w:style>
  <w:style w:type="paragraph" w:styleId="Podnadpis">
    <w:name w:val="Subtitle"/>
    <w:basedOn w:val="Normln"/>
    <w:next w:val="Normln"/>
    <w:link w:val="PodnadpisChar"/>
    <w:uiPriority w:val="11"/>
    <w:qFormat/>
    <w:rsid w:val="00A86B9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A86B9A"/>
    <w:rPr>
      <w:rFonts w:asciiTheme="minorHAnsi" w:eastAsiaTheme="minorEastAsia" w:hAnsiTheme="minorHAnsi" w:cstheme="minorBidi"/>
      <w:color w:val="5A5A5A" w:themeColor="text1" w:themeTint="A5"/>
      <w:spacing w:val="15"/>
      <w:sz w:val="22"/>
      <w:szCs w:val="22"/>
      <w:lang w:eastAsia="x-none"/>
    </w:rPr>
  </w:style>
  <w:style w:type="character" w:customStyle="1" w:styleId="UnresolvedMention1">
    <w:name w:val="Unresolved Mention1"/>
    <w:basedOn w:val="Standardnpsmoodstavce"/>
    <w:uiPriority w:val="99"/>
    <w:semiHidden/>
    <w:unhideWhenUsed/>
    <w:rsid w:val="003C088C"/>
    <w:rPr>
      <w:color w:val="605E5C"/>
      <w:shd w:val="clear" w:color="auto" w:fill="E1DFDD"/>
    </w:rPr>
  </w:style>
  <w:style w:type="paragraph" w:styleId="Titulek">
    <w:name w:val="caption"/>
    <w:aliases w:val="(MYCOM Legend),Caption Char2 Char,Caption Char1 Char Char,Caption Char Char Char Char,Caption Char Char1 Char,Caption Char1 Char1,Caption Char Char Char1,Caption Char2,Caption Char1 Char,Caption Char Char Char,Caption Char Char1,fighead2,obrázek"/>
    <w:basedOn w:val="Normln"/>
    <w:next w:val="Normln"/>
    <w:link w:val="TitulekChar"/>
    <w:uiPriority w:val="99"/>
    <w:unhideWhenUsed/>
    <w:qFormat/>
    <w:rsid w:val="00910EA9"/>
    <w:pPr>
      <w:spacing w:before="0" w:after="200"/>
    </w:pPr>
    <w:rPr>
      <w:i/>
      <w:iCs/>
      <w:color w:val="44546A" w:themeColor="text2"/>
      <w:sz w:val="18"/>
      <w:szCs w:val="18"/>
    </w:rPr>
  </w:style>
  <w:style w:type="table" w:styleId="Svtltabulkasmkou1zvraznn1">
    <w:name w:val="Grid Table 1 Light Accent 1"/>
    <w:basedOn w:val="Normlntabulka"/>
    <w:uiPriority w:val="46"/>
    <w:rsid w:val="00C73EF9"/>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TitulekChar">
    <w:name w:val="Titulek Char"/>
    <w:aliases w:val="(MYCOM Legend) Char,Caption Char2 Char Char,Caption Char1 Char Char Char,Caption Char Char Char Char Char,Caption Char Char1 Char Char,Caption Char1 Char1 Char,Caption Char Char Char1 Char,Caption Char2 Char1,Caption Char1 Char Char1"/>
    <w:basedOn w:val="Standardnpsmoodstavce"/>
    <w:link w:val="Titulek"/>
    <w:uiPriority w:val="99"/>
    <w:rsid w:val="00DE06C8"/>
    <w:rPr>
      <w:rFonts w:ascii="Verdana" w:eastAsia="Times New Roman" w:hAnsi="Verdana"/>
      <w:i/>
      <w:iCs/>
      <w:color w:val="44546A" w:themeColor="text2"/>
      <w:sz w:val="18"/>
      <w:szCs w:val="18"/>
      <w:lang w:eastAsia="x-none"/>
    </w:rPr>
  </w:style>
  <w:style w:type="table" w:styleId="Tabulkaseznamu4zvraznn4">
    <w:name w:val="List Table 4 Accent 4"/>
    <w:basedOn w:val="Normlntabulka"/>
    <w:uiPriority w:val="49"/>
    <w:rsid w:val="00742F3C"/>
    <w:rPr>
      <w:rFonts w:asciiTheme="minorHAnsi" w:eastAsiaTheme="minorHAnsi" w:hAnsiTheme="minorHAnsi" w:cstheme="minorBidi"/>
      <w:sz w:val="22"/>
      <w:szCs w:val="22"/>
      <w:lang w:val="pl-PL"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Popisek">
    <w:name w:val="Popisek"/>
    <w:basedOn w:val="Titulek"/>
    <w:link w:val="PopisekChar"/>
    <w:qFormat/>
    <w:rsid w:val="00742F3C"/>
    <w:pPr>
      <w:jc w:val="center"/>
    </w:pPr>
    <w:rPr>
      <w:rFonts w:cs="Calibri"/>
    </w:rPr>
  </w:style>
  <w:style w:type="character" w:customStyle="1" w:styleId="UnresolvedMention2">
    <w:name w:val="Unresolved Mention2"/>
    <w:basedOn w:val="Standardnpsmoodstavce"/>
    <w:uiPriority w:val="99"/>
    <w:semiHidden/>
    <w:unhideWhenUsed/>
    <w:rsid w:val="00FD0349"/>
    <w:rPr>
      <w:color w:val="605E5C"/>
      <w:shd w:val="clear" w:color="auto" w:fill="E1DFDD"/>
    </w:rPr>
  </w:style>
  <w:style w:type="character" w:customStyle="1" w:styleId="SmartLink1">
    <w:name w:val="SmartLink1"/>
    <w:basedOn w:val="Standardnpsmoodstavce"/>
    <w:uiPriority w:val="99"/>
    <w:semiHidden/>
    <w:unhideWhenUsed/>
    <w:rsid w:val="00FD0349"/>
    <w:rPr>
      <w:color w:val="0000FF"/>
      <w:u w:val="single"/>
      <w:shd w:val="clear" w:color="auto" w:fill="F3F2F1"/>
    </w:rPr>
  </w:style>
  <w:style w:type="character" w:customStyle="1" w:styleId="PopisekChar">
    <w:name w:val="Popisek Char"/>
    <w:basedOn w:val="TitulekChar"/>
    <w:link w:val="Popisek"/>
    <w:rsid w:val="00742F3C"/>
    <w:rPr>
      <w:rFonts w:ascii="Verdana" w:eastAsia="Times New Roman" w:hAnsi="Verdana" w:cs="Calibri"/>
      <w:i/>
      <w:iCs/>
      <w:color w:val="44546A" w:themeColor="text2"/>
      <w:sz w:val="18"/>
      <w:szCs w:val="18"/>
      <w:lang w:eastAsia="x-none"/>
    </w:rPr>
  </w:style>
  <w:style w:type="table" w:styleId="Tabulkaseznamu3">
    <w:name w:val="List Table 3"/>
    <w:basedOn w:val="Normlntabulka"/>
    <w:uiPriority w:val="48"/>
    <w:rsid w:val="00E731D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4zvraznn1">
    <w:name w:val="List Table 4 Accent 1"/>
    <w:basedOn w:val="Normlntabulka"/>
    <w:uiPriority w:val="49"/>
    <w:rsid w:val="00E731D6"/>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spellingerror">
    <w:name w:val="spellingerror"/>
    <w:basedOn w:val="Standardnpsmoodstavce"/>
    <w:rsid w:val="0043415E"/>
  </w:style>
  <w:style w:type="character" w:customStyle="1" w:styleId="normaltextrun">
    <w:name w:val="normaltextrun"/>
    <w:basedOn w:val="Standardnpsmoodstavce"/>
    <w:rsid w:val="003C0D30"/>
  </w:style>
  <w:style w:type="paragraph" w:customStyle="1" w:styleId="Default">
    <w:name w:val="Default"/>
    <w:rsid w:val="00AA081B"/>
    <w:pPr>
      <w:autoSpaceDE w:val="0"/>
      <w:autoSpaceDN w:val="0"/>
      <w:adjustRightInd w:val="0"/>
    </w:pPr>
    <w:rPr>
      <w:rFonts w:cs="Calibri"/>
      <w:color w:val="000000"/>
      <w:sz w:val="24"/>
      <w:szCs w:val="24"/>
    </w:rPr>
  </w:style>
  <w:style w:type="character" w:customStyle="1" w:styleId="eop">
    <w:name w:val="eop"/>
    <w:basedOn w:val="Standardnpsmoodstavce"/>
    <w:rsid w:val="0043415E"/>
  </w:style>
  <w:style w:type="paragraph" w:customStyle="1" w:styleId="paragraph">
    <w:name w:val="paragraph"/>
    <w:basedOn w:val="Normln"/>
    <w:rsid w:val="00082C3C"/>
    <w:pPr>
      <w:spacing w:before="100" w:beforeAutospacing="1" w:after="100" w:afterAutospacing="1"/>
      <w:jc w:val="left"/>
    </w:pPr>
    <w:rPr>
      <w:rFonts w:ascii="Times New Roman" w:hAnsi="Times New Roman"/>
      <w:sz w:val="24"/>
      <w:lang w:eastAsia="cs-CZ"/>
    </w:rPr>
  </w:style>
  <w:style w:type="character" w:customStyle="1" w:styleId="scxw188521926">
    <w:name w:val="scxw188521926"/>
    <w:basedOn w:val="Standardnpsmoodstavce"/>
    <w:rsid w:val="00E70F79"/>
  </w:style>
  <w:style w:type="table" w:styleId="Prosttabulka1">
    <w:name w:val="Plain Table 1"/>
    <w:basedOn w:val="Normlntabulka"/>
    <w:uiPriority w:val="41"/>
    <w:rsid w:val="00514AB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ulkaseznamu4zvraznn3">
    <w:name w:val="List Table 4 Accent 3"/>
    <w:basedOn w:val="Normlntabulka"/>
    <w:uiPriority w:val="49"/>
    <w:rsid w:val="00E42AB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lkasmkou4zvraznn3">
    <w:name w:val="Grid Table 4 Accent 3"/>
    <w:basedOn w:val="Normlntabulka"/>
    <w:uiPriority w:val="49"/>
    <w:rsid w:val="00E42AB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Inteligentnodkaz1">
    <w:name w:val="Inteligentní odkaz1"/>
    <w:basedOn w:val="Standardnpsmoodstavce"/>
    <w:uiPriority w:val="99"/>
    <w:semiHidden/>
    <w:unhideWhenUsed/>
    <w:rsid w:val="00B7254C"/>
    <w:rPr>
      <w:color w:val="0000FF"/>
      <w:u w:val="single"/>
      <w:shd w:val="clear" w:color="auto" w:fill="F3F2F1"/>
    </w:rPr>
  </w:style>
  <w:style w:type="character" w:customStyle="1" w:styleId="Inteligentnodkaz2">
    <w:name w:val="Inteligentní odkaz2"/>
    <w:basedOn w:val="Standardnpsmoodstavce"/>
    <w:uiPriority w:val="99"/>
    <w:semiHidden/>
    <w:unhideWhenUsed/>
    <w:rsid w:val="00103832"/>
    <w:rPr>
      <w:color w:val="0000FF"/>
      <w:u w:val="single"/>
      <w:shd w:val="clear" w:color="auto" w:fill="F3F2F1"/>
    </w:rPr>
  </w:style>
  <w:style w:type="table" w:styleId="Prosttabulka2">
    <w:name w:val="Plain Table 2"/>
    <w:basedOn w:val="Normlntabulka"/>
    <w:uiPriority w:val="42"/>
    <w:rsid w:val="00A31F9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Svtlmkatabulky">
    <w:name w:val="Grid Table Light"/>
    <w:basedOn w:val="Normlntabulka"/>
    <w:uiPriority w:val="40"/>
    <w:rsid w:val="00A31F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smkou2zvraznn3">
    <w:name w:val="Grid Table 2 Accent 3"/>
    <w:basedOn w:val="Normlntabulka"/>
    <w:uiPriority w:val="47"/>
    <w:rsid w:val="00A31F95"/>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lkasmkou2">
    <w:name w:val="Grid Table 2"/>
    <w:basedOn w:val="Normlntabulka"/>
    <w:uiPriority w:val="47"/>
    <w:rsid w:val="00A31F95"/>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mkou1">
    <w:name w:val="Grid Table 1 Light"/>
    <w:basedOn w:val="Normlntabulka"/>
    <w:uiPriority w:val="46"/>
    <w:rsid w:val="00A31F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A31F95"/>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mavtabulkasmkou5zvraznn3">
    <w:name w:val="Grid Table 5 Dark Accent 3"/>
    <w:basedOn w:val="Normlntabulka"/>
    <w:uiPriority w:val="50"/>
    <w:rsid w:val="00A31F9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Inteligentnodkaz20">
    <w:name w:val="Inteligentní odkaz20"/>
    <w:basedOn w:val="Standardnpsmoodstavce"/>
    <w:uiPriority w:val="99"/>
    <w:semiHidden/>
    <w:unhideWhenUsed/>
    <w:rsid w:val="00FC284C"/>
    <w:rPr>
      <w:color w:val="0000FF"/>
      <w:u w:val="single"/>
      <w:shd w:val="clear" w:color="auto" w:fill="F3F2F1"/>
    </w:rPr>
  </w:style>
  <w:style w:type="character" w:customStyle="1" w:styleId="SmartLink2">
    <w:name w:val="SmartLink2"/>
    <w:basedOn w:val="Standardnpsmoodstavce"/>
    <w:uiPriority w:val="99"/>
    <w:semiHidden/>
    <w:unhideWhenUsed/>
    <w:rsid w:val="00450D26"/>
    <w:rPr>
      <w:color w:val="0000FF"/>
      <w:u w:val="single"/>
      <w:shd w:val="clear" w:color="auto" w:fill="F3F2F1"/>
    </w:rPr>
  </w:style>
  <w:style w:type="character" w:customStyle="1" w:styleId="UnresolvedMention3">
    <w:name w:val="Unresolved Mention3"/>
    <w:basedOn w:val="Standardnpsmoodstavce"/>
    <w:uiPriority w:val="99"/>
    <w:semiHidden/>
    <w:unhideWhenUsed/>
    <w:rsid w:val="002D25D0"/>
    <w:rPr>
      <w:color w:val="605E5C"/>
      <w:shd w:val="clear" w:color="auto" w:fill="E1DFDD"/>
    </w:rPr>
  </w:style>
  <w:style w:type="character" w:customStyle="1" w:styleId="Nevyeenzmnka1">
    <w:name w:val="Nevyřešená zmínka1"/>
    <w:basedOn w:val="Standardnpsmoodstavce"/>
    <w:uiPriority w:val="99"/>
    <w:semiHidden/>
    <w:unhideWhenUsed/>
    <w:rsid w:val="00A57555"/>
    <w:rPr>
      <w:color w:val="605E5C"/>
      <w:shd w:val="clear" w:color="auto" w:fill="E1DFDD"/>
    </w:rPr>
  </w:style>
  <w:style w:type="character" w:customStyle="1" w:styleId="SmartLink3">
    <w:name w:val="SmartLink3"/>
    <w:basedOn w:val="Standardnpsmoodstavce"/>
    <w:uiPriority w:val="99"/>
    <w:semiHidden/>
    <w:unhideWhenUsed/>
    <w:rsid w:val="00ED27CB"/>
    <w:rPr>
      <w:color w:val="0000FF"/>
      <w:u w:val="single"/>
      <w:shd w:val="clear" w:color="auto" w:fill="F3F2F1"/>
    </w:rPr>
  </w:style>
  <w:style w:type="character" w:customStyle="1" w:styleId="Bold">
    <w:name w:val="Bold"/>
    <w:uiPriority w:val="99"/>
    <w:rsid w:val="00254ED9"/>
    <w:rPr>
      <w:b/>
      <w:bCs/>
    </w:rPr>
  </w:style>
  <w:style w:type="character" w:customStyle="1" w:styleId="BoldItalics">
    <w:name w:val="Bold Italics"/>
    <w:uiPriority w:val="99"/>
    <w:rsid w:val="00254ED9"/>
    <w:rPr>
      <w:b/>
      <w:bCs/>
      <w:i/>
      <w:iCs/>
    </w:rPr>
  </w:style>
  <w:style w:type="paragraph" w:customStyle="1" w:styleId="CoverHeading1">
    <w:name w:val="Cover Heading 1"/>
    <w:next w:val="Normln"/>
    <w:uiPriority w:val="99"/>
    <w:rsid w:val="00254ED9"/>
    <w:pPr>
      <w:widowControl w:val="0"/>
      <w:autoSpaceDE w:val="0"/>
      <w:autoSpaceDN w:val="0"/>
      <w:adjustRightInd w:val="0"/>
      <w:jc w:val="right"/>
    </w:pPr>
    <w:rPr>
      <w:rFonts w:eastAsiaTheme="minorEastAsia" w:cs="Calibri"/>
      <w:b/>
      <w:bCs/>
      <w:sz w:val="72"/>
      <w:szCs w:val="72"/>
    </w:rPr>
  </w:style>
  <w:style w:type="paragraph" w:customStyle="1" w:styleId="CoverHeading2">
    <w:name w:val="Cover Heading 2"/>
    <w:next w:val="Normln"/>
    <w:uiPriority w:val="99"/>
    <w:rsid w:val="00254ED9"/>
    <w:pPr>
      <w:widowControl w:val="0"/>
      <w:autoSpaceDE w:val="0"/>
      <w:autoSpaceDN w:val="0"/>
      <w:adjustRightInd w:val="0"/>
      <w:jc w:val="right"/>
    </w:pPr>
    <w:rPr>
      <w:rFonts w:eastAsiaTheme="minorEastAsia" w:cs="Calibri"/>
      <w:color w:val="800000"/>
      <w:sz w:val="60"/>
      <w:szCs w:val="60"/>
    </w:rPr>
  </w:style>
  <w:style w:type="paragraph" w:customStyle="1" w:styleId="CoverText1">
    <w:name w:val="Cover Text 1"/>
    <w:next w:val="Normln"/>
    <w:uiPriority w:val="99"/>
    <w:rsid w:val="00254ED9"/>
    <w:pPr>
      <w:widowControl w:val="0"/>
      <w:autoSpaceDE w:val="0"/>
      <w:autoSpaceDN w:val="0"/>
      <w:adjustRightInd w:val="0"/>
      <w:jc w:val="right"/>
    </w:pPr>
    <w:rPr>
      <w:rFonts w:ascii="Liberation Sans Narrow" w:eastAsiaTheme="minorEastAsia" w:hAnsi="Liberation Sans Narrow" w:cs="Liberation Sans Narrow"/>
      <w:sz w:val="28"/>
      <w:szCs w:val="28"/>
    </w:rPr>
  </w:style>
  <w:style w:type="paragraph" w:customStyle="1" w:styleId="CoverText2">
    <w:name w:val="Cover Text 2"/>
    <w:next w:val="Normln"/>
    <w:uiPriority w:val="99"/>
    <w:rsid w:val="00254ED9"/>
    <w:pPr>
      <w:widowControl w:val="0"/>
      <w:autoSpaceDE w:val="0"/>
      <w:autoSpaceDN w:val="0"/>
      <w:adjustRightInd w:val="0"/>
      <w:jc w:val="right"/>
    </w:pPr>
    <w:rPr>
      <w:rFonts w:ascii="Liberation Sans Narrow" w:eastAsiaTheme="minorEastAsia" w:hAnsi="Liberation Sans Narrow" w:cs="Liberation Sans Narrow"/>
      <w:color w:val="7F7F7F"/>
    </w:rPr>
  </w:style>
  <w:style w:type="paragraph" w:customStyle="1" w:styleId="Properties">
    <w:name w:val="Properties"/>
    <w:next w:val="Normln"/>
    <w:uiPriority w:val="99"/>
    <w:rsid w:val="00254ED9"/>
    <w:pPr>
      <w:widowControl w:val="0"/>
      <w:autoSpaceDE w:val="0"/>
      <w:autoSpaceDN w:val="0"/>
      <w:adjustRightInd w:val="0"/>
      <w:jc w:val="right"/>
    </w:pPr>
    <w:rPr>
      <w:rFonts w:ascii="Times New Roman" w:eastAsiaTheme="minorEastAsia" w:hAnsi="Times New Roman"/>
      <w:color w:val="4F4F4F"/>
    </w:rPr>
  </w:style>
  <w:style w:type="paragraph" w:customStyle="1" w:styleId="DiagramImage">
    <w:name w:val="Diagram Image"/>
    <w:next w:val="Normln"/>
    <w:uiPriority w:val="99"/>
    <w:rsid w:val="00254ED9"/>
    <w:pPr>
      <w:widowControl w:val="0"/>
      <w:autoSpaceDE w:val="0"/>
      <w:autoSpaceDN w:val="0"/>
      <w:adjustRightInd w:val="0"/>
      <w:jc w:val="center"/>
    </w:pPr>
    <w:rPr>
      <w:rFonts w:ascii="Times New Roman" w:eastAsiaTheme="minorEastAsia" w:hAnsi="Times New Roman"/>
      <w:sz w:val="24"/>
      <w:szCs w:val="24"/>
    </w:rPr>
  </w:style>
  <w:style w:type="paragraph" w:customStyle="1" w:styleId="DiagramLabel">
    <w:name w:val="Diagram Label"/>
    <w:next w:val="Normln"/>
    <w:uiPriority w:val="99"/>
    <w:rsid w:val="00254ED9"/>
    <w:pPr>
      <w:widowControl w:val="0"/>
      <w:autoSpaceDE w:val="0"/>
      <w:autoSpaceDN w:val="0"/>
      <w:adjustRightInd w:val="0"/>
      <w:jc w:val="center"/>
    </w:pPr>
    <w:rPr>
      <w:rFonts w:ascii="Times New Roman" w:eastAsiaTheme="minorEastAsia" w:hAnsi="Times New Roman"/>
      <w:sz w:val="16"/>
      <w:szCs w:val="16"/>
    </w:rPr>
  </w:style>
  <w:style w:type="paragraph" w:customStyle="1" w:styleId="TableLabel">
    <w:name w:val="Table Label"/>
    <w:next w:val="Normln"/>
    <w:uiPriority w:val="99"/>
    <w:rsid w:val="00254ED9"/>
    <w:pPr>
      <w:widowControl w:val="0"/>
      <w:autoSpaceDE w:val="0"/>
      <w:autoSpaceDN w:val="0"/>
      <w:adjustRightInd w:val="0"/>
    </w:pPr>
    <w:rPr>
      <w:rFonts w:ascii="Times New Roman" w:eastAsiaTheme="minorEastAsia" w:hAnsi="Times New Roman"/>
      <w:sz w:val="16"/>
      <w:szCs w:val="16"/>
    </w:rPr>
  </w:style>
  <w:style w:type="paragraph" w:customStyle="1" w:styleId="TableHeading1">
    <w:name w:val="Table Heading1"/>
    <w:next w:val="Normln"/>
    <w:uiPriority w:val="99"/>
    <w:rsid w:val="00254ED9"/>
    <w:pPr>
      <w:widowControl w:val="0"/>
      <w:autoSpaceDE w:val="0"/>
      <w:autoSpaceDN w:val="0"/>
      <w:adjustRightInd w:val="0"/>
      <w:spacing w:before="80" w:after="40"/>
      <w:ind w:left="90" w:right="90"/>
    </w:pPr>
    <w:rPr>
      <w:rFonts w:ascii="Times New Roman" w:eastAsiaTheme="minorEastAsia" w:hAnsi="Times New Roman"/>
      <w:b/>
      <w:bCs/>
      <w:sz w:val="18"/>
      <w:szCs w:val="18"/>
    </w:rPr>
  </w:style>
  <w:style w:type="paragraph" w:customStyle="1" w:styleId="TableTitle0">
    <w:name w:val="Table Title 0"/>
    <w:next w:val="Normln"/>
    <w:uiPriority w:val="99"/>
    <w:rsid w:val="00254ED9"/>
    <w:pPr>
      <w:widowControl w:val="0"/>
      <w:autoSpaceDE w:val="0"/>
      <w:autoSpaceDN w:val="0"/>
      <w:adjustRightInd w:val="0"/>
      <w:ind w:left="270" w:right="270"/>
    </w:pPr>
    <w:rPr>
      <w:rFonts w:ascii="Times New Roman" w:eastAsiaTheme="minorEastAsia" w:hAnsi="Times New Roman"/>
      <w:b/>
      <w:bCs/>
      <w:sz w:val="22"/>
      <w:szCs w:val="22"/>
    </w:rPr>
  </w:style>
  <w:style w:type="paragraph" w:customStyle="1" w:styleId="TableTitle1">
    <w:name w:val="Table Title 1"/>
    <w:next w:val="Normln"/>
    <w:uiPriority w:val="99"/>
    <w:rsid w:val="00254ED9"/>
    <w:pPr>
      <w:widowControl w:val="0"/>
      <w:autoSpaceDE w:val="0"/>
      <w:autoSpaceDN w:val="0"/>
      <w:adjustRightInd w:val="0"/>
      <w:spacing w:before="80" w:after="80"/>
      <w:ind w:left="180" w:right="270"/>
    </w:pPr>
    <w:rPr>
      <w:rFonts w:ascii="Times New Roman" w:eastAsiaTheme="minorEastAsia" w:hAnsi="Times New Roman"/>
      <w:b/>
      <w:bCs/>
      <w:sz w:val="18"/>
      <w:szCs w:val="18"/>
      <w:u w:val="single"/>
    </w:rPr>
  </w:style>
  <w:style w:type="paragraph" w:customStyle="1" w:styleId="TableTitle2">
    <w:name w:val="Table Title 2"/>
    <w:next w:val="Normln"/>
    <w:uiPriority w:val="99"/>
    <w:rsid w:val="00254ED9"/>
    <w:pPr>
      <w:widowControl w:val="0"/>
      <w:autoSpaceDE w:val="0"/>
      <w:autoSpaceDN w:val="0"/>
      <w:adjustRightInd w:val="0"/>
      <w:spacing w:after="120"/>
      <w:ind w:left="270" w:right="270"/>
    </w:pPr>
    <w:rPr>
      <w:rFonts w:ascii="Times New Roman" w:eastAsiaTheme="minorEastAsia" w:hAnsi="Times New Roman"/>
      <w:sz w:val="18"/>
      <w:szCs w:val="18"/>
      <w:u w:val="single"/>
    </w:rPr>
  </w:style>
  <w:style w:type="paragraph" w:customStyle="1" w:styleId="TableTextLight">
    <w:name w:val="Table Text Light"/>
    <w:next w:val="Normln"/>
    <w:uiPriority w:val="99"/>
    <w:rsid w:val="00254ED9"/>
    <w:pPr>
      <w:widowControl w:val="0"/>
      <w:autoSpaceDE w:val="0"/>
      <w:autoSpaceDN w:val="0"/>
      <w:adjustRightInd w:val="0"/>
      <w:spacing w:before="20" w:after="20"/>
      <w:ind w:left="270" w:right="270"/>
    </w:pPr>
    <w:rPr>
      <w:rFonts w:ascii="Times New Roman" w:eastAsiaTheme="minorEastAsia" w:hAnsi="Times New Roman"/>
      <w:color w:val="2F2F2F"/>
      <w:sz w:val="18"/>
      <w:szCs w:val="18"/>
    </w:rPr>
  </w:style>
  <w:style w:type="paragraph" w:customStyle="1" w:styleId="TableTextBold">
    <w:name w:val="Table Text Bold"/>
    <w:next w:val="Normln"/>
    <w:uiPriority w:val="99"/>
    <w:rsid w:val="00254ED9"/>
    <w:pPr>
      <w:widowControl w:val="0"/>
      <w:autoSpaceDE w:val="0"/>
      <w:autoSpaceDN w:val="0"/>
      <w:adjustRightInd w:val="0"/>
      <w:spacing w:before="20" w:after="20"/>
      <w:ind w:left="270" w:right="270"/>
    </w:pPr>
    <w:rPr>
      <w:rFonts w:ascii="Times New Roman" w:eastAsiaTheme="minorEastAsia" w:hAnsi="Times New Roman"/>
      <w:b/>
      <w:bCs/>
      <w:sz w:val="18"/>
      <w:szCs w:val="18"/>
    </w:rPr>
  </w:style>
  <w:style w:type="paragraph" w:customStyle="1" w:styleId="CoverText3">
    <w:name w:val="Cover Text 3"/>
    <w:next w:val="Normln"/>
    <w:uiPriority w:val="99"/>
    <w:rsid w:val="00254ED9"/>
    <w:pPr>
      <w:widowControl w:val="0"/>
      <w:autoSpaceDE w:val="0"/>
      <w:autoSpaceDN w:val="0"/>
      <w:adjustRightInd w:val="0"/>
      <w:jc w:val="right"/>
    </w:pPr>
    <w:rPr>
      <w:rFonts w:eastAsiaTheme="minorEastAsia" w:cs="Calibri"/>
      <w:b/>
      <w:bCs/>
      <w:color w:val="004080"/>
    </w:rPr>
  </w:style>
  <w:style w:type="paragraph" w:customStyle="1" w:styleId="TitleSmall">
    <w:name w:val="Title Small"/>
    <w:next w:val="Normln"/>
    <w:uiPriority w:val="99"/>
    <w:rsid w:val="00254ED9"/>
    <w:pPr>
      <w:widowControl w:val="0"/>
      <w:autoSpaceDE w:val="0"/>
      <w:autoSpaceDN w:val="0"/>
      <w:adjustRightInd w:val="0"/>
      <w:spacing w:after="80"/>
    </w:pPr>
    <w:rPr>
      <w:rFonts w:eastAsiaTheme="minorEastAsia" w:cs="Calibri"/>
      <w:b/>
      <w:bCs/>
      <w:i/>
      <w:iCs/>
      <w:color w:val="3F3F3F"/>
    </w:rPr>
  </w:style>
  <w:style w:type="paragraph" w:customStyle="1" w:styleId="TableTextCode">
    <w:name w:val="Table Text Code"/>
    <w:next w:val="Normln"/>
    <w:uiPriority w:val="99"/>
    <w:rsid w:val="00254ED9"/>
    <w:pPr>
      <w:widowControl w:val="0"/>
      <w:autoSpaceDE w:val="0"/>
      <w:autoSpaceDN w:val="0"/>
      <w:adjustRightInd w:val="0"/>
      <w:ind w:left="90" w:right="90"/>
    </w:pPr>
    <w:rPr>
      <w:rFonts w:ascii="Courier New" w:eastAsiaTheme="minorEastAsia" w:hAnsi="Courier New" w:cs="Courier New"/>
      <w:sz w:val="16"/>
      <w:szCs w:val="16"/>
    </w:rPr>
  </w:style>
  <w:style w:type="character" w:customStyle="1" w:styleId="Code1">
    <w:name w:val="Code1"/>
    <w:uiPriority w:val="99"/>
    <w:rsid w:val="00254ED9"/>
    <w:rPr>
      <w:rFonts w:ascii="Courier New" w:hAnsi="Courier New" w:cs="Courier New"/>
    </w:rPr>
  </w:style>
  <w:style w:type="paragraph" w:customStyle="1" w:styleId="Items">
    <w:name w:val="Items"/>
    <w:next w:val="Normln"/>
    <w:uiPriority w:val="99"/>
    <w:rsid w:val="00254ED9"/>
    <w:pPr>
      <w:widowControl w:val="0"/>
      <w:autoSpaceDE w:val="0"/>
      <w:autoSpaceDN w:val="0"/>
      <w:adjustRightInd w:val="0"/>
    </w:pPr>
    <w:rPr>
      <w:rFonts w:ascii="Times New Roman" w:eastAsiaTheme="minorEastAsia" w:hAnsi="Times New Roman"/>
    </w:rPr>
  </w:style>
  <w:style w:type="paragraph" w:customStyle="1" w:styleId="DefaultStyle">
    <w:name w:val="Default Style"/>
    <w:next w:val="Normln"/>
    <w:uiPriority w:val="99"/>
    <w:rsid w:val="00254ED9"/>
    <w:pPr>
      <w:widowControl w:val="0"/>
      <w:autoSpaceDE w:val="0"/>
      <w:autoSpaceDN w:val="0"/>
      <w:adjustRightInd w:val="0"/>
    </w:pPr>
    <w:rPr>
      <w:rFonts w:ascii="Times New Roman" w:eastAsiaTheme="minorEastAsia" w:hAnsi="Times New Roman"/>
      <w:color w:val="000000"/>
      <w:sz w:val="24"/>
      <w:szCs w:val="24"/>
    </w:rPr>
  </w:style>
  <w:style w:type="paragraph" w:customStyle="1" w:styleId="TableContents">
    <w:name w:val="Table Contents"/>
    <w:uiPriority w:val="99"/>
    <w:rsid w:val="00254ED9"/>
    <w:pPr>
      <w:widowControl w:val="0"/>
      <w:autoSpaceDE w:val="0"/>
      <w:autoSpaceDN w:val="0"/>
      <w:adjustRightInd w:val="0"/>
    </w:pPr>
    <w:rPr>
      <w:rFonts w:ascii="Arial" w:eastAsiaTheme="minorEastAsia" w:hAnsi="Arial" w:cs="Arial"/>
      <w:sz w:val="24"/>
      <w:szCs w:val="24"/>
    </w:rPr>
  </w:style>
  <w:style w:type="paragraph" w:customStyle="1" w:styleId="Contents9">
    <w:name w:val="Contents 9"/>
    <w:uiPriority w:val="99"/>
    <w:rsid w:val="00254ED9"/>
    <w:pPr>
      <w:widowControl w:val="0"/>
      <w:tabs>
        <w:tab w:val="right" w:leader="dot" w:pos="9720"/>
      </w:tabs>
      <w:autoSpaceDE w:val="0"/>
      <w:autoSpaceDN w:val="0"/>
      <w:adjustRightInd w:val="0"/>
      <w:spacing w:before="40" w:after="20"/>
      <w:ind w:left="1440" w:right="720"/>
    </w:pPr>
    <w:rPr>
      <w:rFonts w:ascii="Times New Roman" w:eastAsiaTheme="minorEastAsia" w:hAnsi="Times New Roman"/>
      <w:color w:val="000000"/>
    </w:rPr>
  </w:style>
  <w:style w:type="paragraph" w:customStyle="1" w:styleId="Contents8">
    <w:name w:val="Contents 8"/>
    <w:uiPriority w:val="99"/>
    <w:rsid w:val="00254ED9"/>
    <w:pPr>
      <w:widowControl w:val="0"/>
      <w:tabs>
        <w:tab w:val="right" w:leader="dot" w:pos="9540"/>
      </w:tabs>
      <w:autoSpaceDE w:val="0"/>
      <w:autoSpaceDN w:val="0"/>
      <w:adjustRightInd w:val="0"/>
      <w:spacing w:before="40" w:after="20"/>
      <w:ind w:left="1260" w:right="720"/>
    </w:pPr>
    <w:rPr>
      <w:rFonts w:ascii="Times New Roman" w:eastAsiaTheme="minorEastAsia" w:hAnsi="Times New Roman"/>
      <w:color w:val="000000"/>
    </w:rPr>
  </w:style>
  <w:style w:type="paragraph" w:customStyle="1" w:styleId="Contents7">
    <w:name w:val="Contents 7"/>
    <w:uiPriority w:val="99"/>
    <w:rsid w:val="00254ED9"/>
    <w:pPr>
      <w:widowControl w:val="0"/>
      <w:tabs>
        <w:tab w:val="right" w:leader="dot" w:pos="9360"/>
      </w:tabs>
      <w:autoSpaceDE w:val="0"/>
      <w:autoSpaceDN w:val="0"/>
      <w:adjustRightInd w:val="0"/>
      <w:spacing w:before="40" w:after="20"/>
      <w:ind w:left="1080" w:right="720"/>
    </w:pPr>
    <w:rPr>
      <w:rFonts w:ascii="Times New Roman" w:eastAsiaTheme="minorEastAsia" w:hAnsi="Times New Roman"/>
      <w:color w:val="000000"/>
    </w:rPr>
  </w:style>
  <w:style w:type="paragraph" w:customStyle="1" w:styleId="Contents6">
    <w:name w:val="Contents 6"/>
    <w:uiPriority w:val="99"/>
    <w:rsid w:val="00254ED9"/>
    <w:pPr>
      <w:widowControl w:val="0"/>
      <w:tabs>
        <w:tab w:val="right" w:leader="dot" w:pos="9180"/>
      </w:tabs>
      <w:autoSpaceDE w:val="0"/>
      <w:autoSpaceDN w:val="0"/>
      <w:adjustRightInd w:val="0"/>
      <w:spacing w:before="40" w:after="20"/>
      <w:ind w:left="900" w:right="720"/>
    </w:pPr>
    <w:rPr>
      <w:rFonts w:ascii="Times New Roman" w:eastAsiaTheme="minorEastAsia" w:hAnsi="Times New Roman"/>
      <w:color w:val="000000"/>
    </w:rPr>
  </w:style>
  <w:style w:type="paragraph" w:customStyle="1" w:styleId="Contents5">
    <w:name w:val="Contents 5"/>
    <w:uiPriority w:val="99"/>
    <w:rsid w:val="00254ED9"/>
    <w:pPr>
      <w:widowControl w:val="0"/>
      <w:tabs>
        <w:tab w:val="right" w:leader="dot" w:pos="9000"/>
      </w:tabs>
      <w:autoSpaceDE w:val="0"/>
      <w:autoSpaceDN w:val="0"/>
      <w:adjustRightInd w:val="0"/>
      <w:spacing w:before="40" w:after="20"/>
      <w:ind w:left="720" w:right="720"/>
    </w:pPr>
    <w:rPr>
      <w:rFonts w:ascii="Times New Roman" w:eastAsiaTheme="minorEastAsia" w:hAnsi="Times New Roman"/>
      <w:color w:val="000000"/>
    </w:rPr>
  </w:style>
  <w:style w:type="paragraph" w:customStyle="1" w:styleId="Contents4">
    <w:name w:val="Contents 4"/>
    <w:uiPriority w:val="99"/>
    <w:rsid w:val="00254ED9"/>
    <w:pPr>
      <w:widowControl w:val="0"/>
      <w:tabs>
        <w:tab w:val="right" w:leader="dot" w:pos="8820"/>
      </w:tabs>
      <w:autoSpaceDE w:val="0"/>
      <w:autoSpaceDN w:val="0"/>
      <w:adjustRightInd w:val="0"/>
      <w:spacing w:before="40" w:after="20"/>
      <w:ind w:left="540" w:right="720"/>
    </w:pPr>
    <w:rPr>
      <w:rFonts w:ascii="Times New Roman" w:eastAsiaTheme="minorEastAsia" w:hAnsi="Times New Roman"/>
      <w:color w:val="000000"/>
    </w:rPr>
  </w:style>
  <w:style w:type="paragraph" w:customStyle="1" w:styleId="Contents3">
    <w:name w:val="Contents 3"/>
    <w:uiPriority w:val="99"/>
    <w:rsid w:val="00254ED9"/>
    <w:pPr>
      <w:widowControl w:val="0"/>
      <w:tabs>
        <w:tab w:val="right" w:leader="dot" w:pos="8640"/>
      </w:tabs>
      <w:autoSpaceDE w:val="0"/>
      <w:autoSpaceDN w:val="0"/>
      <w:adjustRightInd w:val="0"/>
      <w:spacing w:before="40" w:after="20"/>
      <w:ind w:left="360" w:right="720"/>
    </w:pPr>
    <w:rPr>
      <w:rFonts w:ascii="Times New Roman" w:eastAsiaTheme="minorEastAsia" w:hAnsi="Times New Roman"/>
      <w:color w:val="000000"/>
    </w:rPr>
  </w:style>
  <w:style w:type="paragraph" w:customStyle="1" w:styleId="Contents2">
    <w:name w:val="Contents 2"/>
    <w:uiPriority w:val="99"/>
    <w:rsid w:val="00254ED9"/>
    <w:pPr>
      <w:widowControl w:val="0"/>
      <w:tabs>
        <w:tab w:val="right" w:leader="dot" w:pos="8460"/>
      </w:tabs>
      <w:autoSpaceDE w:val="0"/>
      <w:autoSpaceDN w:val="0"/>
      <w:adjustRightInd w:val="0"/>
      <w:spacing w:before="40" w:after="20"/>
      <w:ind w:left="180" w:right="720"/>
    </w:pPr>
    <w:rPr>
      <w:rFonts w:ascii="Times New Roman" w:eastAsiaTheme="minorEastAsia" w:hAnsi="Times New Roman"/>
      <w:color w:val="000000"/>
    </w:rPr>
  </w:style>
  <w:style w:type="paragraph" w:customStyle="1" w:styleId="Contents1">
    <w:name w:val="Contents 1"/>
    <w:uiPriority w:val="99"/>
    <w:rsid w:val="00254ED9"/>
    <w:pPr>
      <w:widowControl w:val="0"/>
      <w:tabs>
        <w:tab w:val="right" w:leader="dot" w:pos="8280"/>
      </w:tabs>
      <w:autoSpaceDE w:val="0"/>
      <w:autoSpaceDN w:val="0"/>
      <w:adjustRightInd w:val="0"/>
      <w:spacing w:before="120" w:after="40"/>
      <w:ind w:right="720"/>
    </w:pPr>
    <w:rPr>
      <w:rFonts w:ascii="Times New Roman" w:eastAsiaTheme="minorEastAsia" w:hAnsi="Times New Roman"/>
      <w:b/>
      <w:bCs/>
      <w:color w:val="000000"/>
    </w:rPr>
  </w:style>
  <w:style w:type="paragraph" w:customStyle="1" w:styleId="ContentsHeading">
    <w:name w:val="Contents Heading"/>
    <w:uiPriority w:val="99"/>
    <w:rsid w:val="00254ED9"/>
    <w:pPr>
      <w:keepNext/>
      <w:widowControl w:val="0"/>
      <w:autoSpaceDE w:val="0"/>
      <w:autoSpaceDN w:val="0"/>
      <w:adjustRightInd w:val="0"/>
      <w:spacing w:before="240" w:after="80"/>
    </w:pPr>
    <w:rPr>
      <w:rFonts w:eastAsiaTheme="minorEastAsia" w:cs="Calibri"/>
      <w:b/>
      <w:bCs/>
      <w:color w:val="000000"/>
      <w:sz w:val="32"/>
      <w:szCs w:val="32"/>
    </w:rPr>
  </w:style>
  <w:style w:type="paragraph" w:customStyle="1" w:styleId="Index">
    <w:name w:val="Index"/>
    <w:uiPriority w:val="99"/>
    <w:rsid w:val="00254ED9"/>
    <w:pPr>
      <w:widowControl w:val="0"/>
      <w:autoSpaceDE w:val="0"/>
      <w:autoSpaceDN w:val="0"/>
      <w:adjustRightInd w:val="0"/>
    </w:pPr>
    <w:rPr>
      <w:rFonts w:ascii="Times New Roman" w:eastAsiaTheme="minorEastAsia" w:hAnsi="Times New Roman"/>
      <w:sz w:val="24"/>
      <w:szCs w:val="24"/>
    </w:rPr>
  </w:style>
  <w:style w:type="paragraph" w:styleId="Seznam">
    <w:name w:val="List"/>
    <w:basedOn w:val="Normln"/>
    <w:uiPriority w:val="99"/>
    <w:rsid w:val="00254ED9"/>
    <w:pPr>
      <w:widowControl w:val="0"/>
      <w:autoSpaceDE w:val="0"/>
      <w:autoSpaceDN w:val="0"/>
      <w:adjustRightInd w:val="0"/>
      <w:spacing w:before="0" w:after="120"/>
      <w:jc w:val="left"/>
    </w:pPr>
    <w:rPr>
      <w:rFonts w:ascii="Times New Roman" w:eastAsiaTheme="minorEastAsia" w:hAnsi="Times New Roman"/>
      <w:sz w:val="24"/>
      <w:lang w:eastAsia="cs-CZ"/>
    </w:rPr>
  </w:style>
  <w:style w:type="paragraph" w:customStyle="1" w:styleId="TextBody">
    <w:name w:val="Text Body"/>
    <w:uiPriority w:val="99"/>
    <w:rsid w:val="00254ED9"/>
    <w:pPr>
      <w:widowControl w:val="0"/>
      <w:autoSpaceDE w:val="0"/>
      <w:autoSpaceDN w:val="0"/>
      <w:adjustRightInd w:val="0"/>
      <w:spacing w:after="120"/>
    </w:pPr>
    <w:rPr>
      <w:rFonts w:ascii="Arial" w:eastAsiaTheme="minorEastAsia" w:hAnsi="Arial" w:cs="Arial"/>
      <w:sz w:val="24"/>
      <w:szCs w:val="24"/>
    </w:rPr>
  </w:style>
  <w:style w:type="paragraph" w:customStyle="1" w:styleId="Heading">
    <w:name w:val="Heading"/>
    <w:next w:val="TextBody"/>
    <w:uiPriority w:val="99"/>
    <w:rsid w:val="00254ED9"/>
    <w:pPr>
      <w:keepNext/>
      <w:widowControl w:val="0"/>
      <w:autoSpaceDE w:val="0"/>
      <w:autoSpaceDN w:val="0"/>
      <w:adjustRightInd w:val="0"/>
      <w:spacing w:before="240" w:after="120"/>
    </w:pPr>
    <w:rPr>
      <w:rFonts w:ascii="Arial" w:eastAsiaTheme="minorEastAsia" w:hAnsi="Arial" w:cs="Arial"/>
      <w:sz w:val="28"/>
      <w:szCs w:val="28"/>
    </w:rPr>
  </w:style>
  <w:style w:type="character" w:customStyle="1" w:styleId="AllCaps">
    <w:name w:val="All Caps"/>
    <w:uiPriority w:val="99"/>
    <w:rsid w:val="00254ED9"/>
    <w:rPr>
      <w:caps/>
    </w:rPr>
  </w:style>
  <w:style w:type="character" w:customStyle="1" w:styleId="SmartLink4">
    <w:name w:val="SmartLink4"/>
    <w:basedOn w:val="Standardnpsmoodstavce"/>
    <w:uiPriority w:val="99"/>
    <w:semiHidden/>
    <w:unhideWhenUsed/>
    <w:rsid w:val="00E970A7"/>
    <w:rPr>
      <w:color w:val="0000FF"/>
      <w:u w:val="single"/>
      <w:shd w:val="clear" w:color="auto" w:fill="F3F2F1"/>
    </w:rPr>
  </w:style>
  <w:style w:type="character" w:customStyle="1" w:styleId="Inteligentnodkaz3">
    <w:name w:val="Inteligentní odkaz3"/>
    <w:basedOn w:val="Standardnpsmoodstavce"/>
    <w:uiPriority w:val="99"/>
    <w:semiHidden/>
    <w:unhideWhenUsed/>
    <w:rsid w:val="006E62DA"/>
    <w:rPr>
      <w:color w:val="0000FF"/>
      <w:u w:val="single"/>
      <w:shd w:val="clear" w:color="auto" w:fill="F3F2F1"/>
    </w:rPr>
  </w:style>
  <w:style w:type="character" w:customStyle="1" w:styleId="ko3s0s4l">
    <w:name w:val="ko3s0s4l"/>
    <w:basedOn w:val="Standardnpsmoodstavce"/>
    <w:rsid w:val="002246AE"/>
  </w:style>
  <w:style w:type="character" w:customStyle="1" w:styleId="so3s0s4l">
    <w:name w:val="so3s0s4l"/>
    <w:basedOn w:val="Standardnpsmoodstavce"/>
    <w:rsid w:val="002246AE"/>
  </w:style>
  <w:style w:type="character" w:customStyle="1" w:styleId="SmartLink5">
    <w:name w:val="SmartLink5"/>
    <w:basedOn w:val="Standardnpsmoodstavce"/>
    <w:uiPriority w:val="99"/>
    <w:semiHidden/>
    <w:unhideWhenUsed/>
    <w:rsid w:val="00E07C4E"/>
    <w:rPr>
      <w:color w:val="0000FF"/>
      <w:u w:val="single"/>
      <w:shd w:val="clear" w:color="auto" w:fill="F3F2F1"/>
    </w:rPr>
  </w:style>
  <w:style w:type="character" w:customStyle="1" w:styleId="SmartLink6">
    <w:name w:val="SmartLink6"/>
    <w:basedOn w:val="Standardnpsmoodstavce"/>
    <w:uiPriority w:val="99"/>
    <w:semiHidden/>
    <w:unhideWhenUsed/>
    <w:rsid w:val="00663D62"/>
    <w:rPr>
      <w:color w:val="0000FF"/>
      <w:u w:val="single"/>
      <w:shd w:val="clear" w:color="auto" w:fill="F3F2F1"/>
    </w:rPr>
  </w:style>
  <w:style w:type="character" w:customStyle="1" w:styleId="SmartLink7">
    <w:name w:val="SmartLink7"/>
    <w:basedOn w:val="Standardnpsmoodstavce"/>
    <w:uiPriority w:val="99"/>
    <w:semiHidden/>
    <w:unhideWhenUsed/>
    <w:rsid w:val="0066593C"/>
    <w:rPr>
      <w:color w:val="0000FF"/>
      <w:u w:val="single"/>
      <w:shd w:val="clear" w:color="auto" w:fill="F3F2F1"/>
    </w:rPr>
  </w:style>
  <w:style w:type="character" w:customStyle="1" w:styleId="Nevyeenzmnka2">
    <w:name w:val="Nevyřešená zmínka2"/>
    <w:basedOn w:val="Standardnpsmoodstavce"/>
    <w:uiPriority w:val="99"/>
    <w:semiHidden/>
    <w:unhideWhenUsed/>
    <w:rsid w:val="0054444C"/>
    <w:rPr>
      <w:color w:val="605E5C"/>
      <w:shd w:val="clear" w:color="auto" w:fill="E1DFDD"/>
    </w:rPr>
  </w:style>
  <w:style w:type="character" w:customStyle="1" w:styleId="Inteligentnodkaz4">
    <w:name w:val="Inteligentní odkaz4"/>
    <w:basedOn w:val="Standardnpsmoodstavce"/>
    <w:uiPriority w:val="99"/>
    <w:semiHidden/>
    <w:unhideWhenUsed/>
    <w:rsid w:val="00A5088C"/>
    <w:rPr>
      <w:color w:val="0000FF"/>
      <w:u w:val="single"/>
      <w:shd w:val="clear" w:color="auto" w:fill="F3F2F1"/>
    </w:rPr>
  </w:style>
  <w:style w:type="character" w:customStyle="1" w:styleId="Nevyeenzmnka3">
    <w:name w:val="Nevyřešená zmínka3"/>
    <w:basedOn w:val="Standardnpsmoodstavce"/>
    <w:uiPriority w:val="99"/>
    <w:semiHidden/>
    <w:unhideWhenUsed/>
    <w:rsid w:val="00FF4932"/>
    <w:rPr>
      <w:color w:val="605E5C"/>
      <w:shd w:val="clear" w:color="auto" w:fill="E1DFDD"/>
    </w:rPr>
  </w:style>
  <w:style w:type="character" w:customStyle="1" w:styleId="Inteligentnodkaz5">
    <w:name w:val="Inteligentní odkaz5"/>
    <w:basedOn w:val="Standardnpsmoodstavce"/>
    <w:uiPriority w:val="99"/>
    <w:semiHidden/>
    <w:unhideWhenUsed/>
    <w:rsid w:val="00B2545E"/>
    <w:rPr>
      <w:color w:val="0000FF"/>
      <w:u w:val="single"/>
      <w:shd w:val="clear" w:color="auto" w:fill="F3F2F1"/>
    </w:rPr>
  </w:style>
  <w:style w:type="paragraph" w:customStyle="1" w:styleId="Odrka2">
    <w:name w:val="Odrážka2"/>
    <w:basedOn w:val="Normln"/>
    <w:qFormat/>
    <w:rsid w:val="005755FF"/>
    <w:pPr>
      <w:numPr>
        <w:numId w:val="4"/>
      </w:numPr>
      <w:jc w:val="left"/>
    </w:pPr>
    <w:rPr>
      <w:lang w:eastAsia="cs-CZ"/>
    </w:rPr>
  </w:style>
  <w:style w:type="paragraph" w:styleId="FormtovanvHTML">
    <w:name w:val="HTML Preformatted"/>
    <w:basedOn w:val="Normln"/>
    <w:link w:val="FormtovanvHTMLChar"/>
    <w:uiPriority w:val="99"/>
    <w:unhideWhenUsed/>
    <w:rsid w:val="00D20E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szCs w:val="20"/>
      <w:lang w:eastAsia="cs-CZ"/>
    </w:rPr>
  </w:style>
  <w:style w:type="character" w:customStyle="1" w:styleId="FormtovanvHTMLChar">
    <w:name w:val="Formátovaný v HTML Char"/>
    <w:basedOn w:val="Standardnpsmoodstavce"/>
    <w:link w:val="FormtovanvHTML"/>
    <w:uiPriority w:val="99"/>
    <w:rsid w:val="00D20E8D"/>
    <w:rPr>
      <w:rFonts w:ascii="Courier New" w:eastAsia="Times New Roman" w:hAnsi="Courier New" w:cs="Courier New"/>
    </w:rPr>
  </w:style>
  <w:style w:type="character" w:customStyle="1" w:styleId="line">
    <w:name w:val="line"/>
    <w:basedOn w:val="Standardnpsmoodstavce"/>
    <w:rsid w:val="00D20E8D"/>
  </w:style>
  <w:style w:type="character" w:customStyle="1" w:styleId="nt">
    <w:name w:val="nt"/>
    <w:basedOn w:val="Standardnpsmoodstavce"/>
    <w:rsid w:val="00D20E8D"/>
  </w:style>
  <w:style w:type="character" w:customStyle="1" w:styleId="na">
    <w:name w:val="na"/>
    <w:basedOn w:val="Standardnpsmoodstavce"/>
    <w:rsid w:val="00D20E8D"/>
  </w:style>
  <w:style w:type="character" w:customStyle="1" w:styleId="s">
    <w:name w:val="s"/>
    <w:basedOn w:val="Standardnpsmoodstavce"/>
    <w:rsid w:val="00D20E8D"/>
  </w:style>
  <w:style w:type="character" w:customStyle="1" w:styleId="Nevyeenzmnka4">
    <w:name w:val="Nevyřešená zmínka4"/>
    <w:basedOn w:val="Standardnpsmoodstavce"/>
    <w:uiPriority w:val="99"/>
    <w:semiHidden/>
    <w:unhideWhenUsed/>
    <w:rsid w:val="009661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40338">
      <w:bodyDiv w:val="1"/>
      <w:marLeft w:val="0"/>
      <w:marRight w:val="0"/>
      <w:marTop w:val="0"/>
      <w:marBottom w:val="0"/>
      <w:divBdr>
        <w:top w:val="none" w:sz="0" w:space="0" w:color="auto"/>
        <w:left w:val="none" w:sz="0" w:space="0" w:color="auto"/>
        <w:bottom w:val="none" w:sz="0" w:space="0" w:color="auto"/>
        <w:right w:val="none" w:sz="0" w:space="0" w:color="auto"/>
      </w:divBdr>
    </w:div>
    <w:div w:id="31000318">
      <w:bodyDiv w:val="1"/>
      <w:marLeft w:val="0"/>
      <w:marRight w:val="0"/>
      <w:marTop w:val="0"/>
      <w:marBottom w:val="0"/>
      <w:divBdr>
        <w:top w:val="none" w:sz="0" w:space="0" w:color="auto"/>
        <w:left w:val="none" w:sz="0" w:space="0" w:color="auto"/>
        <w:bottom w:val="none" w:sz="0" w:space="0" w:color="auto"/>
        <w:right w:val="none" w:sz="0" w:space="0" w:color="auto"/>
      </w:divBdr>
    </w:div>
    <w:div w:id="49618284">
      <w:bodyDiv w:val="1"/>
      <w:marLeft w:val="0"/>
      <w:marRight w:val="0"/>
      <w:marTop w:val="0"/>
      <w:marBottom w:val="0"/>
      <w:divBdr>
        <w:top w:val="none" w:sz="0" w:space="0" w:color="auto"/>
        <w:left w:val="none" w:sz="0" w:space="0" w:color="auto"/>
        <w:bottom w:val="none" w:sz="0" w:space="0" w:color="auto"/>
        <w:right w:val="none" w:sz="0" w:space="0" w:color="auto"/>
      </w:divBdr>
    </w:div>
    <w:div w:id="51315560">
      <w:bodyDiv w:val="1"/>
      <w:marLeft w:val="0"/>
      <w:marRight w:val="0"/>
      <w:marTop w:val="0"/>
      <w:marBottom w:val="0"/>
      <w:divBdr>
        <w:top w:val="none" w:sz="0" w:space="0" w:color="auto"/>
        <w:left w:val="none" w:sz="0" w:space="0" w:color="auto"/>
        <w:bottom w:val="none" w:sz="0" w:space="0" w:color="auto"/>
        <w:right w:val="none" w:sz="0" w:space="0" w:color="auto"/>
      </w:divBdr>
    </w:div>
    <w:div w:id="57751122">
      <w:bodyDiv w:val="1"/>
      <w:marLeft w:val="0"/>
      <w:marRight w:val="0"/>
      <w:marTop w:val="0"/>
      <w:marBottom w:val="0"/>
      <w:divBdr>
        <w:top w:val="none" w:sz="0" w:space="0" w:color="auto"/>
        <w:left w:val="none" w:sz="0" w:space="0" w:color="auto"/>
        <w:bottom w:val="none" w:sz="0" w:space="0" w:color="auto"/>
        <w:right w:val="none" w:sz="0" w:space="0" w:color="auto"/>
      </w:divBdr>
    </w:div>
    <w:div w:id="65998876">
      <w:bodyDiv w:val="1"/>
      <w:marLeft w:val="0"/>
      <w:marRight w:val="0"/>
      <w:marTop w:val="0"/>
      <w:marBottom w:val="0"/>
      <w:divBdr>
        <w:top w:val="none" w:sz="0" w:space="0" w:color="auto"/>
        <w:left w:val="none" w:sz="0" w:space="0" w:color="auto"/>
        <w:bottom w:val="none" w:sz="0" w:space="0" w:color="auto"/>
        <w:right w:val="none" w:sz="0" w:space="0" w:color="auto"/>
      </w:divBdr>
    </w:div>
    <w:div w:id="68967829">
      <w:bodyDiv w:val="1"/>
      <w:marLeft w:val="0"/>
      <w:marRight w:val="0"/>
      <w:marTop w:val="0"/>
      <w:marBottom w:val="0"/>
      <w:divBdr>
        <w:top w:val="none" w:sz="0" w:space="0" w:color="auto"/>
        <w:left w:val="none" w:sz="0" w:space="0" w:color="auto"/>
        <w:bottom w:val="none" w:sz="0" w:space="0" w:color="auto"/>
        <w:right w:val="none" w:sz="0" w:space="0" w:color="auto"/>
      </w:divBdr>
    </w:div>
    <w:div w:id="92023056">
      <w:bodyDiv w:val="1"/>
      <w:marLeft w:val="0"/>
      <w:marRight w:val="0"/>
      <w:marTop w:val="0"/>
      <w:marBottom w:val="0"/>
      <w:divBdr>
        <w:top w:val="none" w:sz="0" w:space="0" w:color="auto"/>
        <w:left w:val="none" w:sz="0" w:space="0" w:color="auto"/>
        <w:bottom w:val="none" w:sz="0" w:space="0" w:color="auto"/>
        <w:right w:val="none" w:sz="0" w:space="0" w:color="auto"/>
      </w:divBdr>
    </w:div>
    <w:div w:id="96801288">
      <w:bodyDiv w:val="1"/>
      <w:marLeft w:val="0"/>
      <w:marRight w:val="0"/>
      <w:marTop w:val="0"/>
      <w:marBottom w:val="0"/>
      <w:divBdr>
        <w:top w:val="none" w:sz="0" w:space="0" w:color="auto"/>
        <w:left w:val="none" w:sz="0" w:space="0" w:color="auto"/>
        <w:bottom w:val="none" w:sz="0" w:space="0" w:color="auto"/>
        <w:right w:val="none" w:sz="0" w:space="0" w:color="auto"/>
      </w:divBdr>
      <w:divsChild>
        <w:div w:id="263660717">
          <w:marLeft w:val="0"/>
          <w:marRight w:val="0"/>
          <w:marTop w:val="0"/>
          <w:marBottom w:val="0"/>
          <w:divBdr>
            <w:top w:val="none" w:sz="0" w:space="0" w:color="auto"/>
            <w:left w:val="none" w:sz="0" w:space="0" w:color="auto"/>
            <w:bottom w:val="none" w:sz="0" w:space="0" w:color="auto"/>
            <w:right w:val="none" w:sz="0" w:space="0" w:color="auto"/>
          </w:divBdr>
          <w:divsChild>
            <w:div w:id="1218197973">
              <w:marLeft w:val="0"/>
              <w:marRight w:val="0"/>
              <w:marTop w:val="0"/>
              <w:marBottom w:val="0"/>
              <w:divBdr>
                <w:top w:val="none" w:sz="0" w:space="0" w:color="auto"/>
                <w:left w:val="none" w:sz="0" w:space="0" w:color="auto"/>
                <w:bottom w:val="none" w:sz="0" w:space="0" w:color="auto"/>
                <w:right w:val="none" w:sz="0" w:space="0" w:color="auto"/>
              </w:divBdr>
            </w:div>
            <w:div w:id="792016999">
              <w:marLeft w:val="0"/>
              <w:marRight w:val="0"/>
              <w:marTop w:val="0"/>
              <w:marBottom w:val="0"/>
              <w:divBdr>
                <w:top w:val="none" w:sz="0" w:space="0" w:color="auto"/>
                <w:left w:val="none" w:sz="0" w:space="0" w:color="auto"/>
                <w:bottom w:val="none" w:sz="0" w:space="0" w:color="auto"/>
                <w:right w:val="none" w:sz="0" w:space="0" w:color="auto"/>
              </w:divBdr>
            </w:div>
            <w:div w:id="1570270205">
              <w:marLeft w:val="0"/>
              <w:marRight w:val="0"/>
              <w:marTop w:val="0"/>
              <w:marBottom w:val="0"/>
              <w:divBdr>
                <w:top w:val="none" w:sz="0" w:space="0" w:color="auto"/>
                <w:left w:val="none" w:sz="0" w:space="0" w:color="auto"/>
                <w:bottom w:val="none" w:sz="0" w:space="0" w:color="auto"/>
                <w:right w:val="none" w:sz="0" w:space="0" w:color="auto"/>
              </w:divBdr>
            </w:div>
            <w:div w:id="1833595483">
              <w:marLeft w:val="0"/>
              <w:marRight w:val="0"/>
              <w:marTop w:val="0"/>
              <w:marBottom w:val="0"/>
              <w:divBdr>
                <w:top w:val="none" w:sz="0" w:space="0" w:color="auto"/>
                <w:left w:val="none" w:sz="0" w:space="0" w:color="auto"/>
                <w:bottom w:val="none" w:sz="0" w:space="0" w:color="auto"/>
                <w:right w:val="none" w:sz="0" w:space="0" w:color="auto"/>
              </w:divBdr>
            </w:div>
            <w:div w:id="938487809">
              <w:marLeft w:val="0"/>
              <w:marRight w:val="0"/>
              <w:marTop w:val="0"/>
              <w:marBottom w:val="0"/>
              <w:divBdr>
                <w:top w:val="none" w:sz="0" w:space="0" w:color="auto"/>
                <w:left w:val="none" w:sz="0" w:space="0" w:color="auto"/>
                <w:bottom w:val="none" w:sz="0" w:space="0" w:color="auto"/>
                <w:right w:val="none" w:sz="0" w:space="0" w:color="auto"/>
              </w:divBdr>
            </w:div>
            <w:div w:id="549730089">
              <w:marLeft w:val="0"/>
              <w:marRight w:val="0"/>
              <w:marTop w:val="0"/>
              <w:marBottom w:val="0"/>
              <w:divBdr>
                <w:top w:val="none" w:sz="0" w:space="0" w:color="auto"/>
                <w:left w:val="none" w:sz="0" w:space="0" w:color="auto"/>
                <w:bottom w:val="none" w:sz="0" w:space="0" w:color="auto"/>
                <w:right w:val="none" w:sz="0" w:space="0" w:color="auto"/>
              </w:divBdr>
            </w:div>
            <w:div w:id="911278372">
              <w:marLeft w:val="0"/>
              <w:marRight w:val="0"/>
              <w:marTop w:val="0"/>
              <w:marBottom w:val="0"/>
              <w:divBdr>
                <w:top w:val="none" w:sz="0" w:space="0" w:color="auto"/>
                <w:left w:val="none" w:sz="0" w:space="0" w:color="auto"/>
                <w:bottom w:val="none" w:sz="0" w:space="0" w:color="auto"/>
                <w:right w:val="none" w:sz="0" w:space="0" w:color="auto"/>
              </w:divBdr>
            </w:div>
            <w:div w:id="1171675485">
              <w:marLeft w:val="0"/>
              <w:marRight w:val="0"/>
              <w:marTop w:val="0"/>
              <w:marBottom w:val="0"/>
              <w:divBdr>
                <w:top w:val="none" w:sz="0" w:space="0" w:color="auto"/>
                <w:left w:val="none" w:sz="0" w:space="0" w:color="auto"/>
                <w:bottom w:val="none" w:sz="0" w:space="0" w:color="auto"/>
                <w:right w:val="none" w:sz="0" w:space="0" w:color="auto"/>
              </w:divBdr>
            </w:div>
            <w:div w:id="1837913077">
              <w:marLeft w:val="0"/>
              <w:marRight w:val="0"/>
              <w:marTop w:val="0"/>
              <w:marBottom w:val="0"/>
              <w:divBdr>
                <w:top w:val="none" w:sz="0" w:space="0" w:color="auto"/>
                <w:left w:val="none" w:sz="0" w:space="0" w:color="auto"/>
                <w:bottom w:val="none" w:sz="0" w:space="0" w:color="auto"/>
                <w:right w:val="none" w:sz="0" w:space="0" w:color="auto"/>
              </w:divBdr>
            </w:div>
            <w:div w:id="13843353">
              <w:marLeft w:val="0"/>
              <w:marRight w:val="0"/>
              <w:marTop w:val="0"/>
              <w:marBottom w:val="0"/>
              <w:divBdr>
                <w:top w:val="none" w:sz="0" w:space="0" w:color="auto"/>
                <w:left w:val="none" w:sz="0" w:space="0" w:color="auto"/>
                <w:bottom w:val="none" w:sz="0" w:space="0" w:color="auto"/>
                <w:right w:val="none" w:sz="0" w:space="0" w:color="auto"/>
              </w:divBdr>
            </w:div>
            <w:div w:id="1700081025">
              <w:marLeft w:val="0"/>
              <w:marRight w:val="0"/>
              <w:marTop w:val="0"/>
              <w:marBottom w:val="0"/>
              <w:divBdr>
                <w:top w:val="none" w:sz="0" w:space="0" w:color="auto"/>
                <w:left w:val="none" w:sz="0" w:space="0" w:color="auto"/>
                <w:bottom w:val="none" w:sz="0" w:space="0" w:color="auto"/>
                <w:right w:val="none" w:sz="0" w:space="0" w:color="auto"/>
              </w:divBdr>
            </w:div>
            <w:div w:id="1255555066">
              <w:marLeft w:val="0"/>
              <w:marRight w:val="0"/>
              <w:marTop w:val="0"/>
              <w:marBottom w:val="0"/>
              <w:divBdr>
                <w:top w:val="none" w:sz="0" w:space="0" w:color="auto"/>
                <w:left w:val="none" w:sz="0" w:space="0" w:color="auto"/>
                <w:bottom w:val="none" w:sz="0" w:space="0" w:color="auto"/>
                <w:right w:val="none" w:sz="0" w:space="0" w:color="auto"/>
              </w:divBdr>
            </w:div>
            <w:div w:id="2015645717">
              <w:marLeft w:val="0"/>
              <w:marRight w:val="0"/>
              <w:marTop w:val="0"/>
              <w:marBottom w:val="0"/>
              <w:divBdr>
                <w:top w:val="none" w:sz="0" w:space="0" w:color="auto"/>
                <w:left w:val="none" w:sz="0" w:space="0" w:color="auto"/>
                <w:bottom w:val="none" w:sz="0" w:space="0" w:color="auto"/>
                <w:right w:val="none" w:sz="0" w:space="0" w:color="auto"/>
              </w:divBdr>
            </w:div>
            <w:div w:id="1393696444">
              <w:marLeft w:val="0"/>
              <w:marRight w:val="0"/>
              <w:marTop w:val="0"/>
              <w:marBottom w:val="0"/>
              <w:divBdr>
                <w:top w:val="none" w:sz="0" w:space="0" w:color="auto"/>
                <w:left w:val="none" w:sz="0" w:space="0" w:color="auto"/>
                <w:bottom w:val="none" w:sz="0" w:space="0" w:color="auto"/>
                <w:right w:val="none" w:sz="0" w:space="0" w:color="auto"/>
              </w:divBdr>
            </w:div>
            <w:div w:id="540476704">
              <w:marLeft w:val="0"/>
              <w:marRight w:val="0"/>
              <w:marTop w:val="0"/>
              <w:marBottom w:val="0"/>
              <w:divBdr>
                <w:top w:val="none" w:sz="0" w:space="0" w:color="auto"/>
                <w:left w:val="none" w:sz="0" w:space="0" w:color="auto"/>
                <w:bottom w:val="none" w:sz="0" w:space="0" w:color="auto"/>
                <w:right w:val="none" w:sz="0" w:space="0" w:color="auto"/>
              </w:divBdr>
            </w:div>
            <w:div w:id="847211383">
              <w:marLeft w:val="0"/>
              <w:marRight w:val="0"/>
              <w:marTop w:val="0"/>
              <w:marBottom w:val="0"/>
              <w:divBdr>
                <w:top w:val="none" w:sz="0" w:space="0" w:color="auto"/>
                <w:left w:val="none" w:sz="0" w:space="0" w:color="auto"/>
                <w:bottom w:val="none" w:sz="0" w:space="0" w:color="auto"/>
                <w:right w:val="none" w:sz="0" w:space="0" w:color="auto"/>
              </w:divBdr>
            </w:div>
            <w:div w:id="1761489481">
              <w:marLeft w:val="0"/>
              <w:marRight w:val="0"/>
              <w:marTop w:val="0"/>
              <w:marBottom w:val="0"/>
              <w:divBdr>
                <w:top w:val="none" w:sz="0" w:space="0" w:color="auto"/>
                <w:left w:val="none" w:sz="0" w:space="0" w:color="auto"/>
                <w:bottom w:val="none" w:sz="0" w:space="0" w:color="auto"/>
                <w:right w:val="none" w:sz="0" w:space="0" w:color="auto"/>
              </w:divBdr>
            </w:div>
            <w:div w:id="756748096">
              <w:marLeft w:val="0"/>
              <w:marRight w:val="0"/>
              <w:marTop w:val="0"/>
              <w:marBottom w:val="0"/>
              <w:divBdr>
                <w:top w:val="none" w:sz="0" w:space="0" w:color="auto"/>
                <w:left w:val="none" w:sz="0" w:space="0" w:color="auto"/>
                <w:bottom w:val="none" w:sz="0" w:space="0" w:color="auto"/>
                <w:right w:val="none" w:sz="0" w:space="0" w:color="auto"/>
              </w:divBdr>
            </w:div>
            <w:div w:id="482502149">
              <w:marLeft w:val="0"/>
              <w:marRight w:val="0"/>
              <w:marTop w:val="0"/>
              <w:marBottom w:val="0"/>
              <w:divBdr>
                <w:top w:val="none" w:sz="0" w:space="0" w:color="auto"/>
                <w:left w:val="none" w:sz="0" w:space="0" w:color="auto"/>
                <w:bottom w:val="none" w:sz="0" w:space="0" w:color="auto"/>
                <w:right w:val="none" w:sz="0" w:space="0" w:color="auto"/>
              </w:divBdr>
            </w:div>
            <w:div w:id="1873609748">
              <w:marLeft w:val="0"/>
              <w:marRight w:val="0"/>
              <w:marTop w:val="0"/>
              <w:marBottom w:val="0"/>
              <w:divBdr>
                <w:top w:val="none" w:sz="0" w:space="0" w:color="auto"/>
                <w:left w:val="none" w:sz="0" w:space="0" w:color="auto"/>
                <w:bottom w:val="none" w:sz="0" w:space="0" w:color="auto"/>
                <w:right w:val="none" w:sz="0" w:space="0" w:color="auto"/>
              </w:divBdr>
            </w:div>
            <w:div w:id="2049986907">
              <w:marLeft w:val="0"/>
              <w:marRight w:val="0"/>
              <w:marTop w:val="0"/>
              <w:marBottom w:val="0"/>
              <w:divBdr>
                <w:top w:val="none" w:sz="0" w:space="0" w:color="auto"/>
                <w:left w:val="none" w:sz="0" w:space="0" w:color="auto"/>
                <w:bottom w:val="none" w:sz="0" w:space="0" w:color="auto"/>
                <w:right w:val="none" w:sz="0" w:space="0" w:color="auto"/>
              </w:divBdr>
            </w:div>
            <w:div w:id="805704207">
              <w:marLeft w:val="0"/>
              <w:marRight w:val="0"/>
              <w:marTop w:val="0"/>
              <w:marBottom w:val="0"/>
              <w:divBdr>
                <w:top w:val="none" w:sz="0" w:space="0" w:color="auto"/>
                <w:left w:val="none" w:sz="0" w:space="0" w:color="auto"/>
                <w:bottom w:val="none" w:sz="0" w:space="0" w:color="auto"/>
                <w:right w:val="none" w:sz="0" w:space="0" w:color="auto"/>
              </w:divBdr>
            </w:div>
            <w:div w:id="1257396444">
              <w:marLeft w:val="0"/>
              <w:marRight w:val="0"/>
              <w:marTop w:val="0"/>
              <w:marBottom w:val="0"/>
              <w:divBdr>
                <w:top w:val="none" w:sz="0" w:space="0" w:color="auto"/>
                <w:left w:val="none" w:sz="0" w:space="0" w:color="auto"/>
                <w:bottom w:val="none" w:sz="0" w:space="0" w:color="auto"/>
                <w:right w:val="none" w:sz="0" w:space="0" w:color="auto"/>
              </w:divBdr>
            </w:div>
            <w:div w:id="344409600">
              <w:marLeft w:val="0"/>
              <w:marRight w:val="0"/>
              <w:marTop w:val="0"/>
              <w:marBottom w:val="0"/>
              <w:divBdr>
                <w:top w:val="none" w:sz="0" w:space="0" w:color="auto"/>
                <w:left w:val="none" w:sz="0" w:space="0" w:color="auto"/>
                <w:bottom w:val="none" w:sz="0" w:space="0" w:color="auto"/>
                <w:right w:val="none" w:sz="0" w:space="0" w:color="auto"/>
              </w:divBdr>
            </w:div>
            <w:div w:id="57244126">
              <w:marLeft w:val="0"/>
              <w:marRight w:val="0"/>
              <w:marTop w:val="0"/>
              <w:marBottom w:val="0"/>
              <w:divBdr>
                <w:top w:val="none" w:sz="0" w:space="0" w:color="auto"/>
                <w:left w:val="none" w:sz="0" w:space="0" w:color="auto"/>
                <w:bottom w:val="none" w:sz="0" w:space="0" w:color="auto"/>
                <w:right w:val="none" w:sz="0" w:space="0" w:color="auto"/>
              </w:divBdr>
            </w:div>
            <w:div w:id="1533572607">
              <w:marLeft w:val="0"/>
              <w:marRight w:val="0"/>
              <w:marTop w:val="0"/>
              <w:marBottom w:val="0"/>
              <w:divBdr>
                <w:top w:val="none" w:sz="0" w:space="0" w:color="auto"/>
                <w:left w:val="none" w:sz="0" w:space="0" w:color="auto"/>
                <w:bottom w:val="none" w:sz="0" w:space="0" w:color="auto"/>
                <w:right w:val="none" w:sz="0" w:space="0" w:color="auto"/>
              </w:divBdr>
            </w:div>
            <w:div w:id="1478834680">
              <w:marLeft w:val="0"/>
              <w:marRight w:val="0"/>
              <w:marTop w:val="0"/>
              <w:marBottom w:val="0"/>
              <w:divBdr>
                <w:top w:val="none" w:sz="0" w:space="0" w:color="auto"/>
                <w:left w:val="none" w:sz="0" w:space="0" w:color="auto"/>
                <w:bottom w:val="none" w:sz="0" w:space="0" w:color="auto"/>
                <w:right w:val="none" w:sz="0" w:space="0" w:color="auto"/>
              </w:divBdr>
            </w:div>
            <w:div w:id="1911966620">
              <w:marLeft w:val="0"/>
              <w:marRight w:val="0"/>
              <w:marTop w:val="0"/>
              <w:marBottom w:val="0"/>
              <w:divBdr>
                <w:top w:val="none" w:sz="0" w:space="0" w:color="auto"/>
                <w:left w:val="none" w:sz="0" w:space="0" w:color="auto"/>
                <w:bottom w:val="none" w:sz="0" w:space="0" w:color="auto"/>
                <w:right w:val="none" w:sz="0" w:space="0" w:color="auto"/>
              </w:divBdr>
            </w:div>
            <w:div w:id="1332685501">
              <w:marLeft w:val="0"/>
              <w:marRight w:val="0"/>
              <w:marTop w:val="0"/>
              <w:marBottom w:val="0"/>
              <w:divBdr>
                <w:top w:val="none" w:sz="0" w:space="0" w:color="auto"/>
                <w:left w:val="none" w:sz="0" w:space="0" w:color="auto"/>
                <w:bottom w:val="none" w:sz="0" w:space="0" w:color="auto"/>
                <w:right w:val="none" w:sz="0" w:space="0" w:color="auto"/>
              </w:divBdr>
            </w:div>
            <w:div w:id="485051902">
              <w:marLeft w:val="0"/>
              <w:marRight w:val="0"/>
              <w:marTop w:val="0"/>
              <w:marBottom w:val="0"/>
              <w:divBdr>
                <w:top w:val="none" w:sz="0" w:space="0" w:color="auto"/>
                <w:left w:val="none" w:sz="0" w:space="0" w:color="auto"/>
                <w:bottom w:val="none" w:sz="0" w:space="0" w:color="auto"/>
                <w:right w:val="none" w:sz="0" w:space="0" w:color="auto"/>
              </w:divBdr>
            </w:div>
            <w:div w:id="644967559">
              <w:marLeft w:val="0"/>
              <w:marRight w:val="0"/>
              <w:marTop w:val="0"/>
              <w:marBottom w:val="0"/>
              <w:divBdr>
                <w:top w:val="none" w:sz="0" w:space="0" w:color="auto"/>
                <w:left w:val="none" w:sz="0" w:space="0" w:color="auto"/>
                <w:bottom w:val="none" w:sz="0" w:space="0" w:color="auto"/>
                <w:right w:val="none" w:sz="0" w:space="0" w:color="auto"/>
              </w:divBdr>
            </w:div>
            <w:div w:id="596015339">
              <w:marLeft w:val="0"/>
              <w:marRight w:val="0"/>
              <w:marTop w:val="0"/>
              <w:marBottom w:val="0"/>
              <w:divBdr>
                <w:top w:val="none" w:sz="0" w:space="0" w:color="auto"/>
                <w:left w:val="none" w:sz="0" w:space="0" w:color="auto"/>
                <w:bottom w:val="none" w:sz="0" w:space="0" w:color="auto"/>
                <w:right w:val="none" w:sz="0" w:space="0" w:color="auto"/>
              </w:divBdr>
            </w:div>
            <w:div w:id="2045247916">
              <w:marLeft w:val="0"/>
              <w:marRight w:val="0"/>
              <w:marTop w:val="0"/>
              <w:marBottom w:val="0"/>
              <w:divBdr>
                <w:top w:val="none" w:sz="0" w:space="0" w:color="auto"/>
                <w:left w:val="none" w:sz="0" w:space="0" w:color="auto"/>
                <w:bottom w:val="none" w:sz="0" w:space="0" w:color="auto"/>
                <w:right w:val="none" w:sz="0" w:space="0" w:color="auto"/>
              </w:divBdr>
            </w:div>
            <w:div w:id="954604067">
              <w:marLeft w:val="0"/>
              <w:marRight w:val="0"/>
              <w:marTop w:val="0"/>
              <w:marBottom w:val="0"/>
              <w:divBdr>
                <w:top w:val="none" w:sz="0" w:space="0" w:color="auto"/>
                <w:left w:val="none" w:sz="0" w:space="0" w:color="auto"/>
                <w:bottom w:val="none" w:sz="0" w:space="0" w:color="auto"/>
                <w:right w:val="none" w:sz="0" w:space="0" w:color="auto"/>
              </w:divBdr>
            </w:div>
            <w:div w:id="1004473677">
              <w:marLeft w:val="0"/>
              <w:marRight w:val="0"/>
              <w:marTop w:val="0"/>
              <w:marBottom w:val="0"/>
              <w:divBdr>
                <w:top w:val="none" w:sz="0" w:space="0" w:color="auto"/>
                <w:left w:val="none" w:sz="0" w:space="0" w:color="auto"/>
                <w:bottom w:val="none" w:sz="0" w:space="0" w:color="auto"/>
                <w:right w:val="none" w:sz="0" w:space="0" w:color="auto"/>
              </w:divBdr>
            </w:div>
            <w:div w:id="1237857389">
              <w:marLeft w:val="0"/>
              <w:marRight w:val="0"/>
              <w:marTop w:val="0"/>
              <w:marBottom w:val="0"/>
              <w:divBdr>
                <w:top w:val="none" w:sz="0" w:space="0" w:color="auto"/>
                <w:left w:val="none" w:sz="0" w:space="0" w:color="auto"/>
                <w:bottom w:val="none" w:sz="0" w:space="0" w:color="auto"/>
                <w:right w:val="none" w:sz="0" w:space="0" w:color="auto"/>
              </w:divBdr>
            </w:div>
            <w:div w:id="1483504892">
              <w:marLeft w:val="0"/>
              <w:marRight w:val="0"/>
              <w:marTop w:val="0"/>
              <w:marBottom w:val="0"/>
              <w:divBdr>
                <w:top w:val="none" w:sz="0" w:space="0" w:color="auto"/>
                <w:left w:val="none" w:sz="0" w:space="0" w:color="auto"/>
                <w:bottom w:val="none" w:sz="0" w:space="0" w:color="auto"/>
                <w:right w:val="none" w:sz="0" w:space="0" w:color="auto"/>
              </w:divBdr>
            </w:div>
            <w:div w:id="1811170561">
              <w:marLeft w:val="0"/>
              <w:marRight w:val="0"/>
              <w:marTop w:val="0"/>
              <w:marBottom w:val="0"/>
              <w:divBdr>
                <w:top w:val="none" w:sz="0" w:space="0" w:color="auto"/>
                <w:left w:val="none" w:sz="0" w:space="0" w:color="auto"/>
                <w:bottom w:val="none" w:sz="0" w:space="0" w:color="auto"/>
                <w:right w:val="none" w:sz="0" w:space="0" w:color="auto"/>
              </w:divBdr>
            </w:div>
            <w:div w:id="1507793200">
              <w:marLeft w:val="0"/>
              <w:marRight w:val="0"/>
              <w:marTop w:val="0"/>
              <w:marBottom w:val="0"/>
              <w:divBdr>
                <w:top w:val="none" w:sz="0" w:space="0" w:color="auto"/>
                <w:left w:val="none" w:sz="0" w:space="0" w:color="auto"/>
                <w:bottom w:val="none" w:sz="0" w:space="0" w:color="auto"/>
                <w:right w:val="none" w:sz="0" w:space="0" w:color="auto"/>
              </w:divBdr>
            </w:div>
            <w:div w:id="1244729486">
              <w:marLeft w:val="0"/>
              <w:marRight w:val="0"/>
              <w:marTop w:val="0"/>
              <w:marBottom w:val="0"/>
              <w:divBdr>
                <w:top w:val="none" w:sz="0" w:space="0" w:color="auto"/>
                <w:left w:val="none" w:sz="0" w:space="0" w:color="auto"/>
                <w:bottom w:val="none" w:sz="0" w:space="0" w:color="auto"/>
                <w:right w:val="none" w:sz="0" w:space="0" w:color="auto"/>
              </w:divBdr>
            </w:div>
            <w:div w:id="857743768">
              <w:marLeft w:val="0"/>
              <w:marRight w:val="0"/>
              <w:marTop w:val="0"/>
              <w:marBottom w:val="0"/>
              <w:divBdr>
                <w:top w:val="none" w:sz="0" w:space="0" w:color="auto"/>
                <w:left w:val="none" w:sz="0" w:space="0" w:color="auto"/>
                <w:bottom w:val="none" w:sz="0" w:space="0" w:color="auto"/>
                <w:right w:val="none" w:sz="0" w:space="0" w:color="auto"/>
              </w:divBdr>
            </w:div>
            <w:div w:id="1294362223">
              <w:marLeft w:val="0"/>
              <w:marRight w:val="0"/>
              <w:marTop w:val="0"/>
              <w:marBottom w:val="0"/>
              <w:divBdr>
                <w:top w:val="none" w:sz="0" w:space="0" w:color="auto"/>
                <w:left w:val="none" w:sz="0" w:space="0" w:color="auto"/>
                <w:bottom w:val="none" w:sz="0" w:space="0" w:color="auto"/>
                <w:right w:val="none" w:sz="0" w:space="0" w:color="auto"/>
              </w:divBdr>
            </w:div>
            <w:div w:id="1772512858">
              <w:marLeft w:val="0"/>
              <w:marRight w:val="0"/>
              <w:marTop w:val="0"/>
              <w:marBottom w:val="0"/>
              <w:divBdr>
                <w:top w:val="none" w:sz="0" w:space="0" w:color="auto"/>
                <w:left w:val="none" w:sz="0" w:space="0" w:color="auto"/>
                <w:bottom w:val="none" w:sz="0" w:space="0" w:color="auto"/>
                <w:right w:val="none" w:sz="0" w:space="0" w:color="auto"/>
              </w:divBdr>
            </w:div>
            <w:div w:id="955018785">
              <w:marLeft w:val="0"/>
              <w:marRight w:val="0"/>
              <w:marTop w:val="0"/>
              <w:marBottom w:val="0"/>
              <w:divBdr>
                <w:top w:val="none" w:sz="0" w:space="0" w:color="auto"/>
                <w:left w:val="none" w:sz="0" w:space="0" w:color="auto"/>
                <w:bottom w:val="none" w:sz="0" w:space="0" w:color="auto"/>
                <w:right w:val="none" w:sz="0" w:space="0" w:color="auto"/>
              </w:divBdr>
            </w:div>
            <w:div w:id="457455210">
              <w:marLeft w:val="0"/>
              <w:marRight w:val="0"/>
              <w:marTop w:val="0"/>
              <w:marBottom w:val="0"/>
              <w:divBdr>
                <w:top w:val="none" w:sz="0" w:space="0" w:color="auto"/>
                <w:left w:val="none" w:sz="0" w:space="0" w:color="auto"/>
                <w:bottom w:val="none" w:sz="0" w:space="0" w:color="auto"/>
                <w:right w:val="none" w:sz="0" w:space="0" w:color="auto"/>
              </w:divBdr>
            </w:div>
            <w:div w:id="29873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9444">
      <w:bodyDiv w:val="1"/>
      <w:marLeft w:val="0"/>
      <w:marRight w:val="0"/>
      <w:marTop w:val="0"/>
      <w:marBottom w:val="0"/>
      <w:divBdr>
        <w:top w:val="none" w:sz="0" w:space="0" w:color="auto"/>
        <w:left w:val="none" w:sz="0" w:space="0" w:color="auto"/>
        <w:bottom w:val="none" w:sz="0" w:space="0" w:color="auto"/>
        <w:right w:val="none" w:sz="0" w:space="0" w:color="auto"/>
      </w:divBdr>
      <w:divsChild>
        <w:div w:id="714932764">
          <w:marLeft w:val="0"/>
          <w:marRight w:val="0"/>
          <w:marTop w:val="0"/>
          <w:marBottom w:val="0"/>
          <w:divBdr>
            <w:top w:val="none" w:sz="0" w:space="0" w:color="auto"/>
            <w:left w:val="none" w:sz="0" w:space="0" w:color="auto"/>
            <w:bottom w:val="none" w:sz="0" w:space="0" w:color="auto"/>
            <w:right w:val="none" w:sz="0" w:space="0" w:color="auto"/>
          </w:divBdr>
          <w:divsChild>
            <w:div w:id="1030187735">
              <w:marLeft w:val="0"/>
              <w:marRight w:val="0"/>
              <w:marTop w:val="0"/>
              <w:marBottom w:val="0"/>
              <w:divBdr>
                <w:top w:val="none" w:sz="0" w:space="0" w:color="auto"/>
                <w:left w:val="none" w:sz="0" w:space="0" w:color="auto"/>
                <w:bottom w:val="none" w:sz="0" w:space="0" w:color="auto"/>
                <w:right w:val="none" w:sz="0" w:space="0" w:color="auto"/>
              </w:divBdr>
            </w:div>
            <w:div w:id="1696299732">
              <w:marLeft w:val="0"/>
              <w:marRight w:val="0"/>
              <w:marTop w:val="0"/>
              <w:marBottom w:val="0"/>
              <w:divBdr>
                <w:top w:val="none" w:sz="0" w:space="0" w:color="auto"/>
                <w:left w:val="none" w:sz="0" w:space="0" w:color="auto"/>
                <w:bottom w:val="none" w:sz="0" w:space="0" w:color="auto"/>
                <w:right w:val="none" w:sz="0" w:space="0" w:color="auto"/>
              </w:divBdr>
            </w:div>
            <w:div w:id="1114253355">
              <w:marLeft w:val="0"/>
              <w:marRight w:val="0"/>
              <w:marTop w:val="0"/>
              <w:marBottom w:val="0"/>
              <w:divBdr>
                <w:top w:val="none" w:sz="0" w:space="0" w:color="auto"/>
                <w:left w:val="none" w:sz="0" w:space="0" w:color="auto"/>
                <w:bottom w:val="none" w:sz="0" w:space="0" w:color="auto"/>
                <w:right w:val="none" w:sz="0" w:space="0" w:color="auto"/>
              </w:divBdr>
            </w:div>
            <w:div w:id="514808897">
              <w:marLeft w:val="0"/>
              <w:marRight w:val="0"/>
              <w:marTop w:val="0"/>
              <w:marBottom w:val="0"/>
              <w:divBdr>
                <w:top w:val="none" w:sz="0" w:space="0" w:color="auto"/>
                <w:left w:val="none" w:sz="0" w:space="0" w:color="auto"/>
                <w:bottom w:val="none" w:sz="0" w:space="0" w:color="auto"/>
                <w:right w:val="none" w:sz="0" w:space="0" w:color="auto"/>
              </w:divBdr>
            </w:div>
            <w:div w:id="1151216951">
              <w:marLeft w:val="0"/>
              <w:marRight w:val="0"/>
              <w:marTop w:val="0"/>
              <w:marBottom w:val="0"/>
              <w:divBdr>
                <w:top w:val="none" w:sz="0" w:space="0" w:color="auto"/>
                <w:left w:val="none" w:sz="0" w:space="0" w:color="auto"/>
                <w:bottom w:val="none" w:sz="0" w:space="0" w:color="auto"/>
                <w:right w:val="none" w:sz="0" w:space="0" w:color="auto"/>
              </w:divBdr>
            </w:div>
            <w:div w:id="521359235">
              <w:marLeft w:val="0"/>
              <w:marRight w:val="0"/>
              <w:marTop w:val="0"/>
              <w:marBottom w:val="0"/>
              <w:divBdr>
                <w:top w:val="none" w:sz="0" w:space="0" w:color="auto"/>
                <w:left w:val="none" w:sz="0" w:space="0" w:color="auto"/>
                <w:bottom w:val="none" w:sz="0" w:space="0" w:color="auto"/>
                <w:right w:val="none" w:sz="0" w:space="0" w:color="auto"/>
              </w:divBdr>
            </w:div>
            <w:div w:id="1800999550">
              <w:marLeft w:val="0"/>
              <w:marRight w:val="0"/>
              <w:marTop w:val="0"/>
              <w:marBottom w:val="0"/>
              <w:divBdr>
                <w:top w:val="none" w:sz="0" w:space="0" w:color="auto"/>
                <w:left w:val="none" w:sz="0" w:space="0" w:color="auto"/>
                <w:bottom w:val="none" w:sz="0" w:space="0" w:color="auto"/>
                <w:right w:val="none" w:sz="0" w:space="0" w:color="auto"/>
              </w:divBdr>
            </w:div>
            <w:div w:id="1864510014">
              <w:marLeft w:val="0"/>
              <w:marRight w:val="0"/>
              <w:marTop w:val="0"/>
              <w:marBottom w:val="0"/>
              <w:divBdr>
                <w:top w:val="none" w:sz="0" w:space="0" w:color="auto"/>
                <w:left w:val="none" w:sz="0" w:space="0" w:color="auto"/>
                <w:bottom w:val="none" w:sz="0" w:space="0" w:color="auto"/>
                <w:right w:val="none" w:sz="0" w:space="0" w:color="auto"/>
              </w:divBdr>
            </w:div>
            <w:div w:id="446462411">
              <w:marLeft w:val="0"/>
              <w:marRight w:val="0"/>
              <w:marTop w:val="0"/>
              <w:marBottom w:val="0"/>
              <w:divBdr>
                <w:top w:val="none" w:sz="0" w:space="0" w:color="auto"/>
                <w:left w:val="none" w:sz="0" w:space="0" w:color="auto"/>
                <w:bottom w:val="none" w:sz="0" w:space="0" w:color="auto"/>
                <w:right w:val="none" w:sz="0" w:space="0" w:color="auto"/>
              </w:divBdr>
            </w:div>
            <w:div w:id="346640612">
              <w:marLeft w:val="0"/>
              <w:marRight w:val="0"/>
              <w:marTop w:val="0"/>
              <w:marBottom w:val="0"/>
              <w:divBdr>
                <w:top w:val="none" w:sz="0" w:space="0" w:color="auto"/>
                <w:left w:val="none" w:sz="0" w:space="0" w:color="auto"/>
                <w:bottom w:val="none" w:sz="0" w:space="0" w:color="auto"/>
                <w:right w:val="none" w:sz="0" w:space="0" w:color="auto"/>
              </w:divBdr>
            </w:div>
            <w:div w:id="1462115709">
              <w:marLeft w:val="0"/>
              <w:marRight w:val="0"/>
              <w:marTop w:val="0"/>
              <w:marBottom w:val="0"/>
              <w:divBdr>
                <w:top w:val="none" w:sz="0" w:space="0" w:color="auto"/>
                <w:left w:val="none" w:sz="0" w:space="0" w:color="auto"/>
                <w:bottom w:val="none" w:sz="0" w:space="0" w:color="auto"/>
                <w:right w:val="none" w:sz="0" w:space="0" w:color="auto"/>
              </w:divBdr>
            </w:div>
            <w:div w:id="1682855968">
              <w:marLeft w:val="0"/>
              <w:marRight w:val="0"/>
              <w:marTop w:val="0"/>
              <w:marBottom w:val="0"/>
              <w:divBdr>
                <w:top w:val="none" w:sz="0" w:space="0" w:color="auto"/>
                <w:left w:val="none" w:sz="0" w:space="0" w:color="auto"/>
                <w:bottom w:val="none" w:sz="0" w:space="0" w:color="auto"/>
                <w:right w:val="none" w:sz="0" w:space="0" w:color="auto"/>
              </w:divBdr>
            </w:div>
            <w:div w:id="1878544842">
              <w:marLeft w:val="0"/>
              <w:marRight w:val="0"/>
              <w:marTop w:val="0"/>
              <w:marBottom w:val="0"/>
              <w:divBdr>
                <w:top w:val="none" w:sz="0" w:space="0" w:color="auto"/>
                <w:left w:val="none" w:sz="0" w:space="0" w:color="auto"/>
                <w:bottom w:val="none" w:sz="0" w:space="0" w:color="auto"/>
                <w:right w:val="none" w:sz="0" w:space="0" w:color="auto"/>
              </w:divBdr>
            </w:div>
            <w:div w:id="1564944867">
              <w:marLeft w:val="0"/>
              <w:marRight w:val="0"/>
              <w:marTop w:val="0"/>
              <w:marBottom w:val="0"/>
              <w:divBdr>
                <w:top w:val="none" w:sz="0" w:space="0" w:color="auto"/>
                <w:left w:val="none" w:sz="0" w:space="0" w:color="auto"/>
                <w:bottom w:val="none" w:sz="0" w:space="0" w:color="auto"/>
                <w:right w:val="none" w:sz="0" w:space="0" w:color="auto"/>
              </w:divBdr>
            </w:div>
            <w:div w:id="1865553983">
              <w:marLeft w:val="0"/>
              <w:marRight w:val="0"/>
              <w:marTop w:val="0"/>
              <w:marBottom w:val="0"/>
              <w:divBdr>
                <w:top w:val="none" w:sz="0" w:space="0" w:color="auto"/>
                <w:left w:val="none" w:sz="0" w:space="0" w:color="auto"/>
                <w:bottom w:val="none" w:sz="0" w:space="0" w:color="auto"/>
                <w:right w:val="none" w:sz="0" w:space="0" w:color="auto"/>
              </w:divBdr>
            </w:div>
            <w:div w:id="1052460488">
              <w:marLeft w:val="0"/>
              <w:marRight w:val="0"/>
              <w:marTop w:val="0"/>
              <w:marBottom w:val="0"/>
              <w:divBdr>
                <w:top w:val="none" w:sz="0" w:space="0" w:color="auto"/>
                <w:left w:val="none" w:sz="0" w:space="0" w:color="auto"/>
                <w:bottom w:val="none" w:sz="0" w:space="0" w:color="auto"/>
                <w:right w:val="none" w:sz="0" w:space="0" w:color="auto"/>
              </w:divBdr>
            </w:div>
            <w:div w:id="924074489">
              <w:marLeft w:val="0"/>
              <w:marRight w:val="0"/>
              <w:marTop w:val="0"/>
              <w:marBottom w:val="0"/>
              <w:divBdr>
                <w:top w:val="none" w:sz="0" w:space="0" w:color="auto"/>
                <w:left w:val="none" w:sz="0" w:space="0" w:color="auto"/>
                <w:bottom w:val="none" w:sz="0" w:space="0" w:color="auto"/>
                <w:right w:val="none" w:sz="0" w:space="0" w:color="auto"/>
              </w:divBdr>
            </w:div>
            <w:div w:id="463044589">
              <w:marLeft w:val="0"/>
              <w:marRight w:val="0"/>
              <w:marTop w:val="0"/>
              <w:marBottom w:val="0"/>
              <w:divBdr>
                <w:top w:val="none" w:sz="0" w:space="0" w:color="auto"/>
                <w:left w:val="none" w:sz="0" w:space="0" w:color="auto"/>
                <w:bottom w:val="none" w:sz="0" w:space="0" w:color="auto"/>
                <w:right w:val="none" w:sz="0" w:space="0" w:color="auto"/>
              </w:divBdr>
            </w:div>
            <w:div w:id="1663774278">
              <w:marLeft w:val="0"/>
              <w:marRight w:val="0"/>
              <w:marTop w:val="0"/>
              <w:marBottom w:val="0"/>
              <w:divBdr>
                <w:top w:val="none" w:sz="0" w:space="0" w:color="auto"/>
                <w:left w:val="none" w:sz="0" w:space="0" w:color="auto"/>
                <w:bottom w:val="none" w:sz="0" w:space="0" w:color="auto"/>
                <w:right w:val="none" w:sz="0" w:space="0" w:color="auto"/>
              </w:divBdr>
            </w:div>
            <w:div w:id="1064448889">
              <w:marLeft w:val="0"/>
              <w:marRight w:val="0"/>
              <w:marTop w:val="0"/>
              <w:marBottom w:val="0"/>
              <w:divBdr>
                <w:top w:val="none" w:sz="0" w:space="0" w:color="auto"/>
                <w:left w:val="none" w:sz="0" w:space="0" w:color="auto"/>
                <w:bottom w:val="none" w:sz="0" w:space="0" w:color="auto"/>
                <w:right w:val="none" w:sz="0" w:space="0" w:color="auto"/>
              </w:divBdr>
            </w:div>
            <w:div w:id="757289687">
              <w:marLeft w:val="0"/>
              <w:marRight w:val="0"/>
              <w:marTop w:val="0"/>
              <w:marBottom w:val="0"/>
              <w:divBdr>
                <w:top w:val="none" w:sz="0" w:space="0" w:color="auto"/>
                <w:left w:val="none" w:sz="0" w:space="0" w:color="auto"/>
                <w:bottom w:val="none" w:sz="0" w:space="0" w:color="auto"/>
                <w:right w:val="none" w:sz="0" w:space="0" w:color="auto"/>
              </w:divBdr>
            </w:div>
            <w:div w:id="809178763">
              <w:marLeft w:val="0"/>
              <w:marRight w:val="0"/>
              <w:marTop w:val="0"/>
              <w:marBottom w:val="0"/>
              <w:divBdr>
                <w:top w:val="none" w:sz="0" w:space="0" w:color="auto"/>
                <w:left w:val="none" w:sz="0" w:space="0" w:color="auto"/>
                <w:bottom w:val="none" w:sz="0" w:space="0" w:color="auto"/>
                <w:right w:val="none" w:sz="0" w:space="0" w:color="auto"/>
              </w:divBdr>
            </w:div>
            <w:div w:id="158722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53558">
      <w:bodyDiv w:val="1"/>
      <w:marLeft w:val="0"/>
      <w:marRight w:val="0"/>
      <w:marTop w:val="0"/>
      <w:marBottom w:val="0"/>
      <w:divBdr>
        <w:top w:val="none" w:sz="0" w:space="0" w:color="auto"/>
        <w:left w:val="none" w:sz="0" w:space="0" w:color="auto"/>
        <w:bottom w:val="none" w:sz="0" w:space="0" w:color="auto"/>
        <w:right w:val="none" w:sz="0" w:space="0" w:color="auto"/>
      </w:divBdr>
      <w:divsChild>
        <w:div w:id="2124228647">
          <w:marLeft w:val="0"/>
          <w:marRight w:val="0"/>
          <w:marTop w:val="0"/>
          <w:marBottom w:val="0"/>
          <w:divBdr>
            <w:top w:val="none" w:sz="0" w:space="0" w:color="auto"/>
            <w:left w:val="none" w:sz="0" w:space="0" w:color="auto"/>
            <w:bottom w:val="none" w:sz="0" w:space="0" w:color="auto"/>
            <w:right w:val="none" w:sz="0" w:space="0" w:color="auto"/>
          </w:divBdr>
          <w:divsChild>
            <w:div w:id="1884826906">
              <w:marLeft w:val="0"/>
              <w:marRight w:val="0"/>
              <w:marTop w:val="0"/>
              <w:marBottom w:val="0"/>
              <w:divBdr>
                <w:top w:val="none" w:sz="0" w:space="0" w:color="auto"/>
                <w:left w:val="none" w:sz="0" w:space="0" w:color="auto"/>
                <w:bottom w:val="none" w:sz="0" w:space="0" w:color="auto"/>
                <w:right w:val="none" w:sz="0" w:space="0" w:color="auto"/>
              </w:divBdr>
            </w:div>
            <w:div w:id="1132551825">
              <w:marLeft w:val="0"/>
              <w:marRight w:val="0"/>
              <w:marTop w:val="0"/>
              <w:marBottom w:val="0"/>
              <w:divBdr>
                <w:top w:val="none" w:sz="0" w:space="0" w:color="auto"/>
                <w:left w:val="none" w:sz="0" w:space="0" w:color="auto"/>
                <w:bottom w:val="none" w:sz="0" w:space="0" w:color="auto"/>
                <w:right w:val="none" w:sz="0" w:space="0" w:color="auto"/>
              </w:divBdr>
            </w:div>
            <w:div w:id="187253859">
              <w:marLeft w:val="0"/>
              <w:marRight w:val="0"/>
              <w:marTop w:val="0"/>
              <w:marBottom w:val="0"/>
              <w:divBdr>
                <w:top w:val="none" w:sz="0" w:space="0" w:color="auto"/>
                <w:left w:val="none" w:sz="0" w:space="0" w:color="auto"/>
                <w:bottom w:val="none" w:sz="0" w:space="0" w:color="auto"/>
                <w:right w:val="none" w:sz="0" w:space="0" w:color="auto"/>
              </w:divBdr>
            </w:div>
            <w:div w:id="756483481">
              <w:marLeft w:val="0"/>
              <w:marRight w:val="0"/>
              <w:marTop w:val="0"/>
              <w:marBottom w:val="0"/>
              <w:divBdr>
                <w:top w:val="none" w:sz="0" w:space="0" w:color="auto"/>
                <w:left w:val="none" w:sz="0" w:space="0" w:color="auto"/>
                <w:bottom w:val="none" w:sz="0" w:space="0" w:color="auto"/>
                <w:right w:val="none" w:sz="0" w:space="0" w:color="auto"/>
              </w:divBdr>
            </w:div>
            <w:div w:id="1231693027">
              <w:marLeft w:val="0"/>
              <w:marRight w:val="0"/>
              <w:marTop w:val="0"/>
              <w:marBottom w:val="0"/>
              <w:divBdr>
                <w:top w:val="none" w:sz="0" w:space="0" w:color="auto"/>
                <w:left w:val="none" w:sz="0" w:space="0" w:color="auto"/>
                <w:bottom w:val="none" w:sz="0" w:space="0" w:color="auto"/>
                <w:right w:val="none" w:sz="0" w:space="0" w:color="auto"/>
              </w:divBdr>
            </w:div>
            <w:div w:id="961419902">
              <w:marLeft w:val="0"/>
              <w:marRight w:val="0"/>
              <w:marTop w:val="0"/>
              <w:marBottom w:val="0"/>
              <w:divBdr>
                <w:top w:val="none" w:sz="0" w:space="0" w:color="auto"/>
                <w:left w:val="none" w:sz="0" w:space="0" w:color="auto"/>
                <w:bottom w:val="none" w:sz="0" w:space="0" w:color="auto"/>
                <w:right w:val="none" w:sz="0" w:space="0" w:color="auto"/>
              </w:divBdr>
            </w:div>
            <w:div w:id="1867861249">
              <w:marLeft w:val="0"/>
              <w:marRight w:val="0"/>
              <w:marTop w:val="0"/>
              <w:marBottom w:val="0"/>
              <w:divBdr>
                <w:top w:val="none" w:sz="0" w:space="0" w:color="auto"/>
                <w:left w:val="none" w:sz="0" w:space="0" w:color="auto"/>
                <w:bottom w:val="none" w:sz="0" w:space="0" w:color="auto"/>
                <w:right w:val="none" w:sz="0" w:space="0" w:color="auto"/>
              </w:divBdr>
            </w:div>
            <w:div w:id="948121630">
              <w:marLeft w:val="0"/>
              <w:marRight w:val="0"/>
              <w:marTop w:val="0"/>
              <w:marBottom w:val="0"/>
              <w:divBdr>
                <w:top w:val="none" w:sz="0" w:space="0" w:color="auto"/>
                <w:left w:val="none" w:sz="0" w:space="0" w:color="auto"/>
                <w:bottom w:val="none" w:sz="0" w:space="0" w:color="auto"/>
                <w:right w:val="none" w:sz="0" w:space="0" w:color="auto"/>
              </w:divBdr>
            </w:div>
            <w:div w:id="125975552">
              <w:marLeft w:val="0"/>
              <w:marRight w:val="0"/>
              <w:marTop w:val="0"/>
              <w:marBottom w:val="0"/>
              <w:divBdr>
                <w:top w:val="none" w:sz="0" w:space="0" w:color="auto"/>
                <w:left w:val="none" w:sz="0" w:space="0" w:color="auto"/>
                <w:bottom w:val="none" w:sz="0" w:space="0" w:color="auto"/>
                <w:right w:val="none" w:sz="0" w:space="0" w:color="auto"/>
              </w:divBdr>
            </w:div>
            <w:div w:id="1669407950">
              <w:marLeft w:val="0"/>
              <w:marRight w:val="0"/>
              <w:marTop w:val="0"/>
              <w:marBottom w:val="0"/>
              <w:divBdr>
                <w:top w:val="none" w:sz="0" w:space="0" w:color="auto"/>
                <w:left w:val="none" w:sz="0" w:space="0" w:color="auto"/>
                <w:bottom w:val="none" w:sz="0" w:space="0" w:color="auto"/>
                <w:right w:val="none" w:sz="0" w:space="0" w:color="auto"/>
              </w:divBdr>
            </w:div>
            <w:div w:id="2079285971">
              <w:marLeft w:val="0"/>
              <w:marRight w:val="0"/>
              <w:marTop w:val="0"/>
              <w:marBottom w:val="0"/>
              <w:divBdr>
                <w:top w:val="none" w:sz="0" w:space="0" w:color="auto"/>
                <w:left w:val="none" w:sz="0" w:space="0" w:color="auto"/>
                <w:bottom w:val="none" w:sz="0" w:space="0" w:color="auto"/>
                <w:right w:val="none" w:sz="0" w:space="0" w:color="auto"/>
              </w:divBdr>
            </w:div>
            <w:div w:id="1597514614">
              <w:marLeft w:val="0"/>
              <w:marRight w:val="0"/>
              <w:marTop w:val="0"/>
              <w:marBottom w:val="0"/>
              <w:divBdr>
                <w:top w:val="none" w:sz="0" w:space="0" w:color="auto"/>
                <w:left w:val="none" w:sz="0" w:space="0" w:color="auto"/>
                <w:bottom w:val="none" w:sz="0" w:space="0" w:color="auto"/>
                <w:right w:val="none" w:sz="0" w:space="0" w:color="auto"/>
              </w:divBdr>
            </w:div>
            <w:div w:id="2092659952">
              <w:marLeft w:val="0"/>
              <w:marRight w:val="0"/>
              <w:marTop w:val="0"/>
              <w:marBottom w:val="0"/>
              <w:divBdr>
                <w:top w:val="none" w:sz="0" w:space="0" w:color="auto"/>
                <w:left w:val="none" w:sz="0" w:space="0" w:color="auto"/>
                <w:bottom w:val="none" w:sz="0" w:space="0" w:color="auto"/>
                <w:right w:val="none" w:sz="0" w:space="0" w:color="auto"/>
              </w:divBdr>
            </w:div>
            <w:div w:id="1162551794">
              <w:marLeft w:val="0"/>
              <w:marRight w:val="0"/>
              <w:marTop w:val="0"/>
              <w:marBottom w:val="0"/>
              <w:divBdr>
                <w:top w:val="none" w:sz="0" w:space="0" w:color="auto"/>
                <w:left w:val="none" w:sz="0" w:space="0" w:color="auto"/>
                <w:bottom w:val="none" w:sz="0" w:space="0" w:color="auto"/>
                <w:right w:val="none" w:sz="0" w:space="0" w:color="auto"/>
              </w:divBdr>
            </w:div>
            <w:div w:id="1271664855">
              <w:marLeft w:val="0"/>
              <w:marRight w:val="0"/>
              <w:marTop w:val="0"/>
              <w:marBottom w:val="0"/>
              <w:divBdr>
                <w:top w:val="none" w:sz="0" w:space="0" w:color="auto"/>
                <w:left w:val="none" w:sz="0" w:space="0" w:color="auto"/>
                <w:bottom w:val="none" w:sz="0" w:space="0" w:color="auto"/>
                <w:right w:val="none" w:sz="0" w:space="0" w:color="auto"/>
              </w:divBdr>
            </w:div>
            <w:div w:id="256669647">
              <w:marLeft w:val="0"/>
              <w:marRight w:val="0"/>
              <w:marTop w:val="0"/>
              <w:marBottom w:val="0"/>
              <w:divBdr>
                <w:top w:val="none" w:sz="0" w:space="0" w:color="auto"/>
                <w:left w:val="none" w:sz="0" w:space="0" w:color="auto"/>
                <w:bottom w:val="none" w:sz="0" w:space="0" w:color="auto"/>
                <w:right w:val="none" w:sz="0" w:space="0" w:color="auto"/>
              </w:divBdr>
            </w:div>
            <w:div w:id="1962953607">
              <w:marLeft w:val="0"/>
              <w:marRight w:val="0"/>
              <w:marTop w:val="0"/>
              <w:marBottom w:val="0"/>
              <w:divBdr>
                <w:top w:val="none" w:sz="0" w:space="0" w:color="auto"/>
                <w:left w:val="none" w:sz="0" w:space="0" w:color="auto"/>
                <w:bottom w:val="none" w:sz="0" w:space="0" w:color="auto"/>
                <w:right w:val="none" w:sz="0" w:space="0" w:color="auto"/>
              </w:divBdr>
            </w:div>
            <w:div w:id="251813925">
              <w:marLeft w:val="0"/>
              <w:marRight w:val="0"/>
              <w:marTop w:val="0"/>
              <w:marBottom w:val="0"/>
              <w:divBdr>
                <w:top w:val="none" w:sz="0" w:space="0" w:color="auto"/>
                <w:left w:val="none" w:sz="0" w:space="0" w:color="auto"/>
                <w:bottom w:val="none" w:sz="0" w:space="0" w:color="auto"/>
                <w:right w:val="none" w:sz="0" w:space="0" w:color="auto"/>
              </w:divBdr>
            </w:div>
            <w:div w:id="90973590">
              <w:marLeft w:val="0"/>
              <w:marRight w:val="0"/>
              <w:marTop w:val="0"/>
              <w:marBottom w:val="0"/>
              <w:divBdr>
                <w:top w:val="none" w:sz="0" w:space="0" w:color="auto"/>
                <w:left w:val="none" w:sz="0" w:space="0" w:color="auto"/>
                <w:bottom w:val="none" w:sz="0" w:space="0" w:color="auto"/>
                <w:right w:val="none" w:sz="0" w:space="0" w:color="auto"/>
              </w:divBdr>
            </w:div>
            <w:div w:id="1820996487">
              <w:marLeft w:val="0"/>
              <w:marRight w:val="0"/>
              <w:marTop w:val="0"/>
              <w:marBottom w:val="0"/>
              <w:divBdr>
                <w:top w:val="none" w:sz="0" w:space="0" w:color="auto"/>
                <w:left w:val="none" w:sz="0" w:space="0" w:color="auto"/>
                <w:bottom w:val="none" w:sz="0" w:space="0" w:color="auto"/>
                <w:right w:val="none" w:sz="0" w:space="0" w:color="auto"/>
              </w:divBdr>
            </w:div>
            <w:div w:id="1226333295">
              <w:marLeft w:val="0"/>
              <w:marRight w:val="0"/>
              <w:marTop w:val="0"/>
              <w:marBottom w:val="0"/>
              <w:divBdr>
                <w:top w:val="none" w:sz="0" w:space="0" w:color="auto"/>
                <w:left w:val="none" w:sz="0" w:space="0" w:color="auto"/>
                <w:bottom w:val="none" w:sz="0" w:space="0" w:color="auto"/>
                <w:right w:val="none" w:sz="0" w:space="0" w:color="auto"/>
              </w:divBdr>
            </w:div>
            <w:div w:id="1082994780">
              <w:marLeft w:val="0"/>
              <w:marRight w:val="0"/>
              <w:marTop w:val="0"/>
              <w:marBottom w:val="0"/>
              <w:divBdr>
                <w:top w:val="none" w:sz="0" w:space="0" w:color="auto"/>
                <w:left w:val="none" w:sz="0" w:space="0" w:color="auto"/>
                <w:bottom w:val="none" w:sz="0" w:space="0" w:color="auto"/>
                <w:right w:val="none" w:sz="0" w:space="0" w:color="auto"/>
              </w:divBdr>
            </w:div>
            <w:div w:id="1539001436">
              <w:marLeft w:val="0"/>
              <w:marRight w:val="0"/>
              <w:marTop w:val="0"/>
              <w:marBottom w:val="0"/>
              <w:divBdr>
                <w:top w:val="none" w:sz="0" w:space="0" w:color="auto"/>
                <w:left w:val="none" w:sz="0" w:space="0" w:color="auto"/>
                <w:bottom w:val="none" w:sz="0" w:space="0" w:color="auto"/>
                <w:right w:val="none" w:sz="0" w:space="0" w:color="auto"/>
              </w:divBdr>
            </w:div>
            <w:div w:id="289095741">
              <w:marLeft w:val="0"/>
              <w:marRight w:val="0"/>
              <w:marTop w:val="0"/>
              <w:marBottom w:val="0"/>
              <w:divBdr>
                <w:top w:val="none" w:sz="0" w:space="0" w:color="auto"/>
                <w:left w:val="none" w:sz="0" w:space="0" w:color="auto"/>
                <w:bottom w:val="none" w:sz="0" w:space="0" w:color="auto"/>
                <w:right w:val="none" w:sz="0" w:space="0" w:color="auto"/>
              </w:divBdr>
            </w:div>
            <w:div w:id="224417965">
              <w:marLeft w:val="0"/>
              <w:marRight w:val="0"/>
              <w:marTop w:val="0"/>
              <w:marBottom w:val="0"/>
              <w:divBdr>
                <w:top w:val="none" w:sz="0" w:space="0" w:color="auto"/>
                <w:left w:val="none" w:sz="0" w:space="0" w:color="auto"/>
                <w:bottom w:val="none" w:sz="0" w:space="0" w:color="auto"/>
                <w:right w:val="none" w:sz="0" w:space="0" w:color="auto"/>
              </w:divBdr>
            </w:div>
            <w:div w:id="85393693">
              <w:marLeft w:val="0"/>
              <w:marRight w:val="0"/>
              <w:marTop w:val="0"/>
              <w:marBottom w:val="0"/>
              <w:divBdr>
                <w:top w:val="none" w:sz="0" w:space="0" w:color="auto"/>
                <w:left w:val="none" w:sz="0" w:space="0" w:color="auto"/>
                <w:bottom w:val="none" w:sz="0" w:space="0" w:color="auto"/>
                <w:right w:val="none" w:sz="0" w:space="0" w:color="auto"/>
              </w:divBdr>
            </w:div>
            <w:div w:id="1000352025">
              <w:marLeft w:val="0"/>
              <w:marRight w:val="0"/>
              <w:marTop w:val="0"/>
              <w:marBottom w:val="0"/>
              <w:divBdr>
                <w:top w:val="none" w:sz="0" w:space="0" w:color="auto"/>
                <w:left w:val="none" w:sz="0" w:space="0" w:color="auto"/>
                <w:bottom w:val="none" w:sz="0" w:space="0" w:color="auto"/>
                <w:right w:val="none" w:sz="0" w:space="0" w:color="auto"/>
              </w:divBdr>
            </w:div>
            <w:div w:id="829175208">
              <w:marLeft w:val="0"/>
              <w:marRight w:val="0"/>
              <w:marTop w:val="0"/>
              <w:marBottom w:val="0"/>
              <w:divBdr>
                <w:top w:val="none" w:sz="0" w:space="0" w:color="auto"/>
                <w:left w:val="none" w:sz="0" w:space="0" w:color="auto"/>
                <w:bottom w:val="none" w:sz="0" w:space="0" w:color="auto"/>
                <w:right w:val="none" w:sz="0" w:space="0" w:color="auto"/>
              </w:divBdr>
            </w:div>
            <w:div w:id="226380532">
              <w:marLeft w:val="0"/>
              <w:marRight w:val="0"/>
              <w:marTop w:val="0"/>
              <w:marBottom w:val="0"/>
              <w:divBdr>
                <w:top w:val="none" w:sz="0" w:space="0" w:color="auto"/>
                <w:left w:val="none" w:sz="0" w:space="0" w:color="auto"/>
                <w:bottom w:val="none" w:sz="0" w:space="0" w:color="auto"/>
                <w:right w:val="none" w:sz="0" w:space="0" w:color="auto"/>
              </w:divBdr>
            </w:div>
            <w:div w:id="479732414">
              <w:marLeft w:val="0"/>
              <w:marRight w:val="0"/>
              <w:marTop w:val="0"/>
              <w:marBottom w:val="0"/>
              <w:divBdr>
                <w:top w:val="none" w:sz="0" w:space="0" w:color="auto"/>
                <w:left w:val="none" w:sz="0" w:space="0" w:color="auto"/>
                <w:bottom w:val="none" w:sz="0" w:space="0" w:color="auto"/>
                <w:right w:val="none" w:sz="0" w:space="0" w:color="auto"/>
              </w:divBdr>
            </w:div>
            <w:div w:id="1939754901">
              <w:marLeft w:val="0"/>
              <w:marRight w:val="0"/>
              <w:marTop w:val="0"/>
              <w:marBottom w:val="0"/>
              <w:divBdr>
                <w:top w:val="none" w:sz="0" w:space="0" w:color="auto"/>
                <w:left w:val="none" w:sz="0" w:space="0" w:color="auto"/>
                <w:bottom w:val="none" w:sz="0" w:space="0" w:color="auto"/>
                <w:right w:val="none" w:sz="0" w:space="0" w:color="auto"/>
              </w:divBdr>
            </w:div>
            <w:div w:id="840580581">
              <w:marLeft w:val="0"/>
              <w:marRight w:val="0"/>
              <w:marTop w:val="0"/>
              <w:marBottom w:val="0"/>
              <w:divBdr>
                <w:top w:val="none" w:sz="0" w:space="0" w:color="auto"/>
                <w:left w:val="none" w:sz="0" w:space="0" w:color="auto"/>
                <w:bottom w:val="none" w:sz="0" w:space="0" w:color="auto"/>
                <w:right w:val="none" w:sz="0" w:space="0" w:color="auto"/>
              </w:divBdr>
            </w:div>
            <w:div w:id="409927922">
              <w:marLeft w:val="0"/>
              <w:marRight w:val="0"/>
              <w:marTop w:val="0"/>
              <w:marBottom w:val="0"/>
              <w:divBdr>
                <w:top w:val="none" w:sz="0" w:space="0" w:color="auto"/>
                <w:left w:val="none" w:sz="0" w:space="0" w:color="auto"/>
                <w:bottom w:val="none" w:sz="0" w:space="0" w:color="auto"/>
                <w:right w:val="none" w:sz="0" w:space="0" w:color="auto"/>
              </w:divBdr>
            </w:div>
            <w:div w:id="1081030018">
              <w:marLeft w:val="0"/>
              <w:marRight w:val="0"/>
              <w:marTop w:val="0"/>
              <w:marBottom w:val="0"/>
              <w:divBdr>
                <w:top w:val="none" w:sz="0" w:space="0" w:color="auto"/>
                <w:left w:val="none" w:sz="0" w:space="0" w:color="auto"/>
                <w:bottom w:val="none" w:sz="0" w:space="0" w:color="auto"/>
                <w:right w:val="none" w:sz="0" w:space="0" w:color="auto"/>
              </w:divBdr>
            </w:div>
            <w:div w:id="1121143972">
              <w:marLeft w:val="0"/>
              <w:marRight w:val="0"/>
              <w:marTop w:val="0"/>
              <w:marBottom w:val="0"/>
              <w:divBdr>
                <w:top w:val="none" w:sz="0" w:space="0" w:color="auto"/>
                <w:left w:val="none" w:sz="0" w:space="0" w:color="auto"/>
                <w:bottom w:val="none" w:sz="0" w:space="0" w:color="auto"/>
                <w:right w:val="none" w:sz="0" w:space="0" w:color="auto"/>
              </w:divBdr>
            </w:div>
            <w:div w:id="1527057227">
              <w:marLeft w:val="0"/>
              <w:marRight w:val="0"/>
              <w:marTop w:val="0"/>
              <w:marBottom w:val="0"/>
              <w:divBdr>
                <w:top w:val="none" w:sz="0" w:space="0" w:color="auto"/>
                <w:left w:val="none" w:sz="0" w:space="0" w:color="auto"/>
                <w:bottom w:val="none" w:sz="0" w:space="0" w:color="auto"/>
                <w:right w:val="none" w:sz="0" w:space="0" w:color="auto"/>
              </w:divBdr>
            </w:div>
            <w:div w:id="954678435">
              <w:marLeft w:val="0"/>
              <w:marRight w:val="0"/>
              <w:marTop w:val="0"/>
              <w:marBottom w:val="0"/>
              <w:divBdr>
                <w:top w:val="none" w:sz="0" w:space="0" w:color="auto"/>
                <w:left w:val="none" w:sz="0" w:space="0" w:color="auto"/>
                <w:bottom w:val="none" w:sz="0" w:space="0" w:color="auto"/>
                <w:right w:val="none" w:sz="0" w:space="0" w:color="auto"/>
              </w:divBdr>
            </w:div>
            <w:div w:id="1248155045">
              <w:marLeft w:val="0"/>
              <w:marRight w:val="0"/>
              <w:marTop w:val="0"/>
              <w:marBottom w:val="0"/>
              <w:divBdr>
                <w:top w:val="none" w:sz="0" w:space="0" w:color="auto"/>
                <w:left w:val="none" w:sz="0" w:space="0" w:color="auto"/>
                <w:bottom w:val="none" w:sz="0" w:space="0" w:color="auto"/>
                <w:right w:val="none" w:sz="0" w:space="0" w:color="auto"/>
              </w:divBdr>
            </w:div>
            <w:div w:id="1325939100">
              <w:marLeft w:val="0"/>
              <w:marRight w:val="0"/>
              <w:marTop w:val="0"/>
              <w:marBottom w:val="0"/>
              <w:divBdr>
                <w:top w:val="none" w:sz="0" w:space="0" w:color="auto"/>
                <w:left w:val="none" w:sz="0" w:space="0" w:color="auto"/>
                <w:bottom w:val="none" w:sz="0" w:space="0" w:color="auto"/>
                <w:right w:val="none" w:sz="0" w:space="0" w:color="auto"/>
              </w:divBdr>
            </w:div>
            <w:div w:id="855389376">
              <w:marLeft w:val="0"/>
              <w:marRight w:val="0"/>
              <w:marTop w:val="0"/>
              <w:marBottom w:val="0"/>
              <w:divBdr>
                <w:top w:val="none" w:sz="0" w:space="0" w:color="auto"/>
                <w:left w:val="none" w:sz="0" w:space="0" w:color="auto"/>
                <w:bottom w:val="none" w:sz="0" w:space="0" w:color="auto"/>
                <w:right w:val="none" w:sz="0" w:space="0" w:color="auto"/>
              </w:divBdr>
            </w:div>
            <w:div w:id="929119656">
              <w:marLeft w:val="0"/>
              <w:marRight w:val="0"/>
              <w:marTop w:val="0"/>
              <w:marBottom w:val="0"/>
              <w:divBdr>
                <w:top w:val="none" w:sz="0" w:space="0" w:color="auto"/>
                <w:left w:val="none" w:sz="0" w:space="0" w:color="auto"/>
                <w:bottom w:val="none" w:sz="0" w:space="0" w:color="auto"/>
                <w:right w:val="none" w:sz="0" w:space="0" w:color="auto"/>
              </w:divBdr>
            </w:div>
            <w:div w:id="1827355396">
              <w:marLeft w:val="0"/>
              <w:marRight w:val="0"/>
              <w:marTop w:val="0"/>
              <w:marBottom w:val="0"/>
              <w:divBdr>
                <w:top w:val="none" w:sz="0" w:space="0" w:color="auto"/>
                <w:left w:val="none" w:sz="0" w:space="0" w:color="auto"/>
                <w:bottom w:val="none" w:sz="0" w:space="0" w:color="auto"/>
                <w:right w:val="none" w:sz="0" w:space="0" w:color="auto"/>
              </w:divBdr>
            </w:div>
            <w:div w:id="848255061">
              <w:marLeft w:val="0"/>
              <w:marRight w:val="0"/>
              <w:marTop w:val="0"/>
              <w:marBottom w:val="0"/>
              <w:divBdr>
                <w:top w:val="none" w:sz="0" w:space="0" w:color="auto"/>
                <w:left w:val="none" w:sz="0" w:space="0" w:color="auto"/>
                <w:bottom w:val="none" w:sz="0" w:space="0" w:color="auto"/>
                <w:right w:val="none" w:sz="0" w:space="0" w:color="auto"/>
              </w:divBdr>
            </w:div>
            <w:div w:id="1628781609">
              <w:marLeft w:val="0"/>
              <w:marRight w:val="0"/>
              <w:marTop w:val="0"/>
              <w:marBottom w:val="0"/>
              <w:divBdr>
                <w:top w:val="none" w:sz="0" w:space="0" w:color="auto"/>
                <w:left w:val="none" w:sz="0" w:space="0" w:color="auto"/>
                <w:bottom w:val="none" w:sz="0" w:space="0" w:color="auto"/>
                <w:right w:val="none" w:sz="0" w:space="0" w:color="auto"/>
              </w:divBdr>
            </w:div>
            <w:div w:id="333191698">
              <w:marLeft w:val="0"/>
              <w:marRight w:val="0"/>
              <w:marTop w:val="0"/>
              <w:marBottom w:val="0"/>
              <w:divBdr>
                <w:top w:val="none" w:sz="0" w:space="0" w:color="auto"/>
                <w:left w:val="none" w:sz="0" w:space="0" w:color="auto"/>
                <w:bottom w:val="none" w:sz="0" w:space="0" w:color="auto"/>
                <w:right w:val="none" w:sz="0" w:space="0" w:color="auto"/>
              </w:divBdr>
            </w:div>
            <w:div w:id="617836980">
              <w:marLeft w:val="0"/>
              <w:marRight w:val="0"/>
              <w:marTop w:val="0"/>
              <w:marBottom w:val="0"/>
              <w:divBdr>
                <w:top w:val="none" w:sz="0" w:space="0" w:color="auto"/>
                <w:left w:val="none" w:sz="0" w:space="0" w:color="auto"/>
                <w:bottom w:val="none" w:sz="0" w:space="0" w:color="auto"/>
                <w:right w:val="none" w:sz="0" w:space="0" w:color="auto"/>
              </w:divBdr>
            </w:div>
            <w:div w:id="730347687">
              <w:marLeft w:val="0"/>
              <w:marRight w:val="0"/>
              <w:marTop w:val="0"/>
              <w:marBottom w:val="0"/>
              <w:divBdr>
                <w:top w:val="none" w:sz="0" w:space="0" w:color="auto"/>
                <w:left w:val="none" w:sz="0" w:space="0" w:color="auto"/>
                <w:bottom w:val="none" w:sz="0" w:space="0" w:color="auto"/>
                <w:right w:val="none" w:sz="0" w:space="0" w:color="auto"/>
              </w:divBdr>
            </w:div>
            <w:div w:id="1754858055">
              <w:marLeft w:val="0"/>
              <w:marRight w:val="0"/>
              <w:marTop w:val="0"/>
              <w:marBottom w:val="0"/>
              <w:divBdr>
                <w:top w:val="none" w:sz="0" w:space="0" w:color="auto"/>
                <w:left w:val="none" w:sz="0" w:space="0" w:color="auto"/>
                <w:bottom w:val="none" w:sz="0" w:space="0" w:color="auto"/>
                <w:right w:val="none" w:sz="0" w:space="0" w:color="auto"/>
              </w:divBdr>
            </w:div>
            <w:div w:id="1410735751">
              <w:marLeft w:val="0"/>
              <w:marRight w:val="0"/>
              <w:marTop w:val="0"/>
              <w:marBottom w:val="0"/>
              <w:divBdr>
                <w:top w:val="none" w:sz="0" w:space="0" w:color="auto"/>
                <w:left w:val="none" w:sz="0" w:space="0" w:color="auto"/>
                <w:bottom w:val="none" w:sz="0" w:space="0" w:color="auto"/>
                <w:right w:val="none" w:sz="0" w:space="0" w:color="auto"/>
              </w:divBdr>
            </w:div>
            <w:div w:id="549655327">
              <w:marLeft w:val="0"/>
              <w:marRight w:val="0"/>
              <w:marTop w:val="0"/>
              <w:marBottom w:val="0"/>
              <w:divBdr>
                <w:top w:val="none" w:sz="0" w:space="0" w:color="auto"/>
                <w:left w:val="none" w:sz="0" w:space="0" w:color="auto"/>
                <w:bottom w:val="none" w:sz="0" w:space="0" w:color="auto"/>
                <w:right w:val="none" w:sz="0" w:space="0" w:color="auto"/>
              </w:divBdr>
            </w:div>
            <w:div w:id="496699456">
              <w:marLeft w:val="0"/>
              <w:marRight w:val="0"/>
              <w:marTop w:val="0"/>
              <w:marBottom w:val="0"/>
              <w:divBdr>
                <w:top w:val="none" w:sz="0" w:space="0" w:color="auto"/>
                <w:left w:val="none" w:sz="0" w:space="0" w:color="auto"/>
                <w:bottom w:val="none" w:sz="0" w:space="0" w:color="auto"/>
                <w:right w:val="none" w:sz="0" w:space="0" w:color="auto"/>
              </w:divBdr>
            </w:div>
            <w:div w:id="7873322">
              <w:marLeft w:val="0"/>
              <w:marRight w:val="0"/>
              <w:marTop w:val="0"/>
              <w:marBottom w:val="0"/>
              <w:divBdr>
                <w:top w:val="none" w:sz="0" w:space="0" w:color="auto"/>
                <w:left w:val="none" w:sz="0" w:space="0" w:color="auto"/>
                <w:bottom w:val="none" w:sz="0" w:space="0" w:color="auto"/>
                <w:right w:val="none" w:sz="0" w:space="0" w:color="auto"/>
              </w:divBdr>
            </w:div>
            <w:div w:id="45497477">
              <w:marLeft w:val="0"/>
              <w:marRight w:val="0"/>
              <w:marTop w:val="0"/>
              <w:marBottom w:val="0"/>
              <w:divBdr>
                <w:top w:val="none" w:sz="0" w:space="0" w:color="auto"/>
                <w:left w:val="none" w:sz="0" w:space="0" w:color="auto"/>
                <w:bottom w:val="none" w:sz="0" w:space="0" w:color="auto"/>
                <w:right w:val="none" w:sz="0" w:space="0" w:color="auto"/>
              </w:divBdr>
            </w:div>
            <w:div w:id="1727798016">
              <w:marLeft w:val="0"/>
              <w:marRight w:val="0"/>
              <w:marTop w:val="0"/>
              <w:marBottom w:val="0"/>
              <w:divBdr>
                <w:top w:val="none" w:sz="0" w:space="0" w:color="auto"/>
                <w:left w:val="none" w:sz="0" w:space="0" w:color="auto"/>
                <w:bottom w:val="none" w:sz="0" w:space="0" w:color="auto"/>
                <w:right w:val="none" w:sz="0" w:space="0" w:color="auto"/>
              </w:divBdr>
            </w:div>
            <w:div w:id="1900480474">
              <w:marLeft w:val="0"/>
              <w:marRight w:val="0"/>
              <w:marTop w:val="0"/>
              <w:marBottom w:val="0"/>
              <w:divBdr>
                <w:top w:val="none" w:sz="0" w:space="0" w:color="auto"/>
                <w:left w:val="none" w:sz="0" w:space="0" w:color="auto"/>
                <w:bottom w:val="none" w:sz="0" w:space="0" w:color="auto"/>
                <w:right w:val="none" w:sz="0" w:space="0" w:color="auto"/>
              </w:divBdr>
            </w:div>
            <w:div w:id="926577654">
              <w:marLeft w:val="0"/>
              <w:marRight w:val="0"/>
              <w:marTop w:val="0"/>
              <w:marBottom w:val="0"/>
              <w:divBdr>
                <w:top w:val="none" w:sz="0" w:space="0" w:color="auto"/>
                <w:left w:val="none" w:sz="0" w:space="0" w:color="auto"/>
                <w:bottom w:val="none" w:sz="0" w:space="0" w:color="auto"/>
                <w:right w:val="none" w:sz="0" w:space="0" w:color="auto"/>
              </w:divBdr>
            </w:div>
            <w:div w:id="13537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6859">
      <w:bodyDiv w:val="1"/>
      <w:marLeft w:val="0"/>
      <w:marRight w:val="0"/>
      <w:marTop w:val="0"/>
      <w:marBottom w:val="0"/>
      <w:divBdr>
        <w:top w:val="none" w:sz="0" w:space="0" w:color="auto"/>
        <w:left w:val="none" w:sz="0" w:space="0" w:color="auto"/>
        <w:bottom w:val="none" w:sz="0" w:space="0" w:color="auto"/>
        <w:right w:val="none" w:sz="0" w:space="0" w:color="auto"/>
      </w:divBdr>
    </w:div>
    <w:div w:id="129250437">
      <w:bodyDiv w:val="1"/>
      <w:marLeft w:val="0"/>
      <w:marRight w:val="0"/>
      <w:marTop w:val="0"/>
      <w:marBottom w:val="0"/>
      <w:divBdr>
        <w:top w:val="none" w:sz="0" w:space="0" w:color="auto"/>
        <w:left w:val="none" w:sz="0" w:space="0" w:color="auto"/>
        <w:bottom w:val="none" w:sz="0" w:space="0" w:color="auto"/>
        <w:right w:val="none" w:sz="0" w:space="0" w:color="auto"/>
      </w:divBdr>
      <w:divsChild>
        <w:div w:id="1397047391">
          <w:marLeft w:val="0"/>
          <w:marRight w:val="0"/>
          <w:marTop w:val="0"/>
          <w:marBottom w:val="0"/>
          <w:divBdr>
            <w:top w:val="none" w:sz="0" w:space="0" w:color="auto"/>
            <w:left w:val="none" w:sz="0" w:space="0" w:color="auto"/>
            <w:bottom w:val="none" w:sz="0" w:space="0" w:color="auto"/>
            <w:right w:val="none" w:sz="0" w:space="0" w:color="auto"/>
          </w:divBdr>
          <w:divsChild>
            <w:div w:id="928200999">
              <w:marLeft w:val="0"/>
              <w:marRight w:val="0"/>
              <w:marTop w:val="0"/>
              <w:marBottom w:val="0"/>
              <w:divBdr>
                <w:top w:val="none" w:sz="0" w:space="0" w:color="auto"/>
                <w:left w:val="none" w:sz="0" w:space="0" w:color="auto"/>
                <w:bottom w:val="none" w:sz="0" w:space="0" w:color="auto"/>
                <w:right w:val="none" w:sz="0" w:space="0" w:color="auto"/>
              </w:divBdr>
            </w:div>
            <w:div w:id="636374004">
              <w:marLeft w:val="0"/>
              <w:marRight w:val="0"/>
              <w:marTop w:val="0"/>
              <w:marBottom w:val="0"/>
              <w:divBdr>
                <w:top w:val="none" w:sz="0" w:space="0" w:color="auto"/>
                <w:left w:val="none" w:sz="0" w:space="0" w:color="auto"/>
                <w:bottom w:val="none" w:sz="0" w:space="0" w:color="auto"/>
                <w:right w:val="none" w:sz="0" w:space="0" w:color="auto"/>
              </w:divBdr>
            </w:div>
            <w:div w:id="1601059793">
              <w:marLeft w:val="0"/>
              <w:marRight w:val="0"/>
              <w:marTop w:val="0"/>
              <w:marBottom w:val="0"/>
              <w:divBdr>
                <w:top w:val="none" w:sz="0" w:space="0" w:color="auto"/>
                <w:left w:val="none" w:sz="0" w:space="0" w:color="auto"/>
                <w:bottom w:val="none" w:sz="0" w:space="0" w:color="auto"/>
                <w:right w:val="none" w:sz="0" w:space="0" w:color="auto"/>
              </w:divBdr>
            </w:div>
            <w:div w:id="1228688280">
              <w:marLeft w:val="0"/>
              <w:marRight w:val="0"/>
              <w:marTop w:val="0"/>
              <w:marBottom w:val="0"/>
              <w:divBdr>
                <w:top w:val="none" w:sz="0" w:space="0" w:color="auto"/>
                <w:left w:val="none" w:sz="0" w:space="0" w:color="auto"/>
                <w:bottom w:val="none" w:sz="0" w:space="0" w:color="auto"/>
                <w:right w:val="none" w:sz="0" w:space="0" w:color="auto"/>
              </w:divBdr>
            </w:div>
            <w:div w:id="561524574">
              <w:marLeft w:val="0"/>
              <w:marRight w:val="0"/>
              <w:marTop w:val="0"/>
              <w:marBottom w:val="0"/>
              <w:divBdr>
                <w:top w:val="none" w:sz="0" w:space="0" w:color="auto"/>
                <w:left w:val="none" w:sz="0" w:space="0" w:color="auto"/>
                <w:bottom w:val="none" w:sz="0" w:space="0" w:color="auto"/>
                <w:right w:val="none" w:sz="0" w:space="0" w:color="auto"/>
              </w:divBdr>
            </w:div>
            <w:div w:id="1282416762">
              <w:marLeft w:val="0"/>
              <w:marRight w:val="0"/>
              <w:marTop w:val="0"/>
              <w:marBottom w:val="0"/>
              <w:divBdr>
                <w:top w:val="none" w:sz="0" w:space="0" w:color="auto"/>
                <w:left w:val="none" w:sz="0" w:space="0" w:color="auto"/>
                <w:bottom w:val="none" w:sz="0" w:space="0" w:color="auto"/>
                <w:right w:val="none" w:sz="0" w:space="0" w:color="auto"/>
              </w:divBdr>
            </w:div>
            <w:div w:id="1972859705">
              <w:marLeft w:val="0"/>
              <w:marRight w:val="0"/>
              <w:marTop w:val="0"/>
              <w:marBottom w:val="0"/>
              <w:divBdr>
                <w:top w:val="none" w:sz="0" w:space="0" w:color="auto"/>
                <w:left w:val="none" w:sz="0" w:space="0" w:color="auto"/>
                <w:bottom w:val="none" w:sz="0" w:space="0" w:color="auto"/>
                <w:right w:val="none" w:sz="0" w:space="0" w:color="auto"/>
              </w:divBdr>
            </w:div>
            <w:div w:id="227767609">
              <w:marLeft w:val="0"/>
              <w:marRight w:val="0"/>
              <w:marTop w:val="0"/>
              <w:marBottom w:val="0"/>
              <w:divBdr>
                <w:top w:val="none" w:sz="0" w:space="0" w:color="auto"/>
                <w:left w:val="none" w:sz="0" w:space="0" w:color="auto"/>
                <w:bottom w:val="none" w:sz="0" w:space="0" w:color="auto"/>
                <w:right w:val="none" w:sz="0" w:space="0" w:color="auto"/>
              </w:divBdr>
            </w:div>
            <w:div w:id="886454922">
              <w:marLeft w:val="0"/>
              <w:marRight w:val="0"/>
              <w:marTop w:val="0"/>
              <w:marBottom w:val="0"/>
              <w:divBdr>
                <w:top w:val="none" w:sz="0" w:space="0" w:color="auto"/>
                <w:left w:val="none" w:sz="0" w:space="0" w:color="auto"/>
                <w:bottom w:val="none" w:sz="0" w:space="0" w:color="auto"/>
                <w:right w:val="none" w:sz="0" w:space="0" w:color="auto"/>
              </w:divBdr>
            </w:div>
            <w:div w:id="1769886220">
              <w:marLeft w:val="0"/>
              <w:marRight w:val="0"/>
              <w:marTop w:val="0"/>
              <w:marBottom w:val="0"/>
              <w:divBdr>
                <w:top w:val="none" w:sz="0" w:space="0" w:color="auto"/>
                <w:left w:val="none" w:sz="0" w:space="0" w:color="auto"/>
                <w:bottom w:val="none" w:sz="0" w:space="0" w:color="auto"/>
                <w:right w:val="none" w:sz="0" w:space="0" w:color="auto"/>
              </w:divBdr>
            </w:div>
            <w:div w:id="666439190">
              <w:marLeft w:val="0"/>
              <w:marRight w:val="0"/>
              <w:marTop w:val="0"/>
              <w:marBottom w:val="0"/>
              <w:divBdr>
                <w:top w:val="none" w:sz="0" w:space="0" w:color="auto"/>
                <w:left w:val="none" w:sz="0" w:space="0" w:color="auto"/>
                <w:bottom w:val="none" w:sz="0" w:space="0" w:color="auto"/>
                <w:right w:val="none" w:sz="0" w:space="0" w:color="auto"/>
              </w:divBdr>
            </w:div>
            <w:div w:id="1962108583">
              <w:marLeft w:val="0"/>
              <w:marRight w:val="0"/>
              <w:marTop w:val="0"/>
              <w:marBottom w:val="0"/>
              <w:divBdr>
                <w:top w:val="none" w:sz="0" w:space="0" w:color="auto"/>
                <w:left w:val="none" w:sz="0" w:space="0" w:color="auto"/>
                <w:bottom w:val="none" w:sz="0" w:space="0" w:color="auto"/>
                <w:right w:val="none" w:sz="0" w:space="0" w:color="auto"/>
              </w:divBdr>
            </w:div>
            <w:div w:id="955719406">
              <w:marLeft w:val="0"/>
              <w:marRight w:val="0"/>
              <w:marTop w:val="0"/>
              <w:marBottom w:val="0"/>
              <w:divBdr>
                <w:top w:val="none" w:sz="0" w:space="0" w:color="auto"/>
                <w:left w:val="none" w:sz="0" w:space="0" w:color="auto"/>
                <w:bottom w:val="none" w:sz="0" w:space="0" w:color="auto"/>
                <w:right w:val="none" w:sz="0" w:space="0" w:color="auto"/>
              </w:divBdr>
            </w:div>
            <w:div w:id="810829719">
              <w:marLeft w:val="0"/>
              <w:marRight w:val="0"/>
              <w:marTop w:val="0"/>
              <w:marBottom w:val="0"/>
              <w:divBdr>
                <w:top w:val="none" w:sz="0" w:space="0" w:color="auto"/>
                <w:left w:val="none" w:sz="0" w:space="0" w:color="auto"/>
                <w:bottom w:val="none" w:sz="0" w:space="0" w:color="auto"/>
                <w:right w:val="none" w:sz="0" w:space="0" w:color="auto"/>
              </w:divBdr>
            </w:div>
            <w:div w:id="276717256">
              <w:marLeft w:val="0"/>
              <w:marRight w:val="0"/>
              <w:marTop w:val="0"/>
              <w:marBottom w:val="0"/>
              <w:divBdr>
                <w:top w:val="none" w:sz="0" w:space="0" w:color="auto"/>
                <w:left w:val="none" w:sz="0" w:space="0" w:color="auto"/>
                <w:bottom w:val="none" w:sz="0" w:space="0" w:color="auto"/>
                <w:right w:val="none" w:sz="0" w:space="0" w:color="auto"/>
              </w:divBdr>
            </w:div>
            <w:div w:id="1265728144">
              <w:marLeft w:val="0"/>
              <w:marRight w:val="0"/>
              <w:marTop w:val="0"/>
              <w:marBottom w:val="0"/>
              <w:divBdr>
                <w:top w:val="none" w:sz="0" w:space="0" w:color="auto"/>
                <w:left w:val="none" w:sz="0" w:space="0" w:color="auto"/>
                <w:bottom w:val="none" w:sz="0" w:space="0" w:color="auto"/>
                <w:right w:val="none" w:sz="0" w:space="0" w:color="auto"/>
              </w:divBdr>
            </w:div>
            <w:div w:id="260190594">
              <w:marLeft w:val="0"/>
              <w:marRight w:val="0"/>
              <w:marTop w:val="0"/>
              <w:marBottom w:val="0"/>
              <w:divBdr>
                <w:top w:val="none" w:sz="0" w:space="0" w:color="auto"/>
                <w:left w:val="none" w:sz="0" w:space="0" w:color="auto"/>
                <w:bottom w:val="none" w:sz="0" w:space="0" w:color="auto"/>
                <w:right w:val="none" w:sz="0" w:space="0" w:color="auto"/>
              </w:divBdr>
            </w:div>
            <w:div w:id="14880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5212">
      <w:bodyDiv w:val="1"/>
      <w:marLeft w:val="0"/>
      <w:marRight w:val="0"/>
      <w:marTop w:val="0"/>
      <w:marBottom w:val="0"/>
      <w:divBdr>
        <w:top w:val="none" w:sz="0" w:space="0" w:color="auto"/>
        <w:left w:val="none" w:sz="0" w:space="0" w:color="auto"/>
        <w:bottom w:val="none" w:sz="0" w:space="0" w:color="auto"/>
        <w:right w:val="none" w:sz="0" w:space="0" w:color="auto"/>
      </w:divBdr>
    </w:div>
    <w:div w:id="152140346">
      <w:bodyDiv w:val="1"/>
      <w:marLeft w:val="0"/>
      <w:marRight w:val="0"/>
      <w:marTop w:val="0"/>
      <w:marBottom w:val="0"/>
      <w:divBdr>
        <w:top w:val="none" w:sz="0" w:space="0" w:color="auto"/>
        <w:left w:val="none" w:sz="0" w:space="0" w:color="auto"/>
        <w:bottom w:val="none" w:sz="0" w:space="0" w:color="auto"/>
        <w:right w:val="none" w:sz="0" w:space="0" w:color="auto"/>
      </w:divBdr>
    </w:div>
    <w:div w:id="167909266">
      <w:bodyDiv w:val="1"/>
      <w:marLeft w:val="0"/>
      <w:marRight w:val="0"/>
      <w:marTop w:val="0"/>
      <w:marBottom w:val="0"/>
      <w:divBdr>
        <w:top w:val="none" w:sz="0" w:space="0" w:color="auto"/>
        <w:left w:val="none" w:sz="0" w:space="0" w:color="auto"/>
        <w:bottom w:val="none" w:sz="0" w:space="0" w:color="auto"/>
        <w:right w:val="none" w:sz="0" w:space="0" w:color="auto"/>
      </w:divBdr>
    </w:div>
    <w:div w:id="167910861">
      <w:bodyDiv w:val="1"/>
      <w:marLeft w:val="0"/>
      <w:marRight w:val="0"/>
      <w:marTop w:val="0"/>
      <w:marBottom w:val="0"/>
      <w:divBdr>
        <w:top w:val="none" w:sz="0" w:space="0" w:color="auto"/>
        <w:left w:val="none" w:sz="0" w:space="0" w:color="auto"/>
        <w:bottom w:val="none" w:sz="0" w:space="0" w:color="auto"/>
        <w:right w:val="none" w:sz="0" w:space="0" w:color="auto"/>
      </w:divBdr>
      <w:divsChild>
        <w:div w:id="2084327189">
          <w:marLeft w:val="0"/>
          <w:marRight w:val="0"/>
          <w:marTop w:val="0"/>
          <w:marBottom w:val="0"/>
          <w:divBdr>
            <w:top w:val="none" w:sz="0" w:space="0" w:color="auto"/>
            <w:left w:val="none" w:sz="0" w:space="0" w:color="auto"/>
            <w:bottom w:val="none" w:sz="0" w:space="0" w:color="auto"/>
            <w:right w:val="none" w:sz="0" w:space="0" w:color="auto"/>
          </w:divBdr>
          <w:divsChild>
            <w:div w:id="166407146">
              <w:marLeft w:val="0"/>
              <w:marRight w:val="0"/>
              <w:marTop w:val="0"/>
              <w:marBottom w:val="0"/>
              <w:divBdr>
                <w:top w:val="none" w:sz="0" w:space="0" w:color="auto"/>
                <w:left w:val="none" w:sz="0" w:space="0" w:color="auto"/>
                <w:bottom w:val="none" w:sz="0" w:space="0" w:color="auto"/>
                <w:right w:val="none" w:sz="0" w:space="0" w:color="auto"/>
              </w:divBdr>
            </w:div>
            <w:div w:id="1085222122">
              <w:marLeft w:val="0"/>
              <w:marRight w:val="0"/>
              <w:marTop w:val="0"/>
              <w:marBottom w:val="0"/>
              <w:divBdr>
                <w:top w:val="none" w:sz="0" w:space="0" w:color="auto"/>
                <w:left w:val="none" w:sz="0" w:space="0" w:color="auto"/>
                <w:bottom w:val="none" w:sz="0" w:space="0" w:color="auto"/>
                <w:right w:val="none" w:sz="0" w:space="0" w:color="auto"/>
              </w:divBdr>
            </w:div>
            <w:div w:id="680820691">
              <w:marLeft w:val="0"/>
              <w:marRight w:val="0"/>
              <w:marTop w:val="0"/>
              <w:marBottom w:val="0"/>
              <w:divBdr>
                <w:top w:val="none" w:sz="0" w:space="0" w:color="auto"/>
                <w:left w:val="none" w:sz="0" w:space="0" w:color="auto"/>
                <w:bottom w:val="none" w:sz="0" w:space="0" w:color="auto"/>
                <w:right w:val="none" w:sz="0" w:space="0" w:color="auto"/>
              </w:divBdr>
            </w:div>
            <w:div w:id="13046582">
              <w:marLeft w:val="0"/>
              <w:marRight w:val="0"/>
              <w:marTop w:val="0"/>
              <w:marBottom w:val="0"/>
              <w:divBdr>
                <w:top w:val="none" w:sz="0" w:space="0" w:color="auto"/>
                <w:left w:val="none" w:sz="0" w:space="0" w:color="auto"/>
                <w:bottom w:val="none" w:sz="0" w:space="0" w:color="auto"/>
                <w:right w:val="none" w:sz="0" w:space="0" w:color="auto"/>
              </w:divBdr>
            </w:div>
            <w:div w:id="490295666">
              <w:marLeft w:val="0"/>
              <w:marRight w:val="0"/>
              <w:marTop w:val="0"/>
              <w:marBottom w:val="0"/>
              <w:divBdr>
                <w:top w:val="none" w:sz="0" w:space="0" w:color="auto"/>
                <w:left w:val="none" w:sz="0" w:space="0" w:color="auto"/>
                <w:bottom w:val="none" w:sz="0" w:space="0" w:color="auto"/>
                <w:right w:val="none" w:sz="0" w:space="0" w:color="auto"/>
              </w:divBdr>
            </w:div>
            <w:div w:id="697968831">
              <w:marLeft w:val="0"/>
              <w:marRight w:val="0"/>
              <w:marTop w:val="0"/>
              <w:marBottom w:val="0"/>
              <w:divBdr>
                <w:top w:val="none" w:sz="0" w:space="0" w:color="auto"/>
                <w:left w:val="none" w:sz="0" w:space="0" w:color="auto"/>
                <w:bottom w:val="none" w:sz="0" w:space="0" w:color="auto"/>
                <w:right w:val="none" w:sz="0" w:space="0" w:color="auto"/>
              </w:divBdr>
            </w:div>
            <w:div w:id="921062947">
              <w:marLeft w:val="0"/>
              <w:marRight w:val="0"/>
              <w:marTop w:val="0"/>
              <w:marBottom w:val="0"/>
              <w:divBdr>
                <w:top w:val="none" w:sz="0" w:space="0" w:color="auto"/>
                <w:left w:val="none" w:sz="0" w:space="0" w:color="auto"/>
                <w:bottom w:val="none" w:sz="0" w:space="0" w:color="auto"/>
                <w:right w:val="none" w:sz="0" w:space="0" w:color="auto"/>
              </w:divBdr>
            </w:div>
            <w:div w:id="881402762">
              <w:marLeft w:val="0"/>
              <w:marRight w:val="0"/>
              <w:marTop w:val="0"/>
              <w:marBottom w:val="0"/>
              <w:divBdr>
                <w:top w:val="none" w:sz="0" w:space="0" w:color="auto"/>
                <w:left w:val="none" w:sz="0" w:space="0" w:color="auto"/>
                <w:bottom w:val="none" w:sz="0" w:space="0" w:color="auto"/>
                <w:right w:val="none" w:sz="0" w:space="0" w:color="auto"/>
              </w:divBdr>
            </w:div>
            <w:div w:id="2073582381">
              <w:marLeft w:val="0"/>
              <w:marRight w:val="0"/>
              <w:marTop w:val="0"/>
              <w:marBottom w:val="0"/>
              <w:divBdr>
                <w:top w:val="none" w:sz="0" w:space="0" w:color="auto"/>
                <w:left w:val="none" w:sz="0" w:space="0" w:color="auto"/>
                <w:bottom w:val="none" w:sz="0" w:space="0" w:color="auto"/>
                <w:right w:val="none" w:sz="0" w:space="0" w:color="auto"/>
              </w:divBdr>
            </w:div>
            <w:div w:id="1804419633">
              <w:marLeft w:val="0"/>
              <w:marRight w:val="0"/>
              <w:marTop w:val="0"/>
              <w:marBottom w:val="0"/>
              <w:divBdr>
                <w:top w:val="none" w:sz="0" w:space="0" w:color="auto"/>
                <w:left w:val="none" w:sz="0" w:space="0" w:color="auto"/>
                <w:bottom w:val="none" w:sz="0" w:space="0" w:color="auto"/>
                <w:right w:val="none" w:sz="0" w:space="0" w:color="auto"/>
              </w:divBdr>
            </w:div>
            <w:div w:id="2137410722">
              <w:marLeft w:val="0"/>
              <w:marRight w:val="0"/>
              <w:marTop w:val="0"/>
              <w:marBottom w:val="0"/>
              <w:divBdr>
                <w:top w:val="none" w:sz="0" w:space="0" w:color="auto"/>
                <w:left w:val="none" w:sz="0" w:space="0" w:color="auto"/>
                <w:bottom w:val="none" w:sz="0" w:space="0" w:color="auto"/>
                <w:right w:val="none" w:sz="0" w:space="0" w:color="auto"/>
              </w:divBdr>
            </w:div>
            <w:div w:id="260184771">
              <w:marLeft w:val="0"/>
              <w:marRight w:val="0"/>
              <w:marTop w:val="0"/>
              <w:marBottom w:val="0"/>
              <w:divBdr>
                <w:top w:val="none" w:sz="0" w:space="0" w:color="auto"/>
                <w:left w:val="none" w:sz="0" w:space="0" w:color="auto"/>
                <w:bottom w:val="none" w:sz="0" w:space="0" w:color="auto"/>
                <w:right w:val="none" w:sz="0" w:space="0" w:color="auto"/>
              </w:divBdr>
            </w:div>
            <w:div w:id="699815796">
              <w:marLeft w:val="0"/>
              <w:marRight w:val="0"/>
              <w:marTop w:val="0"/>
              <w:marBottom w:val="0"/>
              <w:divBdr>
                <w:top w:val="none" w:sz="0" w:space="0" w:color="auto"/>
                <w:left w:val="none" w:sz="0" w:space="0" w:color="auto"/>
                <w:bottom w:val="none" w:sz="0" w:space="0" w:color="auto"/>
                <w:right w:val="none" w:sz="0" w:space="0" w:color="auto"/>
              </w:divBdr>
            </w:div>
            <w:div w:id="673150962">
              <w:marLeft w:val="0"/>
              <w:marRight w:val="0"/>
              <w:marTop w:val="0"/>
              <w:marBottom w:val="0"/>
              <w:divBdr>
                <w:top w:val="none" w:sz="0" w:space="0" w:color="auto"/>
                <w:left w:val="none" w:sz="0" w:space="0" w:color="auto"/>
                <w:bottom w:val="none" w:sz="0" w:space="0" w:color="auto"/>
                <w:right w:val="none" w:sz="0" w:space="0" w:color="auto"/>
              </w:divBdr>
            </w:div>
            <w:div w:id="989599137">
              <w:marLeft w:val="0"/>
              <w:marRight w:val="0"/>
              <w:marTop w:val="0"/>
              <w:marBottom w:val="0"/>
              <w:divBdr>
                <w:top w:val="none" w:sz="0" w:space="0" w:color="auto"/>
                <w:left w:val="none" w:sz="0" w:space="0" w:color="auto"/>
                <w:bottom w:val="none" w:sz="0" w:space="0" w:color="auto"/>
                <w:right w:val="none" w:sz="0" w:space="0" w:color="auto"/>
              </w:divBdr>
            </w:div>
            <w:div w:id="1461538482">
              <w:marLeft w:val="0"/>
              <w:marRight w:val="0"/>
              <w:marTop w:val="0"/>
              <w:marBottom w:val="0"/>
              <w:divBdr>
                <w:top w:val="none" w:sz="0" w:space="0" w:color="auto"/>
                <w:left w:val="none" w:sz="0" w:space="0" w:color="auto"/>
                <w:bottom w:val="none" w:sz="0" w:space="0" w:color="auto"/>
                <w:right w:val="none" w:sz="0" w:space="0" w:color="auto"/>
              </w:divBdr>
            </w:div>
            <w:div w:id="505632051">
              <w:marLeft w:val="0"/>
              <w:marRight w:val="0"/>
              <w:marTop w:val="0"/>
              <w:marBottom w:val="0"/>
              <w:divBdr>
                <w:top w:val="none" w:sz="0" w:space="0" w:color="auto"/>
                <w:left w:val="none" w:sz="0" w:space="0" w:color="auto"/>
                <w:bottom w:val="none" w:sz="0" w:space="0" w:color="auto"/>
                <w:right w:val="none" w:sz="0" w:space="0" w:color="auto"/>
              </w:divBdr>
            </w:div>
            <w:div w:id="460348240">
              <w:marLeft w:val="0"/>
              <w:marRight w:val="0"/>
              <w:marTop w:val="0"/>
              <w:marBottom w:val="0"/>
              <w:divBdr>
                <w:top w:val="none" w:sz="0" w:space="0" w:color="auto"/>
                <w:left w:val="none" w:sz="0" w:space="0" w:color="auto"/>
                <w:bottom w:val="none" w:sz="0" w:space="0" w:color="auto"/>
                <w:right w:val="none" w:sz="0" w:space="0" w:color="auto"/>
              </w:divBdr>
            </w:div>
            <w:div w:id="1024406015">
              <w:marLeft w:val="0"/>
              <w:marRight w:val="0"/>
              <w:marTop w:val="0"/>
              <w:marBottom w:val="0"/>
              <w:divBdr>
                <w:top w:val="none" w:sz="0" w:space="0" w:color="auto"/>
                <w:left w:val="none" w:sz="0" w:space="0" w:color="auto"/>
                <w:bottom w:val="none" w:sz="0" w:space="0" w:color="auto"/>
                <w:right w:val="none" w:sz="0" w:space="0" w:color="auto"/>
              </w:divBdr>
            </w:div>
            <w:div w:id="517617927">
              <w:marLeft w:val="0"/>
              <w:marRight w:val="0"/>
              <w:marTop w:val="0"/>
              <w:marBottom w:val="0"/>
              <w:divBdr>
                <w:top w:val="none" w:sz="0" w:space="0" w:color="auto"/>
                <w:left w:val="none" w:sz="0" w:space="0" w:color="auto"/>
                <w:bottom w:val="none" w:sz="0" w:space="0" w:color="auto"/>
                <w:right w:val="none" w:sz="0" w:space="0" w:color="auto"/>
              </w:divBdr>
            </w:div>
            <w:div w:id="1824350350">
              <w:marLeft w:val="0"/>
              <w:marRight w:val="0"/>
              <w:marTop w:val="0"/>
              <w:marBottom w:val="0"/>
              <w:divBdr>
                <w:top w:val="none" w:sz="0" w:space="0" w:color="auto"/>
                <w:left w:val="none" w:sz="0" w:space="0" w:color="auto"/>
                <w:bottom w:val="none" w:sz="0" w:space="0" w:color="auto"/>
                <w:right w:val="none" w:sz="0" w:space="0" w:color="auto"/>
              </w:divBdr>
            </w:div>
            <w:div w:id="1267078316">
              <w:marLeft w:val="0"/>
              <w:marRight w:val="0"/>
              <w:marTop w:val="0"/>
              <w:marBottom w:val="0"/>
              <w:divBdr>
                <w:top w:val="none" w:sz="0" w:space="0" w:color="auto"/>
                <w:left w:val="none" w:sz="0" w:space="0" w:color="auto"/>
                <w:bottom w:val="none" w:sz="0" w:space="0" w:color="auto"/>
                <w:right w:val="none" w:sz="0" w:space="0" w:color="auto"/>
              </w:divBdr>
            </w:div>
            <w:div w:id="31858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290391">
      <w:bodyDiv w:val="1"/>
      <w:marLeft w:val="0"/>
      <w:marRight w:val="0"/>
      <w:marTop w:val="0"/>
      <w:marBottom w:val="0"/>
      <w:divBdr>
        <w:top w:val="none" w:sz="0" w:space="0" w:color="auto"/>
        <w:left w:val="none" w:sz="0" w:space="0" w:color="auto"/>
        <w:bottom w:val="none" w:sz="0" w:space="0" w:color="auto"/>
        <w:right w:val="none" w:sz="0" w:space="0" w:color="auto"/>
      </w:divBdr>
      <w:divsChild>
        <w:div w:id="1037387528">
          <w:marLeft w:val="0"/>
          <w:marRight w:val="0"/>
          <w:marTop w:val="0"/>
          <w:marBottom w:val="0"/>
          <w:divBdr>
            <w:top w:val="none" w:sz="0" w:space="0" w:color="auto"/>
            <w:left w:val="none" w:sz="0" w:space="0" w:color="auto"/>
            <w:bottom w:val="none" w:sz="0" w:space="0" w:color="auto"/>
            <w:right w:val="none" w:sz="0" w:space="0" w:color="auto"/>
          </w:divBdr>
          <w:divsChild>
            <w:div w:id="1846478132">
              <w:marLeft w:val="0"/>
              <w:marRight w:val="0"/>
              <w:marTop w:val="0"/>
              <w:marBottom w:val="0"/>
              <w:divBdr>
                <w:top w:val="none" w:sz="0" w:space="0" w:color="auto"/>
                <w:left w:val="none" w:sz="0" w:space="0" w:color="auto"/>
                <w:bottom w:val="none" w:sz="0" w:space="0" w:color="auto"/>
                <w:right w:val="none" w:sz="0" w:space="0" w:color="auto"/>
              </w:divBdr>
            </w:div>
            <w:div w:id="572590684">
              <w:marLeft w:val="0"/>
              <w:marRight w:val="0"/>
              <w:marTop w:val="0"/>
              <w:marBottom w:val="0"/>
              <w:divBdr>
                <w:top w:val="none" w:sz="0" w:space="0" w:color="auto"/>
                <w:left w:val="none" w:sz="0" w:space="0" w:color="auto"/>
                <w:bottom w:val="none" w:sz="0" w:space="0" w:color="auto"/>
                <w:right w:val="none" w:sz="0" w:space="0" w:color="auto"/>
              </w:divBdr>
            </w:div>
            <w:div w:id="1694111630">
              <w:marLeft w:val="0"/>
              <w:marRight w:val="0"/>
              <w:marTop w:val="0"/>
              <w:marBottom w:val="0"/>
              <w:divBdr>
                <w:top w:val="none" w:sz="0" w:space="0" w:color="auto"/>
                <w:left w:val="none" w:sz="0" w:space="0" w:color="auto"/>
                <w:bottom w:val="none" w:sz="0" w:space="0" w:color="auto"/>
                <w:right w:val="none" w:sz="0" w:space="0" w:color="auto"/>
              </w:divBdr>
            </w:div>
            <w:div w:id="736363918">
              <w:marLeft w:val="0"/>
              <w:marRight w:val="0"/>
              <w:marTop w:val="0"/>
              <w:marBottom w:val="0"/>
              <w:divBdr>
                <w:top w:val="none" w:sz="0" w:space="0" w:color="auto"/>
                <w:left w:val="none" w:sz="0" w:space="0" w:color="auto"/>
                <w:bottom w:val="none" w:sz="0" w:space="0" w:color="auto"/>
                <w:right w:val="none" w:sz="0" w:space="0" w:color="auto"/>
              </w:divBdr>
            </w:div>
            <w:div w:id="762996017">
              <w:marLeft w:val="0"/>
              <w:marRight w:val="0"/>
              <w:marTop w:val="0"/>
              <w:marBottom w:val="0"/>
              <w:divBdr>
                <w:top w:val="none" w:sz="0" w:space="0" w:color="auto"/>
                <w:left w:val="none" w:sz="0" w:space="0" w:color="auto"/>
                <w:bottom w:val="none" w:sz="0" w:space="0" w:color="auto"/>
                <w:right w:val="none" w:sz="0" w:space="0" w:color="auto"/>
              </w:divBdr>
            </w:div>
            <w:div w:id="550580816">
              <w:marLeft w:val="0"/>
              <w:marRight w:val="0"/>
              <w:marTop w:val="0"/>
              <w:marBottom w:val="0"/>
              <w:divBdr>
                <w:top w:val="none" w:sz="0" w:space="0" w:color="auto"/>
                <w:left w:val="none" w:sz="0" w:space="0" w:color="auto"/>
                <w:bottom w:val="none" w:sz="0" w:space="0" w:color="auto"/>
                <w:right w:val="none" w:sz="0" w:space="0" w:color="auto"/>
              </w:divBdr>
            </w:div>
            <w:div w:id="1129398389">
              <w:marLeft w:val="0"/>
              <w:marRight w:val="0"/>
              <w:marTop w:val="0"/>
              <w:marBottom w:val="0"/>
              <w:divBdr>
                <w:top w:val="none" w:sz="0" w:space="0" w:color="auto"/>
                <w:left w:val="none" w:sz="0" w:space="0" w:color="auto"/>
                <w:bottom w:val="none" w:sz="0" w:space="0" w:color="auto"/>
                <w:right w:val="none" w:sz="0" w:space="0" w:color="auto"/>
              </w:divBdr>
            </w:div>
            <w:div w:id="1556042554">
              <w:marLeft w:val="0"/>
              <w:marRight w:val="0"/>
              <w:marTop w:val="0"/>
              <w:marBottom w:val="0"/>
              <w:divBdr>
                <w:top w:val="none" w:sz="0" w:space="0" w:color="auto"/>
                <w:left w:val="none" w:sz="0" w:space="0" w:color="auto"/>
                <w:bottom w:val="none" w:sz="0" w:space="0" w:color="auto"/>
                <w:right w:val="none" w:sz="0" w:space="0" w:color="auto"/>
              </w:divBdr>
            </w:div>
            <w:div w:id="110559465">
              <w:marLeft w:val="0"/>
              <w:marRight w:val="0"/>
              <w:marTop w:val="0"/>
              <w:marBottom w:val="0"/>
              <w:divBdr>
                <w:top w:val="none" w:sz="0" w:space="0" w:color="auto"/>
                <w:left w:val="none" w:sz="0" w:space="0" w:color="auto"/>
                <w:bottom w:val="none" w:sz="0" w:space="0" w:color="auto"/>
                <w:right w:val="none" w:sz="0" w:space="0" w:color="auto"/>
              </w:divBdr>
            </w:div>
            <w:div w:id="1900163888">
              <w:marLeft w:val="0"/>
              <w:marRight w:val="0"/>
              <w:marTop w:val="0"/>
              <w:marBottom w:val="0"/>
              <w:divBdr>
                <w:top w:val="none" w:sz="0" w:space="0" w:color="auto"/>
                <w:left w:val="none" w:sz="0" w:space="0" w:color="auto"/>
                <w:bottom w:val="none" w:sz="0" w:space="0" w:color="auto"/>
                <w:right w:val="none" w:sz="0" w:space="0" w:color="auto"/>
              </w:divBdr>
            </w:div>
            <w:div w:id="1567059870">
              <w:marLeft w:val="0"/>
              <w:marRight w:val="0"/>
              <w:marTop w:val="0"/>
              <w:marBottom w:val="0"/>
              <w:divBdr>
                <w:top w:val="none" w:sz="0" w:space="0" w:color="auto"/>
                <w:left w:val="none" w:sz="0" w:space="0" w:color="auto"/>
                <w:bottom w:val="none" w:sz="0" w:space="0" w:color="auto"/>
                <w:right w:val="none" w:sz="0" w:space="0" w:color="auto"/>
              </w:divBdr>
            </w:div>
            <w:div w:id="634485430">
              <w:marLeft w:val="0"/>
              <w:marRight w:val="0"/>
              <w:marTop w:val="0"/>
              <w:marBottom w:val="0"/>
              <w:divBdr>
                <w:top w:val="none" w:sz="0" w:space="0" w:color="auto"/>
                <w:left w:val="none" w:sz="0" w:space="0" w:color="auto"/>
                <w:bottom w:val="none" w:sz="0" w:space="0" w:color="auto"/>
                <w:right w:val="none" w:sz="0" w:space="0" w:color="auto"/>
              </w:divBdr>
            </w:div>
            <w:div w:id="1359552154">
              <w:marLeft w:val="0"/>
              <w:marRight w:val="0"/>
              <w:marTop w:val="0"/>
              <w:marBottom w:val="0"/>
              <w:divBdr>
                <w:top w:val="none" w:sz="0" w:space="0" w:color="auto"/>
                <w:left w:val="none" w:sz="0" w:space="0" w:color="auto"/>
                <w:bottom w:val="none" w:sz="0" w:space="0" w:color="auto"/>
                <w:right w:val="none" w:sz="0" w:space="0" w:color="auto"/>
              </w:divBdr>
            </w:div>
            <w:div w:id="2030325304">
              <w:marLeft w:val="0"/>
              <w:marRight w:val="0"/>
              <w:marTop w:val="0"/>
              <w:marBottom w:val="0"/>
              <w:divBdr>
                <w:top w:val="none" w:sz="0" w:space="0" w:color="auto"/>
                <w:left w:val="none" w:sz="0" w:space="0" w:color="auto"/>
                <w:bottom w:val="none" w:sz="0" w:space="0" w:color="auto"/>
                <w:right w:val="none" w:sz="0" w:space="0" w:color="auto"/>
              </w:divBdr>
            </w:div>
            <w:div w:id="1683898629">
              <w:marLeft w:val="0"/>
              <w:marRight w:val="0"/>
              <w:marTop w:val="0"/>
              <w:marBottom w:val="0"/>
              <w:divBdr>
                <w:top w:val="none" w:sz="0" w:space="0" w:color="auto"/>
                <w:left w:val="none" w:sz="0" w:space="0" w:color="auto"/>
                <w:bottom w:val="none" w:sz="0" w:space="0" w:color="auto"/>
                <w:right w:val="none" w:sz="0" w:space="0" w:color="auto"/>
              </w:divBdr>
            </w:div>
            <w:div w:id="1966884970">
              <w:marLeft w:val="0"/>
              <w:marRight w:val="0"/>
              <w:marTop w:val="0"/>
              <w:marBottom w:val="0"/>
              <w:divBdr>
                <w:top w:val="none" w:sz="0" w:space="0" w:color="auto"/>
                <w:left w:val="none" w:sz="0" w:space="0" w:color="auto"/>
                <w:bottom w:val="none" w:sz="0" w:space="0" w:color="auto"/>
                <w:right w:val="none" w:sz="0" w:space="0" w:color="auto"/>
              </w:divBdr>
            </w:div>
            <w:div w:id="848057739">
              <w:marLeft w:val="0"/>
              <w:marRight w:val="0"/>
              <w:marTop w:val="0"/>
              <w:marBottom w:val="0"/>
              <w:divBdr>
                <w:top w:val="none" w:sz="0" w:space="0" w:color="auto"/>
                <w:left w:val="none" w:sz="0" w:space="0" w:color="auto"/>
                <w:bottom w:val="none" w:sz="0" w:space="0" w:color="auto"/>
                <w:right w:val="none" w:sz="0" w:space="0" w:color="auto"/>
              </w:divBdr>
            </w:div>
            <w:div w:id="1161582411">
              <w:marLeft w:val="0"/>
              <w:marRight w:val="0"/>
              <w:marTop w:val="0"/>
              <w:marBottom w:val="0"/>
              <w:divBdr>
                <w:top w:val="none" w:sz="0" w:space="0" w:color="auto"/>
                <w:left w:val="none" w:sz="0" w:space="0" w:color="auto"/>
                <w:bottom w:val="none" w:sz="0" w:space="0" w:color="auto"/>
                <w:right w:val="none" w:sz="0" w:space="0" w:color="auto"/>
              </w:divBdr>
            </w:div>
            <w:div w:id="180604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2629">
      <w:bodyDiv w:val="1"/>
      <w:marLeft w:val="0"/>
      <w:marRight w:val="0"/>
      <w:marTop w:val="0"/>
      <w:marBottom w:val="0"/>
      <w:divBdr>
        <w:top w:val="none" w:sz="0" w:space="0" w:color="auto"/>
        <w:left w:val="none" w:sz="0" w:space="0" w:color="auto"/>
        <w:bottom w:val="none" w:sz="0" w:space="0" w:color="auto"/>
        <w:right w:val="none" w:sz="0" w:space="0" w:color="auto"/>
      </w:divBdr>
      <w:divsChild>
        <w:div w:id="1145927562">
          <w:marLeft w:val="0"/>
          <w:marRight w:val="0"/>
          <w:marTop w:val="0"/>
          <w:marBottom w:val="0"/>
          <w:divBdr>
            <w:top w:val="none" w:sz="0" w:space="0" w:color="auto"/>
            <w:left w:val="none" w:sz="0" w:space="0" w:color="auto"/>
            <w:bottom w:val="none" w:sz="0" w:space="0" w:color="auto"/>
            <w:right w:val="none" w:sz="0" w:space="0" w:color="auto"/>
          </w:divBdr>
          <w:divsChild>
            <w:div w:id="971911399">
              <w:marLeft w:val="0"/>
              <w:marRight w:val="0"/>
              <w:marTop w:val="0"/>
              <w:marBottom w:val="0"/>
              <w:divBdr>
                <w:top w:val="none" w:sz="0" w:space="0" w:color="auto"/>
                <w:left w:val="none" w:sz="0" w:space="0" w:color="auto"/>
                <w:bottom w:val="none" w:sz="0" w:space="0" w:color="auto"/>
                <w:right w:val="none" w:sz="0" w:space="0" w:color="auto"/>
              </w:divBdr>
            </w:div>
            <w:div w:id="849951657">
              <w:marLeft w:val="0"/>
              <w:marRight w:val="0"/>
              <w:marTop w:val="0"/>
              <w:marBottom w:val="0"/>
              <w:divBdr>
                <w:top w:val="none" w:sz="0" w:space="0" w:color="auto"/>
                <w:left w:val="none" w:sz="0" w:space="0" w:color="auto"/>
                <w:bottom w:val="none" w:sz="0" w:space="0" w:color="auto"/>
                <w:right w:val="none" w:sz="0" w:space="0" w:color="auto"/>
              </w:divBdr>
            </w:div>
            <w:div w:id="1541432594">
              <w:marLeft w:val="0"/>
              <w:marRight w:val="0"/>
              <w:marTop w:val="0"/>
              <w:marBottom w:val="0"/>
              <w:divBdr>
                <w:top w:val="none" w:sz="0" w:space="0" w:color="auto"/>
                <w:left w:val="none" w:sz="0" w:space="0" w:color="auto"/>
                <w:bottom w:val="none" w:sz="0" w:space="0" w:color="auto"/>
                <w:right w:val="none" w:sz="0" w:space="0" w:color="auto"/>
              </w:divBdr>
            </w:div>
            <w:div w:id="275143047">
              <w:marLeft w:val="0"/>
              <w:marRight w:val="0"/>
              <w:marTop w:val="0"/>
              <w:marBottom w:val="0"/>
              <w:divBdr>
                <w:top w:val="none" w:sz="0" w:space="0" w:color="auto"/>
                <w:left w:val="none" w:sz="0" w:space="0" w:color="auto"/>
                <w:bottom w:val="none" w:sz="0" w:space="0" w:color="auto"/>
                <w:right w:val="none" w:sz="0" w:space="0" w:color="auto"/>
              </w:divBdr>
            </w:div>
            <w:div w:id="556669554">
              <w:marLeft w:val="0"/>
              <w:marRight w:val="0"/>
              <w:marTop w:val="0"/>
              <w:marBottom w:val="0"/>
              <w:divBdr>
                <w:top w:val="none" w:sz="0" w:space="0" w:color="auto"/>
                <w:left w:val="none" w:sz="0" w:space="0" w:color="auto"/>
                <w:bottom w:val="none" w:sz="0" w:space="0" w:color="auto"/>
                <w:right w:val="none" w:sz="0" w:space="0" w:color="auto"/>
              </w:divBdr>
            </w:div>
            <w:div w:id="81727822">
              <w:marLeft w:val="0"/>
              <w:marRight w:val="0"/>
              <w:marTop w:val="0"/>
              <w:marBottom w:val="0"/>
              <w:divBdr>
                <w:top w:val="none" w:sz="0" w:space="0" w:color="auto"/>
                <w:left w:val="none" w:sz="0" w:space="0" w:color="auto"/>
                <w:bottom w:val="none" w:sz="0" w:space="0" w:color="auto"/>
                <w:right w:val="none" w:sz="0" w:space="0" w:color="auto"/>
              </w:divBdr>
            </w:div>
            <w:div w:id="1912038537">
              <w:marLeft w:val="0"/>
              <w:marRight w:val="0"/>
              <w:marTop w:val="0"/>
              <w:marBottom w:val="0"/>
              <w:divBdr>
                <w:top w:val="none" w:sz="0" w:space="0" w:color="auto"/>
                <w:left w:val="none" w:sz="0" w:space="0" w:color="auto"/>
                <w:bottom w:val="none" w:sz="0" w:space="0" w:color="auto"/>
                <w:right w:val="none" w:sz="0" w:space="0" w:color="auto"/>
              </w:divBdr>
            </w:div>
            <w:div w:id="148911023">
              <w:marLeft w:val="0"/>
              <w:marRight w:val="0"/>
              <w:marTop w:val="0"/>
              <w:marBottom w:val="0"/>
              <w:divBdr>
                <w:top w:val="none" w:sz="0" w:space="0" w:color="auto"/>
                <w:left w:val="none" w:sz="0" w:space="0" w:color="auto"/>
                <w:bottom w:val="none" w:sz="0" w:space="0" w:color="auto"/>
                <w:right w:val="none" w:sz="0" w:space="0" w:color="auto"/>
              </w:divBdr>
            </w:div>
            <w:div w:id="1637681028">
              <w:marLeft w:val="0"/>
              <w:marRight w:val="0"/>
              <w:marTop w:val="0"/>
              <w:marBottom w:val="0"/>
              <w:divBdr>
                <w:top w:val="none" w:sz="0" w:space="0" w:color="auto"/>
                <w:left w:val="none" w:sz="0" w:space="0" w:color="auto"/>
                <w:bottom w:val="none" w:sz="0" w:space="0" w:color="auto"/>
                <w:right w:val="none" w:sz="0" w:space="0" w:color="auto"/>
              </w:divBdr>
            </w:div>
            <w:div w:id="1261911667">
              <w:marLeft w:val="0"/>
              <w:marRight w:val="0"/>
              <w:marTop w:val="0"/>
              <w:marBottom w:val="0"/>
              <w:divBdr>
                <w:top w:val="none" w:sz="0" w:space="0" w:color="auto"/>
                <w:left w:val="none" w:sz="0" w:space="0" w:color="auto"/>
                <w:bottom w:val="none" w:sz="0" w:space="0" w:color="auto"/>
                <w:right w:val="none" w:sz="0" w:space="0" w:color="auto"/>
              </w:divBdr>
            </w:div>
            <w:div w:id="1299141575">
              <w:marLeft w:val="0"/>
              <w:marRight w:val="0"/>
              <w:marTop w:val="0"/>
              <w:marBottom w:val="0"/>
              <w:divBdr>
                <w:top w:val="none" w:sz="0" w:space="0" w:color="auto"/>
                <w:left w:val="none" w:sz="0" w:space="0" w:color="auto"/>
                <w:bottom w:val="none" w:sz="0" w:space="0" w:color="auto"/>
                <w:right w:val="none" w:sz="0" w:space="0" w:color="auto"/>
              </w:divBdr>
            </w:div>
            <w:div w:id="461970412">
              <w:marLeft w:val="0"/>
              <w:marRight w:val="0"/>
              <w:marTop w:val="0"/>
              <w:marBottom w:val="0"/>
              <w:divBdr>
                <w:top w:val="none" w:sz="0" w:space="0" w:color="auto"/>
                <w:left w:val="none" w:sz="0" w:space="0" w:color="auto"/>
                <w:bottom w:val="none" w:sz="0" w:space="0" w:color="auto"/>
                <w:right w:val="none" w:sz="0" w:space="0" w:color="auto"/>
              </w:divBdr>
            </w:div>
            <w:div w:id="986394035">
              <w:marLeft w:val="0"/>
              <w:marRight w:val="0"/>
              <w:marTop w:val="0"/>
              <w:marBottom w:val="0"/>
              <w:divBdr>
                <w:top w:val="none" w:sz="0" w:space="0" w:color="auto"/>
                <w:left w:val="none" w:sz="0" w:space="0" w:color="auto"/>
                <w:bottom w:val="none" w:sz="0" w:space="0" w:color="auto"/>
                <w:right w:val="none" w:sz="0" w:space="0" w:color="auto"/>
              </w:divBdr>
            </w:div>
            <w:div w:id="924001516">
              <w:marLeft w:val="0"/>
              <w:marRight w:val="0"/>
              <w:marTop w:val="0"/>
              <w:marBottom w:val="0"/>
              <w:divBdr>
                <w:top w:val="none" w:sz="0" w:space="0" w:color="auto"/>
                <w:left w:val="none" w:sz="0" w:space="0" w:color="auto"/>
                <w:bottom w:val="none" w:sz="0" w:space="0" w:color="auto"/>
                <w:right w:val="none" w:sz="0" w:space="0" w:color="auto"/>
              </w:divBdr>
            </w:div>
            <w:div w:id="2096513468">
              <w:marLeft w:val="0"/>
              <w:marRight w:val="0"/>
              <w:marTop w:val="0"/>
              <w:marBottom w:val="0"/>
              <w:divBdr>
                <w:top w:val="none" w:sz="0" w:space="0" w:color="auto"/>
                <w:left w:val="none" w:sz="0" w:space="0" w:color="auto"/>
                <w:bottom w:val="none" w:sz="0" w:space="0" w:color="auto"/>
                <w:right w:val="none" w:sz="0" w:space="0" w:color="auto"/>
              </w:divBdr>
            </w:div>
            <w:div w:id="1433352608">
              <w:marLeft w:val="0"/>
              <w:marRight w:val="0"/>
              <w:marTop w:val="0"/>
              <w:marBottom w:val="0"/>
              <w:divBdr>
                <w:top w:val="none" w:sz="0" w:space="0" w:color="auto"/>
                <w:left w:val="none" w:sz="0" w:space="0" w:color="auto"/>
                <w:bottom w:val="none" w:sz="0" w:space="0" w:color="auto"/>
                <w:right w:val="none" w:sz="0" w:space="0" w:color="auto"/>
              </w:divBdr>
            </w:div>
            <w:div w:id="1075199979">
              <w:marLeft w:val="0"/>
              <w:marRight w:val="0"/>
              <w:marTop w:val="0"/>
              <w:marBottom w:val="0"/>
              <w:divBdr>
                <w:top w:val="none" w:sz="0" w:space="0" w:color="auto"/>
                <w:left w:val="none" w:sz="0" w:space="0" w:color="auto"/>
                <w:bottom w:val="none" w:sz="0" w:space="0" w:color="auto"/>
                <w:right w:val="none" w:sz="0" w:space="0" w:color="auto"/>
              </w:divBdr>
            </w:div>
            <w:div w:id="889540693">
              <w:marLeft w:val="0"/>
              <w:marRight w:val="0"/>
              <w:marTop w:val="0"/>
              <w:marBottom w:val="0"/>
              <w:divBdr>
                <w:top w:val="none" w:sz="0" w:space="0" w:color="auto"/>
                <w:left w:val="none" w:sz="0" w:space="0" w:color="auto"/>
                <w:bottom w:val="none" w:sz="0" w:space="0" w:color="auto"/>
                <w:right w:val="none" w:sz="0" w:space="0" w:color="auto"/>
              </w:divBdr>
            </w:div>
            <w:div w:id="1762872442">
              <w:marLeft w:val="0"/>
              <w:marRight w:val="0"/>
              <w:marTop w:val="0"/>
              <w:marBottom w:val="0"/>
              <w:divBdr>
                <w:top w:val="none" w:sz="0" w:space="0" w:color="auto"/>
                <w:left w:val="none" w:sz="0" w:space="0" w:color="auto"/>
                <w:bottom w:val="none" w:sz="0" w:space="0" w:color="auto"/>
                <w:right w:val="none" w:sz="0" w:space="0" w:color="auto"/>
              </w:divBdr>
            </w:div>
            <w:div w:id="20063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722309">
      <w:bodyDiv w:val="1"/>
      <w:marLeft w:val="0"/>
      <w:marRight w:val="0"/>
      <w:marTop w:val="0"/>
      <w:marBottom w:val="0"/>
      <w:divBdr>
        <w:top w:val="none" w:sz="0" w:space="0" w:color="auto"/>
        <w:left w:val="none" w:sz="0" w:space="0" w:color="auto"/>
        <w:bottom w:val="none" w:sz="0" w:space="0" w:color="auto"/>
        <w:right w:val="none" w:sz="0" w:space="0" w:color="auto"/>
      </w:divBdr>
    </w:div>
    <w:div w:id="242498729">
      <w:bodyDiv w:val="1"/>
      <w:marLeft w:val="0"/>
      <w:marRight w:val="0"/>
      <w:marTop w:val="0"/>
      <w:marBottom w:val="0"/>
      <w:divBdr>
        <w:top w:val="none" w:sz="0" w:space="0" w:color="auto"/>
        <w:left w:val="none" w:sz="0" w:space="0" w:color="auto"/>
        <w:bottom w:val="none" w:sz="0" w:space="0" w:color="auto"/>
        <w:right w:val="none" w:sz="0" w:space="0" w:color="auto"/>
      </w:divBdr>
    </w:div>
    <w:div w:id="265626642">
      <w:bodyDiv w:val="1"/>
      <w:marLeft w:val="0"/>
      <w:marRight w:val="0"/>
      <w:marTop w:val="0"/>
      <w:marBottom w:val="0"/>
      <w:divBdr>
        <w:top w:val="none" w:sz="0" w:space="0" w:color="auto"/>
        <w:left w:val="none" w:sz="0" w:space="0" w:color="auto"/>
        <w:bottom w:val="none" w:sz="0" w:space="0" w:color="auto"/>
        <w:right w:val="none" w:sz="0" w:space="0" w:color="auto"/>
      </w:divBdr>
    </w:div>
    <w:div w:id="277176089">
      <w:bodyDiv w:val="1"/>
      <w:marLeft w:val="0"/>
      <w:marRight w:val="0"/>
      <w:marTop w:val="0"/>
      <w:marBottom w:val="0"/>
      <w:divBdr>
        <w:top w:val="none" w:sz="0" w:space="0" w:color="auto"/>
        <w:left w:val="none" w:sz="0" w:space="0" w:color="auto"/>
        <w:bottom w:val="none" w:sz="0" w:space="0" w:color="auto"/>
        <w:right w:val="none" w:sz="0" w:space="0" w:color="auto"/>
      </w:divBdr>
    </w:div>
    <w:div w:id="288826672">
      <w:bodyDiv w:val="1"/>
      <w:marLeft w:val="0"/>
      <w:marRight w:val="0"/>
      <w:marTop w:val="0"/>
      <w:marBottom w:val="0"/>
      <w:divBdr>
        <w:top w:val="none" w:sz="0" w:space="0" w:color="auto"/>
        <w:left w:val="none" w:sz="0" w:space="0" w:color="auto"/>
        <w:bottom w:val="none" w:sz="0" w:space="0" w:color="auto"/>
        <w:right w:val="none" w:sz="0" w:space="0" w:color="auto"/>
      </w:divBdr>
    </w:div>
    <w:div w:id="321474545">
      <w:bodyDiv w:val="1"/>
      <w:marLeft w:val="0"/>
      <w:marRight w:val="0"/>
      <w:marTop w:val="0"/>
      <w:marBottom w:val="0"/>
      <w:divBdr>
        <w:top w:val="none" w:sz="0" w:space="0" w:color="auto"/>
        <w:left w:val="none" w:sz="0" w:space="0" w:color="auto"/>
        <w:bottom w:val="none" w:sz="0" w:space="0" w:color="auto"/>
        <w:right w:val="none" w:sz="0" w:space="0" w:color="auto"/>
      </w:divBdr>
    </w:div>
    <w:div w:id="352268945">
      <w:bodyDiv w:val="1"/>
      <w:marLeft w:val="0"/>
      <w:marRight w:val="0"/>
      <w:marTop w:val="0"/>
      <w:marBottom w:val="0"/>
      <w:divBdr>
        <w:top w:val="none" w:sz="0" w:space="0" w:color="auto"/>
        <w:left w:val="none" w:sz="0" w:space="0" w:color="auto"/>
        <w:bottom w:val="none" w:sz="0" w:space="0" w:color="auto"/>
        <w:right w:val="none" w:sz="0" w:space="0" w:color="auto"/>
      </w:divBdr>
      <w:divsChild>
        <w:div w:id="643236174">
          <w:marLeft w:val="1584"/>
          <w:marRight w:val="0"/>
          <w:marTop w:val="0"/>
          <w:marBottom w:val="160"/>
          <w:divBdr>
            <w:top w:val="none" w:sz="0" w:space="0" w:color="auto"/>
            <w:left w:val="none" w:sz="0" w:space="0" w:color="auto"/>
            <w:bottom w:val="none" w:sz="0" w:space="0" w:color="auto"/>
            <w:right w:val="none" w:sz="0" w:space="0" w:color="auto"/>
          </w:divBdr>
        </w:div>
        <w:div w:id="1973440807">
          <w:marLeft w:val="1584"/>
          <w:marRight w:val="0"/>
          <w:marTop w:val="0"/>
          <w:marBottom w:val="160"/>
          <w:divBdr>
            <w:top w:val="none" w:sz="0" w:space="0" w:color="auto"/>
            <w:left w:val="none" w:sz="0" w:space="0" w:color="auto"/>
            <w:bottom w:val="none" w:sz="0" w:space="0" w:color="auto"/>
            <w:right w:val="none" w:sz="0" w:space="0" w:color="auto"/>
          </w:divBdr>
        </w:div>
        <w:div w:id="1996642245">
          <w:marLeft w:val="446"/>
          <w:marRight w:val="0"/>
          <w:marTop w:val="0"/>
          <w:marBottom w:val="160"/>
          <w:divBdr>
            <w:top w:val="none" w:sz="0" w:space="0" w:color="auto"/>
            <w:left w:val="none" w:sz="0" w:space="0" w:color="auto"/>
            <w:bottom w:val="none" w:sz="0" w:space="0" w:color="auto"/>
            <w:right w:val="none" w:sz="0" w:space="0" w:color="auto"/>
          </w:divBdr>
        </w:div>
      </w:divsChild>
    </w:div>
    <w:div w:id="358089018">
      <w:bodyDiv w:val="1"/>
      <w:marLeft w:val="0"/>
      <w:marRight w:val="0"/>
      <w:marTop w:val="0"/>
      <w:marBottom w:val="0"/>
      <w:divBdr>
        <w:top w:val="none" w:sz="0" w:space="0" w:color="auto"/>
        <w:left w:val="none" w:sz="0" w:space="0" w:color="auto"/>
        <w:bottom w:val="none" w:sz="0" w:space="0" w:color="auto"/>
        <w:right w:val="none" w:sz="0" w:space="0" w:color="auto"/>
      </w:divBdr>
    </w:div>
    <w:div w:id="362286460">
      <w:bodyDiv w:val="1"/>
      <w:marLeft w:val="0"/>
      <w:marRight w:val="0"/>
      <w:marTop w:val="0"/>
      <w:marBottom w:val="0"/>
      <w:divBdr>
        <w:top w:val="none" w:sz="0" w:space="0" w:color="auto"/>
        <w:left w:val="none" w:sz="0" w:space="0" w:color="auto"/>
        <w:bottom w:val="none" w:sz="0" w:space="0" w:color="auto"/>
        <w:right w:val="none" w:sz="0" w:space="0" w:color="auto"/>
      </w:divBdr>
      <w:divsChild>
        <w:div w:id="839780266">
          <w:marLeft w:val="0"/>
          <w:marRight w:val="0"/>
          <w:marTop w:val="0"/>
          <w:marBottom w:val="0"/>
          <w:divBdr>
            <w:top w:val="none" w:sz="0" w:space="0" w:color="auto"/>
            <w:left w:val="none" w:sz="0" w:space="0" w:color="auto"/>
            <w:bottom w:val="none" w:sz="0" w:space="0" w:color="auto"/>
            <w:right w:val="none" w:sz="0" w:space="0" w:color="auto"/>
          </w:divBdr>
          <w:divsChild>
            <w:div w:id="874076341">
              <w:marLeft w:val="0"/>
              <w:marRight w:val="0"/>
              <w:marTop w:val="0"/>
              <w:marBottom w:val="0"/>
              <w:divBdr>
                <w:top w:val="none" w:sz="0" w:space="0" w:color="auto"/>
                <w:left w:val="none" w:sz="0" w:space="0" w:color="auto"/>
                <w:bottom w:val="none" w:sz="0" w:space="0" w:color="auto"/>
                <w:right w:val="none" w:sz="0" w:space="0" w:color="auto"/>
              </w:divBdr>
            </w:div>
            <w:div w:id="703405738">
              <w:marLeft w:val="0"/>
              <w:marRight w:val="0"/>
              <w:marTop w:val="0"/>
              <w:marBottom w:val="0"/>
              <w:divBdr>
                <w:top w:val="none" w:sz="0" w:space="0" w:color="auto"/>
                <w:left w:val="none" w:sz="0" w:space="0" w:color="auto"/>
                <w:bottom w:val="none" w:sz="0" w:space="0" w:color="auto"/>
                <w:right w:val="none" w:sz="0" w:space="0" w:color="auto"/>
              </w:divBdr>
            </w:div>
            <w:div w:id="1646736678">
              <w:marLeft w:val="0"/>
              <w:marRight w:val="0"/>
              <w:marTop w:val="0"/>
              <w:marBottom w:val="0"/>
              <w:divBdr>
                <w:top w:val="none" w:sz="0" w:space="0" w:color="auto"/>
                <w:left w:val="none" w:sz="0" w:space="0" w:color="auto"/>
                <w:bottom w:val="none" w:sz="0" w:space="0" w:color="auto"/>
                <w:right w:val="none" w:sz="0" w:space="0" w:color="auto"/>
              </w:divBdr>
            </w:div>
            <w:div w:id="102968481">
              <w:marLeft w:val="0"/>
              <w:marRight w:val="0"/>
              <w:marTop w:val="0"/>
              <w:marBottom w:val="0"/>
              <w:divBdr>
                <w:top w:val="none" w:sz="0" w:space="0" w:color="auto"/>
                <w:left w:val="none" w:sz="0" w:space="0" w:color="auto"/>
                <w:bottom w:val="none" w:sz="0" w:space="0" w:color="auto"/>
                <w:right w:val="none" w:sz="0" w:space="0" w:color="auto"/>
              </w:divBdr>
            </w:div>
            <w:div w:id="784497930">
              <w:marLeft w:val="0"/>
              <w:marRight w:val="0"/>
              <w:marTop w:val="0"/>
              <w:marBottom w:val="0"/>
              <w:divBdr>
                <w:top w:val="none" w:sz="0" w:space="0" w:color="auto"/>
                <w:left w:val="none" w:sz="0" w:space="0" w:color="auto"/>
                <w:bottom w:val="none" w:sz="0" w:space="0" w:color="auto"/>
                <w:right w:val="none" w:sz="0" w:space="0" w:color="auto"/>
              </w:divBdr>
            </w:div>
            <w:div w:id="385184357">
              <w:marLeft w:val="0"/>
              <w:marRight w:val="0"/>
              <w:marTop w:val="0"/>
              <w:marBottom w:val="0"/>
              <w:divBdr>
                <w:top w:val="none" w:sz="0" w:space="0" w:color="auto"/>
                <w:left w:val="none" w:sz="0" w:space="0" w:color="auto"/>
                <w:bottom w:val="none" w:sz="0" w:space="0" w:color="auto"/>
                <w:right w:val="none" w:sz="0" w:space="0" w:color="auto"/>
              </w:divBdr>
            </w:div>
            <w:div w:id="1154031908">
              <w:marLeft w:val="0"/>
              <w:marRight w:val="0"/>
              <w:marTop w:val="0"/>
              <w:marBottom w:val="0"/>
              <w:divBdr>
                <w:top w:val="none" w:sz="0" w:space="0" w:color="auto"/>
                <w:left w:val="none" w:sz="0" w:space="0" w:color="auto"/>
                <w:bottom w:val="none" w:sz="0" w:space="0" w:color="auto"/>
                <w:right w:val="none" w:sz="0" w:space="0" w:color="auto"/>
              </w:divBdr>
            </w:div>
            <w:div w:id="1722822094">
              <w:marLeft w:val="0"/>
              <w:marRight w:val="0"/>
              <w:marTop w:val="0"/>
              <w:marBottom w:val="0"/>
              <w:divBdr>
                <w:top w:val="none" w:sz="0" w:space="0" w:color="auto"/>
                <w:left w:val="none" w:sz="0" w:space="0" w:color="auto"/>
                <w:bottom w:val="none" w:sz="0" w:space="0" w:color="auto"/>
                <w:right w:val="none" w:sz="0" w:space="0" w:color="auto"/>
              </w:divBdr>
            </w:div>
            <w:div w:id="1020277561">
              <w:marLeft w:val="0"/>
              <w:marRight w:val="0"/>
              <w:marTop w:val="0"/>
              <w:marBottom w:val="0"/>
              <w:divBdr>
                <w:top w:val="none" w:sz="0" w:space="0" w:color="auto"/>
                <w:left w:val="none" w:sz="0" w:space="0" w:color="auto"/>
                <w:bottom w:val="none" w:sz="0" w:space="0" w:color="auto"/>
                <w:right w:val="none" w:sz="0" w:space="0" w:color="auto"/>
              </w:divBdr>
            </w:div>
            <w:div w:id="828256239">
              <w:marLeft w:val="0"/>
              <w:marRight w:val="0"/>
              <w:marTop w:val="0"/>
              <w:marBottom w:val="0"/>
              <w:divBdr>
                <w:top w:val="none" w:sz="0" w:space="0" w:color="auto"/>
                <w:left w:val="none" w:sz="0" w:space="0" w:color="auto"/>
                <w:bottom w:val="none" w:sz="0" w:space="0" w:color="auto"/>
                <w:right w:val="none" w:sz="0" w:space="0" w:color="auto"/>
              </w:divBdr>
            </w:div>
            <w:div w:id="2016422195">
              <w:marLeft w:val="0"/>
              <w:marRight w:val="0"/>
              <w:marTop w:val="0"/>
              <w:marBottom w:val="0"/>
              <w:divBdr>
                <w:top w:val="none" w:sz="0" w:space="0" w:color="auto"/>
                <w:left w:val="none" w:sz="0" w:space="0" w:color="auto"/>
                <w:bottom w:val="none" w:sz="0" w:space="0" w:color="auto"/>
                <w:right w:val="none" w:sz="0" w:space="0" w:color="auto"/>
              </w:divBdr>
            </w:div>
            <w:div w:id="807014555">
              <w:marLeft w:val="0"/>
              <w:marRight w:val="0"/>
              <w:marTop w:val="0"/>
              <w:marBottom w:val="0"/>
              <w:divBdr>
                <w:top w:val="none" w:sz="0" w:space="0" w:color="auto"/>
                <w:left w:val="none" w:sz="0" w:space="0" w:color="auto"/>
                <w:bottom w:val="none" w:sz="0" w:space="0" w:color="auto"/>
                <w:right w:val="none" w:sz="0" w:space="0" w:color="auto"/>
              </w:divBdr>
            </w:div>
            <w:div w:id="615217378">
              <w:marLeft w:val="0"/>
              <w:marRight w:val="0"/>
              <w:marTop w:val="0"/>
              <w:marBottom w:val="0"/>
              <w:divBdr>
                <w:top w:val="none" w:sz="0" w:space="0" w:color="auto"/>
                <w:left w:val="none" w:sz="0" w:space="0" w:color="auto"/>
                <w:bottom w:val="none" w:sz="0" w:space="0" w:color="auto"/>
                <w:right w:val="none" w:sz="0" w:space="0" w:color="auto"/>
              </w:divBdr>
            </w:div>
            <w:div w:id="601450717">
              <w:marLeft w:val="0"/>
              <w:marRight w:val="0"/>
              <w:marTop w:val="0"/>
              <w:marBottom w:val="0"/>
              <w:divBdr>
                <w:top w:val="none" w:sz="0" w:space="0" w:color="auto"/>
                <w:left w:val="none" w:sz="0" w:space="0" w:color="auto"/>
                <w:bottom w:val="none" w:sz="0" w:space="0" w:color="auto"/>
                <w:right w:val="none" w:sz="0" w:space="0" w:color="auto"/>
              </w:divBdr>
            </w:div>
            <w:div w:id="145056872">
              <w:marLeft w:val="0"/>
              <w:marRight w:val="0"/>
              <w:marTop w:val="0"/>
              <w:marBottom w:val="0"/>
              <w:divBdr>
                <w:top w:val="none" w:sz="0" w:space="0" w:color="auto"/>
                <w:left w:val="none" w:sz="0" w:space="0" w:color="auto"/>
                <w:bottom w:val="none" w:sz="0" w:space="0" w:color="auto"/>
                <w:right w:val="none" w:sz="0" w:space="0" w:color="auto"/>
              </w:divBdr>
            </w:div>
            <w:div w:id="484780786">
              <w:marLeft w:val="0"/>
              <w:marRight w:val="0"/>
              <w:marTop w:val="0"/>
              <w:marBottom w:val="0"/>
              <w:divBdr>
                <w:top w:val="none" w:sz="0" w:space="0" w:color="auto"/>
                <w:left w:val="none" w:sz="0" w:space="0" w:color="auto"/>
                <w:bottom w:val="none" w:sz="0" w:space="0" w:color="auto"/>
                <w:right w:val="none" w:sz="0" w:space="0" w:color="auto"/>
              </w:divBdr>
            </w:div>
            <w:div w:id="241138761">
              <w:marLeft w:val="0"/>
              <w:marRight w:val="0"/>
              <w:marTop w:val="0"/>
              <w:marBottom w:val="0"/>
              <w:divBdr>
                <w:top w:val="none" w:sz="0" w:space="0" w:color="auto"/>
                <w:left w:val="none" w:sz="0" w:space="0" w:color="auto"/>
                <w:bottom w:val="none" w:sz="0" w:space="0" w:color="auto"/>
                <w:right w:val="none" w:sz="0" w:space="0" w:color="auto"/>
              </w:divBdr>
            </w:div>
            <w:div w:id="596982561">
              <w:marLeft w:val="0"/>
              <w:marRight w:val="0"/>
              <w:marTop w:val="0"/>
              <w:marBottom w:val="0"/>
              <w:divBdr>
                <w:top w:val="none" w:sz="0" w:space="0" w:color="auto"/>
                <w:left w:val="none" w:sz="0" w:space="0" w:color="auto"/>
                <w:bottom w:val="none" w:sz="0" w:space="0" w:color="auto"/>
                <w:right w:val="none" w:sz="0" w:space="0" w:color="auto"/>
              </w:divBdr>
            </w:div>
            <w:div w:id="182985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02732">
      <w:bodyDiv w:val="1"/>
      <w:marLeft w:val="0"/>
      <w:marRight w:val="0"/>
      <w:marTop w:val="0"/>
      <w:marBottom w:val="0"/>
      <w:divBdr>
        <w:top w:val="none" w:sz="0" w:space="0" w:color="auto"/>
        <w:left w:val="none" w:sz="0" w:space="0" w:color="auto"/>
        <w:bottom w:val="none" w:sz="0" w:space="0" w:color="auto"/>
        <w:right w:val="none" w:sz="0" w:space="0" w:color="auto"/>
      </w:divBdr>
    </w:div>
    <w:div w:id="370502310">
      <w:bodyDiv w:val="1"/>
      <w:marLeft w:val="0"/>
      <w:marRight w:val="0"/>
      <w:marTop w:val="0"/>
      <w:marBottom w:val="0"/>
      <w:divBdr>
        <w:top w:val="none" w:sz="0" w:space="0" w:color="auto"/>
        <w:left w:val="none" w:sz="0" w:space="0" w:color="auto"/>
        <w:bottom w:val="none" w:sz="0" w:space="0" w:color="auto"/>
        <w:right w:val="none" w:sz="0" w:space="0" w:color="auto"/>
      </w:divBdr>
      <w:divsChild>
        <w:div w:id="1129713022">
          <w:marLeft w:val="0"/>
          <w:marRight w:val="0"/>
          <w:marTop w:val="0"/>
          <w:marBottom w:val="0"/>
          <w:divBdr>
            <w:top w:val="none" w:sz="0" w:space="0" w:color="auto"/>
            <w:left w:val="none" w:sz="0" w:space="0" w:color="auto"/>
            <w:bottom w:val="none" w:sz="0" w:space="0" w:color="auto"/>
            <w:right w:val="none" w:sz="0" w:space="0" w:color="auto"/>
          </w:divBdr>
          <w:divsChild>
            <w:div w:id="2057505328">
              <w:marLeft w:val="0"/>
              <w:marRight w:val="0"/>
              <w:marTop w:val="0"/>
              <w:marBottom w:val="0"/>
              <w:divBdr>
                <w:top w:val="none" w:sz="0" w:space="0" w:color="auto"/>
                <w:left w:val="none" w:sz="0" w:space="0" w:color="auto"/>
                <w:bottom w:val="none" w:sz="0" w:space="0" w:color="auto"/>
                <w:right w:val="none" w:sz="0" w:space="0" w:color="auto"/>
              </w:divBdr>
            </w:div>
            <w:div w:id="1491097408">
              <w:marLeft w:val="0"/>
              <w:marRight w:val="0"/>
              <w:marTop w:val="0"/>
              <w:marBottom w:val="0"/>
              <w:divBdr>
                <w:top w:val="none" w:sz="0" w:space="0" w:color="auto"/>
                <w:left w:val="none" w:sz="0" w:space="0" w:color="auto"/>
                <w:bottom w:val="none" w:sz="0" w:space="0" w:color="auto"/>
                <w:right w:val="none" w:sz="0" w:space="0" w:color="auto"/>
              </w:divBdr>
            </w:div>
            <w:div w:id="1302227371">
              <w:marLeft w:val="0"/>
              <w:marRight w:val="0"/>
              <w:marTop w:val="0"/>
              <w:marBottom w:val="0"/>
              <w:divBdr>
                <w:top w:val="none" w:sz="0" w:space="0" w:color="auto"/>
                <w:left w:val="none" w:sz="0" w:space="0" w:color="auto"/>
                <w:bottom w:val="none" w:sz="0" w:space="0" w:color="auto"/>
                <w:right w:val="none" w:sz="0" w:space="0" w:color="auto"/>
              </w:divBdr>
            </w:div>
            <w:div w:id="1933775858">
              <w:marLeft w:val="0"/>
              <w:marRight w:val="0"/>
              <w:marTop w:val="0"/>
              <w:marBottom w:val="0"/>
              <w:divBdr>
                <w:top w:val="none" w:sz="0" w:space="0" w:color="auto"/>
                <w:left w:val="none" w:sz="0" w:space="0" w:color="auto"/>
                <w:bottom w:val="none" w:sz="0" w:space="0" w:color="auto"/>
                <w:right w:val="none" w:sz="0" w:space="0" w:color="auto"/>
              </w:divBdr>
            </w:div>
            <w:div w:id="1266572011">
              <w:marLeft w:val="0"/>
              <w:marRight w:val="0"/>
              <w:marTop w:val="0"/>
              <w:marBottom w:val="0"/>
              <w:divBdr>
                <w:top w:val="none" w:sz="0" w:space="0" w:color="auto"/>
                <w:left w:val="none" w:sz="0" w:space="0" w:color="auto"/>
                <w:bottom w:val="none" w:sz="0" w:space="0" w:color="auto"/>
                <w:right w:val="none" w:sz="0" w:space="0" w:color="auto"/>
              </w:divBdr>
            </w:div>
            <w:div w:id="29498167">
              <w:marLeft w:val="0"/>
              <w:marRight w:val="0"/>
              <w:marTop w:val="0"/>
              <w:marBottom w:val="0"/>
              <w:divBdr>
                <w:top w:val="none" w:sz="0" w:space="0" w:color="auto"/>
                <w:left w:val="none" w:sz="0" w:space="0" w:color="auto"/>
                <w:bottom w:val="none" w:sz="0" w:space="0" w:color="auto"/>
                <w:right w:val="none" w:sz="0" w:space="0" w:color="auto"/>
              </w:divBdr>
            </w:div>
            <w:div w:id="504830238">
              <w:marLeft w:val="0"/>
              <w:marRight w:val="0"/>
              <w:marTop w:val="0"/>
              <w:marBottom w:val="0"/>
              <w:divBdr>
                <w:top w:val="none" w:sz="0" w:space="0" w:color="auto"/>
                <w:left w:val="none" w:sz="0" w:space="0" w:color="auto"/>
                <w:bottom w:val="none" w:sz="0" w:space="0" w:color="auto"/>
                <w:right w:val="none" w:sz="0" w:space="0" w:color="auto"/>
              </w:divBdr>
            </w:div>
            <w:div w:id="893278526">
              <w:marLeft w:val="0"/>
              <w:marRight w:val="0"/>
              <w:marTop w:val="0"/>
              <w:marBottom w:val="0"/>
              <w:divBdr>
                <w:top w:val="none" w:sz="0" w:space="0" w:color="auto"/>
                <w:left w:val="none" w:sz="0" w:space="0" w:color="auto"/>
                <w:bottom w:val="none" w:sz="0" w:space="0" w:color="auto"/>
                <w:right w:val="none" w:sz="0" w:space="0" w:color="auto"/>
              </w:divBdr>
            </w:div>
            <w:div w:id="1066223046">
              <w:marLeft w:val="0"/>
              <w:marRight w:val="0"/>
              <w:marTop w:val="0"/>
              <w:marBottom w:val="0"/>
              <w:divBdr>
                <w:top w:val="none" w:sz="0" w:space="0" w:color="auto"/>
                <w:left w:val="none" w:sz="0" w:space="0" w:color="auto"/>
                <w:bottom w:val="none" w:sz="0" w:space="0" w:color="auto"/>
                <w:right w:val="none" w:sz="0" w:space="0" w:color="auto"/>
              </w:divBdr>
            </w:div>
            <w:div w:id="1532454296">
              <w:marLeft w:val="0"/>
              <w:marRight w:val="0"/>
              <w:marTop w:val="0"/>
              <w:marBottom w:val="0"/>
              <w:divBdr>
                <w:top w:val="none" w:sz="0" w:space="0" w:color="auto"/>
                <w:left w:val="none" w:sz="0" w:space="0" w:color="auto"/>
                <w:bottom w:val="none" w:sz="0" w:space="0" w:color="auto"/>
                <w:right w:val="none" w:sz="0" w:space="0" w:color="auto"/>
              </w:divBdr>
            </w:div>
            <w:div w:id="249391536">
              <w:marLeft w:val="0"/>
              <w:marRight w:val="0"/>
              <w:marTop w:val="0"/>
              <w:marBottom w:val="0"/>
              <w:divBdr>
                <w:top w:val="none" w:sz="0" w:space="0" w:color="auto"/>
                <w:left w:val="none" w:sz="0" w:space="0" w:color="auto"/>
                <w:bottom w:val="none" w:sz="0" w:space="0" w:color="auto"/>
                <w:right w:val="none" w:sz="0" w:space="0" w:color="auto"/>
              </w:divBdr>
            </w:div>
            <w:div w:id="520555234">
              <w:marLeft w:val="0"/>
              <w:marRight w:val="0"/>
              <w:marTop w:val="0"/>
              <w:marBottom w:val="0"/>
              <w:divBdr>
                <w:top w:val="none" w:sz="0" w:space="0" w:color="auto"/>
                <w:left w:val="none" w:sz="0" w:space="0" w:color="auto"/>
                <w:bottom w:val="none" w:sz="0" w:space="0" w:color="auto"/>
                <w:right w:val="none" w:sz="0" w:space="0" w:color="auto"/>
              </w:divBdr>
            </w:div>
            <w:div w:id="2043092302">
              <w:marLeft w:val="0"/>
              <w:marRight w:val="0"/>
              <w:marTop w:val="0"/>
              <w:marBottom w:val="0"/>
              <w:divBdr>
                <w:top w:val="none" w:sz="0" w:space="0" w:color="auto"/>
                <w:left w:val="none" w:sz="0" w:space="0" w:color="auto"/>
                <w:bottom w:val="none" w:sz="0" w:space="0" w:color="auto"/>
                <w:right w:val="none" w:sz="0" w:space="0" w:color="auto"/>
              </w:divBdr>
            </w:div>
            <w:div w:id="1408763732">
              <w:marLeft w:val="0"/>
              <w:marRight w:val="0"/>
              <w:marTop w:val="0"/>
              <w:marBottom w:val="0"/>
              <w:divBdr>
                <w:top w:val="none" w:sz="0" w:space="0" w:color="auto"/>
                <w:left w:val="none" w:sz="0" w:space="0" w:color="auto"/>
                <w:bottom w:val="none" w:sz="0" w:space="0" w:color="auto"/>
                <w:right w:val="none" w:sz="0" w:space="0" w:color="auto"/>
              </w:divBdr>
            </w:div>
            <w:div w:id="901139498">
              <w:marLeft w:val="0"/>
              <w:marRight w:val="0"/>
              <w:marTop w:val="0"/>
              <w:marBottom w:val="0"/>
              <w:divBdr>
                <w:top w:val="none" w:sz="0" w:space="0" w:color="auto"/>
                <w:left w:val="none" w:sz="0" w:space="0" w:color="auto"/>
                <w:bottom w:val="none" w:sz="0" w:space="0" w:color="auto"/>
                <w:right w:val="none" w:sz="0" w:space="0" w:color="auto"/>
              </w:divBdr>
            </w:div>
            <w:div w:id="260845053">
              <w:marLeft w:val="0"/>
              <w:marRight w:val="0"/>
              <w:marTop w:val="0"/>
              <w:marBottom w:val="0"/>
              <w:divBdr>
                <w:top w:val="none" w:sz="0" w:space="0" w:color="auto"/>
                <w:left w:val="none" w:sz="0" w:space="0" w:color="auto"/>
                <w:bottom w:val="none" w:sz="0" w:space="0" w:color="auto"/>
                <w:right w:val="none" w:sz="0" w:space="0" w:color="auto"/>
              </w:divBdr>
            </w:div>
            <w:div w:id="1445491227">
              <w:marLeft w:val="0"/>
              <w:marRight w:val="0"/>
              <w:marTop w:val="0"/>
              <w:marBottom w:val="0"/>
              <w:divBdr>
                <w:top w:val="none" w:sz="0" w:space="0" w:color="auto"/>
                <w:left w:val="none" w:sz="0" w:space="0" w:color="auto"/>
                <w:bottom w:val="none" w:sz="0" w:space="0" w:color="auto"/>
                <w:right w:val="none" w:sz="0" w:space="0" w:color="auto"/>
              </w:divBdr>
            </w:div>
            <w:div w:id="255945324">
              <w:marLeft w:val="0"/>
              <w:marRight w:val="0"/>
              <w:marTop w:val="0"/>
              <w:marBottom w:val="0"/>
              <w:divBdr>
                <w:top w:val="none" w:sz="0" w:space="0" w:color="auto"/>
                <w:left w:val="none" w:sz="0" w:space="0" w:color="auto"/>
                <w:bottom w:val="none" w:sz="0" w:space="0" w:color="auto"/>
                <w:right w:val="none" w:sz="0" w:space="0" w:color="auto"/>
              </w:divBdr>
            </w:div>
            <w:div w:id="1513714809">
              <w:marLeft w:val="0"/>
              <w:marRight w:val="0"/>
              <w:marTop w:val="0"/>
              <w:marBottom w:val="0"/>
              <w:divBdr>
                <w:top w:val="none" w:sz="0" w:space="0" w:color="auto"/>
                <w:left w:val="none" w:sz="0" w:space="0" w:color="auto"/>
                <w:bottom w:val="none" w:sz="0" w:space="0" w:color="auto"/>
                <w:right w:val="none" w:sz="0" w:space="0" w:color="auto"/>
              </w:divBdr>
            </w:div>
            <w:div w:id="23600072">
              <w:marLeft w:val="0"/>
              <w:marRight w:val="0"/>
              <w:marTop w:val="0"/>
              <w:marBottom w:val="0"/>
              <w:divBdr>
                <w:top w:val="none" w:sz="0" w:space="0" w:color="auto"/>
                <w:left w:val="none" w:sz="0" w:space="0" w:color="auto"/>
                <w:bottom w:val="none" w:sz="0" w:space="0" w:color="auto"/>
                <w:right w:val="none" w:sz="0" w:space="0" w:color="auto"/>
              </w:divBdr>
            </w:div>
            <w:div w:id="1788351335">
              <w:marLeft w:val="0"/>
              <w:marRight w:val="0"/>
              <w:marTop w:val="0"/>
              <w:marBottom w:val="0"/>
              <w:divBdr>
                <w:top w:val="none" w:sz="0" w:space="0" w:color="auto"/>
                <w:left w:val="none" w:sz="0" w:space="0" w:color="auto"/>
                <w:bottom w:val="none" w:sz="0" w:space="0" w:color="auto"/>
                <w:right w:val="none" w:sz="0" w:space="0" w:color="auto"/>
              </w:divBdr>
            </w:div>
            <w:div w:id="1824931216">
              <w:marLeft w:val="0"/>
              <w:marRight w:val="0"/>
              <w:marTop w:val="0"/>
              <w:marBottom w:val="0"/>
              <w:divBdr>
                <w:top w:val="none" w:sz="0" w:space="0" w:color="auto"/>
                <w:left w:val="none" w:sz="0" w:space="0" w:color="auto"/>
                <w:bottom w:val="none" w:sz="0" w:space="0" w:color="auto"/>
                <w:right w:val="none" w:sz="0" w:space="0" w:color="auto"/>
              </w:divBdr>
            </w:div>
            <w:div w:id="1481537461">
              <w:marLeft w:val="0"/>
              <w:marRight w:val="0"/>
              <w:marTop w:val="0"/>
              <w:marBottom w:val="0"/>
              <w:divBdr>
                <w:top w:val="none" w:sz="0" w:space="0" w:color="auto"/>
                <w:left w:val="none" w:sz="0" w:space="0" w:color="auto"/>
                <w:bottom w:val="none" w:sz="0" w:space="0" w:color="auto"/>
                <w:right w:val="none" w:sz="0" w:space="0" w:color="auto"/>
              </w:divBdr>
            </w:div>
            <w:div w:id="2072187390">
              <w:marLeft w:val="0"/>
              <w:marRight w:val="0"/>
              <w:marTop w:val="0"/>
              <w:marBottom w:val="0"/>
              <w:divBdr>
                <w:top w:val="none" w:sz="0" w:space="0" w:color="auto"/>
                <w:left w:val="none" w:sz="0" w:space="0" w:color="auto"/>
                <w:bottom w:val="none" w:sz="0" w:space="0" w:color="auto"/>
                <w:right w:val="none" w:sz="0" w:space="0" w:color="auto"/>
              </w:divBdr>
            </w:div>
            <w:div w:id="1455098284">
              <w:marLeft w:val="0"/>
              <w:marRight w:val="0"/>
              <w:marTop w:val="0"/>
              <w:marBottom w:val="0"/>
              <w:divBdr>
                <w:top w:val="none" w:sz="0" w:space="0" w:color="auto"/>
                <w:left w:val="none" w:sz="0" w:space="0" w:color="auto"/>
                <w:bottom w:val="none" w:sz="0" w:space="0" w:color="auto"/>
                <w:right w:val="none" w:sz="0" w:space="0" w:color="auto"/>
              </w:divBdr>
            </w:div>
            <w:div w:id="420224927">
              <w:marLeft w:val="0"/>
              <w:marRight w:val="0"/>
              <w:marTop w:val="0"/>
              <w:marBottom w:val="0"/>
              <w:divBdr>
                <w:top w:val="none" w:sz="0" w:space="0" w:color="auto"/>
                <w:left w:val="none" w:sz="0" w:space="0" w:color="auto"/>
                <w:bottom w:val="none" w:sz="0" w:space="0" w:color="auto"/>
                <w:right w:val="none" w:sz="0" w:space="0" w:color="auto"/>
              </w:divBdr>
            </w:div>
            <w:div w:id="443500799">
              <w:marLeft w:val="0"/>
              <w:marRight w:val="0"/>
              <w:marTop w:val="0"/>
              <w:marBottom w:val="0"/>
              <w:divBdr>
                <w:top w:val="none" w:sz="0" w:space="0" w:color="auto"/>
                <w:left w:val="none" w:sz="0" w:space="0" w:color="auto"/>
                <w:bottom w:val="none" w:sz="0" w:space="0" w:color="auto"/>
                <w:right w:val="none" w:sz="0" w:space="0" w:color="auto"/>
              </w:divBdr>
            </w:div>
            <w:div w:id="1907758642">
              <w:marLeft w:val="0"/>
              <w:marRight w:val="0"/>
              <w:marTop w:val="0"/>
              <w:marBottom w:val="0"/>
              <w:divBdr>
                <w:top w:val="none" w:sz="0" w:space="0" w:color="auto"/>
                <w:left w:val="none" w:sz="0" w:space="0" w:color="auto"/>
                <w:bottom w:val="none" w:sz="0" w:space="0" w:color="auto"/>
                <w:right w:val="none" w:sz="0" w:space="0" w:color="auto"/>
              </w:divBdr>
            </w:div>
            <w:div w:id="2082866740">
              <w:marLeft w:val="0"/>
              <w:marRight w:val="0"/>
              <w:marTop w:val="0"/>
              <w:marBottom w:val="0"/>
              <w:divBdr>
                <w:top w:val="none" w:sz="0" w:space="0" w:color="auto"/>
                <w:left w:val="none" w:sz="0" w:space="0" w:color="auto"/>
                <w:bottom w:val="none" w:sz="0" w:space="0" w:color="auto"/>
                <w:right w:val="none" w:sz="0" w:space="0" w:color="auto"/>
              </w:divBdr>
            </w:div>
            <w:div w:id="9067924">
              <w:marLeft w:val="0"/>
              <w:marRight w:val="0"/>
              <w:marTop w:val="0"/>
              <w:marBottom w:val="0"/>
              <w:divBdr>
                <w:top w:val="none" w:sz="0" w:space="0" w:color="auto"/>
                <w:left w:val="none" w:sz="0" w:space="0" w:color="auto"/>
                <w:bottom w:val="none" w:sz="0" w:space="0" w:color="auto"/>
                <w:right w:val="none" w:sz="0" w:space="0" w:color="auto"/>
              </w:divBdr>
            </w:div>
            <w:div w:id="758404441">
              <w:marLeft w:val="0"/>
              <w:marRight w:val="0"/>
              <w:marTop w:val="0"/>
              <w:marBottom w:val="0"/>
              <w:divBdr>
                <w:top w:val="none" w:sz="0" w:space="0" w:color="auto"/>
                <w:left w:val="none" w:sz="0" w:space="0" w:color="auto"/>
                <w:bottom w:val="none" w:sz="0" w:space="0" w:color="auto"/>
                <w:right w:val="none" w:sz="0" w:space="0" w:color="auto"/>
              </w:divBdr>
            </w:div>
            <w:div w:id="1669399800">
              <w:marLeft w:val="0"/>
              <w:marRight w:val="0"/>
              <w:marTop w:val="0"/>
              <w:marBottom w:val="0"/>
              <w:divBdr>
                <w:top w:val="none" w:sz="0" w:space="0" w:color="auto"/>
                <w:left w:val="none" w:sz="0" w:space="0" w:color="auto"/>
                <w:bottom w:val="none" w:sz="0" w:space="0" w:color="auto"/>
                <w:right w:val="none" w:sz="0" w:space="0" w:color="auto"/>
              </w:divBdr>
            </w:div>
            <w:div w:id="378433149">
              <w:marLeft w:val="0"/>
              <w:marRight w:val="0"/>
              <w:marTop w:val="0"/>
              <w:marBottom w:val="0"/>
              <w:divBdr>
                <w:top w:val="none" w:sz="0" w:space="0" w:color="auto"/>
                <w:left w:val="none" w:sz="0" w:space="0" w:color="auto"/>
                <w:bottom w:val="none" w:sz="0" w:space="0" w:color="auto"/>
                <w:right w:val="none" w:sz="0" w:space="0" w:color="auto"/>
              </w:divBdr>
            </w:div>
            <w:div w:id="1477842704">
              <w:marLeft w:val="0"/>
              <w:marRight w:val="0"/>
              <w:marTop w:val="0"/>
              <w:marBottom w:val="0"/>
              <w:divBdr>
                <w:top w:val="none" w:sz="0" w:space="0" w:color="auto"/>
                <w:left w:val="none" w:sz="0" w:space="0" w:color="auto"/>
                <w:bottom w:val="none" w:sz="0" w:space="0" w:color="auto"/>
                <w:right w:val="none" w:sz="0" w:space="0" w:color="auto"/>
              </w:divBdr>
            </w:div>
            <w:div w:id="1480339114">
              <w:marLeft w:val="0"/>
              <w:marRight w:val="0"/>
              <w:marTop w:val="0"/>
              <w:marBottom w:val="0"/>
              <w:divBdr>
                <w:top w:val="none" w:sz="0" w:space="0" w:color="auto"/>
                <w:left w:val="none" w:sz="0" w:space="0" w:color="auto"/>
                <w:bottom w:val="none" w:sz="0" w:space="0" w:color="auto"/>
                <w:right w:val="none" w:sz="0" w:space="0" w:color="auto"/>
              </w:divBdr>
            </w:div>
            <w:div w:id="1155990587">
              <w:marLeft w:val="0"/>
              <w:marRight w:val="0"/>
              <w:marTop w:val="0"/>
              <w:marBottom w:val="0"/>
              <w:divBdr>
                <w:top w:val="none" w:sz="0" w:space="0" w:color="auto"/>
                <w:left w:val="none" w:sz="0" w:space="0" w:color="auto"/>
                <w:bottom w:val="none" w:sz="0" w:space="0" w:color="auto"/>
                <w:right w:val="none" w:sz="0" w:space="0" w:color="auto"/>
              </w:divBdr>
            </w:div>
            <w:div w:id="1169978989">
              <w:marLeft w:val="0"/>
              <w:marRight w:val="0"/>
              <w:marTop w:val="0"/>
              <w:marBottom w:val="0"/>
              <w:divBdr>
                <w:top w:val="none" w:sz="0" w:space="0" w:color="auto"/>
                <w:left w:val="none" w:sz="0" w:space="0" w:color="auto"/>
                <w:bottom w:val="none" w:sz="0" w:space="0" w:color="auto"/>
                <w:right w:val="none" w:sz="0" w:space="0" w:color="auto"/>
              </w:divBdr>
            </w:div>
            <w:div w:id="172447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77445">
      <w:bodyDiv w:val="1"/>
      <w:marLeft w:val="0"/>
      <w:marRight w:val="0"/>
      <w:marTop w:val="0"/>
      <w:marBottom w:val="0"/>
      <w:divBdr>
        <w:top w:val="none" w:sz="0" w:space="0" w:color="auto"/>
        <w:left w:val="none" w:sz="0" w:space="0" w:color="auto"/>
        <w:bottom w:val="none" w:sz="0" w:space="0" w:color="auto"/>
        <w:right w:val="none" w:sz="0" w:space="0" w:color="auto"/>
      </w:divBdr>
      <w:divsChild>
        <w:div w:id="1244100053">
          <w:marLeft w:val="0"/>
          <w:marRight w:val="0"/>
          <w:marTop w:val="0"/>
          <w:marBottom w:val="0"/>
          <w:divBdr>
            <w:top w:val="none" w:sz="0" w:space="0" w:color="auto"/>
            <w:left w:val="none" w:sz="0" w:space="0" w:color="auto"/>
            <w:bottom w:val="none" w:sz="0" w:space="0" w:color="auto"/>
            <w:right w:val="none" w:sz="0" w:space="0" w:color="auto"/>
          </w:divBdr>
          <w:divsChild>
            <w:div w:id="9571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19372">
      <w:bodyDiv w:val="1"/>
      <w:marLeft w:val="0"/>
      <w:marRight w:val="0"/>
      <w:marTop w:val="0"/>
      <w:marBottom w:val="0"/>
      <w:divBdr>
        <w:top w:val="none" w:sz="0" w:space="0" w:color="auto"/>
        <w:left w:val="none" w:sz="0" w:space="0" w:color="auto"/>
        <w:bottom w:val="none" w:sz="0" w:space="0" w:color="auto"/>
        <w:right w:val="none" w:sz="0" w:space="0" w:color="auto"/>
      </w:divBdr>
      <w:divsChild>
        <w:div w:id="2052731705">
          <w:marLeft w:val="0"/>
          <w:marRight w:val="0"/>
          <w:marTop w:val="0"/>
          <w:marBottom w:val="0"/>
          <w:divBdr>
            <w:top w:val="none" w:sz="0" w:space="0" w:color="auto"/>
            <w:left w:val="none" w:sz="0" w:space="0" w:color="auto"/>
            <w:bottom w:val="none" w:sz="0" w:space="0" w:color="auto"/>
            <w:right w:val="none" w:sz="0" w:space="0" w:color="auto"/>
          </w:divBdr>
          <w:divsChild>
            <w:div w:id="1020857603">
              <w:marLeft w:val="0"/>
              <w:marRight w:val="0"/>
              <w:marTop w:val="0"/>
              <w:marBottom w:val="0"/>
              <w:divBdr>
                <w:top w:val="none" w:sz="0" w:space="0" w:color="auto"/>
                <w:left w:val="none" w:sz="0" w:space="0" w:color="auto"/>
                <w:bottom w:val="none" w:sz="0" w:space="0" w:color="auto"/>
                <w:right w:val="none" w:sz="0" w:space="0" w:color="auto"/>
              </w:divBdr>
            </w:div>
            <w:div w:id="791676615">
              <w:marLeft w:val="0"/>
              <w:marRight w:val="0"/>
              <w:marTop w:val="0"/>
              <w:marBottom w:val="0"/>
              <w:divBdr>
                <w:top w:val="none" w:sz="0" w:space="0" w:color="auto"/>
                <w:left w:val="none" w:sz="0" w:space="0" w:color="auto"/>
                <w:bottom w:val="none" w:sz="0" w:space="0" w:color="auto"/>
                <w:right w:val="none" w:sz="0" w:space="0" w:color="auto"/>
              </w:divBdr>
            </w:div>
            <w:div w:id="313022843">
              <w:marLeft w:val="0"/>
              <w:marRight w:val="0"/>
              <w:marTop w:val="0"/>
              <w:marBottom w:val="0"/>
              <w:divBdr>
                <w:top w:val="none" w:sz="0" w:space="0" w:color="auto"/>
                <w:left w:val="none" w:sz="0" w:space="0" w:color="auto"/>
                <w:bottom w:val="none" w:sz="0" w:space="0" w:color="auto"/>
                <w:right w:val="none" w:sz="0" w:space="0" w:color="auto"/>
              </w:divBdr>
            </w:div>
            <w:div w:id="1440445207">
              <w:marLeft w:val="0"/>
              <w:marRight w:val="0"/>
              <w:marTop w:val="0"/>
              <w:marBottom w:val="0"/>
              <w:divBdr>
                <w:top w:val="none" w:sz="0" w:space="0" w:color="auto"/>
                <w:left w:val="none" w:sz="0" w:space="0" w:color="auto"/>
                <w:bottom w:val="none" w:sz="0" w:space="0" w:color="auto"/>
                <w:right w:val="none" w:sz="0" w:space="0" w:color="auto"/>
              </w:divBdr>
            </w:div>
            <w:div w:id="1891571466">
              <w:marLeft w:val="0"/>
              <w:marRight w:val="0"/>
              <w:marTop w:val="0"/>
              <w:marBottom w:val="0"/>
              <w:divBdr>
                <w:top w:val="none" w:sz="0" w:space="0" w:color="auto"/>
                <w:left w:val="none" w:sz="0" w:space="0" w:color="auto"/>
                <w:bottom w:val="none" w:sz="0" w:space="0" w:color="auto"/>
                <w:right w:val="none" w:sz="0" w:space="0" w:color="auto"/>
              </w:divBdr>
            </w:div>
            <w:div w:id="1900506687">
              <w:marLeft w:val="0"/>
              <w:marRight w:val="0"/>
              <w:marTop w:val="0"/>
              <w:marBottom w:val="0"/>
              <w:divBdr>
                <w:top w:val="none" w:sz="0" w:space="0" w:color="auto"/>
                <w:left w:val="none" w:sz="0" w:space="0" w:color="auto"/>
                <w:bottom w:val="none" w:sz="0" w:space="0" w:color="auto"/>
                <w:right w:val="none" w:sz="0" w:space="0" w:color="auto"/>
              </w:divBdr>
            </w:div>
            <w:div w:id="24642486">
              <w:marLeft w:val="0"/>
              <w:marRight w:val="0"/>
              <w:marTop w:val="0"/>
              <w:marBottom w:val="0"/>
              <w:divBdr>
                <w:top w:val="none" w:sz="0" w:space="0" w:color="auto"/>
                <w:left w:val="none" w:sz="0" w:space="0" w:color="auto"/>
                <w:bottom w:val="none" w:sz="0" w:space="0" w:color="auto"/>
                <w:right w:val="none" w:sz="0" w:space="0" w:color="auto"/>
              </w:divBdr>
            </w:div>
            <w:div w:id="1700547768">
              <w:marLeft w:val="0"/>
              <w:marRight w:val="0"/>
              <w:marTop w:val="0"/>
              <w:marBottom w:val="0"/>
              <w:divBdr>
                <w:top w:val="none" w:sz="0" w:space="0" w:color="auto"/>
                <w:left w:val="none" w:sz="0" w:space="0" w:color="auto"/>
                <w:bottom w:val="none" w:sz="0" w:space="0" w:color="auto"/>
                <w:right w:val="none" w:sz="0" w:space="0" w:color="auto"/>
              </w:divBdr>
            </w:div>
            <w:div w:id="1538734765">
              <w:marLeft w:val="0"/>
              <w:marRight w:val="0"/>
              <w:marTop w:val="0"/>
              <w:marBottom w:val="0"/>
              <w:divBdr>
                <w:top w:val="none" w:sz="0" w:space="0" w:color="auto"/>
                <w:left w:val="none" w:sz="0" w:space="0" w:color="auto"/>
                <w:bottom w:val="none" w:sz="0" w:space="0" w:color="auto"/>
                <w:right w:val="none" w:sz="0" w:space="0" w:color="auto"/>
              </w:divBdr>
            </w:div>
            <w:div w:id="190650495">
              <w:marLeft w:val="0"/>
              <w:marRight w:val="0"/>
              <w:marTop w:val="0"/>
              <w:marBottom w:val="0"/>
              <w:divBdr>
                <w:top w:val="none" w:sz="0" w:space="0" w:color="auto"/>
                <w:left w:val="none" w:sz="0" w:space="0" w:color="auto"/>
                <w:bottom w:val="none" w:sz="0" w:space="0" w:color="auto"/>
                <w:right w:val="none" w:sz="0" w:space="0" w:color="auto"/>
              </w:divBdr>
            </w:div>
            <w:div w:id="1373380973">
              <w:marLeft w:val="0"/>
              <w:marRight w:val="0"/>
              <w:marTop w:val="0"/>
              <w:marBottom w:val="0"/>
              <w:divBdr>
                <w:top w:val="none" w:sz="0" w:space="0" w:color="auto"/>
                <w:left w:val="none" w:sz="0" w:space="0" w:color="auto"/>
                <w:bottom w:val="none" w:sz="0" w:space="0" w:color="auto"/>
                <w:right w:val="none" w:sz="0" w:space="0" w:color="auto"/>
              </w:divBdr>
            </w:div>
            <w:div w:id="1781340310">
              <w:marLeft w:val="0"/>
              <w:marRight w:val="0"/>
              <w:marTop w:val="0"/>
              <w:marBottom w:val="0"/>
              <w:divBdr>
                <w:top w:val="none" w:sz="0" w:space="0" w:color="auto"/>
                <w:left w:val="none" w:sz="0" w:space="0" w:color="auto"/>
                <w:bottom w:val="none" w:sz="0" w:space="0" w:color="auto"/>
                <w:right w:val="none" w:sz="0" w:space="0" w:color="auto"/>
              </w:divBdr>
            </w:div>
            <w:div w:id="1394085739">
              <w:marLeft w:val="0"/>
              <w:marRight w:val="0"/>
              <w:marTop w:val="0"/>
              <w:marBottom w:val="0"/>
              <w:divBdr>
                <w:top w:val="none" w:sz="0" w:space="0" w:color="auto"/>
                <w:left w:val="none" w:sz="0" w:space="0" w:color="auto"/>
                <w:bottom w:val="none" w:sz="0" w:space="0" w:color="auto"/>
                <w:right w:val="none" w:sz="0" w:space="0" w:color="auto"/>
              </w:divBdr>
            </w:div>
            <w:div w:id="2036348207">
              <w:marLeft w:val="0"/>
              <w:marRight w:val="0"/>
              <w:marTop w:val="0"/>
              <w:marBottom w:val="0"/>
              <w:divBdr>
                <w:top w:val="none" w:sz="0" w:space="0" w:color="auto"/>
                <w:left w:val="none" w:sz="0" w:space="0" w:color="auto"/>
                <w:bottom w:val="none" w:sz="0" w:space="0" w:color="auto"/>
                <w:right w:val="none" w:sz="0" w:space="0" w:color="auto"/>
              </w:divBdr>
            </w:div>
            <w:div w:id="1366827162">
              <w:marLeft w:val="0"/>
              <w:marRight w:val="0"/>
              <w:marTop w:val="0"/>
              <w:marBottom w:val="0"/>
              <w:divBdr>
                <w:top w:val="none" w:sz="0" w:space="0" w:color="auto"/>
                <w:left w:val="none" w:sz="0" w:space="0" w:color="auto"/>
                <w:bottom w:val="none" w:sz="0" w:space="0" w:color="auto"/>
                <w:right w:val="none" w:sz="0" w:space="0" w:color="auto"/>
              </w:divBdr>
            </w:div>
            <w:div w:id="1472091906">
              <w:marLeft w:val="0"/>
              <w:marRight w:val="0"/>
              <w:marTop w:val="0"/>
              <w:marBottom w:val="0"/>
              <w:divBdr>
                <w:top w:val="none" w:sz="0" w:space="0" w:color="auto"/>
                <w:left w:val="none" w:sz="0" w:space="0" w:color="auto"/>
                <w:bottom w:val="none" w:sz="0" w:space="0" w:color="auto"/>
                <w:right w:val="none" w:sz="0" w:space="0" w:color="auto"/>
              </w:divBdr>
            </w:div>
            <w:div w:id="86931521">
              <w:marLeft w:val="0"/>
              <w:marRight w:val="0"/>
              <w:marTop w:val="0"/>
              <w:marBottom w:val="0"/>
              <w:divBdr>
                <w:top w:val="none" w:sz="0" w:space="0" w:color="auto"/>
                <w:left w:val="none" w:sz="0" w:space="0" w:color="auto"/>
                <w:bottom w:val="none" w:sz="0" w:space="0" w:color="auto"/>
                <w:right w:val="none" w:sz="0" w:space="0" w:color="auto"/>
              </w:divBdr>
            </w:div>
            <w:div w:id="289016519">
              <w:marLeft w:val="0"/>
              <w:marRight w:val="0"/>
              <w:marTop w:val="0"/>
              <w:marBottom w:val="0"/>
              <w:divBdr>
                <w:top w:val="none" w:sz="0" w:space="0" w:color="auto"/>
                <w:left w:val="none" w:sz="0" w:space="0" w:color="auto"/>
                <w:bottom w:val="none" w:sz="0" w:space="0" w:color="auto"/>
                <w:right w:val="none" w:sz="0" w:space="0" w:color="auto"/>
              </w:divBdr>
            </w:div>
            <w:div w:id="1871914768">
              <w:marLeft w:val="0"/>
              <w:marRight w:val="0"/>
              <w:marTop w:val="0"/>
              <w:marBottom w:val="0"/>
              <w:divBdr>
                <w:top w:val="none" w:sz="0" w:space="0" w:color="auto"/>
                <w:left w:val="none" w:sz="0" w:space="0" w:color="auto"/>
                <w:bottom w:val="none" w:sz="0" w:space="0" w:color="auto"/>
                <w:right w:val="none" w:sz="0" w:space="0" w:color="auto"/>
              </w:divBdr>
            </w:div>
            <w:div w:id="913390376">
              <w:marLeft w:val="0"/>
              <w:marRight w:val="0"/>
              <w:marTop w:val="0"/>
              <w:marBottom w:val="0"/>
              <w:divBdr>
                <w:top w:val="none" w:sz="0" w:space="0" w:color="auto"/>
                <w:left w:val="none" w:sz="0" w:space="0" w:color="auto"/>
                <w:bottom w:val="none" w:sz="0" w:space="0" w:color="auto"/>
                <w:right w:val="none" w:sz="0" w:space="0" w:color="auto"/>
              </w:divBdr>
            </w:div>
            <w:div w:id="2137136504">
              <w:marLeft w:val="0"/>
              <w:marRight w:val="0"/>
              <w:marTop w:val="0"/>
              <w:marBottom w:val="0"/>
              <w:divBdr>
                <w:top w:val="none" w:sz="0" w:space="0" w:color="auto"/>
                <w:left w:val="none" w:sz="0" w:space="0" w:color="auto"/>
                <w:bottom w:val="none" w:sz="0" w:space="0" w:color="auto"/>
                <w:right w:val="none" w:sz="0" w:space="0" w:color="auto"/>
              </w:divBdr>
            </w:div>
            <w:div w:id="486173663">
              <w:marLeft w:val="0"/>
              <w:marRight w:val="0"/>
              <w:marTop w:val="0"/>
              <w:marBottom w:val="0"/>
              <w:divBdr>
                <w:top w:val="none" w:sz="0" w:space="0" w:color="auto"/>
                <w:left w:val="none" w:sz="0" w:space="0" w:color="auto"/>
                <w:bottom w:val="none" w:sz="0" w:space="0" w:color="auto"/>
                <w:right w:val="none" w:sz="0" w:space="0" w:color="auto"/>
              </w:divBdr>
            </w:div>
            <w:div w:id="1629898487">
              <w:marLeft w:val="0"/>
              <w:marRight w:val="0"/>
              <w:marTop w:val="0"/>
              <w:marBottom w:val="0"/>
              <w:divBdr>
                <w:top w:val="none" w:sz="0" w:space="0" w:color="auto"/>
                <w:left w:val="none" w:sz="0" w:space="0" w:color="auto"/>
                <w:bottom w:val="none" w:sz="0" w:space="0" w:color="auto"/>
                <w:right w:val="none" w:sz="0" w:space="0" w:color="auto"/>
              </w:divBdr>
            </w:div>
            <w:div w:id="2079401698">
              <w:marLeft w:val="0"/>
              <w:marRight w:val="0"/>
              <w:marTop w:val="0"/>
              <w:marBottom w:val="0"/>
              <w:divBdr>
                <w:top w:val="none" w:sz="0" w:space="0" w:color="auto"/>
                <w:left w:val="none" w:sz="0" w:space="0" w:color="auto"/>
                <w:bottom w:val="none" w:sz="0" w:space="0" w:color="auto"/>
                <w:right w:val="none" w:sz="0" w:space="0" w:color="auto"/>
              </w:divBdr>
            </w:div>
            <w:div w:id="1133598938">
              <w:marLeft w:val="0"/>
              <w:marRight w:val="0"/>
              <w:marTop w:val="0"/>
              <w:marBottom w:val="0"/>
              <w:divBdr>
                <w:top w:val="none" w:sz="0" w:space="0" w:color="auto"/>
                <w:left w:val="none" w:sz="0" w:space="0" w:color="auto"/>
                <w:bottom w:val="none" w:sz="0" w:space="0" w:color="auto"/>
                <w:right w:val="none" w:sz="0" w:space="0" w:color="auto"/>
              </w:divBdr>
            </w:div>
            <w:div w:id="1103038182">
              <w:marLeft w:val="0"/>
              <w:marRight w:val="0"/>
              <w:marTop w:val="0"/>
              <w:marBottom w:val="0"/>
              <w:divBdr>
                <w:top w:val="none" w:sz="0" w:space="0" w:color="auto"/>
                <w:left w:val="none" w:sz="0" w:space="0" w:color="auto"/>
                <w:bottom w:val="none" w:sz="0" w:space="0" w:color="auto"/>
                <w:right w:val="none" w:sz="0" w:space="0" w:color="auto"/>
              </w:divBdr>
            </w:div>
            <w:div w:id="913853361">
              <w:marLeft w:val="0"/>
              <w:marRight w:val="0"/>
              <w:marTop w:val="0"/>
              <w:marBottom w:val="0"/>
              <w:divBdr>
                <w:top w:val="none" w:sz="0" w:space="0" w:color="auto"/>
                <w:left w:val="none" w:sz="0" w:space="0" w:color="auto"/>
                <w:bottom w:val="none" w:sz="0" w:space="0" w:color="auto"/>
                <w:right w:val="none" w:sz="0" w:space="0" w:color="auto"/>
              </w:divBdr>
            </w:div>
            <w:div w:id="1638220835">
              <w:marLeft w:val="0"/>
              <w:marRight w:val="0"/>
              <w:marTop w:val="0"/>
              <w:marBottom w:val="0"/>
              <w:divBdr>
                <w:top w:val="none" w:sz="0" w:space="0" w:color="auto"/>
                <w:left w:val="none" w:sz="0" w:space="0" w:color="auto"/>
                <w:bottom w:val="none" w:sz="0" w:space="0" w:color="auto"/>
                <w:right w:val="none" w:sz="0" w:space="0" w:color="auto"/>
              </w:divBdr>
            </w:div>
            <w:div w:id="425536975">
              <w:marLeft w:val="0"/>
              <w:marRight w:val="0"/>
              <w:marTop w:val="0"/>
              <w:marBottom w:val="0"/>
              <w:divBdr>
                <w:top w:val="none" w:sz="0" w:space="0" w:color="auto"/>
                <w:left w:val="none" w:sz="0" w:space="0" w:color="auto"/>
                <w:bottom w:val="none" w:sz="0" w:space="0" w:color="auto"/>
                <w:right w:val="none" w:sz="0" w:space="0" w:color="auto"/>
              </w:divBdr>
            </w:div>
            <w:div w:id="1715079290">
              <w:marLeft w:val="0"/>
              <w:marRight w:val="0"/>
              <w:marTop w:val="0"/>
              <w:marBottom w:val="0"/>
              <w:divBdr>
                <w:top w:val="none" w:sz="0" w:space="0" w:color="auto"/>
                <w:left w:val="none" w:sz="0" w:space="0" w:color="auto"/>
                <w:bottom w:val="none" w:sz="0" w:space="0" w:color="auto"/>
                <w:right w:val="none" w:sz="0" w:space="0" w:color="auto"/>
              </w:divBdr>
            </w:div>
            <w:div w:id="1183739908">
              <w:marLeft w:val="0"/>
              <w:marRight w:val="0"/>
              <w:marTop w:val="0"/>
              <w:marBottom w:val="0"/>
              <w:divBdr>
                <w:top w:val="none" w:sz="0" w:space="0" w:color="auto"/>
                <w:left w:val="none" w:sz="0" w:space="0" w:color="auto"/>
                <w:bottom w:val="none" w:sz="0" w:space="0" w:color="auto"/>
                <w:right w:val="none" w:sz="0" w:space="0" w:color="auto"/>
              </w:divBdr>
            </w:div>
            <w:div w:id="87848724">
              <w:marLeft w:val="0"/>
              <w:marRight w:val="0"/>
              <w:marTop w:val="0"/>
              <w:marBottom w:val="0"/>
              <w:divBdr>
                <w:top w:val="none" w:sz="0" w:space="0" w:color="auto"/>
                <w:left w:val="none" w:sz="0" w:space="0" w:color="auto"/>
                <w:bottom w:val="none" w:sz="0" w:space="0" w:color="auto"/>
                <w:right w:val="none" w:sz="0" w:space="0" w:color="auto"/>
              </w:divBdr>
            </w:div>
            <w:div w:id="1529874355">
              <w:marLeft w:val="0"/>
              <w:marRight w:val="0"/>
              <w:marTop w:val="0"/>
              <w:marBottom w:val="0"/>
              <w:divBdr>
                <w:top w:val="none" w:sz="0" w:space="0" w:color="auto"/>
                <w:left w:val="none" w:sz="0" w:space="0" w:color="auto"/>
                <w:bottom w:val="none" w:sz="0" w:space="0" w:color="auto"/>
                <w:right w:val="none" w:sz="0" w:space="0" w:color="auto"/>
              </w:divBdr>
            </w:div>
            <w:div w:id="1920482773">
              <w:marLeft w:val="0"/>
              <w:marRight w:val="0"/>
              <w:marTop w:val="0"/>
              <w:marBottom w:val="0"/>
              <w:divBdr>
                <w:top w:val="none" w:sz="0" w:space="0" w:color="auto"/>
                <w:left w:val="none" w:sz="0" w:space="0" w:color="auto"/>
                <w:bottom w:val="none" w:sz="0" w:space="0" w:color="auto"/>
                <w:right w:val="none" w:sz="0" w:space="0" w:color="auto"/>
              </w:divBdr>
            </w:div>
            <w:div w:id="1033193365">
              <w:marLeft w:val="0"/>
              <w:marRight w:val="0"/>
              <w:marTop w:val="0"/>
              <w:marBottom w:val="0"/>
              <w:divBdr>
                <w:top w:val="none" w:sz="0" w:space="0" w:color="auto"/>
                <w:left w:val="none" w:sz="0" w:space="0" w:color="auto"/>
                <w:bottom w:val="none" w:sz="0" w:space="0" w:color="auto"/>
                <w:right w:val="none" w:sz="0" w:space="0" w:color="auto"/>
              </w:divBdr>
            </w:div>
            <w:div w:id="943345454">
              <w:marLeft w:val="0"/>
              <w:marRight w:val="0"/>
              <w:marTop w:val="0"/>
              <w:marBottom w:val="0"/>
              <w:divBdr>
                <w:top w:val="none" w:sz="0" w:space="0" w:color="auto"/>
                <w:left w:val="none" w:sz="0" w:space="0" w:color="auto"/>
                <w:bottom w:val="none" w:sz="0" w:space="0" w:color="auto"/>
                <w:right w:val="none" w:sz="0" w:space="0" w:color="auto"/>
              </w:divBdr>
            </w:div>
            <w:div w:id="963118140">
              <w:marLeft w:val="0"/>
              <w:marRight w:val="0"/>
              <w:marTop w:val="0"/>
              <w:marBottom w:val="0"/>
              <w:divBdr>
                <w:top w:val="none" w:sz="0" w:space="0" w:color="auto"/>
                <w:left w:val="none" w:sz="0" w:space="0" w:color="auto"/>
                <w:bottom w:val="none" w:sz="0" w:space="0" w:color="auto"/>
                <w:right w:val="none" w:sz="0" w:space="0" w:color="auto"/>
              </w:divBdr>
            </w:div>
            <w:div w:id="209073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90480">
      <w:bodyDiv w:val="1"/>
      <w:marLeft w:val="0"/>
      <w:marRight w:val="0"/>
      <w:marTop w:val="0"/>
      <w:marBottom w:val="0"/>
      <w:divBdr>
        <w:top w:val="none" w:sz="0" w:space="0" w:color="auto"/>
        <w:left w:val="none" w:sz="0" w:space="0" w:color="auto"/>
        <w:bottom w:val="none" w:sz="0" w:space="0" w:color="auto"/>
        <w:right w:val="none" w:sz="0" w:space="0" w:color="auto"/>
      </w:divBdr>
    </w:div>
    <w:div w:id="445152529">
      <w:bodyDiv w:val="1"/>
      <w:marLeft w:val="0"/>
      <w:marRight w:val="0"/>
      <w:marTop w:val="0"/>
      <w:marBottom w:val="0"/>
      <w:divBdr>
        <w:top w:val="none" w:sz="0" w:space="0" w:color="auto"/>
        <w:left w:val="none" w:sz="0" w:space="0" w:color="auto"/>
        <w:bottom w:val="none" w:sz="0" w:space="0" w:color="auto"/>
        <w:right w:val="none" w:sz="0" w:space="0" w:color="auto"/>
      </w:divBdr>
    </w:div>
    <w:div w:id="448427999">
      <w:bodyDiv w:val="1"/>
      <w:marLeft w:val="0"/>
      <w:marRight w:val="0"/>
      <w:marTop w:val="0"/>
      <w:marBottom w:val="0"/>
      <w:divBdr>
        <w:top w:val="none" w:sz="0" w:space="0" w:color="auto"/>
        <w:left w:val="none" w:sz="0" w:space="0" w:color="auto"/>
        <w:bottom w:val="none" w:sz="0" w:space="0" w:color="auto"/>
        <w:right w:val="none" w:sz="0" w:space="0" w:color="auto"/>
      </w:divBdr>
      <w:divsChild>
        <w:div w:id="1144542381">
          <w:marLeft w:val="547"/>
          <w:marRight w:val="0"/>
          <w:marTop w:val="0"/>
          <w:marBottom w:val="0"/>
          <w:divBdr>
            <w:top w:val="none" w:sz="0" w:space="0" w:color="auto"/>
            <w:left w:val="none" w:sz="0" w:space="0" w:color="auto"/>
            <w:bottom w:val="none" w:sz="0" w:space="0" w:color="auto"/>
            <w:right w:val="none" w:sz="0" w:space="0" w:color="auto"/>
          </w:divBdr>
        </w:div>
        <w:div w:id="2065980199">
          <w:marLeft w:val="547"/>
          <w:marRight w:val="0"/>
          <w:marTop w:val="0"/>
          <w:marBottom w:val="0"/>
          <w:divBdr>
            <w:top w:val="none" w:sz="0" w:space="0" w:color="auto"/>
            <w:left w:val="none" w:sz="0" w:space="0" w:color="auto"/>
            <w:bottom w:val="none" w:sz="0" w:space="0" w:color="auto"/>
            <w:right w:val="none" w:sz="0" w:space="0" w:color="auto"/>
          </w:divBdr>
        </w:div>
      </w:divsChild>
    </w:div>
    <w:div w:id="451365886">
      <w:bodyDiv w:val="1"/>
      <w:marLeft w:val="0"/>
      <w:marRight w:val="0"/>
      <w:marTop w:val="0"/>
      <w:marBottom w:val="0"/>
      <w:divBdr>
        <w:top w:val="none" w:sz="0" w:space="0" w:color="auto"/>
        <w:left w:val="none" w:sz="0" w:space="0" w:color="auto"/>
        <w:bottom w:val="none" w:sz="0" w:space="0" w:color="auto"/>
        <w:right w:val="none" w:sz="0" w:space="0" w:color="auto"/>
      </w:divBdr>
    </w:div>
    <w:div w:id="454452320">
      <w:bodyDiv w:val="1"/>
      <w:marLeft w:val="0"/>
      <w:marRight w:val="0"/>
      <w:marTop w:val="0"/>
      <w:marBottom w:val="0"/>
      <w:divBdr>
        <w:top w:val="none" w:sz="0" w:space="0" w:color="auto"/>
        <w:left w:val="none" w:sz="0" w:space="0" w:color="auto"/>
        <w:bottom w:val="none" w:sz="0" w:space="0" w:color="auto"/>
        <w:right w:val="none" w:sz="0" w:space="0" w:color="auto"/>
      </w:divBdr>
      <w:divsChild>
        <w:div w:id="228537265">
          <w:marLeft w:val="0"/>
          <w:marRight w:val="0"/>
          <w:marTop w:val="0"/>
          <w:marBottom w:val="0"/>
          <w:divBdr>
            <w:top w:val="none" w:sz="0" w:space="0" w:color="auto"/>
            <w:left w:val="none" w:sz="0" w:space="0" w:color="auto"/>
            <w:bottom w:val="none" w:sz="0" w:space="0" w:color="auto"/>
            <w:right w:val="none" w:sz="0" w:space="0" w:color="auto"/>
          </w:divBdr>
          <w:divsChild>
            <w:div w:id="1030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21044">
      <w:bodyDiv w:val="1"/>
      <w:marLeft w:val="0"/>
      <w:marRight w:val="0"/>
      <w:marTop w:val="0"/>
      <w:marBottom w:val="0"/>
      <w:divBdr>
        <w:top w:val="none" w:sz="0" w:space="0" w:color="auto"/>
        <w:left w:val="none" w:sz="0" w:space="0" w:color="auto"/>
        <w:bottom w:val="none" w:sz="0" w:space="0" w:color="auto"/>
        <w:right w:val="none" w:sz="0" w:space="0" w:color="auto"/>
      </w:divBdr>
      <w:divsChild>
        <w:div w:id="520125282">
          <w:marLeft w:val="0"/>
          <w:marRight w:val="0"/>
          <w:marTop w:val="0"/>
          <w:marBottom w:val="0"/>
          <w:divBdr>
            <w:top w:val="none" w:sz="0" w:space="0" w:color="auto"/>
            <w:left w:val="none" w:sz="0" w:space="0" w:color="auto"/>
            <w:bottom w:val="none" w:sz="0" w:space="0" w:color="auto"/>
            <w:right w:val="none" w:sz="0" w:space="0" w:color="auto"/>
          </w:divBdr>
          <w:divsChild>
            <w:div w:id="1855656255">
              <w:marLeft w:val="0"/>
              <w:marRight w:val="0"/>
              <w:marTop w:val="0"/>
              <w:marBottom w:val="0"/>
              <w:divBdr>
                <w:top w:val="none" w:sz="0" w:space="0" w:color="auto"/>
                <w:left w:val="none" w:sz="0" w:space="0" w:color="auto"/>
                <w:bottom w:val="none" w:sz="0" w:space="0" w:color="auto"/>
                <w:right w:val="none" w:sz="0" w:space="0" w:color="auto"/>
              </w:divBdr>
            </w:div>
            <w:div w:id="494225729">
              <w:marLeft w:val="0"/>
              <w:marRight w:val="0"/>
              <w:marTop w:val="0"/>
              <w:marBottom w:val="0"/>
              <w:divBdr>
                <w:top w:val="none" w:sz="0" w:space="0" w:color="auto"/>
                <w:left w:val="none" w:sz="0" w:space="0" w:color="auto"/>
                <w:bottom w:val="none" w:sz="0" w:space="0" w:color="auto"/>
                <w:right w:val="none" w:sz="0" w:space="0" w:color="auto"/>
              </w:divBdr>
            </w:div>
            <w:div w:id="1860120302">
              <w:marLeft w:val="0"/>
              <w:marRight w:val="0"/>
              <w:marTop w:val="0"/>
              <w:marBottom w:val="0"/>
              <w:divBdr>
                <w:top w:val="none" w:sz="0" w:space="0" w:color="auto"/>
                <w:left w:val="none" w:sz="0" w:space="0" w:color="auto"/>
                <w:bottom w:val="none" w:sz="0" w:space="0" w:color="auto"/>
                <w:right w:val="none" w:sz="0" w:space="0" w:color="auto"/>
              </w:divBdr>
            </w:div>
            <w:div w:id="1953048369">
              <w:marLeft w:val="0"/>
              <w:marRight w:val="0"/>
              <w:marTop w:val="0"/>
              <w:marBottom w:val="0"/>
              <w:divBdr>
                <w:top w:val="none" w:sz="0" w:space="0" w:color="auto"/>
                <w:left w:val="none" w:sz="0" w:space="0" w:color="auto"/>
                <w:bottom w:val="none" w:sz="0" w:space="0" w:color="auto"/>
                <w:right w:val="none" w:sz="0" w:space="0" w:color="auto"/>
              </w:divBdr>
            </w:div>
            <w:div w:id="174535994">
              <w:marLeft w:val="0"/>
              <w:marRight w:val="0"/>
              <w:marTop w:val="0"/>
              <w:marBottom w:val="0"/>
              <w:divBdr>
                <w:top w:val="none" w:sz="0" w:space="0" w:color="auto"/>
                <w:left w:val="none" w:sz="0" w:space="0" w:color="auto"/>
                <w:bottom w:val="none" w:sz="0" w:space="0" w:color="auto"/>
                <w:right w:val="none" w:sz="0" w:space="0" w:color="auto"/>
              </w:divBdr>
            </w:div>
            <w:div w:id="2013331461">
              <w:marLeft w:val="0"/>
              <w:marRight w:val="0"/>
              <w:marTop w:val="0"/>
              <w:marBottom w:val="0"/>
              <w:divBdr>
                <w:top w:val="none" w:sz="0" w:space="0" w:color="auto"/>
                <w:left w:val="none" w:sz="0" w:space="0" w:color="auto"/>
                <w:bottom w:val="none" w:sz="0" w:space="0" w:color="auto"/>
                <w:right w:val="none" w:sz="0" w:space="0" w:color="auto"/>
              </w:divBdr>
            </w:div>
            <w:div w:id="1432235509">
              <w:marLeft w:val="0"/>
              <w:marRight w:val="0"/>
              <w:marTop w:val="0"/>
              <w:marBottom w:val="0"/>
              <w:divBdr>
                <w:top w:val="none" w:sz="0" w:space="0" w:color="auto"/>
                <w:left w:val="none" w:sz="0" w:space="0" w:color="auto"/>
                <w:bottom w:val="none" w:sz="0" w:space="0" w:color="auto"/>
                <w:right w:val="none" w:sz="0" w:space="0" w:color="auto"/>
              </w:divBdr>
            </w:div>
            <w:div w:id="442656663">
              <w:marLeft w:val="0"/>
              <w:marRight w:val="0"/>
              <w:marTop w:val="0"/>
              <w:marBottom w:val="0"/>
              <w:divBdr>
                <w:top w:val="none" w:sz="0" w:space="0" w:color="auto"/>
                <w:left w:val="none" w:sz="0" w:space="0" w:color="auto"/>
                <w:bottom w:val="none" w:sz="0" w:space="0" w:color="auto"/>
                <w:right w:val="none" w:sz="0" w:space="0" w:color="auto"/>
              </w:divBdr>
            </w:div>
            <w:div w:id="558825713">
              <w:marLeft w:val="0"/>
              <w:marRight w:val="0"/>
              <w:marTop w:val="0"/>
              <w:marBottom w:val="0"/>
              <w:divBdr>
                <w:top w:val="none" w:sz="0" w:space="0" w:color="auto"/>
                <w:left w:val="none" w:sz="0" w:space="0" w:color="auto"/>
                <w:bottom w:val="none" w:sz="0" w:space="0" w:color="auto"/>
                <w:right w:val="none" w:sz="0" w:space="0" w:color="auto"/>
              </w:divBdr>
            </w:div>
            <w:div w:id="641158302">
              <w:marLeft w:val="0"/>
              <w:marRight w:val="0"/>
              <w:marTop w:val="0"/>
              <w:marBottom w:val="0"/>
              <w:divBdr>
                <w:top w:val="none" w:sz="0" w:space="0" w:color="auto"/>
                <w:left w:val="none" w:sz="0" w:space="0" w:color="auto"/>
                <w:bottom w:val="none" w:sz="0" w:space="0" w:color="auto"/>
                <w:right w:val="none" w:sz="0" w:space="0" w:color="auto"/>
              </w:divBdr>
            </w:div>
            <w:div w:id="1882597810">
              <w:marLeft w:val="0"/>
              <w:marRight w:val="0"/>
              <w:marTop w:val="0"/>
              <w:marBottom w:val="0"/>
              <w:divBdr>
                <w:top w:val="none" w:sz="0" w:space="0" w:color="auto"/>
                <w:left w:val="none" w:sz="0" w:space="0" w:color="auto"/>
                <w:bottom w:val="none" w:sz="0" w:space="0" w:color="auto"/>
                <w:right w:val="none" w:sz="0" w:space="0" w:color="auto"/>
              </w:divBdr>
            </w:div>
            <w:div w:id="513811802">
              <w:marLeft w:val="0"/>
              <w:marRight w:val="0"/>
              <w:marTop w:val="0"/>
              <w:marBottom w:val="0"/>
              <w:divBdr>
                <w:top w:val="none" w:sz="0" w:space="0" w:color="auto"/>
                <w:left w:val="none" w:sz="0" w:space="0" w:color="auto"/>
                <w:bottom w:val="none" w:sz="0" w:space="0" w:color="auto"/>
                <w:right w:val="none" w:sz="0" w:space="0" w:color="auto"/>
              </w:divBdr>
            </w:div>
            <w:div w:id="69812799">
              <w:marLeft w:val="0"/>
              <w:marRight w:val="0"/>
              <w:marTop w:val="0"/>
              <w:marBottom w:val="0"/>
              <w:divBdr>
                <w:top w:val="none" w:sz="0" w:space="0" w:color="auto"/>
                <w:left w:val="none" w:sz="0" w:space="0" w:color="auto"/>
                <w:bottom w:val="none" w:sz="0" w:space="0" w:color="auto"/>
                <w:right w:val="none" w:sz="0" w:space="0" w:color="auto"/>
              </w:divBdr>
            </w:div>
            <w:div w:id="1949699329">
              <w:marLeft w:val="0"/>
              <w:marRight w:val="0"/>
              <w:marTop w:val="0"/>
              <w:marBottom w:val="0"/>
              <w:divBdr>
                <w:top w:val="none" w:sz="0" w:space="0" w:color="auto"/>
                <w:left w:val="none" w:sz="0" w:space="0" w:color="auto"/>
                <w:bottom w:val="none" w:sz="0" w:space="0" w:color="auto"/>
                <w:right w:val="none" w:sz="0" w:space="0" w:color="auto"/>
              </w:divBdr>
            </w:div>
            <w:div w:id="1883203116">
              <w:marLeft w:val="0"/>
              <w:marRight w:val="0"/>
              <w:marTop w:val="0"/>
              <w:marBottom w:val="0"/>
              <w:divBdr>
                <w:top w:val="none" w:sz="0" w:space="0" w:color="auto"/>
                <w:left w:val="none" w:sz="0" w:space="0" w:color="auto"/>
                <w:bottom w:val="none" w:sz="0" w:space="0" w:color="auto"/>
                <w:right w:val="none" w:sz="0" w:space="0" w:color="auto"/>
              </w:divBdr>
            </w:div>
            <w:div w:id="1077247672">
              <w:marLeft w:val="0"/>
              <w:marRight w:val="0"/>
              <w:marTop w:val="0"/>
              <w:marBottom w:val="0"/>
              <w:divBdr>
                <w:top w:val="none" w:sz="0" w:space="0" w:color="auto"/>
                <w:left w:val="none" w:sz="0" w:space="0" w:color="auto"/>
                <w:bottom w:val="none" w:sz="0" w:space="0" w:color="auto"/>
                <w:right w:val="none" w:sz="0" w:space="0" w:color="auto"/>
              </w:divBdr>
            </w:div>
            <w:div w:id="2108883282">
              <w:marLeft w:val="0"/>
              <w:marRight w:val="0"/>
              <w:marTop w:val="0"/>
              <w:marBottom w:val="0"/>
              <w:divBdr>
                <w:top w:val="none" w:sz="0" w:space="0" w:color="auto"/>
                <w:left w:val="none" w:sz="0" w:space="0" w:color="auto"/>
                <w:bottom w:val="none" w:sz="0" w:space="0" w:color="auto"/>
                <w:right w:val="none" w:sz="0" w:space="0" w:color="auto"/>
              </w:divBdr>
            </w:div>
            <w:div w:id="59909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169263">
      <w:bodyDiv w:val="1"/>
      <w:marLeft w:val="0"/>
      <w:marRight w:val="0"/>
      <w:marTop w:val="0"/>
      <w:marBottom w:val="0"/>
      <w:divBdr>
        <w:top w:val="none" w:sz="0" w:space="0" w:color="auto"/>
        <w:left w:val="none" w:sz="0" w:space="0" w:color="auto"/>
        <w:bottom w:val="none" w:sz="0" w:space="0" w:color="auto"/>
        <w:right w:val="none" w:sz="0" w:space="0" w:color="auto"/>
      </w:divBdr>
    </w:div>
    <w:div w:id="484517564">
      <w:bodyDiv w:val="1"/>
      <w:marLeft w:val="0"/>
      <w:marRight w:val="0"/>
      <w:marTop w:val="0"/>
      <w:marBottom w:val="0"/>
      <w:divBdr>
        <w:top w:val="none" w:sz="0" w:space="0" w:color="auto"/>
        <w:left w:val="none" w:sz="0" w:space="0" w:color="auto"/>
        <w:bottom w:val="none" w:sz="0" w:space="0" w:color="auto"/>
        <w:right w:val="none" w:sz="0" w:space="0" w:color="auto"/>
      </w:divBdr>
      <w:divsChild>
        <w:div w:id="936056387">
          <w:marLeft w:val="0"/>
          <w:marRight w:val="0"/>
          <w:marTop w:val="0"/>
          <w:marBottom w:val="0"/>
          <w:divBdr>
            <w:top w:val="none" w:sz="0" w:space="0" w:color="auto"/>
            <w:left w:val="none" w:sz="0" w:space="0" w:color="auto"/>
            <w:bottom w:val="none" w:sz="0" w:space="0" w:color="auto"/>
            <w:right w:val="none" w:sz="0" w:space="0" w:color="auto"/>
          </w:divBdr>
          <w:divsChild>
            <w:div w:id="1900360414">
              <w:marLeft w:val="0"/>
              <w:marRight w:val="0"/>
              <w:marTop w:val="0"/>
              <w:marBottom w:val="0"/>
              <w:divBdr>
                <w:top w:val="none" w:sz="0" w:space="0" w:color="auto"/>
                <w:left w:val="none" w:sz="0" w:space="0" w:color="auto"/>
                <w:bottom w:val="none" w:sz="0" w:space="0" w:color="auto"/>
                <w:right w:val="none" w:sz="0" w:space="0" w:color="auto"/>
              </w:divBdr>
            </w:div>
            <w:div w:id="1924022288">
              <w:marLeft w:val="0"/>
              <w:marRight w:val="0"/>
              <w:marTop w:val="0"/>
              <w:marBottom w:val="0"/>
              <w:divBdr>
                <w:top w:val="none" w:sz="0" w:space="0" w:color="auto"/>
                <w:left w:val="none" w:sz="0" w:space="0" w:color="auto"/>
                <w:bottom w:val="none" w:sz="0" w:space="0" w:color="auto"/>
                <w:right w:val="none" w:sz="0" w:space="0" w:color="auto"/>
              </w:divBdr>
            </w:div>
            <w:div w:id="838890661">
              <w:marLeft w:val="0"/>
              <w:marRight w:val="0"/>
              <w:marTop w:val="0"/>
              <w:marBottom w:val="0"/>
              <w:divBdr>
                <w:top w:val="none" w:sz="0" w:space="0" w:color="auto"/>
                <w:left w:val="none" w:sz="0" w:space="0" w:color="auto"/>
                <w:bottom w:val="none" w:sz="0" w:space="0" w:color="auto"/>
                <w:right w:val="none" w:sz="0" w:space="0" w:color="auto"/>
              </w:divBdr>
            </w:div>
            <w:div w:id="451100418">
              <w:marLeft w:val="0"/>
              <w:marRight w:val="0"/>
              <w:marTop w:val="0"/>
              <w:marBottom w:val="0"/>
              <w:divBdr>
                <w:top w:val="none" w:sz="0" w:space="0" w:color="auto"/>
                <w:left w:val="none" w:sz="0" w:space="0" w:color="auto"/>
                <w:bottom w:val="none" w:sz="0" w:space="0" w:color="auto"/>
                <w:right w:val="none" w:sz="0" w:space="0" w:color="auto"/>
              </w:divBdr>
            </w:div>
            <w:div w:id="1161238266">
              <w:marLeft w:val="0"/>
              <w:marRight w:val="0"/>
              <w:marTop w:val="0"/>
              <w:marBottom w:val="0"/>
              <w:divBdr>
                <w:top w:val="none" w:sz="0" w:space="0" w:color="auto"/>
                <w:left w:val="none" w:sz="0" w:space="0" w:color="auto"/>
                <w:bottom w:val="none" w:sz="0" w:space="0" w:color="auto"/>
                <w:right w:val="none" w:sz="0" w:space="0" w:color="auto"/>
              </w:divBdr>
            </w:div>
            <w:div w:id="1952321686">
              <w:marLeft w:val="0"/>
              <w:marRight w:val="0"/>
              <w:marTop w:val="0"/>
              <w:marBottom w:val="0"/>
              <w:divBdr>
                <w:top w:val="none" w:sz="0" w:space="0" w:color="auto"/>
                <w:left w:val="none" w:sz="0" w:space="0" w:color="auto"/>
                <w:bottom w:val="none" w:sz="0" w:space="0" w:color="auto"/>
                <w:right w:val="none" w:sz="0" w:space="0" w:color="auto"/>
              </w:divBdr>
            </w:div>
            <w:div w:id="1252471882">
              <w:marLeft w:val="0"/>
              <w:marRight w:val="0"/>
              <w:marTop w:val="0"/>
              <w:marBottom w:val="0"/>
              <w:divBdr>
                <w:top w:val="none" w:sz="0" w:space="0" w:color="auto"/>
                <w:left w:val="none" w:sz="0" w:space="0" w:color="auto"/>
                <w:bottom w:val="none" w:sz="0" w:space="0" w:color="auto"/>
                <w:right w:val="none" w:sz="0" w:space="0" w:color="auto"/>
              </w:divBdr>
            </w:div>
            <w:div w:id="817292">
              <w:marLeft w:val="0"/>
              <w:marRight w:val="0"/>
              <w:marTop w:val="0"/>
              <w:marBottom w:val="0"/>
              <w:divBdr>
                <w:top w:val="none" w:sz="0" w:space="0" w:color="auto"/>
                <w:left w:val="none" w:sz="0" w:space="0" w:color="auto"/>
                <w:bottom w:val="none" w:sz="0" w:space="0" w:color="auto"/>
                <w:right w:val="none" w:sz="0" w:space="0" w:color="auto"/>
              </w:divBdr>
            </w:div>
            <w:div w:id="1152216242">
              <w:marLeft w:val="0"/>
              <w:marRight w:val="0"/>
              <w:marTop w:val="0"/>
              <w:marBottom w:val="0"/>
              <w:divBdr>
                <w:top w:val="none" w:sz="0" w:space="0" w:color="auto"/>
                <w:left w:val="none" w:sz="0" w:space="0" w:color="auto"/>
                <w:bottom w:val="none" w:sz="0" w:space="0" w:color="auto"/>
                <w:right w:val="none" w:sz="0" w:space="0" w:color="auto"/>
              </w:divBdr>
            </w:div>
            <w:div w:id="139736876">
              <w:marLeft w:val="0"/>
              <w:marRight w:val="0"/>
              <w:marTop w:val="0"/>
              <w:marBottom w:val="0"/>
              <w:divBdr>
                <w:top w:val="none" w:sz="0" w:space="0" w:color="auto"/>
                <w:left w:val="none" w:sz="0" w:space="0" w:color="auto"/>
                <w:bottom w:val="none" w:sz="0" w:space="0" w:color="auto"/>
                <w:right w:val="none" w:sz="0" w:space="0" w:color="auto"/>
              </w:divBdr>
            </w:div>
            <w:div w:id="776146086">
              <w:marLeft w:val="0"/>
              <w:marRight w:val="0"/>
              <w:marTop w:val="0"/>
              <w:marBottom w:val="0"/>
              <w:divBdr>
                <w:top w:val="none" w:sz="0" w:space="0" w:color="auto"/>
                <w:left w:val="none" w:sz="0" w:space="0" w:color="auto"/>
                <w:bottom w:val="none" w:sz="0" w:space="0" w:color="auto"/>
                <w:right w:val="none" w:sz="0" w:space="0" w:color="auto"/>
              </w:divBdr>
            </w:div>
            <w:div w:id="1410224995">
              <w:marLeft w:val="0"/>
              <w:marRight w:val="0"/>
              <w:marTop w:val="0"/>
              <w:marBottom w:val="0"/>
              <w:divBdr>
                <w:top w:val="none" w:sz="0" w:space="0" w:color="auto"/>
                <w:left w:val="none" w:sz="0" w:space="0" w:color="auto"/>
                <w:bottom w:val="none" w:sz="0" w:space="0" w:color="auto"/>
                <w:right w:val="none" w:sz="0" w:space="0" w:color="auto"/>
              </w:divBdr>
            </w:div>
            <w:div w:id="549540937">
              <w:marLeft w:val="0"/>
              <w:marRight w:val="0"/>
              <w:marTop w:val="0"/>
              <w:marBottom w:val="0"/>
              <w:divBdr>
                <w:top w:val="none" w:sz="0" w:space="0" w:color="auto"/>
                <w:left w:val="none" w:sz="0" w:space="0" w:color="auto"/>
                <w:bottom w:val="none" w:sz="0" w:space="0" w:color="auto"/>
                <w:right w:val="none" w:sz="0" w:space="0" w:color="auto"/>
              </w:divBdr>
            </w:div>
            <w:div w:id="683555115">
              <w:marLeft w:val="0"/>
              <w:marRight w:val="0"/>
              <w:marTop w:val="0"/>
              <w:marBottom w:val="0"/>
              <w:divBdr>
                <w:top w:val="none" w:sz="0" w:space="0" w:color="auto"/>
                <w:left w:val="none" w:sz="0" w:space="0" w:color="auto"/>
                <w:bottom w:val="none" w:sz="0" w:space="0" w:color="auto"/>
                <w:right w:val="none" w:sz="0" w:space="0" w:color="auto"/>
              </w:divBdr>
            </w:div>
            <w:div w:id="1014957941">
              <w:marLeft w:val="0"/>
              <w:marRight w:val="0"/>
              <w:marTop w:val="0"/>
              <w:marBottom w:val="0"/>
              <w:divBdr>
                <w:top w:val="none" w:sz="0" w:space="0" w:color="auto"/>
                <w:left w:val="none" w:sz="0" w:space="0" w:color="auto"/>
                <w:bottom w:val="none" w:sz="0" w:space="0" w:color="auto"/>
                <w:right w:val="none" w:sz="0" w:space="0" w:color="auto"/>
              </w:divBdr>
            </w:div>
            <w:div w:id="195312150">
              <w:marLeft w:val="0"/>
              <w:marRight w:val="0"/>
              <w:marTop w:val="0"/>
              <w:marBottom w:val="0"/>
              <w:divBdr>
                <w:top w:val="none" w:sz="0" w:space="0" w:color="auto"/>
                <w:left w:val="none" w:sz="0" w:space="0" w:color="auto"/>
                <w:bottom w:val="none" w:sz="0" w:space="0" w:color="auto"/>
                <w:right w:val="none" w:sz="0" w:space="0" w:color="auto"/>
              </w:divBdr>
            </w:div>
            <w:div w:id="123694307">
              <w:marLeft w:val="0"/>
              <w:marRight w:val="0"/>
              <w:marTop w:val="0"/>
              <w:marBottom w:val="0"/>
              <w:divBdr>
                <w:top w:val="none" w:sz="0" w:space="0" w:color="auto"/>
                <w:left w:val="none" w:sz="0" w:space="0" w:color="auto"/>
                <w:bottom w:val="none" w:sz="0" w:space="0" w:color="auto"/>
                <w:right w:val="none" w:sz="0" w:space="0" w:color="auto"/>
              </w:divBdr>
            </w:div>
            <w:div w:id="1742871993">
              <w:marLeft w:val="0"/>
              <w:marRight w:val="0"/>
              <w:marTop w:val="0"/>
              <w:marBottom w:val="0"/>
              <w:divBdr>
                <w:top w:val="none" w:sz="0" w:space="0" w:color="auto"/>
                <w:left w:val="none" w:sz="0" w:space="0" w:color="auto"/>
                <w:bottom w:val="none" w:sz="0" w:space="0" w:color="auto"/>
                <w:right w:val="none" w:sz="0" w:space="0" w:color="auto"/>
              </w:divBdr>
            </w:div>
            <w:div w:id="1176264474">
              <w:marLeft w:val="0"/>
              <w:marRight w:val="0"/>
              <w:marTop w:val="0"/>
              <w:marBottom w:val="0"/>
              <w:divBdr>
                <w:top w:val="none" w:sz="0" w:space="0" w:color="auto"/>
                <w:left w:val="none" w:sz="0" w:space="0" w:color="auto"/>
                <w:bottom w:val="none" w:sz="0" w:space="0" w:color="auto"/>
                <w:right w:val="none" w:sz="0" w:space="0" w:color="auto"/>
              </w:divBdr>
            </w:div>
            <w:div w:id="212364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449829">
      <w:bodyDiv w:val="1"/>
      <w:marLeft w:val="0"/>
      <w:marRight w:val="0"/>
      <w:marTop w:val="0"/>
      <w:marBottom w:val="0"/>
      <w:divBdr>
        <w:top w:val="none" w:sz="0" w:space="0" w:color="auto"/>
        <w:left w:val="none" w:sz="0" w:space="0" w:color="auto"/>
        <w:bottom w:val="none" w:sz="0" w:space="0" w:color="auto"/>
        <w:right w:val="none" w:sz="0" w:space="0" w:color="auto"/>
      </w:divBdr>
    </w:div>
    <w:div w:id="512230894">
      <w:bodyDiv w:val="1"/>
      <w:marLeft w:val="0"/>
      <w:marRight w:val="0"/>
      <w:marTop w:val="0"/>
      <w:marBottom w:val="0"/>
      <w:divBdr>
        <w:top w:val="none" w:sz="0" w:space="0" w:color="auto"/>
        <w:left w:val="none" w:sz="0" w:space="0" w:color="auto"/>
        <w:bottom w:val="none" w:sz="0" w:space="0" w:color="auto"/>
        <w:right w:val="none" w:sz="0" w:space="0" w:color="auto"/>
      </w:divBdr>
    </w:div>
    <w:div w:id="513231618">
      <w:bodyDiv w:val="1"/>
      <w:marLeft w:val="0"/>
      <w:marRight w:val="0"/>
      <w:marTop w:val="0"/>
      <w:marBottom w:val="0"/>
      <w:divBdr>
        <w:top w:val="none" w:sz="0" w:space="0" w:color="auto"/>
        <w:left w:val="none" w:sz="0" w:space="0" w:color="auto"/>
        <w:bottom w:val="none" w:sz="0" w:space="0" w:color="auto"/>
        <w:right w:val="none" w:sz="0" w:space="0" w:color="auto"/>
      </w:divBdr>
    </w:div>
    <w:div w:id="533150678">
      <w:bodyDiv w:val="1"/>
      <w:marLeft w:val="0"/>
      <w:marRight w:val="0"/>
      <w:marTop w:val="0"/>
      <w:marBottom w:val="0"/>
      <w:divBdr>
        <w:top w:val="none" w:sz="0" w:space="0" w:color="auto"/>
        <w:left w:val="none" w:sz="0" w:space="0" w:color="auto"/>
        <w:bottom w:val="none" w:sz="0" w:space="0" w:color="auto"/>
        <w:right w:val="none" w:sz="0" w:space="0" w:color="auto"/>
      </w:divBdr>
    </w:div>
    <w:div w:id="536503514">
      <w:bodyDiv w:val="1"/>
      <w:marLeft w:val="0"/>
      <w:marRight w:val="0"/>
      <w:marTop w:val="0"/>
      <w:marBottom w:val="0"/>
      <w:divBdr>
        <w:top w:val="none" w:sz="0" w:space="0" w:color="auto"/>
        <w:left w:val="none" w:sz="0" w:space="0" w:color="auto"/>
        <w:bottom w:val="none" w:sz="0" w:space="0" w:color="auto"/>
        <w:right w:val="none" w:sz="0" w:space="0" w:color="auto"/>
      </w:divBdr>
    </w:div>
    <w:div w:id="542715971">
      <w:bodyDiv w:val="1"/>
      <w:marLeft w:val="0"/>
      <w:marRight w:val="0"/>
      <w:marTop w:val="0"/>
      <w:marBottom w:val="0"/>
      <w:divBdr>
        <w:top w:val="none" w:sz="0" w:space="0" w:color="auto"/>
        <w:left w:val="none" w:sz="0" w:space="0" w:color="auto"/>
        <w:bottom w:val="none" w:sz="0" w:space="0" w:color="auto"/>
        <w:right w:val="none" w:sz="0" w:space="0" w:color="auto"/>
      </w:divBdr>
    </w:div>
    <w:div w:id="562641718">
      <w:bodyDiv w:val="1"/>
      <w:marLeft w:val="0"/>
      <w:marRight w:val="0"/>
      <w:marTop w:val="0"/>
      <w:marBottom w:val="0"/>
      <w:divBdr>
        <w:top w:val="none" w:sz="0" w:space="0" w:color="auto"/>
        <w:left w:val="none" w:sz="0" w:space="0" w:color="auto"/>
        <w:bottom w:val="none" w:sz="0" w:space="0" w:color="auto"/>
        <w:right w:val="none" w:sz="0" w:space="0" w:color="auto"/>
      </w:divBdr>
    </w:div>
    <w:div w:id="563218811">
      <w:bodyDiv w:val="1"/>
      <w:marLeft w:val="0"/>
      <w:marRight w:val="0"/>
      <w:marTop w:val="0"/>
      <w:marBottom w:val="0"/>
      <w:divBdr>
        <w:top w:val="none" w:sz="0" w:space="0" w:color="auto"/>
        <w:left w:val="none" w:sz="0" w:space="0" w:color="auto"/>
        <w:bottom w:val="none" w:sz="0" w:space="0" w:color="auto"/>
        <w:right w:val="none" w:sz="0" w:space="0" w:color="auto"/>
      </w:divBdr>
    </w:div>
    <w:div w:id="570701900">
      <w:bodyDiv w:val="1"/>
      <w:marLeft w:val="0"/>
      <w:marRight w:val="0"/>
      <w:marTop w:val="0"/>
      <w:marBottom w:val="0"/>
      <w:divBdr>
        <w:top w:val="none" w:sz="0" w:space="0" w:color="auto"/>
        <w:left w:val="none" w:sz="0" w:space="0" w:color="auto"/>
        <w:bottom w:val="none" w:sz="0" w:space="0" w:color="auto"/>
        <w:right w:val="none" w:sz="0" w:space="0" w:color="auto"/>
      </w:divBdr>
      <w:divsChild>
        <w:div w:id="1576745512">
          <w:marLeft w:val="0"/>
          <w:marRight w:val="0"/>
          <w:marTop w:val="0"/>
          <w:marBottom w:val="0"/>
          <w:divBdr>
            <w:top w:val="none" w:sz="0" w:space="0" w:color="auto"/>
            <w:left w:val="none" w:sz="0" w:space="0" w:color="auto"/>
            <w:bottom w:val="none" w:sz="0" w:space="0" w:color="auto"/>
            <w:right w:val="none" w:sz="0" w:space="0" w:color="auto"/>
          </w:divBdr>
          <w:divsChild>
            <w:div w:id="760688462">
              <w:marLeft w:val="0"/>
              <w:marRight w:val="0"/>
              <w:marTop w:val="0"/>
              <w:marBottom w:val="0"/>
              <w:divBdr>
                <w:top w:val="none" w:sz="0" w:space="0" w:color="auto"/>
                <w:left w:val="none" w:sz="0" w:space="0" w:color="auto"/>
                <w:bottom w:val="none" w:sz="0" w:space="0" w:color="auto"/>
                <w:right w:val="none" w:sz="0" w:space="0" w:color="auto"/>
              </w:divBdr>
            </w:div>
            <w:div w:id="1379352623">
              <w:marLeft w:val="0"/>
              <w:marRight w:val="0"/>
              <w:marTop w:val="0"/>
              <w:marBottom w:val="0"/>
              <w:divBdr>
                <w:top w:val="none" w:sz="0" w:space="0" w:color="auto"/>
                <w:left w:val="none" w:sz="0" w:space="0" w:color="auto"/>
                <w:bottom w:val="none" w:sz="0" w:space="0" w:color="auto"/>
                <w:right w:val="none" w:sz="0" w:space="0" w:color="auto"/>
              </w:divBdr>
            </w:div>
            <w:div w:id="1795514814">
              <w:marLeft w:val="0"/>
              <w:marRight w:val="0"/>
              <w:marTop w:val="0"/>
              <w:marBottom w:val="0"/>
              <w:divBdr>
                <w:top w:val="none" w:sz="0" w:space="0" w:color="auto"/>
                <w:left w:val="none" w:sz="0" w:space="0" w:color="auto"/>
                <w:bottom w:val="none" w:sz="0" w:space="0" w:color="auto"/>
                <w:right w:val="none" w:sz="0" w:space="0" w:color="auto"/>
              </w:divBdr>
            </w:div>
            <w:div w:id="1695883708">
              <w:marLeft w:val="0"/>
              <w:marRight w:val="0"/>
              <w:marTop w:val="0"/>
              <w:marBottom w:val="0"/>
              <w:divBdr>
                <w:top w:val="none" w:sz="0" w:space="0" w:color="auto"/>
                <w:left w:val="none" w:sz="0" w:space="0" w:color="auto"/>
                <w:bottom w:val="none" w:sz="0" w:space="0" w:color="auto"/>
                <w:right w:val="none" w:sz="0" w:space="0" w:color="auto"/>
              </w:divBdr>
            </w:div>
            <w:div w:id="1084110570">
              <w:marLeft w:val="0"/>
              <w:marRight w:val="0"/>
              <w:marTop w:val="0"/>
              <w:marBottom w:val="0"/>
              <w:divBdr>
                <w:top w:val="none" w:sz="0" w:space="0" w:color="auto"/>
                <w:left w:val="none" w:sz="0" w:space="0" w:color="auto"/>
                <w:bottom w:val="none" w:sz="0" w:space="0" w:color="auto"/>
                <w:right w:val="none" w:sz="0" w:space="0" w:color="auto"/>
              </w:divBdr>
            </w:div>
            <w:div w:id="983701765">
              <w:marLeft w:val="0"/>
              <w:marRight w:val="0"/>
              <w:marTop w:val="0"/>
              <w:marBottom w:val="0"/>
              <w:divBdr>
                <w:top w:val="none" w:sz="0" w:space="0" w:color="auto"/>
                <w:left w:val="none" w:sz="0" w:space="0" w:color="auto"/>
                <w:bottom w:val="none" w:sz="0" w:space="0" w:color="auto"/>
                <w:right w:val="none" w:sz="0" w:space="0" w:color="auto"/>
              </w:divBdr>
            </w:div>
            <w:div w:id="1489636591">
              <w:marLeft w:val="0"/>
              <w:marRight w:val="0"/>
              <w:marTop w:val="0"/>
              <w:marBottom w:val="0"/>
              <w:divBdr>
                <w:top w:val="none" w:sz="0" w:space="0" w:color="auto"/>
                <w:left w:val="none" w:sz="0" w:space="0" w:color="auto"/>
                <w:bottom w:val="none" w:sz="0" w:space="0" w:color="auto"/>
                <w:right w:val="none" w:sz="0" w:space="0" w:color="auto"/>
              </w:divBdr>
            </w:div>
            <w:div w:id="1000693081">
              <w:marLeft w:val="0"/>
              <w:marRight w:val="0"/>
              <w:marTop w:val="0"/>
              <w:marBottom w:val="0"/>
              <w:divBdr>
                <w:top w:val="none" w:sz="0" w:space="0" w:color="auto"/>
                <w:left w:val="none" w:sz="0" w:space="0" w:color="auto"/>
                <w:bottom w:val="none" w:sz="0" w:space="0" w:color="auto"/>
                <w:right w:val="none" w:sz="0" w:space="0" w:color="auto"/>
              </w:divBdr>
            </w:div>
            <w:div w:id="1342078505">
              <w:marLeft w:val="0"/>
              <w:marRight w:val="0"/>
              <w:marTop w:val="0"/>
              <w:marBottom w:val="0"/>
              <w:divBdr>
                <w:top w:val="none" w:sz="0" w:space="0" w:color="auto"/>
                <w:left w:val="none" w:sz="0" w:space="0" w:color="auto"/>
                <w:bottom w:val="none" w:sz="0" w:space="0" w:color="auto"/>
                <w:right w:val="none" w:sz="0" w:space="0" w:color="auto"/>
              </w:divBdr>
            </w:div>
            <w:div w:id="565919638">
              <w:marLeft w:val="0"/>
              <w:marRight w:val="0"/>
              <w:marTop w:val="0"/>
              <w:marBottom w:val="0"/>
              <w:divBdr>
                <w:top w:val="none" w:sz="0" w:space="0" w:color="auto"/>
                <w:left w:val="none" w:sz="0" w:space="0" w:color="auto"/>
                <w:bottom w:val="none" w:sz="0" w:space="0" w:color="auto"/>
                <w:right w:val="none" w:sz="0" w:space="0" w:color="auto"/>
              </w:divBdr>
            </w:div>
            <w:div w:id="1762796634">
              <w:marLeft w:val="0"/>
              <w:marRight w:val="0"/>
              <w:marTop w:val="0"/>
              <w:marBottom w:val="0"/>
              <w:divBdr>
                <w:top w:val="none" w:sz="0" w:space="0" w:color="auto"/>
                <w:left w:val="none" w:sz="0" w:space="0" w:color="auto"/>
                <w:bottom w:val="none" w:sz="0" w:space="0" w:color="auto"/>
                <w:right w:val="none" w:sz="0" w:space="0" w:color="auto"/>
              </w:divBdr>
            </w:div>
            <w:div w:id="519316547">
              <w:marLeft w:val="0"/>
              <w:marRight w:val="0"/>
              <w:marTop w:val="0"/>
              <w:marBottom w:val="0"/>
              <w:divBdr>
                <w:top w:val="none" w:sz="0" w:space="0" w:color="auto"/>
                <w:left w:val="none" w:sz="0" w:space="0" w:color="auto"/>
                <w:bottom w:val="none" w:sz="0" w:space="0" w:color="auto"/>
                <w:right w:val="none" w:sz="0" w:space="0" w:color="auto"/>
              </w:divBdr>
            </w:div>
            <w:div w:id="825783946">
              <w:marLeft w:val="0"/>
              <w:marRight w:val="0"/>
              <w:marTop w:val="0"/>
              <w:marBottom w:val="0"/>
              <w:divBdr>
                <w:top w:val="none" w:sz="0" w:space="0" w:color="auto"/>
                <w:left w:val="none" w:sz="0" w:space="0" w:color="auto"/>
                <w:bottom w:val="none" w:sz="0" w:space="0" w:color="auto"/>
                <w:right w:val="none" w:sz="0" w:space="0" w:color="auto"/>
              </w:divBdr>
            </w:div>
            <w:div w:id="1058897361">
              <w:marLeft w:val="0"/>
              <w:marRight w:val="0"/>
              <w:marTop w:val="0"/>
              <w:marBottom w:val="0"/>
              <w:divBdr>
                <w:top w:val="none" w:sz="0" w:space="0" w:color="auto"/>
                <w:left w:val="none" w:sz="0" w:space="0" w:color="auto"/>
                <w:bottom w:val="none" w:sz="0" w:space="0" w:color="auto"/>
                <w:right w:val="none" w:sz="0" w:space="0" w:color="auto"/>
              </w:divBdr>
            </w:div>
            <w:div w:id="1619752094">
              <w:marLeft w:val="0"/>
              <w:marRight w:val="0"/>
              <w:marTop w:val="0"/>
              <w:marBottom w:val="0"/>
              <w:divBdr>
                <w:top w:val="none" w:sz="0" w:space="0" w:color="auto"/>
                <w:left w:val="none" w:sz="0" w:space="0" w:color="auto"/>
                <w:bottom w:val="none" w:sz="0" w:space="0" w:color="auto"/>
                <w:right w:val="none" w:sz="0" w:space="0" w:color="auto"/>
              </w:divBdr>
            </w:div>
            <w:div w:id="156767366">
              <w:marLeft w:val="0"/>
              <w:marRight w:val="0"/>
              <w:marTop w:val="0"/>
              <w:marBottom w:val="0"/>
              <w:divBdr>
                <w:top w:val="none" w:sz="0" w:space="0" w:color="auto"/>
                <w:left w:val="none" w:sz="0" w:space="0" w:color="auto"/>
                <w:bottom w:val="none" w:sz="0" w:space="0" w:color="auto"/>
                <w:right w:val="none" w:sz="0" w:space="0" w:color="auto"/>
              </w:divBdr>
            </w:div>
            <w:div w:id="1522284853">
              <w:marLeft w:val="0"/>
              <w:marRight w:val="0"/>
              <w:marTop w:val="0"/>
              <w:marBottom w:val="0"/>
              <w:divBdr>
                <w:top w:val="none" w:sz="0" w:space="0" w:color="auto"/>
                <w:left w:val="none" w:sz="0" w:space="0" w:color="auto"/>
                <w:bottom w:val="none" w:sz="0" w:space="0" w:color="auto"/>
                <w:right w:val="none" w:sz="0" w:space="0" w:color="auto"/>
              </w:divBdr>
            </w:div>
            <w:div w:id="110129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54172">
      <w:bodyDiv w:val="1"/>
      <w:marLeft w:val="0"/>
      <w:marRight w:val="0"/>
      <w:marTop w:val="0"/>
      <w:marBottom w:val="0"/>
      <w:divBdr>
        <w:top w:val="none" w:sz="0" w:space="0" w:color="auto"/>
        <w:left w:val="none" w:sz="0" w:space="0" w:color="auto"/>
        <w:bottom w:val="none" w:sz="0" w:space="0" w:color="auto"/>
        <w:right w:val="none" w:sz="0" w:space="0" w:color="auto"/>
      </w:divBdr>
    </w:div>
    <w:div w:id="592974079">
      <w:bodyDiv w:val="1"/>
      <w:marLeft w:val="0"/>
      <w:marRight w:val="0"/>
      <w:marTop w:val="0"/>
      <w:marBottom w:val="0"/>
      <w:divBdr>
        <w:top w:val="none" w:sz="0" w:space="0" w:color="auto"/>
        <w:left w:val="none" w:sz="0" w:space="0" w:color="auto"/>
        <w:bottom w:val="none" w:sz="0" w:space="0" w:color="auto"/>
        <w:right w:val="none" w:sz="0" w:space="0" w:color="auto"/>
      </w:divBdr>
    </w:div>
    <w:div w:id="619000118">
      <w:bodyDiv w:val="1"/>
      <w:marLeft w:val="0"/>
      <w:marRight w:val="0"/>
      <w:marTop w:val="0"/>
      <w:marBottom w:val="0"/>
      <w:divBdr>
        <w:top w:val="none" w:sz="0" w:space="0" w:color="auto"/>
        <w:left w:val="none" w:sz="0" w:space="0" w:color="auto"/>
        <w:bottom w:val="none" w:sz="0" w:space="0" w:color="auto"/>
        <w:right w:val="none" w:sz="0" w:space="0" w:color="auto"/>
      </w:divBdr>
    </w:div>
    <w:div w:id="628631125">
      <w:bodyDiv w:val="1"/>
      <w:marLeft w:val="0"/>
      <w:marRight w:val="0"/>
      <w:marTop w:val="0"/>
      <w:marBottom w:val="0"/>
      <w:divBdr>
        <w:top w:val="none" w:sz="0" w:space="0" w:color="auto"/>
        <w:left w:val="none" w:sz="0" w:space="0" w:color="auto"/>
        <w:bottom w:val="none" w:sz="0" w:space="0" w:color="auto"/>
        <w:right w:val="none" w:sz="0" w:space="0" w:color="auto"/>
      </w:divBdr>
      <w:divsChild>
        <w:div w:id="657536308">
          <w:marLeft w:val="446"/>
          <w:marRight w:val="0"/>
          <w:marTop w:val="0"/>
          <w:marBottom w:val="0"/>
          <w:divBdr>
            <w:top w:val="none" w:sz="0" w:space="0" w:color="auto"/>
            <w:left w:val="none" w:sz="0" w:space="0" w:color="auto"/>
            <w:bottom w:val="none" w:sz="0" w:space="0" w:color="auto"/>
            <w:right w:val="none" w:sz="0" w:space="0" w:color="auto"/>
          </w:divBdr>
        </w:div>
        <w:div w:id="1357460304">
          <w:marLeft w:val="1267"/>
          <w:marRight w:val="0"/>
          <w:marTop w:val="0"/>
          <w:marBottom w:val="0"/>
          <w:divBdr>
            <w:top w:val="none" w:sz="0" w:space="0" w:color="auto"/>
            <w:left w:val="none" w:sz="0" w:space="0" w:color="auto"/>
            <w:bottom w:val="none" w:sz="0" w:space="0" w:color="auto"/>
            <w:right w:val="none" w:sz="0" w:space="0" w:color="auto"/>
          </w:divBdr>
        </w:div>
        <w:div w:id="1363556447">
          <w:marLeft w:val="1267"/>
          <w:marRight w:val="0"/>
          <w:marTop w:val="0"/>
          <w:marBottom w:val="0"/>
          <w:divBdr>
            <w:top w:val="none" w:sz="0" w:space="0" w:color="auto"/>
            <w:left w:val="none" w:sz="0" w:space="0" w:color="auto"/>
            <w:bottom w:val="none" w:sz="0" w:space="0" w:color="auto"/>
            <w:right w:val="none" w:sz="0" w:space="0" w:color="auto"/>
          </w:divBdr>
        </w:div>
        <w:div w:id="2073696244">
          <w:marLeft w:val="446"/>
          <w:marRight w:val="0"/>
          <w:marTop w:val="0"/>
          <w:marBottom w:val="0"/>
          <w:divBdr>
            <w:top w:val="none" w:sz="0" w:space="0" w:color="auto"/>
            <w:left w:val="none" w:sz="0" w:space="0" w:color="auto"/>
            <w:bottom w:val="none" w:sz="0" w:space="0" w:color="auto"/>
            <w:right w:val="none" w:sz="0" w:space="0" w:color="auto"/>
          </w:divBdr>
        </w:div>
      </w:divsChild>
    </w:div>
    <w:div w:id="637686940">
      <w:bodyDiv w:val="1"/>
      <w:marLeft w:val="0"/>
      <w:marRight w:val="0"/>
      <w:marTop w:val="0"/>
      <w:marBottom w:val="0"/>
      <w:divBdr>
        <w:top w:val="none" w:sz="0" w:space="0" w:color="auto"/>
        <w:left w:val="none" w:sz="0" w:space="0" w:color="auto"/>
        <w:bottom w:val="none" w:sz="0" w:space="0" w:color="auto"/>
        <w:right w:val="none" w:sz="0" w:space="0" w:color="auto"/>
      </w:divBdr>
      <w:divsChild>
        <w:div w:id="1117674423">
          <w:marLeft w:val="0"/>
          <w:marRight w:val="0"/>
          <w:marTop w:val="0"/>
          <w:marBottom w:val="0"/>
          <w:divBdr>
            <w:top w:val="none" w:sz="0" w:space="0" w:color="auto"/>
            <w:left w:val="none" w:sz="0" w:space="0" w:color="auto"/>
            <w:bottom w:val="none" w:sz="0" w:space="0" w:color="auto"/>
            <w:right w:val="none" w:sz="0" w:space="0" w:color="auto"/>
          </w:divBdr>
          <w:divsChild>
            <w:div w:id="32732820">
              <w:marLeft w:val="0"/>
              <w:marRight w:val="0"/>
              <w:marTop w:val="0"/>
              <w:marBottom w:val="0"/>
              <w:divBdr>
                <w:top w:val="none" w:sz="0" w:space="0" w:color="auto"/>
                <w:left w:val="none" w:sz="0" w:space="0" w:color="auto"/>
                <w:bottom w:val="none" w:sz="0" w:space="0" w:color="auto"/>
                <w:right w:val="none" w:sz="0" w:space="0" w:color="auto"/>
              </w:divBdr>
            </w:div>
            <w:div w:id="721749973">
              <w:marLeft w:val="0"/>
              <w:marRight w:val="0"/>
              <w:marTop w:val="0"/>
              <w:marBottom w:val="0"/>
              <w:divBdr>
                <w:top w:val="none" w:sz="0" w:space="0" w:color="auto"/>
                <w:left w:val="none" w:sz="0" w:space="0" w:color="auto"/>
                <w:bottom w:val="none" w:sz="0" w:space="0" w:color="auto"/>
                <w:right w:val="none" w:sz="0" w:space="0" w:color="auto"/>
              </w:divBdr>
            </w:div>
            <w:div w:id="310913079">
              <w:marLeft w:val="0"/>
              <w:marRight w:val="0"/>
              <w:marTop w:val="0"/>
              <w:marBottom w:val="0"/>
              <w:divBdr>
                <w:top w:val="none" w:sz="0" w:space="0" w:color="auto"/>
                <w:left w:val="none" w:sz="0" w:space="0" w:color="auto"/>
                <w:bottom w:val="none" w:sz="0" w:space="0" w:color="auto"/>
                <w:right w:val="none" w:sz="0" w:space="0" w:color="auto"/>
              </w:divBdr>
            </w:div>
            <w:div w:id="1459495772">
              <w:marLeft w:val="0"/>
              <w:marRight w:val="0"/>
              <w:marTop w:val="0"/>
              <w:marBottom w:val="0"/>
              <w:divBdr>
                <w:top w:val="none" w:sz="0" w:space="0" w:color="auto"/>
                <w:left w:val="none" w:sz="0" w:space="0" w:color="auto"/>
                <w:bottom w:val="none" w:sz="0" w:space="0" w:color="auto"/>
                <w:right w:val="none" w:sz="0" w:space="0" w:color="auto"/>
              </w:divBdr>
            </w:div>
            <w:div w:id="418913857">
              <w:marLeft w:val="0"/>
              <w:marRight w:val="0"/>
              <w:marTop w:val="0"/>
              <w:marBottom w:val="0"/>
              <w:divBdr>
                <w:top w:val="none" w:sz="0" w:space="0" w:color="auto"/>
                <w:left w:val="none" w:sz="0" w:space="0" w:color="auto"/>
                <w:bottom w:val="none" w:sz="0" w:space="0" w:color="auto"/>
                <w:right w:val="none" w:sz="0" w:space="0" w:color="auto"/>
              </w:divBdr>
            </w:div>
            <w:div w:id="640236331">
              <w:marLeft w:val="0"/>
              <w:marRight w:val="0"/>
              <w:marTop w:val="0"/>
              <w:marBottom w:val="0"/>
              <w:divBdr>
                <w:top w:val="none" w:sz="0" w:space="0" w:color="auto"/>
                <w:left w:val="none" w:sz="0" w:space="0" w:color="auto"/>
                <w:bottom w:val="none" w:sz="0" w:space="0" w:color="auto"/>
                <w:right w:val="none" w:sz="0" w:space="0" w:color="auto"/>
              </w:divBdr>
            </w:div>
            <w:div w:id="166679137">
              <w:marLeft w:val="0"/>
              <w:marRight w:val="0"/>
              <w:marTop w:val="0"/>
              <w:marBottom w:val="0"/>
              <w:divBdr>
                <w:top w:val="none" w:sz="0" w:space="0" w:color="auto"/>
                <w:left w:val="none" w:sz="0" w:space="0" w:color="auto"/>
                <w:bottom w:val="none" w:sz="0" w:space="0" w:color="auto"/>
                <w:right w:val="none" w:sz="0" w:space="0" w:color="auto"/>
              </w:divBdr>
            </w:div>
            <w:div w:id="1767653879">
              <w:marLeft w:val="0"/>
              <w:marRight w:val="0"/>
              <w:marTop w:val="0"/>
              <w:marBottom w:val="0"/>
              <w:divBdr>
                <w:top w:val="none" w:sz="0" w:space="0" w:color="auto"/>
                <w:left w:val="none" w:sz="0" w:space="0" w:color="auto"/>
                <w:bottom w:val="none" w:sz="0" w:space="0" w:color="auto"/>
                <w:right w:val="none" w:sz="0" w:space="0" w:color="auto"/>
              </w:divBdr>
            </w:div>
            <w:div w:id="1261834571">
              <w:marLeft w:val="0"/>
              <w:marRight w:val="0"/>
              <w:marTop w:val="0"/>
              <w:marBottom w:val="0"/>
              <w:divBdr>
                <w:top w:val="none" w:sz="0" w:space="0" w:color="auto"/>
                <w:left w:val="none" w:sz="0" w:space="0" w:color="auto"/>
                <w:bottom w:val="none" w:sz="0" w:space="0" w:color="auto"/>
                <w:right w:val="none" w:sz="0" w:space="0" w:color="auto"/>
              </w:divBdr>
            </w:div>
            <w:div w:id="1839610735">
              <w:marLeft w:val="0"/>
              <w:marRight w:val="0"/>
              <w:marTop w:val="0"/>
              <w:marBottom w:val="0"/>
              <w:divBdr>
                <w:top w:val="none" w:sz="0" w:space="0" w:color="auto"/>
                <w:left w:val="none" w:sz="0" w:space="0" w:color="auto"/>
                <w:bottom w:val="none" w:sz="0" w:space="0" w:color="auto"/>
                <w:right w:val="none" w:sz="0" w:space="0" w:color="auto"/>
              </w:divBdr>
            </w:div>
            <w:div w:id="522674290">
              <w:marLeft w:val="0"/>
              <w:marRight w:val="0"/>
              <w:marTop w:val="0"/>
              <w:marBottom w:val="0"/>
              <w:divBdr>
                <w:top w:val="none" w:sz="0" w:space="0" w:color="auto"/>
                <w:left w:val="none" w:sz="0" w:space="0" w:color="auto"/>
                <w:bottom w:val="none" w:sz="0" w:space="0" w:color="auto"/>
                <w:right w:val="none" w:sz="0" w:space="0" w:color="auto"/>
              </w:divBdr>
            </w:div>
            <w:div w:id="570429313">
              <w:marLeft w:val="0"/>
              <w:marRight w:val="0"/>
              <w:marTop w:val="0"/>
              <w:marBottom w:val="0"/>
              <w:divBdr>
                <w:top w:val="none" w:sz="0" w:space="0" w:color="auto"/>
                <w:left w:val="none" w:sz="0" w:space="0" w:color="auto"/>
                <w:bottom w:val="none" w:sz="0" w:space="0" w:color="auto"/>
                <w:right w:val="none" w:sz="0" w:space="0" w:color="auto"/>
              </w:divBdr>
            </w:div>
            <w:div w:id="1292513708">
              <w:marLeft w:val="0"/>
              <w:marRight w:val="0"/>
              <w:marTop w:val="0"/>
              <w:marBottom w:val="0"/>
              <w:divBdr>
                <w:top w:val="none" w:sz="0" w:space="0" w:color="auto"/>
                <w:left w:val="none" w:sz="0" w:space="0" w:color="auto"/>
                <w:bottom w:val="none" w:sz="0" w:space="0" w:color="auto"/>
                <w:right w:val="none" w:sz="0" w:space="0" w:color="auto"/>
              </w:divBdr>
            </w:div>
            <w:div w:id="515199011">
              <w:marLeft w:val="0"/>
              <w:marRight w:val="0"/>
              <w:marTop w:val="0"/>
              <w:marBottom w:val="0"/>
              <w:divBdr>
                <w:top w:val="none" w:sz="0" w:space="0" w:color="auto"/>
                <w:left w:val="none" w:sz="0" w:space="0" w:color="auto"/>
                <w:bottom w:val="none" w:sz="0" w:space="0" w:color="auto"/>
                <w:right w:val="none" w:sz="0" w:space="0" w:color="auto"/>
              </w:divBdr>
            </w:div>
            <w:div w:id="1591890595">
              <w:marLeft w:val="0"/>
              <w:marRight w:val="0"/>
              <w:marTop w:val="0"/>
              <w:marBottom w:val="0"/>
              <w:divBdr>
                <w:top w:val="none" w:sz="0" w:space="0" w:color="auto"/>
                <w:left w:val="none" w:sz="0" w:space="0" w:color="auto"/>
                <w:bottom w:val="none" w:sz="0" w:space="0" w:color="auto"/>
                <w:right w:val="none" w:sz="0" w:space="0" w:color="auto"/>
              </w:divBdr>
            </w:div>
            <w:div w:id="1489176677">
              <w:marLeft w:val="0"/>
              <w:marRight w:val="0"/>
              <w:marTop w:val="0"/>
              <w:marBottom w:val="0"/>
              <w:divBdr>
                <w:top w:val="none" w:sz="0" w:space="0" w:color="auto"/>
                <w:left w:val="none" w:sz="0" w:space="0" w:color="auto"/>
                <w:bottom w:val="none" w:sz="0" w:space="0" w:color="auto"/>
                <w:right w:val="none" w:sz="0" w:space="0" w:color="auto"/>
              </w:divBdr>
            </w:div>
            <w:div w:id="350381470">
              <w:marLeft w:val="0"/>
              <w:marRight w:val="0"/>
              <w:marTop w:val="0"/>
              <w:marBottom w:val="0"/>
              <w:divBdr>
                <w:top w:val="none" w:sz="0" w:space="0" w:color="auto"/>
                <w:left w:val="none" w:sz="0" w:space="0" w:color="auto"/>
                <w:bottom w:val="none" w:sz="0" w:space="0" w:color="auto"/>
                <w:right w:val="none" w:sz="0" w:space="0" w:color="auto"/>
              </w:divBdr>
            </w:div>
            <w:div w:id="19976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386337">
      <w:bodyDiv w:val="1"/>
      <w:marLeft w:val="0"/>
      <w:marRight w:val="0"/>
      <w:marTop w:val="0"/>
      <w:marBottom w:val="0"/>
      <w:divBdr>
        <w:top w:val="none" w:sz="0" w:space="0" w:color="auto"/>
        <w:left w:val="none" w:sz="0" w:space="0" w:color="auto"/>
        <w:bottom w:val="none" w:sz="0" w:space="0" w:color="auto"/>
        <w:right w:val="none" w:sz="0" w:space="0" w:color="auto"/>
      </w:divBdr>
    </w:div>
    <w:div w:id="643896755">
      <w:bodyDiv w:val="1"/>
      <w:marLeft w:val="0"/>
      <w:marRight w:val="0"/>
      <w:marTop w:val="0"/>
      <w:marBottom w:val="0"/>
      <w:divBdr>
        <w:top w:val="none" w:sz="0" w:space="0" w:color="auto"/>
        <w:left w:val="none" w:sz="0" w:space="0" w:color="auto"/>
        <w:bottom w:val="none" w:sz="0" w:space="0" w:color="auto"/>
        <w:right w:val="none" w:sz="0" w:space="0" w:color="auto"/>
      </w:divBdr>
      <w:divsChild>
        <w:div w:id="2073887468">
          <w:marLeft w:val="60"/>
          <w:marRight w:val="0"/>
          <w:marTop w:val="0"/>
          <w:marBottom w:val="0"/>
          <w:divBdr>
            <w:top w:val="none" w:sz="0" w:space="0" w:color="auto"/>
            <w:left w:val="dotted" w:sz="6" w:space="12" w:color="CCCCCC"/>
            <w:bottom w:val="none" w:sz="0" w:space="0" w:color="auto"/>
            <w:right w:val="none" w:sz="0" w:space="0" w:color="auto"/>
          </w:divBdr>
        </w:div>
      </w:divsChild>
    </w:div>
    <w:div w:id="645355722">
      <w:bodyDiv w:val="1"/>
      <w:marLeft w:val="0"/>
      <w:marRight w:val="0"/>
      <w:marTop w:val="0"/>
      <w:marBottom w:val="0"/>
      <w:divBdr>
        <w:top w:val="none" w:sz="0" w:space="0" w:color="auto"/>
        <w:left w:val="none" w:sz="0" w:space="0" w:color="auto"/>
        <w:bottom w:val="none" w:sz="0" w:space="0" w:color="auto"/>
        <w:right w:val="none" w:sz="0" w:space="0" w:color="auto"/>
      </w:divBdr>
    </w:div>
    <w:div w:id="647249949">
      <w:bodyDiv w:val="1"/>
      <w:marLeft w:val="0"/>
      <w:marRight w:val="0"/>
      <w:marTop w:val="0"/>
      <w:marBottom w:val="0"/>
      <w:divBdr>
        <w:top w:val="none" w:sz="0" w:space="0" w:color="auto"/>
        <w:left w:val="none" w:sz="0" w:space="0" w:color="auto"/>
        <w:bottom w:val="none" w:sz="0" w:space="0" w:color="auto"/>
        <w:right w:val="none" w:sz="0" w:space="0" w:color="auto"/>
      </w:divBdr>
    </w:div>
    <w:div w:id="655260164">
      <w:bodyDiv w:val="1"/>
      <w:marLeft w:val="0"/>
      <w:marRight w:val="0"/>
      <w:marTop w:val="0"/>
      <w:marBottom w:val="0"/>
      <w:divBdr>
        <w:top w:val="none" w:sz="0" w:space="0" w:color="auto"/>
        <w:left w:val="none" w:sz="0" w:space="0" w:color="auto"/>
        <w:bottom w:val="none" w:sz="0" w:space="0" w:color="auto"/>
        <w:right w:val="none" w:sz="0" w:space="0" w:color="auto"/>
      </w:divBdr>
      <w:divsChild>
        <w:div w:id="295911930">
          <w:marLeft w:val="0"/>
          <w:marRight w:val="0"/>
          <w:marTop w:val="0"/>
          <w:marBottom w:val="0"/>
          <w:divBdr>
            <w:top w:val="none" w:sz="0" w:space="0" w:color="auto"/>
            <w:left w:val="none" w:sz="0" w:space="0" w:color="auto"/>
            <w:bottom w:val="none" w:sz="0" w:space="0" w:color="auto"/>
            <w:right w:val="none" w:sz="0" w:space="0" w:color="auto"/>
          </w:divBdr>
          <w:divsChild>
            <w:div w:id="749733330">
              <w:marLeft w:val="0"/>
              <w:marRight w:val="0"/>
              <w:marTop w:val="0"/>
              <w:marBottom w:val="0"/>
              <w:divBdr>
                <w:top w:val="none" w:sz="0" w:space="0" w:color="auto"/>
                <w:left w:val="none" w:sz="0" w:space="0" w:color="auto"/>
                <w:bottom w:val="none" w:sz="0" w:space="0" w:color="auto"/>
                <w:right w:val="none" w:sz="0" w:space="0" w:color="auto"/>
              </w:divBdr>
            </w:div>
            <w:div w:id="1468818454">
              <w:marLeft w:val="0"/>
              <w:marRight w:val="0"/>
              <w:marTop w:val="0"/>
              <w:marBottom w:val="0"/>
              <w:divBdr>
                <w:top w:val="none" w:sz="0" w:space="0" w:color="auto"/>
                <w:left w:val="none" w:sz="0" w:space="0" w:color="auto"/>
                <w:bottom w:val="none" w:sz="0" w:space="0" w:color="auto"/>
                <w:right w:val="none" w:sz="0" w:space="0" w:color="auto"/>
              </w:divBdr>
            </w:div>
            <w:div w:id="1196505904">
              <w:marLeft w:val="0"/>
              <w:marRight w:val="0"/>
              <w:marTop w:val="0"/>
              <w:marBottom w:val="0"/>
              <w:divBdr>
                <w:top w:val="none" w:sz="0" w:space="0" w:color="auto"/>
                <w:left w:val="none" w:sz="0" w:space="0" w:color="auto"/>
                <w:bottom w:val="none" w:sz="0" w:space="0" w:color="auto"/>
                <w:right w:val="none" w:sz="0" w:space="0" w:color="auto"/>
              </w:divBdr>
            </w:div>
            <w:div w:id="1270893200">
              <w:marLeft w:val="0"/>
              <w:marRight w:val="0"/>
              <w:marTop w:val="0"/>
              <w:marBottom w:val="0"/>
              <w:divBdr>
                <w:top w:val="none" w:sz="0" w:space="0" w:color="auto"/>
                <w:left w:val="none" w:sz="0" w:space="0" w:color="auto"/>
                <w:bottom w:val="none" w:sz="0" w:space="0" w:color="auto"/>
                <w:right w:val="none" w:sz="0" w:space="0" w:color="auto"/>
              </w:divBdr>
            </w:div>
            <w:div w:id="449280744">
              <w:marLeft w:val="0"/>
              <w:marRight w:val="0"/>
              <w:marTop w:val="0"/>
              <w:marBottom w:val="0"/>
              <w:divBdr>
                <w:top w:val="none" w:sz="0" w:space="0" w:color="auto"/>
                <w:left w:val="none" w:sz="0" w:space="0" w:color="auto"/>
                <w:bottom w:val="none" w:sz="0" w:space="0" w:color="auto"/>
                <w:right w:val="none" w:sz="0" w:space="0" w:color="auto"/>
              </w:divBdr>
            </w:div>
            <w:div w:id="1052270472">
              <w:marLeft w:val="0"/>
              <w:marRight w:val="0"/>
              <w:marTop w:val="0"/>
              <w:marBottom w:val="0"/>
              <w:divBdr>
                <w:top w:val="none" w:sz="0" w:space="0" w:color="auto"/>
                <w:left w:val="none" w:sz="0" w:space="0" w:color="auto"/>
                <w:bottom w:val="none" w:sz="0" w:space="0" w:color="auto"/>
                <w:right w:val="none" w:sz="0" w:space="0" w:color="auto"/>
              </w:divBdr>
            </w:div>
            <w:div w:id="15742663">
              <w:marLeft w:val="0"/>
              <w:marRight w:val="0"/>
              <w:marTop w:val="0"/>
              <w:marBottom w:val="0"/>
              <w:divBdr>
                <w:top w:val="none" w:sz="0" w:space="0" w:color="auto"/>
                <w:left w:val="none" w:sz="0" w:space="0" w:color="auto"/>
                <w:bottom w:val="none" w:sz="0" w:space="0" w:color="auto"/>
                <w:right w:val="none" w:sz="0" w:space="0" w:color="auto"/>
              </w:divBdr>
            </w:div>
            <w:div w:id="152769113">
              <w:marLeft w:val="0"/>
              <w:marRight w:val="0"/>
              <w:marTop w:val="0"/>
              <w:marBottom w:val="0"/>
              <w:divBdr>
                <w:top w:val="none" w:sz="0" w:space="0" w:color="auto"/>
                <w:left w:val="none" w:sz="0" w:space="0" w:color="auto"/>
                <w:bottom w:val="none" w:sz="0" w:space="0" w:color="auto"/>
                <w:right w:val="none" w:sz="0" w:space="0" w:color="auto"/>
              </w:divBdr>
            </w:div>
            <w:div w:id="1938905700">
              <w:marLeft w:val="0"/>
              <w:marRight w:val="0"/>
              <w:marTop w:val="0"/>
              <w:marBottom w:val="0"/>
              <w:divBdr>
                <w:top w:val="none" w:sz="0" w:space="0" w:color="auto"/>
                <w:left w:val="none" w:sz="0" w:space="0" w:color="auto"/>
                <w:bottom w:val="none" w:sz="0" w:space="0" w:color="auto"/>
                <w:right w:val="none" w:sz="0" w:space="0" w:color="auto"/>
              </w:divBdr>
            </w:div>
            <w:div w:id="1588273944">
              <w:marLeft w:val="0"/>
              <w:marRight w:val="0"/>
              <w:marTop w:val="0"/>
              <w:marBottom w:val="0"/>
              <w:divBdr>
                <w:top w:val="none" w:sz="0" w:space="0" w:color="auto"/>
                <w:left w:val="none" w:sz="0" w:space="0" w:color="auto"/>
                <w:bottom w:val="none" w:sz="0" w:space="0" w:color="auto"/>
                <w:right w:val="none" w:sz="0" w:space="0" w:color="auto"/>
              </w:divBdr>
            </w:div>
            <w:div w:id="1451851171">
              <w:marLeft w:val="0"/>
              <w:marRight w:val="0"/>
              <w:marTop w:val="0"/>
              <w:marBottom w:val="0"/>
              <w:divBdr>
                <w:top w:val="none" w:sz="0" w:space="0" w:color="auto"/>
                <w:left w:val="none" w:sz="0" w:space="0" w:color="auto"/>
                <w:bottom w:val="none" w:sz="0" w:space="0" w:color="auto"/>
                <w:right w:val="none" w:sz="0" w:space="0" w:color="auto"/>
              </w:divBdr>
            </w:div>
            <w:div w:id="2043166678">
              <w:marLeft w:val="0"/>
              <w:marRight w:val="0"/>
              <w:marTop w:val="0"/>
              <w:marBottom w:val="0"/>
              <w:divBdr>
                <w:top w:val="none" w:sz="0" w:space="0" w:color="auto"/>
                <w:left w:val="none" w:sz="0" w:space="0" w:color="auto"/>
                <w:bottom w:val="none" w:sz="0" w:space="0" w:color="auto"/>
                <w:right w:val="none" w:sz="0" w:space="0" w:color="auto"/>
              </w:divBdr>
            </w:div>
            <w:div w:id="562982083">
              <w:marLeft w:val="0"/>
              <w:marRight w:val="0"/>
              <w:marTop w:val="0"/>
              <w:marBottom w:val="0"/>
              <w:divBdr>
                <w:top w:val="none" w:sz="0" w:space="0" w:color="auto"/>
                <w:left w:val="none" w:sz="0" w:space="0" w:color="auto"/>
                <w:bottom w:val="none" w:sz="0" w:space="0" w:color="auto"/>
                <w:right w:val="none" w:sz="0" w:space="0" w:color="auto"/>
              </w:divBdr>
            </w:div>
            <w:div w:id="216169630">
              <w:marLeft w:val="0"/>
              <w:marRight w:val="0"/>
              <w:marTop w:val="0"/>
              <w:marBottom w:val="0"/>
              <w:divBdr>
                <w:top w:val="none" w:sz="0" w:space="0" w:color="auto"/>
                <w:left w:val="none" w:sz="0" w:space="0" w:color="auto"/>
                <w:bottom w:val="none" w:sz="0" w:space="0" w:color="auto"/>
                <w:right w:val="none" w:sz="0" w:space="0" w:color="auto"/>
              </w:divBdr>
            </w:div>
            <w:div w:id="1805462246">
              <w:marLeft w:val="0"/>
              <w:marRight w:val="0"/>
              <w:marTop w:val="0"/>
              <w:marBottom w:val="0"/>
              <w:divBdr>
                <w:top w:val="none" w:sz="0" w:space="0" w:color="auto"/>
                <w:left w:val="none" w:sz="0" w:space="0" w:color="auto"/>
                <w:bottom w:val="none" w:sz="0" w:space="0" w:color="auto"/>
                <w:right w:val="none" w:sz="0" w:space="0" w:color="auto"/>
              </w:divBdr>
            </w:div>
            <w:div w:id="1068377209">
              <w:marLeft w:val="0"/>
              <w:marRight w:val="0"/>
              <w:marTop w:val="0"/>
              <w:marBottom w:val="0"/>
              <w:divBdr>
                <w:top w:val="none" w:sz="0" w:space="0" w:color="auto"/>
                <w:left w:val="none" w:sz="0" w:space="0" w:color="auto"/>
                <w:bottom w:val="none" w:sz="0" w:space="0" w:color="auto"/>
                <w:right w:val="none" w:sz="0" w:space="0" w:color="auto"/>
              </w:divBdr>
            </w:div>
            <w:div w:id="976421933">
              <w:marLeft w:val="0"/>
              <w:marRight w:val="0"/>
              <w:marTop w:val="0"/>
              <w:marBottom w:val="0"/>
              <w:divBdr>
                <w:top w:val="none" w:sz="0" w:space="0" w:color="auto"/>
                <w:left w:val="none" w:sz="0" w:space="0" w:color="auto"/>
                <w:bottom w:val="none" w:sz="0" w:space="0" w:color="auto"/>
                <w:right w:val="none" w:sz="0" w:space="0" w:color="auto"/>
              </w:divBdr>
            </w:div>
            <w:div w:id="1088117753">
              <w:marLeft w:val="0"/>
              <w:marRight w:val="0"/>
              <w:marTop w:val="0"/>
              <w:marBottom w:val="0"/>
              <w:divBdr>
                <w:top w:val="none" w:sz="0" w:space="0" w:color="auto"/>
                <w:left w:val="none" w:sz="0" w:space="0" w:color="auto"/>
                <w:bottom w:val="none" w:sz="0" w:space="0" w:color="auto"/>
                <w:right w:val="none" w:sz="0" w:space="0" w:color="auto"/>
              </w:divBdr>
            </w:div>
            <w:div w:id="328020814">
              <w:marLeft w:val="0"/>
              <w:marRight w:val="0"/>
              <w:marTop w:val="0"/>
              <w:marBottom w:val="0"/>
              <w:divBdr>
                <w:top w:val="none" w:sz="0" w:space="0" w:color="auto"/>
                <w:left w:val="none" w:sz="0" w:space="0" w:color="auto"/>
                <w:bottom w:val="none" w:sz="0" w:space="0" w:color="auto"/>
                <w:right w:val="none" w:sz="0" w:space="0" w:color="auto"/>
              </w:divBdr>
            </w:div>
            <w:div w:id="1565987945">
              <w:marLeft w:val="0"/>
              <w:marRight w:val="0"/>
              <w:marTop w:val="0"/>
              <w:marBottom w:val="0"/>
              <w:divBdr>
                <w:top w:val="none" w:sz="0" w:space="0" w:color="auto"/>
                <w:left w:val="none" w:sz="0" w:space="0" w:color="auto"/>
                <w:bottom w:val="none" w:sz="0" w:space="0" w:color="auto"/>
                <w:right w:val="none" w:sz="0" w:space="0" w:color="auto"/>
              </w:divBdr>
            </w:div>
            <w:div w:id="249316241">
              <w:marLeft w:val="0"/>
              <w:marRight w:val="0"/>
              <w:marTop w:val="0"/>
              <w:marBottom w:val="0"/>
              <w:divBdr>
                <w:top w:val="none" w:sz="0" w:space="0" w:color="auto"/>
                <w:left w:val="none" w:sz="0" w:space="0" w:color="auto"/>
                <w:bottom w:val="none" w:sz="0" w:space="0" w:color="auto"/>
                <w:right w:val="none" w:sz="0" w:space="0" w:color="auto"/>
              </w:divBdr>
            </w:div>
            <w:div w:id="981739146">
              <w:marLeft w:val="0"/>
              <w:marRight w:val="0"/>
              <w:marTop w:val="0"/>
              <w:marBottom w:val="0"/>
              <w:divBdr>
                <w:top w:val="none" w:sz="0" w:space="0" w:color="auto"/>
                <w:left w:val="none" w:sz="0" w:space="0" w:color="auto"/>
                <w:bottom w:val="none" w:sz="0" w:space="0" w:color="auto"/>
                <w:right w:val="none" w:sz="0" w:space="0" w:color="auto"/>
              </w:divBdr>
            </w:div>
            <w:div w:id="14490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931024">
      <w:bodyDiv w:val="1"/>
      <w:marLeft w:val="0"/>
      <w:marRight w:val="0"/>
      <w:marTop w:val="0"/>
      <w:marBottom w:val="0"/>
      <w:divBdr>
        <w:top w:val="none" w:sz="0" w:space="0" w:color="auto"/>
        <w:left w:val="none" w:sz="0" w:space="0" w:color="auto"/>
        <w:bottom w:val="none" w:sz="0" w:space="0" w:color="auto"/>
        <w:right w:val="none" w:sz="0" w:space="0" w:color="auto"/>
      </w:divBdr>
    </w:div>
    <w:div w:id="681931913">
      <w:bodyDiv w:val="1"/>
      <w:marLeft w:val="0"/>
      <w:marRight w:val="0"/>
      <w:marTop w:val="0"/>
      <w:marBottom w:val="0"/>
      <w:divBdr>
        <w:top w:val="none" w:sz="0" w:space="0" w:color="auto"/>
        <w:left w:val="none" w:sz="0" w:space="0" w:color="auto"/>
        <w:bottom w:val="none" w:sz="0" w:space="0" w:color="auto"/>
        <w:right w:val="none" w:sz="0" w:space="0" w:color="auto"/>
      </w:divBdr>
    </w:div>
    <w:div w:id="711728597">
      <w:bodyDiv w:val="1"/>
      <w:marLeft w:val="0"/>
      <w:marRight w:val="0"/>
      <w:marTop w:val="0"/>
      <w:marBottom w:val="0"/>
      <w:divBdr>
        <w:top w:val="none" w:sz="0" w:space="0" w:color="auto"/>
        <w:left w:val="none" w:sz="0" w:space="0" w:color="auto"/>
        <w:bottom w:val="none" w:sz="0" w:space="0" w:color="auto"/>
        <w:right w:val="none" w:sz="0" w:space="0" w:color="auto"/>
      </w:divBdr>
    </w:div>
    <w:div w:id="719552103">
      <w:bodyDiv w:val="1"/>
      <w:marLeft w:val="0"/>
      <w:marRight w:val="0"/>
      <w:marTop w:val="0"/>
      <w:marBottom w:val="0"/>
      <w:divBdr>
        <w:top w:val="none" w:sz="0" w:space="0" w:color="auto"/>
        <w:left w:val="none" w:sz="0" w:space="0" w:color="auto"/>
        <w:bottom w:val="none" w:sz="0" w:space="0" w:color="auto"/>
        <w:right w:val="none" w:sz="0" w:space="0" w:color="auto"/>
      </w:divBdr>
    </w:div>
    <w:div w:id="723025781">
      <w:bodyDiv w:val="1"/>
      <w:marLeft w:val="0"/>
      <w:marRight w:val="0"/>
      <w:marTop w:val="0"/>
      <w:marBottom w:val="0"/>
      <w:divBdr>
        <w:top w:val="none" w:sz="0" w:space="0" w:color="auto"/>
        <w:left w:val="none" w:sz="0" w:space="0" w:color="auto"/>
        <w:bottom w:val="none" w:sz="0" w:space="0" w:color="auto"/>
        <w:right w:val="none" w:sz="0" w:space="0" w:color="auto"/>
      </w:divBdr>
      <w:divsChild>
        <w:div w:id="933245760">
          <w:marLeft w:val="0"/>
          <w:marRight w:val="0"/>
          <w:marTop w:val="0"/>
          <w:marBottom w:val="0"/>
          <w:divBdr>
            <w:top w:val="none" w:sz="0" w:space="0" w:color="auto"/>
            <w:left w:val="none" w:sz="0" w:space="0" w:color="auto"/>
            <w:bottom w:val="none" w:sz="0" w:space="0" w:color="auto"/>
            <w:right w:val="none" w:sz="0" w:space="0" w:color="auto"/>
          </w:divBdr>
          <w:divsChild>
            <w:div w:id="1789736052">
              <w:marLeft w:val="0"/>
              <w:marRight w:val="0"/>
              <w:marTop w:val="0"/>
              <w:marBottom w:val="0"/>
              <w:divBdr>
                <w:top w:val="none" w:sz="0" w:space="0" w:color="auto"/>
                <w:left w:val="none" w:sz="0" w:space="0" w:color="auto"/>
                <w:bottom w:val="none" w:sz="0" w:space="0" w:color="auto"/>
                <w:right w:val="none" w:sz="0" w:space="0" w:color="auto"/>
              </w:divBdr>
            </w:div>
            <w:div w:id="1314333845">
              <w:marLeft w:val="0"/>
              <w:marRight w:val="0"/>
              <w:marTop w:val="0"/>
              <w:marBottom w:val="0"/>
              <w:divBdr>
                <w:top w:val="none" w:sz="0" w:space="0" w:color="auto"/>
                <w:left w:val="none" w:sz="0" w:space="0" w:color="auto"/>
                <w:bottom w:val="none" w:sz="0" w:space="0" w:color="auto"/>
                <w:right w:val="none" w:sz="0" w:space="0" w:color="auto"/>
              </w:divBdr>
            </w:div>
            <w:div w:id="136996727">
              <w:marLeft w:val="0"/>
              <w:marRight w:val="0"/>
              <w:marTop w:val="0"/>
              <w:marBottom w:val="0"/>
              <w:divBdr>
                <w:top w:val="none" w:sz="0" w:space="0" w:color="auto"/>
                <w:left w:val="none" w:sz="0" w:space="0" w:color="auto"/>
                <w:bottom w:val="none" w:sz="0" w:space="0" w:color="auto"/>
                <w:right w:val="none" w:sz="0" w:space="0" w:color="auto"/>
              </w:divBdr>
            </w:div>
            <w:div w:id="1924604516">
              <w:marLeft w:val="0"/>
              <w:marRight w:val="0"/>
              <w:marTop w:val="0"/>
              <w:marBottom w:val="0"/>
              <w:divBdr>
                <w:top w:val="none" w:sz="0" w:space="0" w:color="auto"/>
                <w:left w:val="none" w:sz="0" w:space="0" w:color="auto"/>
                <w:bottom w:val="none" w:sz="0" w:space="0" w:color="auto"/>
                <w:right w:val="none" w:sz="0" w:space="0" w:color="auto"/>
              </w:divBdr>
            </w:div>
            <w:div w:id="1528130592">
              <w:marLeft w:val="0"/>
              <w:marRight w:val="0"/>
              <w:marTop w:val="0"/>
              <w:marBottom w:val="0"/>
              <w:divBdr>
                <w:top w:val="none" w:sz="0" w:space="0" w:color="auto"/>
                <w:left w:val="none" w:sz="0" w:space="0" w:color="auto"/>
                <w:bottom w:val="none" w:sz="0" w:space="0" w:color="auto"/>
                <w:right w:val="none" w:sz="0" w:space="0" w:color="auto"/>
              </w:divBdr>
            </w:div>
            <w:div w:id="784039232">
              <w:marLeft w:val="0"/>
              <w:marRight w:val="0"/>
              <w:marTop w:val="0"/>
              <w:marBottom w:val="0"/>
              <w:divBdr>
                <w:top w:val="none" w:sz="0" w:space="0" w:color="auto"/>
                <w:left w:val="none" w:sz="0" w:space="0" w:color="auto"/>
                <w:bottom w:val="none" w:sz="0" w:space="0" w:color="auto"/>
                <w:right w:val="none" w:sz="0" w:space="0" w:color="auto"/>
              </w:divBdr>
            </w:div>
            <w:div w:id="599604479">
              <w:marLeft w:val="0"/>
              <w:marRight w:val="0"/>
              <w:marTop w:val="0"/>
              <w:marBottom w:val="0"/>
              <w:divBdr>
                <w:top w:val="none" w:sz="0" w:space="0" w:color="auto"/>
                <w:left w:val="none" w:sz="0" w:space="0" w:color="auto"/>
                <w:bottom w:val="none" w:sz="0" w:space="0" w:color="auto"/>
                <w:right w:val="none" w:sz="0" w:space="0" w:color="auto"/>
              </w:divBdr>
            </w:div>
            <w:div w:id="655957782">
              <w:marLeft w:val="0"/>
              <w:marRight w:val="0"/>
              <w:marTop w:val="0"/>
              <w:marBottom w:val="0"/>
              <w:divBdr>
                <w:top w:val="none" w:sz="0" w:space="0" w:color="auto"/>
                <w:left w:val="none" w:sz="0" w:space="0" w:color="auto"/>
                <w:bottom w:val="none" w:sz="0" w:space="0" w:color="auto"/>
                <w:right w:val="none" w:sz="0" w:space="0" w:color="auto"/>
              </w:divBdr>
            </w:div>
            <w:div w:id="800266220">
              <w:marLeft w:val="0"/>
              <w:marRight w:val="0"/>
              <w:marTop w:val="0"/>
              <w:marBottom w:val="0"/>
              <w:divBdr>
                <w:top w:val="none" w:sz="0" w:space="0" w:color="auto"/>
                <w:left w:val="none" w:sz="0" w:space="0" w:color="auto"/>
                <w:bottom w:val="none" w:sz="0" w:space="0" w:color="auto"/>
                <w:right w:val="none" w:sz="0" w:space="0" w:color="auto"/>
              </w:divBdr>
            </w:div>
            <w:div w:id="1224754571">
              <w:marLeft w:val="0"/>
              <w:marRight w:val="0"/>
              <w:marTop w:val="0"/>
              <w:marBottom w:val="0"/>
              <w:divBdr>
                <w:top w:val="none" w:sz="0" w:space="0" w:color="auto"/>
                <w:left w:val="none" w:sz="0" w:space="0" w:color="auto"/>
                <w:bottom w:val="none" w:sz="0" w:space="0" w:color="auto"/>
                <w:right w:val="none" w:sz="0" w:space="0" w:color="auto"/>
              </w:divBdr>
            </w:div>
            <w:div w:id="346447915">
              <w:marLeft w:val="0"/>
              <w:marRight w:val="0"/>
              <w:marTop w:val="0"/>
              <w:marBottom w:val="0"/>
              <w:divBdr>
                <w:top w:val="none" w:sz="0" w:space="0" w:color="auto"/>
                <w:left w:val="none" w:sz="0" w:space="0" w:color="auto"/>
                <w:bottom w:val="none" w:sz="0" w:space="0" w:color="auto"/>
                <w:right w:val="none" w:sz="0" w:space="0" w:color="auto"/>
              </w:divBdr>
            </w:div>
            <w:div w:id="1848710723">
              <w:marLeft w:val="0"/>
              <w:marRight w:val="0"/>
              <w:marTop w:val="0"/>
              <w:marBottom w:val="0"/>
              <w:divBdr>
                <w:top w:val="none" w:sz="0" w:space="0" w:color="auto"/>
                <w:left w:val="none" w:sz="0" w:space="0" w:color="auto"/>
                <w:bottom w:val="none" w:sz="0" w:space="0" w:color="auto"/>
                <w:right w:val="none" w:sz="0" w:space="0" w:color="auto"/>
              </w:divBdr>
            </w:div>
            <w:div w:id="453838023">
              <w:marLeft w:val="0"/>
              <w:marRight w:val="0"/>
              <w:marTop w:val="0"/>
              <w:marBottom w:val="0"/>
              <w:divBdr>
                <w:top w:val="none" w:sz="0" w:space="0" w:color="auto"/>
                <w:left w:val="none" w:sz="0" w:space="0" w:color="auto"/>
                <w:bottom w:val="none" w:sz="0" w:space="0" w:color="auto"/>
                <w:right w:val="none" w:sz="0" w:space="0" w:color="auto"/>
              </w:divBdr>
            </w:div>
            <w:div w:id="1030185214">
              <w:marLeft w:val="0"/>
              <w:marRight w:val="0"/>
              <w:marTop w:val="0"/>
              <w:marBottom w:val="0"/>
              <w:divBdr>
                <w:top w:val="none" w:sz="0" w:space="0" w:color="auto"/>
                <w:left w:val="none" w:sz="0" w:space="0" w:color="auto"/>
                <w:bottom w:val="none" w:sz="0" w:space="0" w:color="auto"/>
                <w:right w:val="none" w:sz="0" w:space="0" w:color="auto"/>
              </w:divBdr>
            </w:div>
            <w:div w:id="478037066">
              <w:marLeft w:val="0"/>
              <w:marRight w:val="0"/>
              <w:marTop w:val="0"/>
              <w:marBottom w:val="0"/>
              <w:divBdr>
                <w:top w:val="none" w:sz="0" w:space="0" w:color="auto"/>
                <w:left w:val="none" w:sz="0" w:space="0" w:color="auto"/>
                <w:bottom w:val="none" w:sz="0" w:space="0" w:color="auto"/>
                <w:right w:val="none" w:sz="0" w:space="0" w:color="auto"/>
              </w:divBdr>
            </w:div>
            <w:div w:id="1953173347">
              <w:marLeft w:val="0"/>
              <w:marRight w:val="0"/>
              <w:marTop w:val="0"/>
              <w:marBottom w:val="0"/>
              <w:divBdr>
                <w:top w:val="none" w:sz="0" w:space="0" w:color="auto"/>
                <w:left w:val="none" w:sz="0" w:space="0" w:color="auto"/>
                <w:bottom w:val="none" w:sz="0" w:space="0" w:color="auto"/>
                <w:right w:val="none" w:sz="0" w:space="0" w:color="auto"/>
              </w:divBdr>
            </w:div>
            <w:div w:id="1618096056">
              <w:marLeft w:val="0"/>
              <w:marRight w:val="0"/>
              <w:marTop w:val="0"/>
              <w:marBottom w:val="0"/>
              <w:divBdr>
                <w:top w:val="none" w:sz="0" w:space="0" w:color="auto"/>
                <w:left w:val="none" w:sz="0" w:space="0" w:color="auto"/>
                <w:bottom w:val="none" w:sz="0" w:space="0" w:color="auto"/>
                <w:right w:val="none" w:sz="0" w:space="0" w:color="auto"/>
              </w:divBdr>
            </w:div>
            <w:div w:id="938412906">
              <w:marLeft w:val="0"/>
              <w:marRight w:val="0"/>
              <w:marTop w:val="0"/>
              <w:marBottom w:val="0"/>
              <w:divBdr>
                <w:top w:val="none" w:sz="0" w:space="0" w:color="auto"/>
                <w:left w:val="none" w:sz="0" w:space="0" w:color="auto"/>
                <w:bottom w:val="none" w:sz="0" w:space="0" w:color="auto"/>
                <w:right w:val="none" w:sz="0" w:space="0" w:color="auto"/>
              </w:divBdr>
            </w:div>
            <w:div w:id="1544100226">
              <w:marLeft w:val="0"/>
              <w:marRight w:val="0"/>
              <w:marTop w:val="0"/>
              <w:marBottom w:val="0"/>
              <w:divBdr>
                <w:top w:val="none" w:sz="0" w:space="0" w:color="auto"/>
                <w:left w:val="none" w:sz="0" w:space="0" w:color="auto"/>
                <w:bottom w:val="none" w:sz="0" w:space="0" w:color="auto"/>
                <w:right w:val="none" w:sz="0" w:space="0" w:color="auto"/>
              </w:divBdr>
            </w:div>
            <w:div w:id="83992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1621">
      <w:bodyDiv w:val="1"/>
      <w:marLeft w:val="0"/>
      <w:marRight w:val="0"/>
      <w:marTop w:val="0"/>
      <w:marBottom w:val="0"/>
      <w:divBdr>
        <w:top w:val="none" w:sz="0" w:space="0" w:color="auto"/>
        <w:left w:val="none" w:sz="0" w:space="0" w:color="auto"/>
        <w:bottom w:val="none" w:sz="0" w:space="0" w:color="auto"/>
        <w:right w:val="none" w:sz="0" w:space="0" w:color="auto"/>
      </w:divBdr>
    </w:div>
    <w:div w:id="734473468">
      <w:bodyDiv w:val="1"/>
      <w:marLeft w:val="0"/>
      <w:marRight w:val="0"/>
      <w:marTop w:val="0"/>
      <w:marBottom w:val="0"/>
      <w:divBdr>
        <w:top w:val="none" w:sz="0" w:space="0" w:color="auto"/>
        <w:left w:val="none" w:sz="0" w:space="0" w:color="auto"/>
        <w:bottom w:val="none" w:sz="0" w:space="0" w:color="auto"/>
        <w:right w:val="none" w:sz="0" w:space="0" w:color="auto"/>
      </w:divBdr>
    </w:div>
    <w:div w:id="736127353">
      <w:bodyDiv w:val="1"/>
      <w:marLeft w:val="0"/>
      <w:marRight w:val="0"/>
      <w:marTop w:val="0"/>
      <w:marBottom w:val="0"/>
      <w:divBdr>
        <w:top w:val="none" w:sz="0" w:space="0" w:color="auto"/>
        <w:left w:val="none" w:sz="0" w:space="0" w:color="auto"/>
        <w:bottom w:val="none" w:sz="0" w:space="0" w:color="auto"/>
        <w:right w:val="none" w:sz="0" w:space="0" w:color="auto"/>
      </w:divBdr>
    </w:div>
    <w:div w:id="740641192">
      <w:bodyDiv w:val="1"/>
      <w:marLeft w:val="0"/>
      <w:marRight w:val="0"/>
      <w:marTop w:val="0"/>
      <w:marBottom w:val="0"/>
      <w:divBdr>
        <w:top w:val="none" w:sz="0" w:space="0" w:color="auto"/>
        <w:left w:val="none" w:sz="0" w:space="0" w:color="auto"/>
        <w:bottom w:val="none" w:sz="0" w:space="0" w:color="auto"/>
        <w:right w:val="none" w:sz="0" w:space="0" w:color="auto"/>
      </w:divBdr>
    </w:div>
    <w:div w:id="758478046">
      <w:bodyDiv w:val="1"/>
      <w:marLeft w:val="0"/>
      <w:marRight w:val="0"/>
      <w:marTop w:val="0"/>
      <w:marBottom w:val="0"/>
      <w:divBdr>
        <w:top w:val="none" w:sz="0" w:space="0" w:color="auto"/>
        <w:left w:val="none" w:sz="0" w:space="0" w:color="auto"/>
        <w:bottom w:val="none" w:sz="0" w:space="0" w:color="auto"/>
        <w:right w:val="none" w:sz="0" w:space="0" w:color="auto"/>
      </w:divBdr>
    </w:div>
    <w:div w:id="783619636">
      <w:bodyDiv w:val="1"/>
      <w:marLeft w:val="0"/>
      <w:marRight w:val="0"/>
      <w:marTop w:val="0"/>
      <w:marBottom w:val="0"/>
      <w:divBdr>
        <w:top w:val="none" w:sz="0" w:space="0" w:color="auto"/>
        <w:left w:val="none" w:sz="0" w:space="0" w:color="auto"/>
        <w:bottom w:val="none" w:sz="0" w:space="0" w:color="auto"/>
        <w:right w:val="none" w:sz="0" w:space="0" w:color="auto"/>
      </w:divBdr>
      <w:divsChild>
        <w:div w:id="159084531">
          <w:marLeft w:val="446"/>
          <w:marRight w:val="0"/>
          <w:marTop w:val="0"/>
          <w:marBottom w:val="160"/>
          <w:divBdr>
            <w:top w:val="none" w:sz="0" w:space="0" w:color="auto"/>
            <w:left w:val="none" w:sz="0" w:space="0" w:color="auto"/>
            <w:bottom w:val="none" w:sz="0" w:space="0" w:color="auto"/>
            <w:right w:val="none" w:sz="0" w:space="0" w:color="auto"/>
          </w:divBdr>
        </w:div>
        <w:div w:id="508177869">
          <w:marLeft w:val="446"/>
          <w:marRight w:val="0"/>
          <w:marTop w:val="0"/>
          <w:marBottom w:val="160"/>
          <w:divBdr>
            <w:top w:val="none" w:sz="0" w:space="0" w:color="auto"/>
            <w:left w:val="none" w:sz="0" w:space="0" w:color="auto"/>
            <w:bottom w:val="none" w:sz="0" w:space="0" w:color="auto"/>
            <w:right w:val="none" w:sz="0" w:space="0" w:color="auto"/>
          </w:divBdr>
        </w:div>
        <w:div w:id="633173339">
          <w:marLeft w:val="446"/>
          <w:marRight w:val="0"/>
          <w:marTop w:val="0"/>
          <w:marBottom w:val="160"/>
          <w:divBdr>
            <w:top w:val="none" w:sz="0" w:space="0" w:color="auto"/>
            <w:left w:val="none" w:sz="0" w:space="0" w:color="auto"/>
            <w:bottom w:val="none" w:sz="0" w:space="0" w:color="auto"/>
            <w:right w:val="none" w:sz="0" w:space="0" w:color="auto"/>
          </w:divBdr>
        </w:div>
        <w:div w:id="1172792318">
          <w:marLeft w:val="446"/>
          <w:marRight w:val="0"/>
          <w:marTop w:val="0"/>
          <w:marBottom w:val="160"/>
          <w:divBdr>
            <w:top w:val="none" w:sz="0" w:space="0" w:color="auto"/>
            <w:left w:val="none" w:sz="0" w:space="0" w:color="auto"/>
            <w:bottom w:val="none" w:sz="0" w:space="0" w:color="auto"/>
            <w:right w:val="none" w:sz="0" w:space="0" w:color="auto"/>
          </w:divBdr>
        </w:div>
        <w:div w:id="1916083718">
          <w:marLeft w:val="446"/>
          <w:marRight w:val="0"/>
          <w:marTop w:val="0"/>
          <w:marBottom w:val="160"/>
          <w:divBdr>
            <w:top w:val="none" w:sz="0" w:space="0" w:color="auto"/>
            <w:left w:val="none" w:sz="0" w:space="0" w:color="auto"/>
            <w:bottom w:val="none" w:sz="0" w:space="0" w:color="auto"/>
            <w:right w:val="none" w:sz="0" w:space="0" w:color="auto"/>
          </w:divBdr>
        </w:div>
      </w:divsChild>
    </w:div>
    <w:div w:id="790128924">
      <w:bodyDiv w:val="1"/>
      <w:marLeft w:val="0"/>
      <w:marRight w:val="0"/>
      <w:marTop w:val="0"/>
      <w:marBottom w:val="0"/>
      <w:divBdr>
        <w:top w:val="none" w:sz="0" w:space="0" w:color="auto"/>
        <w:left w:val="none" w:sz="0" w:space="0" w:color="auto"/>
        <w:bottom w:val="none" w:sz="0" w:space="0" w:color="auto"/>
        <w:right w:val="none" w:sz="0" w:space="0" w:color="auto"/>
      </w:divBdr>
    </w:div>
    <w:div w:id="790132045">
      <w:bodyDiv w:val="1"/>
      <w:marLeft w:val="0"/>
      <w:marRight w:val="0"/>
      <w:marTop w:val="0"/>
      <w:marBottom w:val="0"/>
      <w:divBdr>
        <w:top w:val="none" w:sz="0" w:space="0" w:color="auto"/>
        <w:left w:val="none" w:sz="0" w:space="0" w:color="auto"/>
        <w:bottom w:val="none" w:sz="0" w:space="0" w:color="auto"/>
        <w:right w:val="none" w:sz="0" w:space="0" w:color="auto"/>
      </w:divBdr>
      <w:divsChild>
        <w:div w:id="506755479">
          <w:marLeft w:val="0"/>
          <w:marRight w:val="0"/>
          <w:marTop w:val="0"/>
          <w:marBottom w:val="0"/>
          <w:divBdr>
            <w:top w:val="none" w:sz="0" w:space="0" w:color="auto"/>
            <w:left w:val="none" w:sz="0" w:space="0" w:color="auto"/>
            <w:bottom w:val="none" w:sz="0" w:space="0" w:color="auto"/>
            <w:right w:val="none" w:sz="0" w:space="0" w:color="auto"/>
          </w:divBdr>
          <w:divsChild>
            <w:div w:id="377438721">
              <w:marLeft w:val="0"/>
              <w:marRight w:val="0"/>
              <w:marTop w:val="0"/>
              <w:marBottom w:val="0"/>
              <w:divBdr>
                <w:top w:val="none" w:sz="0" w:space="0" w:color="auto"/>
                <w:left w:val="none" w:sz="0" w:space="0" w:color="auto"/>
                <w:bottom w:val="none" w:sz="0" w:space="0" w:color="auto"/>
                <w:right w:val="none" w:sz="0" w:space="0" w:color="auto"/>
              </w:divBdr>
            </w:div>
            <w:div w:id="1295911100">
              <w:marLeft w:val="0"/>
              <w:marRight w:val="0"/>
              <w:marTop w:val="0"/>
              <w:marBottom w:val="0"/>
              <w:divBdr>
                <w:top w:val="none" w:sz="0" w:space="0" w:color="auto"/>
                <w:left w:val="none" w:sz="0" w:space="0" w:color="auto"/>
                <w:bottom w:val="none" w:sz="0" w:space="0" w:color="auto"/>
                <w:right w:val="none" w:sz="0" w:space="0" w:color="auto"/>
              </w:divBdr>
            </w:div>
            <w:div w:id="648554441">
              <w:marLeft w:val="0"/>
              <w:marRight w:val="0"/>
              <w:marTop w:val="0"/>
              <w:marBottom w:val="0"/>
              <w:divBdr>
                <w:top w:val="none" w:sz="0" w:space="0" w:color="auto"/>
                <w:left w:val="none" w:sz="0" w:space="0" w:color="auto"/>
                <w:bottom w:val="none" w:sz="0" w:space="0" w:color="auto"/>
                <w:right w:val="none" w:sz="0" w:space="0" w:color="auto"/>
              </w:divBdr>
            </w:div>
            <w:div w:id="1313369385">
              <w:marLeft w:val="0"/>
              <w:marRight w:val="0"/>
              <w:marTop w:val="0"/>
              <w:marBottom w:val="0"/>
              <w:divBdr>
                <w:top w:val="none" w:sz="0" w:space="0" w:color="auto"/>
                <w:left w:val="none" w:sz="0" w:space="0" w:color="auto"/>
                <w:bottom w:val="none" w:sz="0" w:space="0" w:color="auto"/>
                <w:right w:val="none" w:sz="0" w:space="0" w:color="auto"/>
              </w:divBdr>
            </w:div>
            <w:div w:id="2021202360">
              <w:marLeft w:val="0"/>
              <w:marRight w:val="0"/>
              <w:marTop w:val="0"/>
              <w:marBottom w:val="0"/>
              <w:divBdr>
                <w:top w:val="none" w:sz="0" w:space="0" w:color="auto"/>
                <w:left w:val="none" w:sz="0" w:space="0" w:color="auto"/>
                <w:bottom w:val="none" w:sz="0" w:space="0" w:color="auto"/>
                <w:right w:val="none" w:sz="0" w:space="0" w:color="auto"/>
              </w:divBdr>
            </w:div>
            <w:div w:id="970134934">
              <w:marLeft w:val="0"/>
              <w:marRight w:val="0"/>
              <w:marTop w:val="0"/>
              <w:marBottom w:val="0"/>
              <w:divBdr>
                <w:top w:val="none" w:sz="0" w:space="0" w:color="auto"/>
                <w:left w:val="none" w:sz="0" w:space="0" w:color="auto"/>
                <w:bottom w:val="none" w:sz="0" w:space="0" w:color="auto"/>
                <w:right w:val="none" w:sz="0" w:space="0" w:color="auto"/>
              </w:divBdr>
            </w:div>
            <w:div w:id="512646192">
              <w:marLeft w:val="0"/>
              <w:marRight w:val="0"/>
              <w:marTop w:val="0"/>
              <w:marBottom w:val="0"/>
              <w:divBdr>
                <w:top w:val="none" w:sz="0" w:space="0" w:color="auto"/>
                <w:left w:val="none" w:sz="0" w:space="0" w:color="auto"/>
                <w:bottom w:val="none" w:sz="0" w:space="0" w:color="auto"/>
                <w:right w:val="none" w:sz="0" w:space="0" w:color="auto"/>
              </w:divBdr>
            </w:div>
            <w:div w:id="1314796338">
              <w:marLeft w:val="0"/>
              <w:marRight w:val="0"/>
              <w:marTop w:val="0"/>
              <w:marBottom w:val="0"/>
              <w:divBdr>
                <w:top w:val="none" w:sz="0" w:space="0" w:color="auto"/>
                <w:left w:val="none" w:sz="0" w:space="0" w:color="auto"/>
                <w:bottom w:val="none" w:sz="0" w:space="0" w:color="auto"/>
                <w:right w:val="none" w:sz="0" w:space="0" w:color="auto"/>
              </w:divBdr>
            </w:div>
            <w:div w:id="272590913">
              <w:marLeft w:val="0"/>
              <w:marRight w:val="0"/>
              <w:marTop w:val="0"/>
              <w:marBottom w:val="0"/>
              <w:divBdr>
                <w:top w:val="none" w:sz="0" w:space="0" w:color="auto"/>
                <w:left w:val="none" w:sz="0" w:space="0" w:color="auto"/>
                <w:bottom w:val="none" w:sz="0" w:space="0" w:color="auto"/>
                <w:right w:val="none" w:sz="0" w:space="0" w:color="auto"/>
              </w:divBdr>
            </w:div>
            <w:div w:id="501429250">
              <w:marLeft w:val="0"/>
              <w:marRight w:val="0"/>
              <w:marTop w:val="0"/>
              <w:marBottom w:val="0"/>
              <w:divBdr>
                <w:top w:val="none" w:sz="0" w:space="0" w:color="auto"/>
                <w:left w:val="none" w:sz="0" w:space="0" w:color="auto"/>
                <w:bottom w:val="none" w:sz="0" w:space="0" w:color="auto"/>
                <w:right w:val="none" w:sz="0" w:space="0" w:color="auto"/>
              </w:divBdr>
            </w:div>
            <w:div w:id="1289626722">
              <w:marLeft w:val="0"/>
              <w:marRight w:val="0"/>
              <w:marTop w:val="0"/>
              <w:marBottom w:val="0"/>
              <w:divBdr>
                <w:top w:val="none" w:sz="0" w:space="0" w:color="auto"/>
                <w:left w:val="none" w:sz="0" w:space="0" w:color="auto"/>
                <w:bottom w:val="none" w:sz="0" w:space="0" w:color="auto"/>
                <w:right w:val="none" w:sz="0" w:space="0" w:color="auto"/>
              </w:divBdr>
            </w:div>
            <w:div w:id="1414083715">
              <w:marLeft w:val="0"/>
              <w:marRight w:val="0"/>
              <w:marTop w:val="0"/>
              <w:marBottom w:val="0"/>
              <w:divBdr>
                <w:top w:val="none" w:sz="0" w:space="0" w:color="auto"/>
                <w:left w:val="none" w:sz="0" w:space="0" w:color="auto"/>
                <w:bottom w:val="none" w:sz="0" w:space="0" w:color="auto"/>
                <w:right w:val="none" w:sz="0" w:space="0" w:color="auto"/>
              </w:divBdr>
            </w:div>
            <w:div w:id="542715562">
              <w:marLeft w:val="0"/>
              <w:marRight w:val="0"/>
              <w:marTop w:val="0"/>
              <w:marBottom w:val="0"/>
              <w:divBdr>
                <w:top w:val="none" w:sz="0" w:space="0" w:color="auto"/>
                <w:left w:val="none" w:sz="0" w:space="0" w:color="auto"/>
                <w:bottom w:val="none" w:sz="0" w:space="0" w:color="auto"/>
                <w:right w:val="none" w:sz="0" w:space="0" w:color="auto"/>
              </w:divBdr>
            </w:div>
            <w:div w:id="1091043999">
              <w:marLeft w:val="0"/>
              <w:marRight w:val="0"/>
              <w:marTop w:val="0"/>
              <w:marBottom w:val="0"/>
              <w:divBdr>
                <w:top w:val="none" w:sz="0" w:space="0" w:color="auto"/>
                <w:left w:val="none" w:sz="0" w:space="0" w:color="auto"/>
                <w:bottom w:val="none" w:sz="0" w:space="0" w:color="auto"/>
                <w:right w:val="none" w:sz="0" w:space="0" w:color="auto"/>
              </w:divBdr>
            </w:div>
            <w:div w:id="340088333">
              <w:marLeft w:val="0"/>
              <w:marRight w:val="0"/>
              <w:marTop w:val="0"/>
              <w:marBottom w:val="0"/>
              <w:divBdr>
                <w:top w:val="none" w:sz="0" w:space="0" w:color="auto"/>
                <w:left w:val="none" w:sz="0" w:space="0" w:color="auto"/>
                <w:bottom w:val="none" w:sz="0" w:space="0" w:color="auto"/>
                <w:right w:val="none" w:sz="0" w:space="0" w:color="auto"/>
              </w:divBdr>
            </w:div>
            <w:div w:id="1068847598">
              <w:marLeft w:val="0"/>
              <w:marRight w:val="0"/>
              <w:marTop w:val="0"/>
              <w:marBottom w:val="0"/>
              <w:divBdr>
                <w:top w:val="none" w:sz="0" w:space="0" w:color="auto"/>
                <w:left w:val="none" w:sz="0" w:space="0" w:color="auto"/>
                <w:bottom w:val="none" w:sz="0" w:space="0" w:color="auto"/>
                <w:right w:val="none" w:sz="0" w:space="0" w:color="auto"/>
              </w:divBdr>
            </w:div>
            <w:div w:id="681585563">
              <w:marLeft w:val="0"/>
              <w:marRight w:val="0"/>
              <w:marTop w:val="0"/>
              <w:marBottom w:val="0"/>
              <w:divBdr>
                <w:top w:val="none" w:sz="0" w:space="0" w:color="auto"/>
                <w:left w:val="none" w:sz="0" w:space="0" w:color="auto"/>
                <w:bottom w:val="none" w:sz="0" w:space="0" w:color="auto"/>
                <w:right w:val="none" w:sz="0" w:space="0" w:color="auto"/>
              </w:divBdr>
            </w:div>
            <w:div w:id="20054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035241">
      <w:bodyDiv w:val="1"/>
      <w:marLeft w:val="0"/>
      <w:marRight w:val="0"/>
      <w:marTop w:val="0"/>
      <w:marBottom w:val="0"/>
      <w:divBdr>
        <w:top w:val="none" w:sz="0" w:space="0" w:color="auto"/>
        <w:left w:val="none" w:sz="0" w:space="0" w:color="auto"/>
        <w:bottom w:val="none" w:sz="0" w:space="0" w:color="auto"/>
        <w:right w:val="none" w:sz="0" w:space="0" w:color="auto"/>
      </w:divBdr>
      <w:divsChild>
        <w:div w:id="248775001">
          <w:marLeft w:val="0"/>
          <w:marRight w:val="0"/>
          <w:marTop w:val="0"/>
          <w:marBottom w:val="0"/>
          <w:divBdr>
            <w:top w:val="none" w:sz="0" w:space="0" w:color="auto"/>
            <w:left w:val="none" w:sz="0" w:space="0" w:color="auto"/>
            <w:bottom w:val="none" w:sz="0" w:space="0" w:color="auto"/>
            <w:right w:val="none" w:sz="0" w:space="0" w:color="auto"/>
          </w:divBdr>
          <w:divsChild>
            <w:div w:id="688719032">
              <w:marLeft w:val="0"/>
              <w:marRight w:val="0"/>
              <w:marTop w:val="0"/>
              <w:marBottom w:val="0"/>
              <w:divBdr>
                <w:top w:val="none" w:sz="0" w:space="0" w:color="auto"/>
                <w:left w:val="none" w:sz="0" w:space="0" w:color="auto"/>
                <w:bottom w:val="none" w:sz="0" w:space="0" w:color="auto"/>
                <w:right w:val="none" w:sz="0" w:space="0" w:color="auto"/>
              </w:divBdr>
            </w:div>
            <w:div w:id="10031460">
              <w:marLeft w:val="0"/>
              <w:marRight w:val="0"/>
              <w:marTop w:val="0"/>
              <w:marBottom w:val="0"/>
              <w:divBdr>
                <w:top w:val="none" w:sz="0" w:space="0" w:color="auto"/>
                <w:left w:val="none" w:sz="0" w:space="0" w:color="auto"/>
                <w:bottom w:val="none" w:sz="0" w:space="0" w:color="auto"/>
                <w:right w:val="none" w:sz="0" w:space="0" w:color="auto"/>
              </w:divBdr>
            </w:div>
            <w:div w:id="1213420778">
              <w:marLeft w:val="0"/>
              <w:marRight w:val="0"/>
              <w:marTop w:val="0"/>
              <w:marBottom w:val="0"/>
              <w:divBdr>
                <w:top w:val="none" w:sz="0" w:space="0" w:color="auto"/>
                <w:left w:val="none" w:sz="0" w:space="0" w:color="auto"/>
                <w:bottom w:val="none" w:sz="0" w:space="0" w:color="auto"/>
                <w:right w:val="none" w:sz="0" w:space="0" w:color="auto"/>
              </w:divBdr>
            </w:div>
            <w:div w:id="893664203">
              <w:marLeft w:val="0"/>
              <w:marRight w:val="0"/>
              <w:marTop w:val="0"/>
              <w:marBottom w:val="0"/>
              <w:divBdr>
                <w:top w:val="none" w:sz="0" w:space="0" w:color="auto"/>
                <w:left w:val="none" w:sz="0" w:space="0" w:color="auto"/>
                <w:bottom w:val="none" w:sz="0" w:space="0" w:color="auto"/>
                <w:right w:val="none" w:sz="0" w:space="0" w:color="auto"/>
              </w:divBdr>
            </w:div>
            <w:div w:id="66804307">
              <w:marLeft w:val="0"/>
              <w:marRight w:val="0"/>
              <w:marTop w:val="0"/>
              <w:marBottom w:val="0"/>
              <w:divBdr>
                <w:top w:val="none" w:sz="0" w:space="0" w:color="auto"/>
                <w:left w:val="none" w:sz="0" w:space="0" w:color="auto"/>
                <w:bottom w:val="none" w:sz="0" w:space="0" w:color="auto"/>
                <w:right w:val="none" w:sz="0" w:space="0" w:color="auto"/>
              </w:divBdr>
            </w:div>
            <w:div w:id="1284118503">
              <w:marLeft w:val="0"/>
              <w:marRight w:val="0"/>
              <w:marTop w:val="0"/>
              <w:marBottom w:val="0"/>
              <w:divBdr>
                <w:top w:val="none" w:sz="0" w:space="0" w:color="auto"/>
                <w:left w:val="none" w:sz="0" w:space="0" w:color="auto"/>
                <w:bottom w:val="none" w:sz="0" w:space="0" w:color="auto"/>
                <w:right w:val="none" w:sz="0" w:space="0" w:color="auto"/>
              </w:divBdr>
            </w:div>
            <w:div w:id="1966613454">
              <w:marLeft w:val="0"/>
              <w:marRight w:val="0"/>
              <w:marTop w:val="0"/>
              <w:marBottom w:val="0"/>
              <w:divBdr>
                <w:top w:val="none" w:sz="0" w:space="0" w:color="auto"/>
                <w:left w:val="none" w:sz="0" w:space="0" w:color="auto"/>
                <w:bottom w:val="none" w:sz="0" w:space="0" w:color="auto"/>
                <w:right w:val="none" w:sz="0" w:space="0" w:color="auto"/>
              </w:divBdr>
            </w:div>
            <w:div w:id="775054776">
              <w:marLeft w:val="0"/>
              <w:marRight w:val="0"/>
              <w:marTop w:val="0"/>
              <w:marBottom w:val="0"/>
              <w:divBdr>
                <w:top w:val="none" w:sz="0" w:space="0" w:color="auto"/>
                <w:left w:val="none" w:sz="0" w:space="0" w:color="auto"/>
                <w:bottom w:val="none" w:sz="0" w:space="0" w:color="auto"/>
                <w:right w:val="none" w:sz="0" w:space="0" w:color="auto"/>
              </w:divBdr>
            </w:div>
            <w:div w:id="1792245382">
              <w:marLeft w:val="0"/>
              <w:marRight w:val="0"/>
              <w:marTop w:val="0"/>
              <w:marBottom w:val="0"/>
              <w:divBdr>
                <w:top w:val="none" w:sz="0" w:space="0" w:color="auto"/>
                <w:left w:val="none" w:sz="0" w:space="0" w:color="auto"/>
                <w:bottom w:val="none" w:sz="0" w:space="0" w:color="auto"/>
                <w:right w:val="none" w:sz="0" w:space="0" w:color="auto"/>
              </w:divBdr>
            </w:div>
            <w:div w:id="256865905">
              <w:marLeft w:val="0"/>
              <w:marRight w:val="0"/>
              <w:marTop w:val="0"/>
              <w:marBottom w:val="0"/>
              <w:divBdr>
                <w:top w:val="none" w:sz="0" w:space="0" w:color="auto"/>
                <w:left w:val="none" w:sz="0" w:space="0" w:color="auto"/>
                <w:bottom w:val="none" w:sz="0" w:space="0" w:color="auto"/>
                <w:right w:val="none" w:sz="0" w:space="0" w:color="auto"/>
              </w:divBdr>
            </w:div>
            <w:div w:id="1746412855">
              <w:marLeft w:val="0"/>
              <w:marRight w:val="0"/>
              <w:marTop w:val="0"/>
              <w:marBottom w:val="0"/>
              <w:divBdr>
                <w:top w:val="none" w:sz="0" w:space="0" w:color="auto"/>
                <w:left w:val="none" w:sz="0" w:space="0" w:color="auto"/>
                <w:bottom w:val="none" w:sz="0" w:space="0" w:color="auto"/>
                <w:right w:val="none" w:sz="0" w:space="0" w:color="auto"/>
              </w:divBdr>
            </w:div>
            <w:div w:id="808133052">
              <w:marLeft w:val="0"/>
              <w:marRight w:val="0"/>
              <w:marTop w:val="0"/>
              <w:marBottom w:val="0"/>
              <w:divBdr>
                <w:top w:val="none" w:sz="0" w:space="0" w:color="auto"/>
                <w:left w:val="none" w:sz="0" w:space="0" w:color="auto"/>
                <w:bottom w:val="none" w:sz="0" w:space="0" w:color="auto"/>
                <w:right w:val="none" w:sz="0" w:space="0" w:color="auto"/>
              </w:divBdr>
            </w:div>
            <w:div w:id="751127010">
              <w:marLeft w:val="0"/>
              <w:marRight w:val="0"/>
              <w:marTop w:val="0"/>
              <w:marBottom w:val="0"/>
              <w:divBdr>
                <w:top w:val="none" w:sz="0" w:space="0" w:color="auto"/>
                <w:left w:val="none" w:sz="0" w:space="0" w:color="auto"/>
                <w:bottom w:val="none" w:sz="0" w:space="0" w:color="auto"/>
                <w:right w:val="none" w:sz="0" w:space="0" w:color="auto"/>
              </w:divBdr>
            </w:div>
            <w:div w:id="7023289">
              <w:marLeft w:val="0"/>
              <w:marRight w:val="0"/>
              <w:marTop w:val="0"/>
              <w:marBottom w:val="0"/>
              <w:divBdr>
                <w:top w:val="none" w:sz="0" w:space="0" w:color="auto"/>
                <w:left w:val="none" w:sz="0" w:space="0" w:color="auto"/>
                <w:bottom w:val="none" w:sz="0" w:space="0" w:color="auto"/>
                <w:right w:val="none" w:sz="0" w:space="0" w:color="auto"/>
              </w:divBdr>
            </w:div>
            <w:div w:id="2105563554">
              <w:marLeft w:val="0"/>
              <w:marRight w:val="0"/>
              <w:marTop w:val="0"/>
              <w:marBottom w:val="0"/>
              <w:divBdr>
                <w:top w:val="none" w:sz="0" w:space="0" w:color="auto"/>
                <w:left w:val="none" w:sz="0" w:space="0" w:color="auto"/>
                <w:bottom w:val="none" w:sz="0" w:space="0" w:color="auto"/>
                <w:right w:val="none" w:sz="0" w:space="0" w:color="auto"/>
              </w:divBdr>
            </w:div>
            <w:div w:id="1006519563">
              <w:marLeft w:val="0"/>
              <w:marRight w:val="0"/>
              <w:marTop w:val="0"/>
              <w:marBottom w:val="0"/>
              <w:divBdr>
                <w:top w:val="none" w:sz="0" w:space="0" w:color="auto"/>
                <w:left w:val="none" w:sz="0" w:space="0" w:color="auto"/>
                <w:bottom w:val="none" w:sz="0" w:space="0" w:color="auto"/>
                <w:right w:val="none" w:sz="0" w:space="0" w:color="auto"/>
              </w:divBdr>
            </w:div>
            <w:div w:id="1195656767">
              <w:marLeft w:val="0"/>
              <w:marRight w:val="0"/>
              <w:marTop w:val="0"/>
              <w:marBottom w:val="0"/>
              <w:divBdr>
                <w:top w:val="none" w:sz="0" w:space="0" w:color="auto"/>
                <w:left w:val="none" w:sz="0" w:space="0" w:color="auto"/>
                <w:bottom w:val="none" w:sz="0" w:space="0" w:color="auto"/>
                <w:right w:val="none" w:sz="0" w:space="0" w:color="auto"/>
              </w:divBdr>
            </w:div>
            <w:div w:id="2028481636">
              <w:marLeft w:val="0"/>
              <w:marRight w:val="0"/>
              <w:marTop w:val="0"/>
              <w:marBottom w:val="0"/>
              <w:divBdr>
                <w:top w:val="none" w:sz="0" w:space="0" w:color="auto"/>
                <w:left w:val="none" w:sz="0" w:space="0" w:color="auto"/>
                <w:bottom w:val="none" w:sz="0" w:space="0" w:color="auto"/>
                <w:right w:val="none" w:sz="0" w:space="0" w:color="auto"/>
              </w:divBdr>
            </w:div>
            <w:div w:id="2079014599">
              <w:marLeft w:val="0"/>
              <w:marRight w:val="0"/>
              <w:marTop w:val="0"/>
              <w:marBottom w:val="0"/>
              <w:divBdr>
                <w:top w:val="none" w:sz="0" w:space="0" w:color="auto"/>
                <w:left w:val="none" w:sz="0" w:space="0" w:color="auto"/>
                <w:bottom w:val="none" w:sz="0" w:space="0" w:color="auto"/>
                <w:right w:val="none" w:sz="0" w:space="0" w:color="auto"/>
              </w:divBdr>
            </w:div>
            <w:div w:id="2051107995">
              <w:marLeft w:val="0"/>
              <w:marRight w:val="0"/>
              <w:marTop w:val="0"/>
              <w:marBottom w:val="0"/>
              <w:divBdr>
                <w:top w:val="none" w:sz="0" w:space="0" w:color="auto"/>
                <w:left w:val="none" w:sz="0" w:space="0" w:color="auto"/>
                <w:bottom w:val="none" w:sz="0" w:space="0" w:color="auto"/>
                <w:right w:val="none" w:sz="0" w:space="0" w:color="auto"/>
              </w:divBdr>
            </w:div>
            <w:div w:id="201404101">
              <w:marLeft w:val="0"/>
              <w:marRight w:val="0"/>
              <w:marTop w:val="0"/>
              <w:marBottom w:val="0"/>
              <w:divBdr>
                <w:top w:val="none" w:sz="0" w:space="0" w:color="auto"/>
                <w:left w:val="none" w:sz="0" w:space="0" w:color="auto"/>
                <w:bottom w:val="none" w:sz="0" w:space="0" w:color="auto"/>
                <w:right w:val="none" w:sz="0" w:space="0" w:color="auto"/>
              </w:divBdr>
            </w:div>
            <w:div w:id="1563755538">
              <w:marLeft w:val="0"/>
              <w:marRight w:val="0"/>
              <w:marTop w:val="0"/>
              <w:marBottom w:val="0"/>
              <w:divBdr>
                <w:top w:val="none" w:sz="0" w:space="0" w:color="auto"/>
                <w:left w:val="none" w:sz="0" w:space="0" w:color="auto"/>
                <w:bottom w:val="none" w:sz="0" w:space="0" w:color="auto"/>
                <w:right w:val="none" w:sz="0" w:space="0" w:color="auto"/>
              </w:divBdr>
            </w:div>
            <w:div w:id="1022979918">
              <w:marLeft w:val="0"/>
              <w:marRight w:val="0"/>
              <w:marTop w:val="0"/>
              <w:marBottom w:val="0"/>
              <w:divBdr>
                <w:top w:val="none" w:sz="0" w:space="0" w:color="auto"/>
                <w:left w:val="none" w:sz="0" w:space="0" w:color="auto"/>
                <w:bottom w:val="none" w:sz="0" w:space="0" w:color="auto"/>
                <w:right w:val="none" w:sz="0" w:space="0" w:color="auto"/>
              </w:divBdr>
            </w:div>
            <w:div w:id="576742415">
              <w:marLeft w:val="0"/>
              <w:marRight w:val="0"/>
              <w:marTop w:val="0"/>
              <w:marBottom w:val="0"/>
              <w:divBdr>
                <w:top w:val="none" w:sz="0" w:space="0" w:color="auto"/>
                <w:left w:val="none" w:sz="0" w:space="0" w:color="auto"/>
                <w:bottom w:val="none" w:sz="0" w:space="0" w:color="auto"/>
                <w:right w:val="none" w:sz="0" w:space="0" w:color="auto"/>
              </w:divBdr>
            </w:div>
            <w:div w:id="1070545068">
              <w:marLeft w:val="0"/>
              <w:marRight w:val="0"/>
              <w:marTop w:val="0"/>
              <w:marBottom w:val="0"/>
              <w:divBdr>
                <w:top w:val="none" w:sz="0" w:space="0" w:color="auto"/>
                <w:left w:val="none" w:sz="0" w:space="0" w:color="auto"/>
                <w:bottom w:val="none" w:sz="0" w:space="0" w:color="auto"/>
                <w:right w:val="none" w:sz="0" w:space="0" w:color="auto"/>
              </w:divBdr>
            </w:div>
            <w:div w:id="610748602">
              <w:marLeft w:val="0"/>
              <w:marRight w:val="0"/>
              <w:marTop w:val="0"/>
              <w:marBottom w:val="0"/>
              <w:divBdr>
                <w:top w:val="none" w:sz="0" w:space="0" w:color="auto"/>
                <w:left w:val="none" w:sz="0" w:space="0" w:color="auto"/>
                <w:bottom w:val="none" w:sz="0" w:space="0" w:color="auto"/>
                <w:right w:val="none" w:sz="0" w:space="0" w:color="auto"/>
              </w:divBdr>
            </w:div>
            <w:div w:id="723287062">
              <w:marLeft w:val="0"/>
              <w:marRight w:val="0"/>
              <w:marTop w:val="0"/>
              <w:marBottom w:val="0"/>
              <w:divBdr>
                <w:top w:val="none" w:sz="0" w:space="0" w:color="auto"/>
                <w:left w:val="none" w:sz="0" w:space="0" w:color="auto"/>
                <w:bottom w:val="none" w:sz="0" w:space="0" w:color="auto"/>
                <w:right w:val="none" w:sz="0" w:space="0" w:color="auto"/>
              </w:divBdr>
            </w:div>
            <w:div w:id="385180280">
              <w:marLeft w:val="0"/>
              <w:marRight w:val="0"/>
              <w:marTop w:val="0"/>
              <w:marBottom w:val="0"/>
              <w:divBdr>
                <w:top w:val="none" w:sz="0" w:space="0" w:color="auto"/>
                <w:left w:val="none" w:sz="0" w:space="0" w:color="auto"/>
                <w:bottom w:val="none" w:sz="0" w:space="0" w:color="auto"/>
                <w:right w:val="none" w:sz="0" w:space="0" w:color="auto"/>
              </w:divBdr>
            </w:div>
            <w:div w:id="1046759830">
              <w:marLeft w:val="0"/>
              <w:marRight w:val="0"/>
              <w:marTop w:val="0"/>
              <w:marBottom w:val="0"/>
              <w:divBdr>
                <w:top w:val="none" w:sz="0" w:space="0" w:color="auto"/>
                <w:left w:val="none" w:sz="0" w:space="0" w:color="auto"/>
                <w:bottom w:val="none" w:sz="0" w:space="0" w:color="auto"/>
                <w:right w:val="none" w:sz="0" w:space="0" w:color="auto"/>
              </w:divBdr>
            </w:div>
            <w:div w:id="426927371">
              <w:marLeft w:val="0"/>
              <w:marRight w:val="0"/>
              <w:marTop w:val="0"/>
              <w:marBottom w:val="0"/>
              <w:divBdr>
                <w:top w:val="none" w:sz="0" w:space="0" w:color="auto"/>
                <w:left w:val="none" w:sz="0" w:space="0" w:color="auto"/>
                <w:bottom w:val="none" w:sz="0" w:space="0" w:color="auto"/>
                <w:right w:val="none" w:sz="0" w:space="0" w:color="auto"/>
              </w:divBdr>
            </w:div>
            <w:div w:id="1959529561">
              <w:marLeft w:val="0"/>
              <w:marRight w:val="0"/>
              <w:marTop w:val="0"/>
              <w:marBottom w:val="0"/>
              <w:divBdr>
                <w:top w:val="none" w:sz="0" w:space="0" w:color="auto"/>
                <w:left w:val="none" w:sz="0" w:space="0" w:color="auto"/>
                <w:bottom w:val="none" w:sz="0" w:space="0" w:color="auto"/>
                <w:right w:val="none" w:sz="0" w:space="0" w:color="auto"/>
              </w:divBdr>
            </w:div>
            <w:div w:id="959919101">
              <w:marLeft w:val="0"/>
              <w:marRight w:val="0"/>
              <w:marTop w:val="0"/>
              <w:marBottom w:val="0"/>
              <w:divBdr>
                <w:top w:val="none" w:sz="0" w:space="0" w:color="auto"/>
                <w:left w:val="none" w:sz="0" w:space="0" w:color="auto"/>
                <w:bottom w:val="none" w:sz="0" w:space="0" w:color="auto"/>
                <w:right w:val="none" w:sz="0" w:space="0" w:color="auto"/>
              </w:divBdr>
            </w:div>
            <w:div w:id="2006325691">
              <w:marLeft w:val="0"/>
              <w:marRight w:val="0"/>
              <w:marTop w:val="0"/>
              <w:marBottom w:val="0"/>
              <w:divBdr>
                <w:top w:val="none" w:sz="0" w:space="0" w:color="auto"/>
                <w:left w:val="none" w:sz="0" w:space="0" w:color="auto"/>
                <w:bottom w:val="none" w:sz="0" w:space="0" w:color="auto"/>
                <w:right w:val="none" w:sz="0" w:space="0" w:color="auto"/>
              </w:divBdr>
            </w:div>
            <w:div w:id="977566809">
              <w:marLeft w:val="0"/>
              <w:marRight w:val="0"/>
              <w:marTop w:val="0"/>
              <w:marBottom w:val="0"/>
              <w:divBdr>
                <w:top w:val="none" w:sz="0" w:space="0" w:color="auto"/>
                <w:left w:val="none" w:sz="0" w:space="0" w:color="auto"/>
                <w:bottom w:val="none" w:sz="0" w:space="0" w:color="auto"/>
                <w:right w:val="none" w:sz="0" w:space="0" w:color="auto"/>
              </w:divBdr>
            </w:div>
            <w:div w:id="2132822402">
              <w:marLeft w:val="0"/>
              <w:marRight w:val="0"/>
              <w:marTop w:val="0"/>
              <w:marBottom w:val="0"/>
              <w:divBdr>
                <w:top w:val="none" w:sz="0" w:space="0" w:color="auto"/>
                <w:left w:val="none" w:sz="0" w:space="0" w:color="auto"/>
                <w:bottom w:val="none" w:sz="0" w:space="0" w:color="auto"/>
                <w:right w:val="none" w:sz="0" w:space="0" w:color="auto"/>
              </w:divBdr>
            </w:div>
            <w:div w:id="584650325">
              <w:marLeft w:val="0"/>
              <w:marRight w:val="0"/>
              <w:marTop w:val="0"/>
              <w:marBottom w:val="0"/>
              <w:divBdr>
                <w:top w:val="none" w:sz="0" w:space="0" w:color="auto"/>
                <w:left w:val="none" w:sz="0" w:space="0" w:color="auto"/>
                <w:bottom w:val="none" w:sz="0" w:space="0" w:color="auto"/>
                <w:right w:val="none" w:sz="0" w:space="0" w:color="auto"/>
              </w:divBdr>
            </w:div>
            <w:div w:id="1821069454">
              <w:marLeft w:val="0"/>
              <w:marRight w:val="0"/>
              <w:marTop w:val="0"/>
              <w:marBottom w:val="0"/>
              <w:divBdr>
                <w:top w:val="none" w:sz="0" w:space="0" w:color="auto"/>
                <w:left w:val="none" w:sz="0" w:space="0" w:color="auto"/>
                <w:bottom w:val="none" w:sz="0" w:space="0" w:color="auto"/>
                <w:right w:val="none" w:sz="0" w:space="0" w:color="auto"/>
              </w:divBdr>
            </w:div>
            <w:div w:id="1714815632">
              <w:marLeft w:val="0"/>
              <w:marRight w:val="0"/>
              <w:marTop w:val="0"/>
              <w:marBottom w:val="0"/>
              <w:divBdr>
                <w:top w:val="none" w:sz="0" w:space="0" w:color="auto"/>
                <w:left w:val="none" w:sz="0" w:space="0" w:color="auto"/>
                <w:bottom w:val="none" w:sz="0" w:space="0" w:color="auto"/>
                <w:right w:val="none" w:sz="0" w:space="0" w:color="auto"/>
              </w:divBdr>
            </w:div>
            <w:div w:id="1471240164">
              <w:marLeft w:val="0"/>
              <w:marRight w:val="0"/>
              <w:marTop w:val="0"/>
              <w:marBottom w:val="0"/>
              <w:divBdr>
                <w:top w:val="none" w:sz="0" w:space="0" w:color="auto"/>
                <w:left w:val="none" w:sz="0" w:space="0" w:color="auto"/>
                <w:bottom w:val="none" w:sz="0" w:space="0" w:color="auto"/>
                <w:right w:val="none" w:sz="0" w:space="0" w:color="auto"/>
              </w:divBdr>
            </w:div>
            <w:div w:id="1642463264">
              <w:marLeft w:val="0"/>
              <w:marRight w:val="0"/>
              <w:marTop w:val="0"/>
              <w:marBottom w:val="0"/>
              <w:divBdr>
                <w:top w:val="none" w:sz="0" w:space="0" w:color="auto"/>
                <w:left w:val="none" w:sz="0" w:space="0" w:color="auto"/>
                <w:bottom w:val="none" w:sz="0" w:space="0" w:color="auto"/>
                <w:right w:val="none" w:sz="0" w:space="0" w:color="auto"/>
              </w:divBdr>
            </w:div>
            <w:div w:id="1445928529">
              <w:marLeft w:val="0"/>
              <w:marRight w:val="0"/>
              <w:marTop w:val="0"/>
              <w:marBottom w:val="0"/>
              <w:divBdr>
                <w:top w:val="none" w:sz="0" w:space="0" w:color="auto"/>
                <w:left w:val="none" w:sz="0" w:space="0" w:color="auto"/>
                <w:bottom w:val="none" w:sz="0" w:space="0" w:color="auto"/>
                <w:right w:val="none" w:sz="0" w:space="0" w:color="auto"/>
              </w:divBdr>
            </w:div>
            <w:div w:id="304360043">
              <w:marLeft w:val="0"/>
              <w:marRight w:val="0"/>
              <w:marTop w:val="0"/>
              <w:marBottom w:val="0"/>
              <w:divBdr>
                <w:top w:val="none" w:sz="0" w:space="0" w:color="auto"/>
                <w:left w:val="none" w:sz="0" w:space="0" w:color="auto"/>
                <w:bottom w:val="none" w:sz="0" w:space="0" w:color="auto"/>
                <w:right w:val="none" w:sz="0" w:space="0" w:color="auto"/>
              </w:divBdr>
            </w:div>
            <w:div w:id="1778870015">
              <w:marLeft w:val="0"/>
              <w:marRight w:val="0"/>
              <w:marTop w:val="0"/>
              <w:marBottom w:val="0"/>
              <w:divBdr>
                <w:top w:val="none" w:sz="0" w:space="0" w:color="auto"/>
                <w:left w:val="none" w:sz="0" w:space="0" w:color="auto"/>
                <w:bottom w:val="none" w:sz="0" w:space="0" w:color="auto"/>
                <w:right w:val="none" w:sz="0" w:space="0" w:color="auto"/>
              </w:divBdr>
            </w:div>
            <w:div w:id="2058506850">
              <w:marLeft w:val="0"/>
              <w:marRight w:val="0"/>
              <w:marTop w:val="0"/>
              <w:marBottom w:val="0"/>
              <w:divBdr>
                <w:top w:val="none" w:sz="0" w:space="0" w:color="auto"/>
                <w:left w:val="none" w:sz="0" w:space="0" w:color="auto"/>
                <w:bottom w:val="none" w:sz="0" w:space="0" w:color="auto"/>
                <w:right w:val="none" w:sz="0" w:space="0" w:color="auto"/>
              </w:divBdr>
            </w:div>
            <w:div w:id="4472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76339">
      <w:bodyDiv w:val="1"/>
      <w:marLeft w:val="0"/>
      <w:marRight w:val="0"/>
      <w:marTop w:val="0"/>
      <w:marBottom w:val="0"/>
      <w:divBdr>
        <w:top w:val="none" w:sz="0" w:space="0" w:color="auto"/>
        <w:left w:val="none" w:sz="0" w:space="0" w:color="auto"/>
        <w:bottom w:val="none" w:sz="0" w:space="0" w:color="auto"/>
        <w:right w:val="none" w:sz="0" w:space="0" w:color="auto"/>
      </w:divBdr>
    </w:div>
    <w:div w:id="802427320">
      <w:bodyDiv w:val="1"/>
      <w:marLeft w:val="0"/>
      <w:marRight w:val="0"/>
      <w:marTop w:val="0"/>
      <w:marBottom w:val="0"/>
      <w:divBdr>
        <w:top w:val="none" w:sz="0" w:space="0" w:color="auto"/>
        <w:left w:val="none" w:sz="0" w:space="0" w:color="auto"/>
        <w:bottom w:val="none" w:sz="0" w:space="0" w:color="auto"/>
        <w:right w:val="none" w:sz="0" w:space="0" w:color="auto"/>
      </w:divBdr>
    </w:div>
    <w:div w:id="821386088">
      <w:bodyDiv w:val="1"/>
      <w:marLeft w:val="0"/>
      <w:marRight w:val="0"/>
      <w:marTop w:val="0"/>
      <w:marBottom w:val="0"/>
      <w:divBdr>
        <w:top w:val="none" w:sz="0" w:space="0" w:color="auto"/>
        <w:left w:val="none" w:sz="0" w:space="0" w:color="auto"/>
        <w:bottom w:val="none" w:sz="0" w:space="0" w:color="auto"/>
        <w:right w:val="none" w:sz="0" w:space="0" w:color="auto"/>
      </w:divBdr>
    </w:div>
    <w:div w:id="836574281">
      <w:bodyDiv w:val="1"/>
      <w:marLeft w:val="0"/>
      <w:marRight w:val="0"/>
      <w:marTop w:val="0"/>
      <w:marBottom w:val="0"/>
      <w:divBdr>
        <w:top w:val="none" w:sz="0" w:space="0" w:color="auto"/>
        <w:left w:val="none" w:sz="0" w:space="0" w:color="auto"/>
        <w:bottom w:val="none" w:sz="0" w:space="0" w:color="auto"/>
        <w:right w:val="none" w:sz="0" w:space="0" w:color="auto"/>
      </w:divBdr>
      <w:divsChild>
        <w:div w:id="1790926939">
          <w:marLeft w:val="0"/>
          <w:marRight w:val="0"/>
          <w:marTop w:val="0"/>
          <w:marBottom w:val="0"/>
          <w:divBdr>
            <w:top w:val="none" w:sz="0" w:space="0" w:color="auto"/>
            <w:left w:val="none" w:sz="0" w:space="0" w:color="auto"/>
            <w:bottom w:val="none" w:sz="0" w:space="0" w:color="auto"/>
            <w:right w:val="none" w:sz="0" w:space="0" w:color="auto"/>
          </w:divBdr>
          <w:divsChild>
            <w:div w:id="445278448">
              <w:marLeft w:val="0"/>
              <w:marRight w:val="0"/>
              <w:marTop w:val="0"/>
              <w:marBottom w:val="0"/>
              <w:divBdr>
                <w:top w:val="none" w:sz="0" w:space="0" w:color="auto"/>
                <w:left w:val="none" w:sz="0" w:space="0" w:color="auto"/>
                <w:bottom w:val="none" w:sz="0" w:space="0" w:color="auto"/>
                <w:right w:val="none" w:sz="0" w:space="0" w:color="auto"/>
              </w:divBdr>
            </w:div>
            <w:div w:id="1405687936">
              <w:marLeft w:val="0"/>
              <w:marRight w:val="0"/>
              <w:marTop w:val="0"/>
              <w:marBottom w:val="0"/>
              <w:divBdr>
                <w:top w:val="none" w:sz="0" w:space="0" w:color="auto"/>
                <w:left w:val="none" w:sz="0" w:space="0" w:color="auto"/>
                <w:bottom w:val="none" w:sz="0" w:space="0" w:color="auto"/>
                <w:right w:val="none" w:sz="0" w:space="0" w:color="auto"/>
              </w:divBdr>
            </w:div>
            <w:div w:id="1988969682">
              <w:marLeft w:val="0"/>
              <w:marRight w:val="0"/>
              <w:marTop w:val="0"/>
              <w:marBottom w:val="0"/>
              <w:divBdr>
                <w:top w:val="none" w:sz="0" w:space="0" w:color="auto"/>
                <w:left w:val="none" w:sz="0" w:space="0" w:color="auto"/>
                <w:bottom w:val="none" w:sz="0" w:space="0" w:color="auto"/>
                <w:right w:val="none" w:sz="0" w:space="0" w:color="auto"/>
              </w:divBdr>
            </w:div>
            <w:div w:id="1262110086">
              <w:marLeft w:val="0"/>
              <w:marRight w:val="0"/>
              <w:marTop w:val="0"/>
              <w:marBottom w:val="0"/>
              <w:divBdr>
                <w:top w:val="none" w:sz="0" w:space="0" w:color="auto"/>
                <w:left w:val="none" w:sz="0" w:space="0" w:color="auto"/>
                <w:bottom w:val="none" w:sz="0" w:space="0" w:color="auto"/>
                <w:right w:val="none" w:sz="0" w:space="0" w:color="auto"/>
              </w:divBdr>
            </w:div>
            <w:div w:id="1163161507">
              <w:marLeft w:val="0"/>
              <w:marRight w:val="0"/>
              <w:marTop w:val="0"/>
              <w:marBottom w:val="0"/>
              <w:divBdr>
                <w:top w:val="none" w:sz="0" w:space="0" w:color="auto"/>
                <w:left w:val="none" w:sz="0" w:space="0" w:color="auto"/>
                <w:bottom w:val="none" w:sz="0" w:space="0" w:color="auto"/>
                <w:right w:val="none" w:sz="0" w:space="0" w:color="auto"/>
              </w:divBdr>
            </w:div>
            <w:div w:id="1749036759">
              <w:marLeft w:val="0"/>
              <w:marRight w:val="0"/>
              <w:marTop w:val="0"/>
              <w:marBottom w:val="0"/>
              <w:divBdr>
                <w:top w:val="none" w:sz="0" w:space="0" w:color="auto"/>
                <w:left w:val="none" w:sz="0" w:space="0" w:color="auto"/>
                <w:bottom w:val="none" w:sz="0" w:space="0" w:color="auto"/>
                <w:right w:val="none" w:sz="0" w:space="0" w:color="auto"/>
              </w:divBdr>
            </w:div>
            <w:div w:id="179973162">
              <w:marLeft w:val="0"/>
              <w:marRight w:val="0"/>
              <w:marTop w:val="0"/>
              <w:marBottom w:val="0"/>
              <w:divBdr>
                <w:top w:val="none" w:sz="0" w:space="0" w:color="auto"/>
                <w:left w:val="none" w:sz="0" w:space="0" w:color="auto"/>
                <w:bottom w:val="none" w:sz="0" w:space="0" w:color="auto"/>
                <w:right w:val="none" w:sz="0" w:space="0" w:color="auto"/>
              </w:divBdr>
            </w:div>
            <w:div w:id="1770546841">
              <w:marLeft w:val="0"/>
              <w:marRight w:val="0"/>
              <w:marTop w:val="0"/>
              <w:marBottom w:val="0"/>
              <w:divBdr>
                <w:top w:val="none" w:sz="0" w:space="0" w:color="auto"/>
                <w:left w:val="none" w:sz="0" w:space="0" w:color="auto"/>
                <w:bottom w:val="none" w:sz="0" w:space="0" w:color="auto"/>
                <w:right w:val="none" w:sz="0" w:space="0" w:color="auto"/>
              </w:divBdr>
            </w:div>
            <w:div w:id="387339335">
              <w:marLeft w:val="0"/>
              <w:marRight w:val="0"/>
              <w:marTop w:val="0"/>
              <w:marBottom w:val="0"/>
              <w:divBdr>
                <w:top w:val="none" w:sz="0" w:space="0" w:color="auto"/>
                <w:left w:val="none" w:sz="0" w:space="0" w:color="auto"/>
                <w:bottom w:val="none" w:sz="0" w:space="0" w:color="auto"/>
                <w:right w:val="none" w:sz="0" w:space="0" w:color="auto"/>
              </w:divBdr>
            </w:div>
            <w:div w:id="1251428065">
              <w:marLeft w:val="0"/>
              <w:marRight w:val="0"/>
              <w:marTop w:val="0"/>
              <w:marBottom w:val="0"/>
              <w:divBdr>
                <w:top w:val="none" w:sz="0" w:space="0" w:color="auto"/>
                <w:left w:val="none" w:sz="0" w:space="0" w:color="auto"/>
                <w:bottom w:val="none" w:sz="0" w:space="0" w:color="auto"/>
                <w:right w:val="none" w:sz="0" w:space="0" w:color="auto"/>
              </w:divBdr>
            </w:div>
            <w:div w:id="1405955099">
              <w:marLeft w:val="0"/>
              <w:marRight w:val="0"/>
              <w:marTop w:val="0"/>
              <w:marBottom w:val="0"/>
              <w:divBdr>
                <w:top w:val="none" w:sz="0" w:space="0" w:color="auto"/>
                <w:left w:val="none" w:sz="0" w:space="0" w:color="auto"/>
                <w:bottom w:val="none" w:sz="0" w:space="0" w:color="auto"/>
                <w:right w:val="none" w:sz="0" w:space="0" w:color="auto"/>
              </w:divBdr>
            </w:div>
            <w:div w:id="641423749">
              <w:marLeft w:val="0"/>
              <w:marRight w:val="0"/>
              <w:marTop w:val="0"/>
              <w:marBottom w:val="0"/>
              <w:divBdr>
                <w:top w:val="none" w:sz="0" w:space="0" w:color="auto"/>
                <w:left w:val="none" w:sz="0" w:space="0" w:color="auto"/>
                <w:bottom w:val="none" w:sz="0" w:space="0" w:color="auto"/>
                <w:right w:val="none" w:sz="0" w:space="0" w:color="auto"/>
              </w:divBdr>
            </w:div>
            <w:div w:id="1472209514">
              <w:marLeft w:val="0"/>
              <w:marRight w:val="0"/>
              <w:marTop w:val="0"/>
              <w:marBottom w:val="0"/>
              <w:divBdr>
                <w:top w:val="none" w:sz="0" w:space="0" w:color="auto"/>
                <w:left w:val="none" w:sz="0" w:space="0" w:color="auto"/>
                <w:bottom w:val="none" w:sz="0" w:space="0" w:color="auto"/>
                <w:right w:val="none" w:sz="0" w:space="0" w:color="auto"/>
              </w:divBdr>
            </w:div>
            <w:div w:id="1042096546">
              <w:marLeft w:val="0"/>
              <w:marRight w:val="0"/>
              <w:marTop w:val="0"/>
              <w:marBottom w:val="0"/>
              <w:divBdr>
                <w:top w:val="none" w:sz="0" w:space="0" w:color="auto"/>
                <w:left w:val="none" w:sz="0" w:space="0" w:color="auto"/>
                <w:bottom w:val="none" w:sz="0" w:space="0" w:color="auto"/>
                <w:right w:val="none" w:sz="0" w:space="0" w:color="auto"/>
              </w:divBdr>
            </w:div>
            <w:div w:id="1154301076">
              <w:marLeft w:val="0"/>
              <w:marRight w:val="0"/>
              <w:marTop w:val="0"/>
              <w:marBottom w:val="0"/>
              <w:divBdr>
                <w:top w:val="none" w:sz="0" w:space="0" w:color="auto"/>
                <w:left w:val="none" w:sz="0" w:space="0" w:color="auto"/>
                <w:bottom w:val="none" w:sz="0" w:space="0" w:color="auto"/>
                <w:right w:val="none" w:sz="0" w:space="0" w:color="auto"/>
              </w:divBdr>
            </w:div>
            <w:div w:id="639844189">
              <w:marLeft w:val="0"/>
              <w:marRight w:val="0"/>
              <w:marTop w:val="0"/>
              <w:marBottom w:val="0"/>
              <w:divBdr>
                <w:top w:val="none" w:sz="0" w:space="0" w:color="auto"/>
                <w:left w:val="none" w:sz="0" w:space="0" w:color="auto"/>
                <w:bottom w:val="none" w:sz="0" w:space="0" w:color="auto"/>
                <w:right w:val="none" w:sz="0" w:space="0" w:color="auto"/>
              </w:divBdr>
            </w:div>
            <w:div w:id="2076272146">
              <w:marLeft w:val="0"/>
              <w:marRight w:val="0"/>
              <w:marTop w:val="0"/>
              <w:marBottom w:val="0"/>
              <w:divBdr>
                <w:top w:val="none" w:sz="0" w:space="0" w:color="auto"/>
                <w:left w:val="none" w:sz="0" w:space="0" w:color="auto"/>
                <w:bottom w:val="none" w:sz="0" w:space="0" w:color="auto"/>
                <w:right w:val="none" w:sz="0" w:space="0" w:color="auto"/>
              </w:divBdr>
            </w:div>
            <w:div w:id="1769036435">
              <w:marLeft w:val="0"/>
              <w:marRight w:val="0"/>
              <w:marTop w:val="0"/>
              <w:marBottom w:val="0"/>
              <w:divBdr>
                <w:top w:val="none" w:sz="0" w:space="0" w:color="auto"/>
                <w:left w:val="none" w:sz="0" w:space="0" w:color="auto"/>
                <w:bottom w:val="none" w:sz="0" w:space="0" w:color="auto"/>
                <w:right w:val="none" w:sz="0" w:space="0" w:color="auto"/>
              </w:divBdr>
            </w:div>
            <w:div w:id="1756391529">
              <w:marLeft w:val="0"/>
              <w:marRight w:val="0"/>
              <w:marTop w:val="0"/>
              <w:marBottom w:val="0"/>
              <w:divBdr>
                <w:top w:val="none" w:sz="0" w:space="0" w:color="auto"/>
                <w:left w:val="none" w:sz="0" w:space="0" w:color="auto"/>
                <w:bottom w:val="none" w:sz="0" w:space="0" w:color="auto"/>
                <w:right w:val="none" w:sz="0" w:space="0" w:color="auto"/>
              </w:divBdr>
            </w:div>
            <w:div w:id="699356585">
              <w:marLeft w:val="0"/>
              <w:marRight w:val="0"/>
              <w:marTop w:val="0"/>
              <w:marBottom w:val="0"/>
              <w:divBdr>
                <w:top w:val="none" w:sz="0" w:space="0" w:color="auto"/>
                <w:left w:val="none" w:sz="0" w:space="0" w:color="auto"/>
                <w:bottom w:val="none" w:sz="0" w:space="0" w:color="auto"/>
                <w:right w:val="none" w:sz="0" w:space="0" w:color="auto"/>
              </w:divBdr>
            </w:div>
            <w:div w:id="1206792553">
              <w:marLeft w:val="0"/>
              <w:marRight w:val="0"/>
              <w:marTop w:val="0"/>
              <w:marBottom w:val="0"/>
              <w:divBdr>
                <w:top w:val="none" w:sz="0" w:space="0" w:color="auto"/>
                <w:left w:val="none" w:sz="0" w:space="0" w:color="auto"/>
                <w:bottom w:val="none" w:sz="0" w:space="0" w:color="auto"/>
                <w:right w:val="none" w:sz="0" w:space="0" w:color="auto"/>
              </w:divBdr>
            </w:div>
            <w:div w:id="251858660">
              <w:marLeft w:val="0"/>
              <w:marRight w:val="0"/>
              <w:marTop w:val="0"/>
              <w:marBottom w:val="0"/>
              <w:divBdr>
                <w:top w:val="none" w:sz="0" w:space="0" w:color="auto"/>
                <w:left w:val="none" w:sz="0" w:space="0" w:color="auto"/>
                <w:bottom w:val="none" w:sz="0" w:space="0" w:color="auto"/>
                <w:right w:val="none" w:sz="0" w:space="0" w:color="auto"/>
              </w:divBdr>
            </w:div>
            <w:div w:id="110180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844337">
      <w:bodyDiv w:val="1"/>
      <w:marLeft w:val="0"/>
      <w:marRight w:val="0"/>
      <w:marTop w:val="0"/>
      <w:marBottom w:val="0"/>
      <w:divBdr>
        <w:top w:val="none" w:sz="0" w:space="0" w:color="auto"/>
        <w:left w:val="none" w:sz="0" w:space="0" w:color="auto"/>
        <w:bottom w:val="none" w:sz="0" w:space="0" w:color="auto"/>
        <w:right w:val="none" w:sz="0" w:space="0" w:color="auto"/>
      </w:divBdr>
      <w:divsChild>
        <w:div w:id="299727175">
          <w:marLeft w:val="547"/>
          <w:marRight w:val="0"/>
          <w:marTop w:val="0"/>
          <w:marBottom w:val="0"/>
          <w:divBdr>
            <w:top w:val="none" w:sz="0" w:space="0" w:color="auto"/>
            <w:left w:val="none" w:sz="0" w:space="0" w:color="auto"/>
            <w:bottom w:val="none" w:sz="0" w:space="0" w:color="auto"/>
            <w:right w:val="none" w:sz="0" w:space="0" w:color="auto"/>
          </w:divBdr>
        </w:div>
        <w:div w:id="978874213">
          <w:marLeft w:val="547"/>
          <w:marRight w:val="0"/>
          <w:marTop w:val="0"/>
          <w:marBottom w:val="0"/>
          <w:divBdr>
            <w:top w:val="none" w:sz="0" w:space="0" w:color="auto"/>
            <w:left w:val="none" w:sz="0" w:space="0" w:color="auto"/>
            <w:bottom w:val="none" w:sz="0" w:space="0" w:color="auto"/>
            <w:right w:val="none" w:sz="0" w:space="0" w:color="auto"/>
          </w:divBdr>
        </w:div>
        <w:div w:id="1329400880">
          <w:marLeft w:val="547"/>
          <w:marRight w:val="0"/>
          <w:marTop w:val="0"/>
          <w:marBottom w:val="0"/>
          <w:divBdr>
            <w:top w:val="none" w:sz="0" w:space="0" w:color="auto"/>
            <w:left w:val="none" w:sz="0" w:space="0" w:color="auto"/>
            <w:bottom w:val="none" w:sz="0" w:space="0" w:color="auto"/>
            <w:right w:val="none" w:sz="0" w:space="0" w:color="auto"/>
          </w:divBdr>
        </w:div>
        <w:div w:id="1936593862">
          <w:marLeft w:val="547"/>
          <w:marRight w:val="0"/>
          <w:marTop w:val="0"/>
          <w:marBottom w:val="0"/>
          <w:divBdr>
            <w:top w:val="none" w:sz="0" w:space="0" w:color="auto"/>
            <w:left w:val="none" w:sz="0" w:space="0" w:color="auto"/>
            <w:bottom w:val="none" w:sz="0" w:space="0" w:color="auto"/>
            <w:right w:val="none" w:sz="0" w:space="0" w:color="auto"/>
          </w:divBdr>
        </w:div>
      </w:divsChild>
    </w:div>
    <w:div w:id="858157331">
      <w:bodyDiv w:val="1"/>
      <w:marLeft w:val="0"/>
      <w:marRight w:val="0"/>
      <w:marTop w:val="0"/>
      <w:marBottom w:val="0"/>
      <w:divBdr>
        <w:top w:val="none" w:sz="0" w:space="0" w:color="auto"/>
        <w:left w:val="none" w:sz="0" w:space="0" w:color="auto"/>
        <w:bottom w:val="none" w:sz="0" w:space="0" w:color="auto"/>
        <w:right w:val="none" w:sz="0" w:space="0" w:color="auto"/>
      </w:divBdr>
    </w:div>
    <w:div w:id="878319425">
      <w:bodyDiv w:val="1"/>
      <w:marLeft w:val="0"/>
      <w:marRight w:val="0"/>
      <w:marTop w:val="0"/>
      <w:marBottom w:val="0"/>
      <w:divBdr>
        <w:top w:val="none" w:sz="0" w:space="0" w:color="auto"/>
        <w:left w:val="none" w:sz="0" w:space="0" w:color="auto"/>
        <w:bottom w:val="none" w:sz="0" w:space="0" w:color="auto"/>
        <w:right w:val="none" w:sz="0" w:space="0" w:color="auto"/>
      </w:divBdr>
      <w:divsChild>
        <w:div w:id="135608834">
          <w:marLeft w:val="1555"/>
          <w:marRight w:val="0"/>
          <w:marTop w:val="0"/>
          <w:marBottom w:val="160"/>
          <w:divBdr>
            <w:top w:val="none" w:sz="0" w:space="0" w:color="auto"/>
            <w:left w:val="none" w:sz="0" w:space="0" w:color="auto"/>
            <w:bottom w:val="none" w:sz="0" w:space="0" w:color="auto"/>
            <w:right w:val="none" w:sz="0" w:space="0" w:color="auto"/>
          </w:divBdr>
        </w:div>
        <w:div w:id="825822482">
          <w:marLeft w:val="547"/>
          <w:marRight w:val="0"/>
          <w:marTop w:val="0"/>
          <w:marBottom w:val="160"/>
          <w:divBdr>
            <w:top w:val="none" w:sz="0" w:space="0" w:color="auto"/>
            <w:left w:val="none" w:sz="0" w:space="0" w:color="auto"/>
            <w:bottom w:val="none" w:sz="0" w:space="0" w:color="auto"/>
            <w:right w:val="none" w:sz="0" w:space="0" w:color="auto"/>
          </w:divBdr>
        </w:div>
        <w:div w:id="979767923">
          <w:marLeft w:val="547"/>
          <w:marRight w:val="0"/>
          <w:marTop w:val="0"/>
          <w:marBottom w:val="160"/>
          <w:divBdr>
            <w:top w:val="none" w:sz="0" w:space="0" w:color="auto"/>
            <w:left w:val="none" w:sz="0" w:space="0" w:color="auto"/>
            <w:bottom w:val="none" w:sz="0" w:space="0" w:color="auto"/>
            <w:right w:val="none" w:sz="0" w:space="0" w:color="auto"/>
          </w:divBdr>
        </w:div>
        <w:div w:id="1198616892">
          <w:marLeft w:val="1555"/>
          <w:marRight w:val="0"/>
          <w:marTop w:val="0"/>
          <w:marBottom w:val="160"/>
          <w:divBdr>
            <w:top w:val="none" w:sz="0" w:space="0" w:color="auto"/>
            <w:left w:val="none" w:sz="0" w:space="0" w:color="auto"/>
            <w:bottom w:val="none" w:sz="0" w:space="0" w:color="auto"/>
            <w:right w:val="none" w:sz="0" w:space="0" w:color="auto"/>
          </w:divBdr>
        </w:div>
        <w:div w:id="1381126673">
          <w:marLeft w:val="1555"/>
          <w:marRight w:val="0"/>
          <w:marTop w:val="0"/>
          <w:marBottom w:val="160"/>
          <w:divBdr>
            <w:top w:val="none" w:sz="0" w:space="0" w:color="auto"/>
            <w:left w:val="none" w:sz="0" w:space="0" w:color="auto"/>
            <w:bottom w:val="none" w:sz="0" w:space="0" w:color="auto"/>
            <w:right w:val="none" w:sz="0" w:space="0" w:color="auto"/>
          </w:divBdr>
        </w:div>
        <w:div w:id="1389957442">
          <w:marLeft w:val="1555"/>
          <w:marRight w:val="0"/>
          <w:marTop w:val="0"/>
          <w:marBottom w:val="160"/>
          <w:divBdr>
            <w:top w:val="none" w:sz="0" w:space="0" w:color="auto"/>
            <w:left w:val="none" w:sz="0" w:space="0" w:color="auto"/>
            <w:bottom w:val="none" w:sz="0" w:space="0" w:color="auto"/>
            <w:right w:val="none" w:sz="0" w:space="0" w:color="auto"/>
          </w:divBdr>
        </w:div>
      </w:divsChild>
    </w:div>
    <w:div w:id="885726866">
      <w:bodyDiv w:val="1"/>
      <w:marLeft w:val="0"/>
      <w:marRight w:val="0"/>
      <w:marTop w:val="0"/>
      <w:marBottom w:val="0"/>
      <w:divBdr>
        <w:top w:val="none" w:sz="0" w:space="0" w:color="auto"/>
        <w:left w:val="none" w:sz="0" w:space="0" w:color="auto"/>
        <w:bottom w:val="none" w:sz="0" w:space="0" w:color="auto"/>
        <w:right w:val="none" w:sz="0" w:space="0" w:color="auto"/>
      </w:divBdr>
    </w:div>
    <w:div w:id="906691916">
      <w:bodyDiv w:val="1"/>
      <w:marLeft w:val="0"/>
      <w:marRight w:val="0"/>
      <w:marTop w:val="0"/>
      <w:marBottom w:val="0"/>
      <w:divBdr>
        <w:top w:val="none" w:sz="0" w:space="0" w:color="auto"/>
        <w:left w:val="none" w:sz="0" w:space="0" w:color="auto"/>
        <w:bottom w:val="none" w:sz="0" w:space="0" w:color="auto"/>
        <w:right w:val="none" w:sz="0" w:space="0" w:color="auto"/>
      </w:divBdr>
    </w:div>
    <w:div w:id="931015423">
      <w:bodyDiv w:val="1"/>
      <w:marLeft w:val="0"/>
      <w:marRight w:val="0"/>
      <w:marTop w:val="0"/>
      <w:marBottom w:val="0"/>
      <w:divBdr>
        <w:top w:val="none" w:sz="0" w:space="0" w:color="auto"/>
        <w:left w:val="none" w:sz="0" w:space="0" w:color="auto"/>
        <w:bottom w:val="none" w:sz="0" w:space="0" w:color="auto"/>
        <w:right w:val="none" w:sz="0" w:space="0" w:color="auto"/>
      </w:divBdr>
    </w:div>
    <w:div w:id="951522564">
      <w:bodyDiv w:val="1"/>
      <w:marLeft w:val="0"/>
      <w:marRight w:val="0"/>
      <w:marTop w:val="0"/>
      <w:marBottom w:val="0"/>
      <w:divBdr>
        <w:top w:val="none" w:sz="0" w:space="0" w:color="auto"/>
        <w:left w:val="none" w:sz="0" w:space="0" w:color="auto"/>
        <w:bottom w:val="none" w:sz="0" w:space="0" w:color="auto"/>
        <w:right w:val="none" w:sz="0" w:space="0" w:color="auto"/>
      </w:divBdr>
      <w:divsChild>
        <w:div w:id="600064379">
          <w:marLeft w:val="0"/>
          <w:marRight w:val="0"/>
          <w:marTop w:val="0"/>
          <w:marBottom w:val="0"/>
          <w:divBdr>
            <w:top w:val="none" w:sz="0" w:space="0" w:color="auto"/>
            <w:left w:val="none" w:sz="0" w:space="0" w:color="auto"/>
            <w:bottom w:val="none" w:sz="0" w:space="0" w:color="auto"/>
            <w:right w:val="none" w:sz="0" w:space="0" w:color="auto"/>
          </w:divBdr>
          <w:divsChild>
            <w:div w:id="1249656975">
              <w:marLeft w:val="0"/>
              <w:marRight w:val="0"/>
              <w:marTop w:val="0"/>
              <w:marBottom w:val="0"/>
              <w:divBdr>
                <w:top w:val="none" w:sz="0" w:space="0" w:color="auto"/>
                <w:left w:val="none" w:sz="0" w:space="0" w:color="auto"/>
                <w:bottom w:val="none" w:sz="0" w:space="0" w:color="auto"/>
                <w:right w:val="none" w:sz="0" w:space="0" w:color="auto"/>
              </w:divBdr>
            </w:div>
            <w:div w:id="921989736">
              <w:marLeft w:val="0"/>
              <w:marRight w:val="0"/>
              <w:marTop w:val="0"/>
              <w:marBottom w:val="0"/>
              <w:divBdr>
                <w:top w:val="none" w:sz="0" w:space="0" w:color="auto"/>
                <w:left w:val="none" w:sz="0" w:space="0" w:color="auto"/>
                <w:bottom w:val="none" w:sz="0" w:space="0" w:color="auto"/>
                <w:right w:val="none" w:sz="0" w:space="0" w:color="auto"/>
              </w:divBdr>
            </w:div>
            <w:div w:id="855193142">
              <w:marLeft w:val="0"/>
              <w:marRight w:val="0"/>
              <w:marTop w:val="0"/>
              <w:marBottom w:val="0"/>
              <w:divBdr>
                <w:top w:val="none" w:sz="0" w:space="0" w:color="auto"/>
                <w:left w:val="none" w:sz="0" w:space="0" w:color="auto"/>
                <w:bottom w:val="none" w:sz="0" w:space="0" w:color="auto"/>
                <w:right w:val="none" w:sz="0" w:space="0" w:color="auto"/>
              </w:divBdr>
            </w:div>
            <w:div w:id="1347370746">
              <w:marLeft w:val="0"/>
              <w:marRight w:val="0"/>
              <w:marTop w:val="0"/>
              <w:marBottom w:val="0"/>
              <w:divBdr>
                <w:top w:val="none" w:sz="0" w:space="0" w:color="auto"/>
                <w:left w:val="none" w:sz="0" w:space="0" w:color="auto"/>
                <w:bottom w:val="none" w:sz="0" w:space="0" w:color="auto"/>
                <w:right w:val="none" w:sz="0" w:space="0" w:color="auto"/>
              </w:divBdr>
            </w:div>
            <w:div w:id="577325484">
              <w:marLeft w:val="0"/>
              <w:marRight w:val="0"/>
              <w:marTop w:val="0"/>
              <w:marBottom w:val="0"/>
              <w:divBdr>
                <w:top w:val="none" w:sz="0" w:space="0" w:color="auto"/>
                <w:left w:val="none" w:sz="0" w:space="0" w:color="auto"/>
                <w:bottom w:val="none" w:sz="0" w:space="0" w:color="auto"/>
                <w:right w:val="none" w:sz="0" w:space="0" w:color="auto"/>
              </w:divBdr>
            </w:div>
            <w:div w:id="1817532325">
              <w:marLeft w:val="0"/>
              <w:marRight w:val="0"/>
              <w:marTop w:val="0"/>
              <w:marBottom w:val="0"/>
              <w:divBdr>
                <w:top w:val="none" w:sz="0" w:space="0" w:color="auto"/>
                <w:left w:val="none" w:sz="0" w:space="0" w:color="auto"/>
                <w:bottom w:val="none" w:sz="0" w:space="0" w:color="auto"/>
                <w:right w:val="none" w:sz="0" w:space="0" w:color="auto"/>
              </w:divBdr>
            </w:div>
            <w:div w:id="2081127110">
              <w:marLeft w:val="0"/>
              <w:marRight w:val="0"/>
              <w:marTop w:val="0"/>
              <w:marBottom w:val="0"/>
              <w:divBdr>
                <w:top w:val="none" w:sz="0" w:space="0" w:color="auto"/>
                <w:left w:val="none" w:sz="0" w:space="0" w:color="auto"/>
                <w:bottom w:val="none" w:sz="0" w:space="0" w:color="auto"/>
                <w:right w:val="none" w:sz="0" w:space="0" w:color="auto"/>
              </w:divBdr>
            </w:div>
            <w:div w:id="811672816">
              <w:marLeft w:val="0"/>
              <w:marRight w:val="0"/>
              <w:marTop w:val="0"/>
              <w:marBottom w:val="0"/>
              <w:divBdr>
                <w:top w:val="none" w:sz="0" w:space="0" w:color="auto"/>
                <w:left w:val="none" w:sz="0" w:space="0" w:color="auto"/>
                <w:bottom w:val="none" w:sz="0" w:space="0" w:color="auto"/>
                <w:right w:val="none" w:sz="0" w:space="0" w:color="auto"/>
              </w:divBdr>
            </w:div>
            <w:div w:id="417680233">
              <w:marLeft w:val="0"/>
              <w:marRight w:val="0"/>
              <w:marTop w:val="0"/>
              <w:marBottom w:val="0"/>
              <w:divBdr>
                <w:top w:val="none" w:sz="0" w:space="0" w:color="auto"/>
                <w:left w:val="none" w:sz="0" w:space="0" w:color="auto"/>
                <w:bottom w:val="none" w:sz="0" w:space="0" w:color="auto"/>
                <w:right w:val="none" w:sz="0" w:space="0" w:color="auto"/>
              </w:divBdr>
            </w:div>
            <w:div w:id="678433178">
              <w:marLeft w:val="0"/>
              <w:marRight w:val="0"/>
              <w:marTop w:val="0"/>
              <w:marBottom w:val="0"/>
              <w:divBdr>
                <w:top w:val="none" w:sz="0" w:space="0" w:color="auto"/>
                <w:left w:val="none" w:sz="0" w:space="0" w:color="auto"/>
                <w:bottom w:val="none" w:sz="0" w:space="0" w:color="auto"/>
                <w:right w:val="none" w:sz="0" w:space="0" w:color="auto"/>
              </w:divBdr>
            </w:div>
            <w:div w:id="1470170619">
              <w:marLeft w:val="0"/>
              <w:marRight w:val="0"/>
              <w:marTop w:val="0"/>
              <w:marBottom w:val="0"/>
              <w:divBdr>
                <w:top w:val="none" w:sz="0" w:space="0" w:color="auto"/>
                <w:left w:val="none" w:sz="0" w:space="0" w:color="auto"/>
                <w:bottom w:val="none" w:sz="0" w:space="0" w:color="auto"/>
                <w:right w:val="none" w:sz="0" w:space="0" w:color="auto"/>
              </w:divBdr>
            </w:div>
            <w:div w:id="1830167344">
              <w:marLeft w:val="0"/>
              <w:marRight w:val="0"/>
              <w:marTop w:val="0"/>
              <w:marBottom w:val="0"/>
              <w:divBdr>
                <w:top w:val="none" w:sz="0" w:space="0" w:color="auto"/>
                <w:left w:val="none" w:sz="0" w:space="0" w:color="auto"/>
                <w:bottom w:val="none" w:sz="0" w:space="0" w:color="auto"/>
                <w:right w:val="none" w:sz="0" w:space="0" w:color="auto"/>
              </w:divBdr>
            </w:div>
            <w:div w:id="1838426007">
              <w:marLeft w:val="0"/>
              <w:marRight w:val="0"/>
              <w:marTop w:val="0"/>
              <w:marBottom w:val="0"/>
              <w:divBdr>
                <w:top w:val="none" w:sz="0" w:space="0" w:color="auto"/>
                <w:left w:val="none" w:sz="0" w:space="0" w:color="auto"/>
                <w:bottom w:val="none" w:sz="0" w:space="0" w:color="auto"/>
                <w:right w:val="none" w:sz="0" w:space="0" w:color="auto"/>
              </w:divBdr>
            </w:div>
            <w:div w:id="1778862836">
              <w:marLeft w:val="0"/>
              <w:marRight w:val="0"/>
              <w:marTop w:val="0"/>
              <w:marBottom w:val="0"/>
              <w:divBdr>
                <w:top w:val="none" w:sz="0" w:space="0" w:color="auto"/>
                <w:left w:val="none" w:sz="0" w:space="0" w:color="auto"/>
                <w:bottom w:val="none" w:sz="0" w:space="0" w:color="auto"/>
                <w:right w:val="none" w:sz="0" w:space="0" w:color="auto"/>
              </w:divBdr>
            </w:div>
            <w:div w:id="256594344">
              <w:marLeft w:val="0"/>
              <w:marRight w:val="0"/>
              <w:marTop w:val="0"/>
              <w:marBottom w:val="0"/>
              <w:divBdr>
                <w:top w:val="none" w:sz="0" w:space="0" w:color="auto"/>
                <w:left w:val="none" w:sz="0" w:space="0" w:color="auto"/>
                <w:bottom w:val="none" w:sz="0" w:space="0" w:color="auto"/>
                <w:right w:val="none" w:sz="0" w:space="0" w:color="auto"/>
              </w:divBdr>
            </w:div>
            <w:div w:id="1159929437">
              <w:marLeft w:val="0"/>
              <w:marRight w:val="0"/>
              <w:marTop w:val="0"/>
              <w:marBottom w:val="0"/>
              <w:divBdr>
                <w:top w:val="none" w:sz="0" w:space="0" w:color="auto"/>
                <w:left w:val="none" w:sz="0" w:space="0" w:color="auto"/>
                <w:bottom w:val="none" w:sz="0" w:space="0" w:color="auto"/>
                <w:right w:val="none" w:sz="0" w:space="0" w:color="auto"/>
              </w:divBdr>
            </w:div>
            <w:div w:id="1861311168">
              <w:marLeft w:val="0"/>
              <w:marRight w:val="0"/>
              <w:marTop w:val="0"/>
              <w:marBottom w:val="0"/>
              <w:divBdr>
                <w:top w:val="none" w:sz="0" w:space="0" w:color="auto"/>
                <w:left w:val="none" w:sz="0" w:space="0" w:color="auto"/>
                <w:bottom w:val="none" w:sz="0" w:space="0" w:color="auto"/>
                <w:right w:val="none" w:sz="0" w:space="0" w:color="auto"/>
              </w:divBdr>
            </w:div>
            <w:div w:id="30535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15456">
      <w:bodyDiv w:val="1"/>
      <w:marLeft w:val="0"/>
      <w:marRight w:val="0"/>
      <w:marTop w:val="0"/>
      <w:marBottom w:val="0"/>
      <w:divBdr>
        <w:top w:val="none" w:sz="0" w:space="0" w:color="auto"/>
        <w:left w:val="none" w:sz="0" w:space="0" w:color="auto"/>
        <w:bottom w:val="none" w:sz="0" w:space="0" w:color="auto"/>
        <w:right w:val="none" w:sz="0" w:space="0" w:color="auto"/>
      </w:divBdr>
    </w:div>
    <w:div w:id="984234643">
      <w:bodyDiv w:val="1"/>
      <w:marLeft w:val="0"/>
      <w:marRight w:val="0"/>
      <w:marTop w:val="0"/>
      <w:marBottom w:val="0"/>
      <w:divBdr>
        <w:top w:val="none" w:sz="0" w:space="0" w:color="auto"/>
        <w:left w:val="none" w:sz="0" w:space="0" w:color="auto"/>
        <w:bottom w:val="none" w:sz="0" w:space="0" w:color="auto"/>
        <w:right w:val="none" w:sz="0" w:space="0" w:color="auto"/>
      </w:divBdr>
    </w:div>
    <w:div w:id="991056619">
      <w:bodyDiv w:val="1"/>
      <w:marLeft w:val="0"/>
      <w:marRight w:val="0"/>
      <w:marTop w:val="0"/>
      <w:marBottom w:val="0"/>
      <w:divBdr>
        <w:top w:val="none" w:sz="0" w:space="0" w:color="auto"/>
        <w:left w:val="none" w:sz="0" w:space="0" w:color="auto"/>
        <w:bottom w:val="none" w:sz="0" w:space="0" w:color="auto"/>
        <w:right w:val="none" w:sz="0" w:space="0" w:color="auto"/>
      </w:divBdr>
      <w:divsChild>
        <w:div w:id="350574423">
          <w:marLeft w:val="547"/>
          <w:marRight w:val="0"/>
          <w:marTop w:val="0"/>
          <w:marBottom w:val="0"/>
          <w:divBdr>
            <w:top w:val="none" w:sz="0" w:space="0" w:color="auto"/>
            <w:left w:val="none" w:sz="0" w:space="0" w:color="auto"/>
            <w:bottom w:val="none" w:sz="0" w:space="0" w:color="auto"/>
            <w:right w:val="none" w:sz="0" w:space="0" w:color="auto"/>
          </w:divBdr>
        </w:div>
        <w:div w:id="850990171">
          <w:marLeft w:val="547"/>
          <w:marRight w:val="0"/>
          <w:marTop w:val="0"/>
          <w:marBottom w:val="0"/>
          <w:divBdr>
            <w:top w:val="none" w:sz="0" w:space="0" w:color="auto"/>
            <w:left w:val="none" w:sz="0" w:space="0" w:color="auto"/>
            <w:bottom w:val="none" w:sz="0" w:space="0" w:color="auto"/>
            <w:right w:val="none" w:sz="0" w:space="0" w:color="auto"/>
          </w:divBdr>
        </w:div>
      </w:divsChild>
    </w:div>
    <w:div w:id="1024556928">
      <w:bodyDiv w:val="1"/>
      <w:marLeft w:val="0"/>
      <w:marRight w:val="0"/>
      <w:marTop w:val="0"/>
      <w:marBottom w:val="0"/>
      <w:divBdr>
        <w:top w:val="none" w:sz="0" w:space="0" w:color="auto"/>
        <w:left w:val="none" w:sz="0" w:space="0" w:color="auto"/>
        <w:bottom w:val="none" w:sz="0" w:space="0" w:color="auto"/>
        <w:right w:val="none" w:sz="0" w:space="0" w:color="auto"/>
      </w:divBdr>
      <w:divsChild>
        <w:div w:id="2098400435">
          <w:marLeft w:val="0"/>
          <w:marRight w:val="0"/>
          <w:marTop w:val="0"/>
          <w:marBottom w:val="0"/>
          <w:divBdr>
            <w:top w:val="none" w:sz="0" w:space="0" w:color="auto"/>
            <w:left w:val="none" w:sz="0" w:space="0" w:color="auto"/>
            <w:bottom w:val="none" w:sz="0" w:space="0" w:color="auto"/>
            <w:right w:val="none" w:sz="0" w:space="0" w:color="auto"/>
          </w:divBdr>
          <w:divsChild>
            <w:div w:id="167330301">
              <w:marLeft w:val="0"/>
              <w:marRight w:val="0"/>
              <w:marTop w:val="0"/>
              <w:marBottom w:val="0"/>
              <w:divBdr>
                <w:top w:val="none" w:sz="0" w:space="0" w:color="auto"/>
                <w:left w:val="none" w:sz="0" w:space="0" w:color="auto"/>
                <w:bottom w:val="none" w:sz="0" w:space="0" w:color="auto"/>
                <w:right w:val="none" w:sz="0" w:space="0" w:color="auto"/>
              </w:divBdr>
            </w:div>
            <w:div w:id="701438610">
              <w:marLeft w:val="0"/>
              <w:marRight w:val="0"/>
              <w:marTop w:val="0"/>
              <w:marBottom w:val="0"/>
              <w:divBdr>
                <w:top w:val="none" w:sz="0" w:space="0" w:color="auto"/>
                <w:left w:val="none" w:sz="0" w:space="0" w:color="auto"/>
                <w:bottom w:val="none" w:sz="0" w:space="0" w:color="auto"/>
                <w:right w:val="none" w:sz="0" w:space="0" w:color="auto"/>
              </w:divBdr>
            </w:div>
            <w:div w:id="1447385455">
              <w:marLeft w:val="0"/>
              <w:marRight w:val="0"/>
              <w:marTop w:val="0"/>
              <w:marBottom w:val="0"/>
              <w:divBdr>
                <w:top w:val="none" w:sz="0" w:space="0" w:color="auto"/>
                <w:left w:val="none" w:sz="0" w:space="0" w:color="auto"/>
                <w:bottom w:val="none" w:sz="0" w:space="0" w:color="auto"/>
                <w:right w:val="none" w:sz="0" w:space="0" w:color="auto"/>
              </w:divBdr>
            </w:div>
            <w:div w:id="226843016">
              <w:marLeft w:val="0"/>
              <w:marRight w:val="0"/>
              <w:marTop w:val="0"/>
              <w:marBottom w:val="0"/>
              <w:divBdr>
                <w:top w:val="none" w:sz="0" w:space="0" w:color="auto"/>
                <w:left w:val="none" w:sz="0" w:space="0" w:color="auto"/>
                <w:bottom w:val="none" w:sz="0" w:space="0" w:color="auto"/>
                <w:right w:val="none" w:sz="0" w:space="0" w:color="auto"/>
              </w:divBdr>
            </w:div>
            <w:div w:id="1194658060">
              <w:marLeft w:val="0"/>
              <w:marRight w:val="0"/>
              <w:marTop w:val="0"/>
              <w:marBottom w:val="0"/>
              <w:divBdr>
                <w:top w:val="none" w:sz="0" w:space="0" w:color="auto"/>
                <w:left w:val="none" w:sz="0" w:space="0" w:color="auto"/>
                <w:bottom w:val="none" w:sz="0" w:space="0" w:color="auto"/>
                <w:right w:val="none" w:sz="0" w:space="0" w:color="auto"/>
              </w:divBdr>
            </w:div>
            <w:div w:id="672075021">
              <w:marLeft w:val="0"/>
              <w:marRight w:val="0"/>
              <w:marTop w:val="0"/>
              <w:marBottom w:val="0"/>
              <w:divBdr>
                <w:top w:val="none" w:sz="0" w:space="0" w:color="auto"/>
                <w:left w:val="none" w:sz="0" w:space="0" w:color="auto"/>
                <w:bottom w:val="none" w:sz="0" w:space="0" w:color="auto"/>
                <w:right w:val="none" w:sz="0" w:space="0" w:color="auto"/>
              </w:divBdr>
            </w:div>
            <w:div w:id="998996582">
              <w:marLeft w:val="0"/>
              <w:marRight w:val="0"/>
              <w:marTop w:val="0"/>
              <w:marBottom w:val="0"/>
              <w:divBdr>
                <w:top w:val="none" w:sz="0" w:space="0" w:color="auto"/>
                <w:left w:val="none" w:sz="0" w:space="0" w:color="auto"/>
                <w:bottom w:val="none" w:sz="0" w:space="0" w:color="auto"/>
                <w:right w:val="none" w:sz="0" w:space="0" w:color="auto"/>
              </w:divBdr>
            </w:div>
            <w:div w:id="1291472626">
              <w:marLeft w:val="0"/>
              <w:marRight w:val="0"/>
              <w:marTop w:val="0"/>
              <w:marBottom w:val="0"/>
              <w:divBdr>
                <w:top w:val="none" w:sz="0" w:space="0" w:color="auto"/>
                <w:left w:val="none" w:sz="0" w:space="0" w:color="auto"/>
                <w:bottom w:val="none" w:sz="0" w:space="0" w:color="auto"/>
                <w:right w:val="none" w:sz="0" w:space="0" w:color="auto"/>
              </w:divBdr>
            </w:div>
            <w:div w:id="999650244">
              <w:marLeft w:val="0"/>
              <w:marRight w:val="0"/>
              <w:marTop w:val="0"/>
              <w:marBottom w:val="0"/>
              <w:divBdr>
                <w:top w:val="none" w:sz="0" w:space="0" w:color="auto"/>
                <w:left w:val="none" w:sz="0" w:space="0" w:color="auto"/>
                <w:bottom w:val="none" w:sz="0" w:space="0" w:color="auto"/>
                <w:right w:val="none" w:sz="0" w:space="0" w:color="auto"/>
              </w:divBdr>
            </w:div>
            <w:div w:id="1532693002">
              <w:marLeft w:val="0"/>
              <w:marRight w:val="0"/>
              <w:marTop w:val="0"/>
              <w:marBottom w:val="0"/>
              <w:divBdr>
                <w:top w:val="none" w:sz="0" w:space="0" w:color="auto"/>
                <w:left w:val="none" w:sz="0" w:space="0" w:color="auto"/>
                <w:bottom w:val="none" w:sz="0" w:space="0" w:color="auto"/>
                <w:right w:val="none" w:sz="0" w:space="0" w:color="auto"/>
              </w:divBdr>
            </w:div>
            <w:div w:id="629675742">
              <w:marLeft w:val="0"/>
              <w:marRight w:val="0"/>
              <w:marTop w:val="0"/>
              <w:marBottom w:val="0"/>
              <w:divBdr>
                <w:top w:val="none" w:sz="0" w:space="0" w:color="auto"/>
                <w:left w:val="none" w:sz="0" w:space="0" w:color="auto"/>
                <w:bottom w:val="none" w:sz="0" w:space="0" w:color="auto"/>
                <w:right w:val="none" w:sz="0" w:space="0" w:color="auto"/>
              </w:divBdr>
            </w:div>
            <w:div w:id="1474829012">
              <w:marLeft w:val="0"/>
              <w:marRight w:val="0"/>
              <w:marTop w:val="0"/>
              <w:marBottom w:val="0"/>
              <w:divBdr>
                <w:top w:val="none" w:sz="0" w:space="0" w:color="auto"/>
                <w:left w:val="none" w:sz="0" w:space="0" w:color="auto"/>
                <w:bottom w:val="none" w:sz="0" w:space="0" w:color="auto"/>
                <w:right w:val="none" w:sz="0" w:space="0" w:color="auto"/>
              </w:divBdr>
            </w:div>
            <w:div w:id="1168902693">
              <w:marLeft w:val="0"/>
              <w:marRight w:val="0"/>
              <w:marTop w:val="0"/>
              <w:marBottom w:val="0"/>
              <w:divBdr>
                <w:top w:val="none" w:sz="0" w:space="0" w:color="auto"/>
                <w:left w:val="none" w:sz="0" w:space="0" w:color="auto"/>
                <w:bottom w:val="none" w:sz="0" w:space="0" w:color="auto"/>
                <w:right w:val="none" w:sz="0" w:space="0" w:color="auto"/>
              </w:divBdr>
            </w:div>
            <w:div w:id="1060979541">
              <w:marLeft w:val="0"/>
              <w:marRight w:val="0"/>
              <w:marTop w:val="0"/>
              <w:marBottom w:val="0"/>
              <w:divBdr>
                <w:top w:val="none" w:sz="0" w:space="0" w:color="auto"/>
                <w:left w:val="none" w:sz="0" w:space="0" w:color="auto"/>
                <w:bottom w:val="none" w:sz="0" w:space="0" w:color="auto"/>
                <w:right w:val="none" w:sz="0" w:space="0" w:color="auto"/>
              </w:divBdr>
            </w:div>
            <w:div w:id="1032264589">
              <w:marLeft w:val="0"/>
              <w:marRight w:val="0"/>
              <w:marTop w:val="0"/>
              <w:marBottom w:val="0"/>
              <w:divBdr>
                <w:top w:val="none" w:sz="0" w:space="0" w:color="auto"/>
                <w:left w:val="none" w:sz="0" w:space="0" w:color="auto"/>
                <w:bottom w:val="none" w:sz="0" w:space="0" w:color="auto"/>
                <w:right w:val="none" w:sz="0" w:space="0" w:color="auto"/>
              </w:divBdr>
            </w:div>
            <w:div w:id="1958901730">
              <w:marLeft w:val="0"/>
              <w:marRight w:val="0"/>
              <w:marTop w:val="0"/>
              <w:marBottom w:val="0"/>
              <w:divBdr>
                <w:top w:val="none" w:sz="0" w:space="0" w:color="auto"/>
                <w:left w:val="none" w:sz="0" w:space="0" w:color="auto"/>
                <w:bottom w:val="none" w:sz="0" w:space="0" w:color="auto"/>
                <w:right w:val="none" w:sz="0" w:space="0" w:color="auto"/>
              </w:divBdr>
            </w:div>
            <w:div w:id="1131828662">
              <w:marLeft w:val="0"/>
              <w:marRight w:val="0"/>
              <w:marTop w:val="0"/>
              <w:marBottom w:val="0"/>
              <w:divBdr>
                <w:top w:val="none" w:sz="0" w:space="0" w:color="auto"/>
                <w:left w:val="none" w:sz="0" w:space="0" w:color="auto"/>
                <w:bottom w:val="none" w:sz="0" w:space="0" w:color="auto"/>
                <w:right w:val="none" w:sz="0" w:space="0" w:color="auto"/>
              </w:divBdr>
            </w:div>
            <w:div w:id="1471938981">
              <w:marLeft w:val="0"/>
              <w:marRight w:val="0"/>
              <w:marTop w:val="0"/>
              <w:marBottom w:val="0"/>
              <w:divBdr>
                <w:top w:val="none" w:sz="0" w:space="0" w:color="auto"/>
                <w:left w:val="none" w:sz="0" w:space="0" w:color="auto"/>
                <w:bottom w:val="none" w:sz="0" w:space="0" w:color="auto"/>
                <w:right w:val="none" w:sz="0" w:space="0" w:color="auto"/>
              </w:divBdr>
            </w:div>
            <w:div w:id="587538369">
              <w:marLeft w:val="0"/>
              <w:marRight w:val="0"/>
              <w:marTop w:val="0"/>
              <w:marBottom w:val="0"/>
              <w:divBdr>
                <w:top w:val="none" w:sz="0" w:space="0" w:color="auto"/>
                <w:left w:val="none" w:sz="0" w:space="0" w:color="auto"/>
                <w:bottom w:val="none" w:sz="0" w:space="0" w:color="auto"/>
                <w:right w:val="none" w:sz="0" w:space="0" w:color="auto"/>
              </w:divBdr>
            </w:div>
            <w:div w:id="1310595293">
              <w:marLeft w:val="0"/>
              <w:marRight w:val="0"/>
              <w:marTop w:val="0"/>
              <w:marBottom w:val="0"/>
              <w:divBdr>
                <w:top w:val="none" w:sz="0" w:space="0" w:color="auto"/>
                <w:left w:val="none" w:sz="0" w:space="0" w:color="auto"/>
                <w:bottom w:val="none" w:sz="0" w:space="0" w:color="auto"/>
                <w:right w:val="none" w:sz="0" w:space="0" w:color="auto"/>
              </w:divBdr>
            </w:div>
            <w:div w:id="1581141286">
              <w:marLeft w:val="0"/>
              <w:marRight w:val="0"/>
              <w:marTop w:val="0"/>
              <w:marBottom w:val="0"/>
              <w:divBdr>
                <w:top w:val="none" w:sz="0" w:space="0" w:color="auto"/>
                <w:left w:val="none" w:sz="0" w:space="0" w:color="auto"/>
                <w:bottom w:val="none" w:sz="0" w:space="0" w:color="auto"/>
                <w:right w:val="none" w:sz="0" w:space="0" w:color="auto"/>
              </w:divBdr>
            </w:div>
            <w:div w:id="1463302404">
              <w:marLeft w:val="0"/>
              <w:marRight w:val="0"/>
              <w:marTop w:val="0"/>
              <w:marBottom w:val="0"/>
              <w:divBdr>
                <w:top w:val="none" w:sz="0" w:space="0" w:color="auto"/>
                <w:left w:val="none" w:sz="0" w:space="0" w:color="auto"/>
                <w:bottom w:val="none" w:sz="0" w:space="0" w:color="auto"/>
                <w:right w:val="none" w:sz="0" w:space="0" w:color="auto"/>
              </w:divBdr>
            </w:div>
            <w:div w:id="1809279238">
              <w:marLeft w:val="0"/>
              <w:marRight w:val="0"/>
              <w:marTop w:val="0"/>
              <w:marBottom w:val="0"/>
              <w:divBdr>
                <w:top w:val="none" w:sz="0" w:space="0" w:color="auto"/>
                <w:left w:val="none" w:sz="0" w:space="0" w:color="auto"/>
                <w:bottom w:val="none" w:sz="0" w:space="0" w:color="auto"/>
                <w:right w:val="none" w:sz="0" w:space="0" w:color="auto"/>
              </w:divBdr>
            </w:div>
            <w:div w:id="1043019607">
              <w:marLeft w:val="0"/>
              <w:marRight w:val="0"/>
              <w:marTop w:val="0"/>
              <w:marBottom w:val="0"/>
              <w:divBdr>
                <w:top w:val="none" w:sz="0" w:space="0" w:color="auto"/>
                <w:left w:val="none" w:sz="0" w:space="0" w:color="auto"/>
                <w:bottom w:val="none" w:sz="0" w:space="0" w:color="auto"/>
                <w:right w:val="none" w:sz="0" w:space="0" w:color="auto"/>
              </w:divBdr>
            </w:div>
            <w:div w:id="733046732">
              <w:marLeft w:val="0"/>
              <w:marRight w:val="0"/>
              <w:marTop w:val="0"/>
              <w:marBottom w:val="0"/>
              <w:divBdr>
                <w:top w:val="none" w:sz="0" w:space="0" w:color="auto"/>
                <w:left w:val="none" w:sz="0" w:space="0" w:color="auto"/>
                <w:bottom w:val="none" w:sz="0" w:space="0" w:color="auto"/>
                <w:right w:val="none" w:sz="0" w:space="0" w:color="auto"/>
              </w:divBdr>
            </w:div>
            <w:div w:id="435297409">
              <w:marLeft w:val="0"/>
              <w:marRight w:val="0"/>
              <w:marTop w:val="0"/>
              <w:marBottom w:val="0"/>
              <w:divBdr>
                <w:top w:val="none" w:sz="0" w:space="0" w:color="auto"/>
                <w:left w:val="none" w:sz="0" w:space="0" w:color="auto"/>
                <w:bottom w:val="none" w:sz="0" w:space="0" w:color="auto"/>
                <w:right w:val="none" w:sz="0" w:space="0" w:color="auto"/>
              </w:divBdr>
            </w:div>
            <w:div w:id="313266899">
              <w:marLeft w:val="0"/>
              <w:marRight w:val="0"/>
              <w:marTop w:val="0"/>
              <w:marBottom w:val="0"/>
              <w:divBdr>
                <w:top w:val="none" w:sz="0" w:space="0" w:color="auto"/>
                <w:left w:val="none" w:sz="0" w:space="0" w:color="auto"/>
                <w:bottom w:val="none" w:sz="0" w:space="0" w:color="auto"/>
                <w:right w:val="none" w:sz="0" w:space="0" w:color="auto"/>
              </w:divBdr>
            </w:div>
            <w:div w:id="1168129236">
              <w:marLeft w:val="0"/>
              <w:marRight w:val="0"/>
              <w:marTop w:val="0"/>
              <w:marBottom w:val="0"/>
              <w:divBdr>
                <w:top w:val="none" w:sz="0" w:space="0" w:color="auto"/>
                <w:left w:val="none" w:sz="0" w:space="0" w:color="auto"/>
                <w:bottom w:val="none" w:sz="0" w:space="0" w:color="auto"/>
                <w:right w:val="none" w:sz="0" w:space="0" w:color="auto"/>
              </w:divBdr>
            </w:div>
            <w:div w:id="516625567">
              <w:marLeft w:val="0"/>
              <w:marRight w:val="0"/>
              <w:marTop w:val="0"/>
              <w:marBottom w:val="0"/>
              <w:divBdr>
                <w:top w:val="none" w:sz="0" w:space="0" w:color="auto"/>
                <w:left w:val="none" w:sz="0" w:space="0" w:color="auto"/>
                <w:bottom w:val="none" w:sz="0" w:space="0" w:color="auto"/>
                <w:right w:val="none" w:sz="0" w:space="0" w:color="auto"/>
              </w:divBdr>
            </w:div>
            <w:div w:id="693656527">
              <w:marLeft w:val="0"/>
              <w:marRight w:val="0"/>
              <w:marTop w:val="0"/>
              <w:marBottom w:val="0"/>
              <w:divBdr>
                <w:top w:val="none" w:sz="0" w:space="0" w:color="auto"/>
                <w:left w:val="none" w:sz="0" w:space="0" w:color="auto"/>
                <w:bottom w:val="none" w:sz="0" w:space="0" w:color="auto"/>
                <w:right w:val="none" w:sz="0" w:space="0" w:color="auto"/>
              </w:divBdr>
            </w:div>
            <w:div w:id="924848309">
              <w:marLeft w:val="0"/>
              <w:marRight w:val="0"/>
              <w:marTop w:val="0"/>
              <w:marBottom w:val="0"/>
              <w:divBdr>
                <w:top w:val="none" w:sz="0" w:space="0" w:color="auto"/>
                <w:left w:val="none" w:sz="0" w:space="0" w:color="auto"/>
                <w:bottom w:val="none" w:sz="0" w:space="0" w:color="auto"/>
                <w:right w:val="none" w:sz="0" w:space="0" w:color="auto"/>
              </w:divBdr>
            </w:div>
            <w:div w:id="1936329179">
              <w:marLeft w:val="0"/>
              <w:marRight w:val="0"/>
              <w:marTop w:val="0"/>
              <w:marBottom w:val="0"/>
              <w:divBdr>
                <w:top w:val="none" w:sz="0" w:space="0" w:color="auto"/>
                <w:left w:val="none" w:sz="0" w:space="0" w:color="auto"/>
                <w:bottom w:val="none" w:sz="0" w:space="0" w:color="auto"/>
                <w:right w:val="none" w:sz="0" w:space="0" w:color="auto"/>
              </w:divBdr>
            </w:div>
            <w:div w:id="835539775">
              <w:marLeft w:val="0"/>
              <w:marRight w:val="0"/>
              <w:marTop w:val="0"/>
              <w:marBottom w:val="0"/>
              <w:divBdr>
                <w:top w:val="none" w:sz="0" w:space="0" w:color="auto"/>
                <w:left w:val="none" w:sz="0" w:space="0" w:color="auto"/>
                <w:bottom w:val="none" w:sz="0" w:space="0" w:color="auto"/>
                <w:right w:val="none" w:sz="0" w:space="0" w:color="auto"/>
              </w:divBdr>
            </w:div>
            <w:div w:id="698238150">
              <w:marLeft w:val="0"/>
              <w:marRight w:val="0"/>
              <w:marTop w:val="0"/>
              <w:marBottom w:val="0"/>
              <w:divBdr>
                <w:top w:val="none" w:sz="0" w:space="0" w:color="auto"/>
                <w:left w:val="none" w:sz="0" w:space="0" w:color="auto"/>
                <w:bottom w:val="none" w:sz="0" w:space="0" w:color="auto"/>
                <w:right w:val="none" w:sz="0" w:space="0" w:color="auto"/>
              </w:divBdr>
            </w:div>
            <w:div w:id="1766144092">
              <w:marLeft w:val="0"/>
              <w:marRight w:val="0"/>
              <w:marTop w:val="0"/>
              <w:marBottom w:val="0"/>
              <w:divBdr>
                <w:top w:val="none" w:sz="0" w:space="0" w:color="auto"/>
                <w:left w:val="none" w:sz="0" w:space="0" w:color="auto"/>
                <w:bottom w:val="none" w:sz="0" w:space="0" w:color="auto"/>
                <w:right w:val="none" w:sz="0" w:space="0" w:color="auto"/>
              </w:divBdr>
            </w:div>
            <w:div w:id="1194730843">
              <w:marLeft w:val="0"/>
              <w:marRight w:val="0"/>
              <w:marTop w:val="0"/>
              <w:marBottom w:val="0"/>
              <w:divBdr>
                <w:top w:val="none" w:sz="0" w:space="0" w:color="auto"/>
                <w:left w:val="none" w:sz="0" w:space="0" w:color="auto"/>
                <w:bottom w:val="none" w:sz="0" w:space="0" w:color="auto"/>
                <w:right w:val="none" w:sz="0" w:space="0" w:color="auto"/>
              </w:divBdr>
            </w:div>
            <w:div w:id="350301210">
              <w:marLeft w:val="0"/>
              <w:marRight w:val="0"/>
              <w:marTop w:val="0"/>
              <w:marBottom w:val="0"/>
              <w:divBdr>
                <w:top w:val="none" w:sz="0" w:space="0" w:color="auto"/>
                <w:left w:val="none" w:sz="0" w:space="0" w:color="auto"/>
                <w:bottom w:val="none" w:sz="0" w:space="0" w:color="auto"/>
                <w:right w:val="none" w:sz="0" w:space="0" w:color="auto"/>
              </w:divBdr>
            </w:div>
            <w:div w:id="1903640226">
              <w:marLeft w:val="0"/>
              <w:marRight w:val="0"/>
              <w:marTop w:val="0"/>
              <w:marBottom w:val="0"/>
              <w:divBdr>
                <w:top w:val="none" w:sz="0" w:space="0" w:color="auto"/>
                <w:left w:val="none" w:sz="0" w:space="0" w:color="auto"/>
                <w:bottom w:val="none" w:sz="0" w:space="0" w:color="auto"/>
                <w:right w:val="none" w:sz="0" w:space="0" w:color="auto"/>
              </w:divBdr>
            </w:div>
            <w:div w:id="1507279803">
              <w:marLeft w:val="0"/>
              <w:marRight w:val="0"/>
              <w:marTop w:val="0"/>
              <w:marBottom w:val="0"/>
              <w:divBdr>
                <w:top w:val="none" w:sz="0" w:space="0" w:color="auto"/>
                <w:left w:val="none" w:sz="0" w:space="0" w:color="auto"/>
                <w:bottom w:val="none" w:sz="0" w:space="0" w:color="auto"/>
                <w:right w:val="none" w:sz="0" w:space="0" w:color="auto"/>
              </w:divBdr>
            </w:div>
            <w:div w:id="158615548">
              <w:marLeft w:val="0"/>
              <w:marRight w:val="0"/>
              <w:marTop w:val="0"/>
              <w:marBottom w:val="0"/>
              <w:divBdr>
                <w:top w:val="none" w:sz="0" w:space="0" w:color="auto"/>
                <w:left w:val="none" w:sz="0" w:space="0" w:color="auto"/>
                <w:bottom w:val="none" w:sz="0" w:space="0" w:color="auto"/>
                <w:right w:val="none" w:sz="0" w:space="0" w:color="auto"/>
              </w:divBdr>
            </w:div>
            <w:div w:id="666444440">
              <w:marLeft w:val="0"/>
              <w:marRight w:val="0"/>
              <w:marTop w:val="0"/>
              <w:marBottom w:val="0"/>
              <w:divBdr>
                <w:top w:val="none" w:sz="0" w:space="0" w:color="auto"/>
                <w:left w:val="none" w:sz="0" w:space="0" w:color="auto"/>
                <w:bottom w:val="none" w:sz="0" w:space="0" w:color="auto"/>
                <w:right w:val="none" w:sz="0" w:space="0" w:color="auto"/>
              </w:divBdr>
            </w:div>
            <w:div w:id="689914347">
              <w:marLeft w:val="0"/>
              <w:marRight w:val="0"/>
              <w:marTop w:val="0"/>
              <w:marBottom w:val="0"/>
              <w:divBdr>
                <w:top w:val="none" w:sz="0" w:space="0" w:color="auto"/>
                <w:left w:val="none" w:sz="0" w:space="0" w:color="auto"/>
                <w:bottom w:val="none" w:sz="0" w:space="0" w:color="auto"/>
                <w:right w:val="none" w:sz="0" w:space="0" w:color="auto"/>
              </w:divBdr>
            </w:div>
            <w:div w:id="1808089186">
              <w:marLeft w:val="0"/>
              <w:marRight w:val="0"/>
              <w:marTop w:val="0"/>
              <w:marBottom w:val="0"/>
              <w:divBdr>
                <w:top w:val="none" w:sz="0" w:space="0" w:color="auto"/>
                <w:left w:val="none" w:sz="0" w:space="0" w:color="auto"/>
                <w:bottom w:val="none" w:sz="0" w:space="0" w:color="auto"/>
                <w:right w:val="none" w:sz="0" w:space="0" w:color="auto"/>
              </w:divBdr>
            </w:div>
            <w:div w:id="181673472">
              <w:marLeft w:val="0"/>
              <w:marRight w:val="0"/>
              <w:marTop w:val="0"/>
              <w:marBottom w:val="0"/>
              <w:divBdr>
                <w:top w:val="none" w:sz="0" w:space="0" w:color="auto"/>
                <w:left w:val="none" w:sz="0" w:space="0" w:color="auto"/>
                <w:bottom w:val="none" w:sz="0" w:space="0" w:color="auto"/>
                <w:right w:val="none" w:sz="0" w:space="0" w:color="auto"/>
              </w:divBdr>
            </w:div>
            <w:div w:id="1963221767">
              <w:marLeft w:val="0"/>
              <w:marRight w:val="0"/>
              <w:marTop w:val="0"/>
              <w:marBottom w:val="0"/>
              <w:divBdr>
                <w:top w:val="none" w:sz="0" w:space="0" w:color="auto"/>
                <w:left w:val="none" w:sz="0" w:space="0" w:color="auto"/>
                <w:bottom w:val="none" w:sz="0" w:space="0" w:color="auto"/>
                <w:right w:val="none" w:sz="0" w:space="0" w:color="auto"/>
              </w:divBdr>
            </w:div>
            <w:div w:id="581647781">
              <w:marLeft w:val="0"/>
              <w:marRight w:val="0"/>
              <w:marTop w:val="0"/>
              <w:marBottom w:val="0"/>
              <w:divBdr>
                <w:top w:val="none" w:sz="0" w:space="0" w:color="auto"/>
                <w:left w:val="none" w:sz="0" w:space="0" w:color="auto"/>
                <w:bottom w:val="none" w:sz="0" w:space="0" w:color="auto"/>
                <w:right w:val="none" w:sz="0" w:space="0" w:color="auto"/>
              </w:divBdr>
            </w:div>
            <w:div w:id="17049383">
              <w:marLeft w:val="0"/>
              <w:marRight w:val="0"/>
              <w:marTop w:val="0"/>
              <w:marBottom w:val="0"/>
              <w:divBdr>
                <w:top w:val="none" w:sz="0" w:space="0" w:color="auto"/>
                <w:left w:val="none" w:sz="0" w:space="0" w:color="auto"/>
                <w:bottom w:val="none" w:sz="0" w:space="0" w:color="auto"/>
                <w:right w:val="none" w:sz="0" w:space="0" w:color="auto"/>
              </w:divBdr>
            </w:div>
            <w:div w:id="486677008">
              <w:marLeft w:val="0"/>
              <w:marRight w:val="0"/>
              <w:marTop w:val="0"/>
              <w:marBottom w:val="0"/>
              <w:divBdr>
                <w:top w:val="none" w:sz="0" w:space="0" w:color="auto"/>
                <w:left w:val="none" w:sz="0" w:space="0" w:color="auto"/>
                <w:bottom w:val="none" w:sz="0" w:space="0" w:color="auto"/>
                <w:right w:val="none" w:sz="0" w:space="0" w:color="auto"/>
              </w:divBdr>
            </w:div>
            <w:div w:id="1836190868">
              <w:marLeft w:val="0"/>
              <w:marRight w:val="0"/>
              <w:marTop w:val="0"/>
              <w:marBottom w:val="0"/>
              <w:divBdr>
                <w:top w:val="none" w:sz="0" w:space="0" w:color="auto"/>
                <w:left w:val="none" w:sz="0" w:space="0" w:color="auto"/>
                <w:bottom w:val="none" w:sz="0" w:space="0" w:color="auto"/>
                <w:right w:val="none" w:sz="0" w:space="0" w:color="auto"/>
              </w:divBdr>
            </w:div>
            <w:div w:id="206722810">
              <w:marLeft w:val="0"/>
              <w:marRight w:val="0"/>
              <w:marTop w:val="0"/>
              <w:marBottom w:val="0"/>
              <w:divBdr>
                <w:top w:val="none" w:sz="0" w:space="0" w:color="auto"/>
                <w:left w:val="none" w:sz="0" w:space="0" w:color="auto"/>
                <w:bottom w:val="none" w:sz="0" w:space="0" w:color="auto"/>
                <w:right w:val="none" w:sz="0" w:space="0" w:color="auto"/>
              </w:divBdr>
            </w:div>
            <w:div w:id="1232884776">
              <w:marLeft w:val="0"/>
              <w:marRight w:val="0"/>
              <w:marTop w:val="0"/>
              <w:marBottom w:val="0"/>
              <w:divBdr>
                <w:top w:val="none" w:sz="0" w:space="0" w:color="auto"/>
                <w:left w:val="none" w:sz="0" w:space="0" w:color="auto"/>
                <w:bottom w:val="none" w:sz="0" w:space="0" w:color="auto"/>
                <w:right w:val="none" w:sz="0" w:space="0" w:color="auto"/>
              </w:divBdr>
            </w:div>
            <w:div w:id="797340744">
              <w:marLeft w:val="0"/>
              <w:marRight w:val="0"/>
              <w:marTop w:val="0"/>
              <w:marBottom w:val="0"/>
              <w:divBdr>
                <w:top w:val="none" w:sz="0" w:space="0" w:color="auto"/>
                <w:left w:val="none" w:sz="0" w:space="0" w:color="auto"/>
                <w:bottom w:val="none" w:sz="0" w:space="0" w:color="auto"/>
                <w:right w:val="none" w:sz="0" w:space="0" w:color="auto"/>
              </w:divBdr>
            </w:div>
            <w:div w:id="725295871">
              <w:marLeft w:val="0"/>
              <w:marRight w:val="0"/>
              <w:marTop w:val="0"/>
              <w:marBottom w:val="0"/>
              <w:divBdr>
                <w:top w:val="none" w:sz="0" w:space="0" w:color="auto"/>
                <w:left w:val="none" w:sz="0" w:space="0" w:color="auto"/>
                <w:bottom w:val="none" w:sz="0" w:space="0" w:color="auto"/>
                <w:right w:val="none" w:sz="0" w:space="0" w:color="auto"/>
              </w:divBdr>
            </w:div>
            <w:div w:id="833377082">
              <w:marLeft w:val="0"/>
              <w:marRight w:val="0"/>
              <w:marTop w:val="0"/>
              <w:marBottom w:val="0"/>
              <w:divBdr>
                <w:top w:val="none" w:sz="0" w:space="0" w:color="auto"/>
                <w:left w:val="none" w:sz="0" w:space="0" w:color="auto"/>
                <w:bottom w:val="none" w:sz="0" w:space="0" w:color="auto"/>
                <w:right w:val="none" w:sz="0" w:space="0" w:color="auto"/>
              </w:divBdr>
            </w:div>
            <w:div w:id="177930801">
              <w:marLeft w:val="0"/>
              <w:marRight w:val="0"/>
              <w:marTop w:val="0"/>
              <w:marBottom w:val="0"/>
              <w:divBdr>
                <w:top w:val="none" w:sz="0" w:space="0" w:color="auto"/>
                <w:left w:val="none" w:sz="0" w:space="0" w:color="auto"/>
                <w:bottom w:val="none" w:sz="0" w:space="0" w:color="auto"/>
                <w:right w:val="none" w:sz="0" w:space="0" w:color="auto"/>
              </w:divBdr>
            </w:div>
            <w:div w:id="151875845">
              <w:marLeft w:val="0"/>
              <w:marRight w:val="0"/>
              <w:marTop w:val="0"/>
              <w:marBottom w:val="0"/>
              <w:divBdr>
                <w:top w:val="none" w:sz="0" w:space="0" w:color="auto"/>
                <w:left w:val="none" w:sz="0" w:space="0" w:color="auto"/>
                <w:bottom w:val="none" w:sz="0" w:space="0" w:color="auto"/>
                <w:right w:val="none" w:sz="0" w:space="0" w:color="auto"/>
              </w:divBdr>
            </w:div>
            <w:div w:id="198334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6338">
      <w:bodyDiv w:val="1"/>
      <w:marLeft w:val="0"/>
      <w:marRight w:val="0"/>
      <w:marTop w:val="0"/>
      <w:marBottom w:val="0"/>
      <w:divBdr>
        <w:top w:val="none" w:sz="0" w:space="0" w:color="auto"/>
        <w:left w:val="none" w:sz="0" w:space="0" w:color="auto"/>
        <w:bottom w:val="none" w:sz="0" w:space="0" w:color="auto"/>
        <w:right w:val="none" w:sz="0" w:space="0" w:color="auto"/>
      </w:divBdr>
    </w:div>
    <w:div w:id="1053191940">
      <w:bodyDiv w:val="1"/>
      <w:marLeft w:val="0"/>
      <w:marRight w:val="0"/>
      <w:marTop w:val="0"/>
      <w:marBottom w:val="0"/>
      <w:divBdr>
        <w:top w:val="none" w:sz="0" w:space="0" w:color="auto"/>
        <w:left w:val="none" w:sz="0" w:space="0" w:color="auto"/>
        <w:bottom w:val="none" w:sz="0" w:space="0" w:color="auto"/>
        <w:right w:val="none" w:sz="0" w:space="0" w:color="auto"/>
      </w:divBdr>
    </w:div>
    <w:div w:id="1074010136">
      <w:bodyDiv w:val="1"/>
      <w:marLeft w:val="0"/>
      <w:marRight w:val="0"/>
      <w:marTop w:val="0"/>
      <w:marBottom w:val="0"/>
      <w:divBdr>
        <w:top w:val="none" w:sz="0" w:space="0" w:color="auto"/>
        <w:left w:val="none" w:sz="0" w:space="0" w:color="auto"/>
        <w:bottom w:val="none" w:sz="0" w:space="0" w:color="auto"/>
        <w:right w:val="none" w:sz="0" w:space="0" w:color="auto"/>
      </w:divBdr>
    </w:div>
    <w:div w:id="1084837773">
      <w:bodyDiv w:val="1"/>
      <w:marLeft w:val="0"/>
      <w:marRight w:val="0"/>
      <w:marTop w:val="0"/>
      <w:marBottom w:val="0"/>
      <w:divBdr>
        <w:top w:val="none" w:sz="0" w:space="0" w:color="auto"/>
        <w:left w:val="none" w:sz="0" w:space="0" w:color="auto"/>
        <w:bottom w:val="none" w:sz="0" w:space="0" w:color="auto"/>
        <w:right w:val="none" w:sz="0" w:space="0" w:color="auto"/>
      </w:divBdr>
    </w:div>
    <w:div w:id="1091048425">
      <w:bodyDiv w:val="1"/>
      <w:marLeft w:val="0"/>
      <w:marRight w:val="0"/>
      <w:marTop w:val="0"/>
      <w:marBottom w:val="0"/>
      <w:divBdr>
        <w:top w:val="none" w:sz="0" w:space="0" w:color="auto"/>
        <w:left w:val="none" w:sz="0" w:space="0" w:color="auto"/>
        <w:bottom w:val="none" w:sz="0" w:space="0" w:color="auto"/>
        <w:right w:val="none" w:sz="0" w:space="0" w:color="auto"/>
      </w:divBdr>
    </w:div>
    <w:div w:id="1101561815">
      <w:bodyDiv w:val="1"/>
      <w:marLeft w:val="0"/>
      <w:marRight w:val="0"/>
      <w:marTop w:val="0"/>
      <w:marBottom w:val="0"/>
      <w:divBdr>
        <w:top w:val="none" w:sz="0" w:space="0" w:color="auto"/>
        <w:left w:val="none" w:sz="0" w:space="0" w:color="auto"/>
        <w:bottom w:val="none" w:sz="0" w:space="0" w:color="auto"/>
        <w:right w:val="none" w:sz="0" w:space="0" w:color="auto"/>
      </w:divBdr>
      <w:divsChild>
        <w:div w:id="1345478291">
          <w:marLeft w:val="0"/>
          <w:marRight w:val="0"/>
          <w:marTop w:val="0"/>
          <w:marBottom w:val="0"/>
          <w:divBdr>
            <w:top w:val="none" w:sz="0" w:space="0" w:color="auto"/>
            <w:left w:val="none" w:sz="0" w:space="0" w:color="auto"/>
            <w:bottom w:val="none" w:sz="0" w:space="0" w:color="auto"/>
            <w:right w:val="none" w:sz="0" w:space="0" w:color="auto"/>
          </w:divBdr>
          <w:divsChild>
            <w:div w:id="1708026722">
              <w:marLeft w:val="0"/>
              <w:marRight w:val="0"/>
              <w:marTop w:val="0"/>
              <w:marBottom w:val="0"/>
              <w:divBdr>
                <w:top w:val="none" w:sz="0" w:space="0" w:color="auto"/>
                <w:left w:val="none" w:sz="0" w:space="0" w:color="auto"/>
                <w:bottom w:val="none" w:sz="0" w:space="0" w:color="auto"/>
                <w:right w:val="none" w:sz="0" w:space="0" w:color="auto"/>
              </w:divBdr>
            </w:div>
            <w:div w:id="1087844686">
              <w:marLeft w:val="0"/>
              <w:marRight w:val="0"/>
              <w:marTop w:val="0"/>
              <w:marBottom w:val="0"/>
              <w:divBdr>
                <w:top w:val="none" w:sz="0" w:space="0" w:color="auto"/>
                <w:left w:val="none" w:sz="0" w:space="0" w:color="auto"/>
                <w:bottom w:val="none" w:sz="0" w:space="0" w:color="auto"/>
                <w:right w:val="none" w:sz="0" w:space="0" w:color="auto"/>
              </w:divBdr>
            </w:div>
            <w:div w:id="408163597">
              <w:marLeft w:val="0"/>
              <w:marRight w:val="0"/>
              <w:marTop w:val="0"/>
              <w:marBottom w:val="0"/>
              <w:divBdr>
                <w:top w:val="none" w:sz="0" w:space="0" w:color="auto"/>
                <w:left w:val="none" w:sz="0" w:space="0" w:color="auto"/>
                <w:bottom w:val="none" w:sz="0" w:space="0" w:color="auto"/>
                <w:right w:val="none" w:sz="0" w:space="0" w:color="auto"/>
              </w:divBdr>
            </w:div>
            <w:div w:id="734158465">
              <w:marLeft w:val="0"/>
              <w:marRight w:val="0"/>
              <w:marTop w:val="0"/>
              <w:marBottom w:val="0"/>
              <w:divBdr>
                <w:top w:val="none" w:sz="0" w:space="0" w:color="auto"/>
                <w:left w:val="none" w:sz="0" w:space="0" w:color="auto"/>
                <w:bottom w:val="none" w:sz="0" w:space="0" w:color="auto"/>
                <w:right w:val="none" w:sz="0" w:space="0" w:color="auto"/>
              </w:divBdr>
            </w:div>
            <w:div w:id="623392401">
              <w:marLeft w:val="0"/>
              <w:marRight w:val="0"/>
              <w:marTop w:val="0"/>
              <w:marBottom w:val="0"/>
              <w:divBdr>
                <w:top w:val="none" w:sz="0" w:space="0" w:color="auto"/>
                <w:left w:val="none" w:sz="0" w:space="0" w:color="auto"/>
                <w:bottom w:val="none" w:sz="0" w:space="0" w:color="auto"/>
                <w:right w:val="none" w:sz="0" w:space="0" w:color="auto"/>
              </w:divBdr>
            </w:div>
            <w:div w:id="1732538110">
              <w:marLeft w:val="0"/>
              <w:marRight w:val="0"/>
              <w:marTop w:val="0"/>
              <w:marBottom w:val="0"/>
              <w:divBdr>
                <w:top w:val="none" w:sz="0" w:space="0" w:color="auto"/>
                <w:left w:val="none" w:sz="0" w:space="0" w:color="auto"/>
                <w:bottom w:val="none" w:sz="0" w:space="0" w:color="auto"/>
                <w:right w:val="none" w:sz="0" w:space="0" w:color="auto"/>
              </w:divBdr>
            </w:div>
            <w:div w:id="966204348">
              <w:marLeft w:val="0"/>
              <w:marRight w:val="0"/>
              <w:marTop w:val="0"/>
              <w:marBottom w:val="0"/>
              <w:divBdr>
                <w:top w:val="none" w:sz="0" w:space="0" w:color="auto"/>
                <w:left w:val="none" w:sz="0" w:space="0" w:color="auto"/>
                <w:bottom w:val="none" w:sz="0" w:space="0" w:color="auto"/>
                <w:right w:val="none" w:sz="0" w:space="0" w:color="auto"/>
              </w:divBdr>
            </w:div>
            <w:div w:id="489490557">
              <w:marLeft w:val="0"/>
              <w:marRight w:val="0"/>
              <w:marTop w:val="0"/>
              <w:marBottom w:val="0"/>
              <w:divBdr>
                <w:top w:val="none" w:sz="0" w:space="0" w:color="auto"/>
                <w:left w:val="none" w:sz="0" w:space="0" w:color="auto"/>
                <w:bottom w:val="none" w:sz="0" w:space="0" w:color="auto"/>
                <w:right w:val="none" w:sz="0" w:space="0" w:color="auto"/>
              </w:divBdr>
            </w:div>
            <w:div w:id="1037850417">
              <w:marLeft w:val="0"/>
              <w:marRight w:val="0"/>
              <w:marTop w:val="0"/>
              <w:marBottom w:val="0"/>
              <w:divBdr>
                <w:top w:val="none" w:sz="0" w:space="0" w:color="auto"/>
                <w:left w:val="none" w:sz="0" w:space="0" w:color="auto"/>
                <w:bottom w:val="none" w:sz="0" w:space="0" w:color="auto"/>
                <w:right w:val="none" w:sz="0" w:space="0" w:color="auto"/>
              </w:divBdr>
            </w:div>
            <w:div w:id="275216313">
              <w:marLeft w:val="0"/>
              <w:marRight w:val="0"/>
              <w:marTop w:val="0"/>
              <w:marBottom w:val="0"/>
              <w:divBdr>
                <w:top w:val="none" w:sz="0" w:space="0" w:color="auto"/>
                <w:left w:val="none" w:sz="0" w:space="0" w:color="auto"/>
                <w:bottom w:val="none" w:sz="0" w:space="0" w:color="auto"/>
                <w:right w:val="none" w:sz="0" w:space="0" w:color="auto"/>
              </w:divBdr>
            </w:div>
            <w:div w:id="800882110">
              <w:marLeft w:val="0"/>
              <w:marRight w:val="0"/>
              <w:marTop w:val="0"/>
              <w:marBottom w:val="0"/>
              <w:divBdr>
                <w:top w:val="none" w:sz="0" w:space="0" w:color="auto"/>
                <w:left w:val="none" w:sz="0" w:space="0" w:color="auto"/>
                <w:bottom w:val="none" w:sz="0" w:space="0" w:color="auto"/>
                <w:right w:val="none" w:sz="0" w:space="0" w:color="auto"/>
              </w:divBdr>
            </w:div>
            <w:div w:id="253562665">
              <w:marLeft w:val="0"/>
              <w:marRight w:val="0"/>
              <w:marTop w:val="0"/>
              <w:marBottom w:val="0"/>
              <w:divBdr>
                <w:top w:val="none" w:sz="0" w:space="0" w:color="auto"/>
                <w:left w:val="none" w:sz="0" w:space="0" w:color="auto"/>
                <w:bottom w:val="none" w:sz="0" w:space="0" w:color="auto"/>
                <w:right w:val="none" w:sz="0" w:space="0" w:color="auto"/>
              </w:divBdr>
            </w:div>
            <w:div w:id="382757283">
              <w:marLeft w:val="0"/>
              <w:marRight w:val="0"/>
              <w:marTop w:val="0"/>
              <w:marBottom w:val="0"/>
              <w:divBdr>
                <w:top w:val="none" w:sz="0" w:space="0" w:color="auto"/>
                <w:left w:val="none" w:sz="0" w:space="0" w:color="auto"/>
                <w:bottom w:val="none" w:sz="0" w:space="0" w:color="auto"/>
                <w:right w:val="none" w:sz="0" w:space="0" w:color="auto"/>
              </w:divBdr>
            </w:div>
            <w:div w:id="881943048">
              <w:marLeft w:val="0"/>
              <w:marRight w:val="0"/>
              <w:marTop w:val="0"/>
              <w:marBottom w:val="0"/>
              <w:divBdr>
                <w:top w:val="none" w:sz="0" w:space="0" w:color="auto"/>
                <w:left w:val="none" w:sz="0" w:space="0" w:color="auto"/>
                <w:bottom w:val="none" w:sz="0" w:space="0" w:color="auto"/>
                <w:right w:val="none" w:sz="0" w:space="0" w:color="auto"/>
              </w:divBdr>
            </w:div>
            <w:div w:id="1930195771">
              <w:marLeft w:val="0"/>
              <w:marRight w:val="0"/>
              <w:marTop w:val="0"/>
              <w:marBottom w:val="0"/>
              <w:divBdr>
                <w:top w:val="none" w:sz="0" w:space="0" w:color="auto"/>
                <w:left w:val="none" w:sz="0" w:space="0" w:color="auto"/>
                <w:bottom w:val="none" w:sz="0" w:space="0" w:color="auto"/>
                <w:right w:val="none" w:sz="0" w:space="0" w:color="auto"/>
              </w:divBdr>
            </w:div>
            <w:div w:id="1312445873">
              <w:marLeft w:val="0"/>
              <w:marRight w:val="0"/>
              <w:marTop w:val="0"/>
              <w:marBottom w:val="0"/>
              <w:divBdr>
                <w:top w:val="none" w:sz="0" w:space="0" w:color="auto"/>
                <w:left w:val="none" w:sz="0" w:space="0" w:color="auto"/>
                <w:bottom w:val="none" w:sz="0" w:space="0" w:color="auto"/>
                <w:right w:val="none" w:sz="0" w:space="0" w:color="auto"/>
              </w:divBdr>
            </w:div>
            <w:div w:id="44524969">
              <w:marLeft w:val="0"/>
              <w:marRight w:val="0"/>
              <w:marTop w:val="0"/>
              <w:marBottom w:val="0"/>
              <w:divBdr>
                <w:top w:val="none" w:sz="0" w:space="0" w:color="auto"/>
                <w:left w:val="none" w:sz="0" w:space="0" w:color="auto"/>
                <w:bottom w:val="none" w:sz="0" w:space="0" w:color="auto"/>
                <w:right w:val="none" w:sz="0" w:space="0" w:color="auto"/>
              </w:divBdr>
            </w:div>
            <w:div w:id="616986216">
              <w:marLeft w:val="0"/>
              <w:marRight w:val="0"/>
              <w:marTop w:val="0"/>
              <w:marBottom w:val="0"/>
              <w:divBdr>
                <w:top w:val="none" w:sz="0" w:space="0" w:color="auto"/>
                <w:left w:val="none" w:sz="0" w:space="0" w:color="auto"/>
                <w:bottom w:val="none" w:sz="0" w:space="0" w:color="auto"/>
                <w:right w:val="none" w:sz="0" w:space="0" w:color="auto"/>
              </w:divBdr>
            </w:div>
            <w:div w:id="786899471">
              <w:marLeft w:val="0"/>
              <w:marRight w:val="0"/>
              <w:marTop w:val="0"/>
              <w:marBottom w:val="0"/>
              <w:divBdr>
                <w:top w:val="none" w:sz="0" w:space="0" w:color="auto"/>
                <w:left w:val="none" w:sz="0" w:space="0" w:color="auto"/>
                <w:bottom w:val="none" w:sz="0" w:space="0" w:color="auto"/>
                <w:right w:val="none" w:sz="0" w:space="0" w:color="auto"/>
              </w:divBdr>
            </w:div>
            <w:div w:id="490215039">
              <w:marLeft w:val="0"/>
              <w:marRight w:val="0"/>
              <w:marTop w:val="0"/>
              <w:marBottom w:val="0"/>
              <w:divBdr>
                <w:top w:val="none" w:sz="0" w:space="0" w:color="auto"/>
                <w:left w:val="none" w:sz="0" w:space="0" w:color="auto"/>
                <w:bottom w:val="none" w:sz="0" w:space="0" w:color="auto"/>
                <w:right w:val="none" w:sz="0" w:space="0" w:color="auto"/>
              </w:divBdr>
            </w:div>
            <w:div w:id="257906404">
              <w:marLeft w:val="0"/>
              <w:marRight w:val="0"/>
              <w:marTop w:val="0"/>
              <w:marBottom w:val="0"/>
              <w:divBdr>
                <w:top w:val="none" w:sz="0" w:space="0" w:color="auto"/>
                <w:left w:val="none" w:sz="0" w:space="0" w:color="auto"/>
                <w:bottom w:val="none" w:sz="0" w:space="0" w:color="auto"/>
                <w:right w:val="none" w:sz="0" w:space="0" w:color="auto"/>
              </w:divBdr>
            </w:div>
            <w:div w:id="2018072835">
              <w:marLeft w:val="0"/>
              <w:marRight w:val="0"/>
              <w:marTop w:val="0"/>
              <w:marBottom w:val="0"/>
              <w:divBdr>
                <w:top w:val="none" w:sz="0" w:space="0" w:color="auto"/>
                <w:left w:val="none" w:sz="0" w:space="0" w:color="auto"/>
                <w:bottom w:val="none" w:sz="0" w:space="0" w:color="auto"/>
                <w:right w:val="none" w:sz="0" w:space="0" w:color="auto"/>
              </w:divBdr>
            </w:div>
            <w:div w:id="1719625151">
              <w:marLeft w:val="0"/>
              <w:marRight w:val="0"/>
              <w:marTop w:val="0"/>
              <w:marBottom w:val="0"/>
              <w:divBdr>
                <w:top w:val="none" w:sz="0" w:space="0" w:color="auto"/>
                <w:left w:val="none" w:sz="0" w:space="0" w:color="auto"/>
                <w:bottom w:val="none" w:sz="0" w:space="0" w:color="auto"/>
                <w:right w:val="none" w:sz="0" w:space="0" w:color="auto"/>
              </w:divBdr>
            </w:div>
            <w:div w:id="2039424932">
              <w:marLeft w:val="0"/>
              <w:marRight w:val="0"/>
              <w:marTop w:val="0"/>
              <w:marBottom w:val="0"/>
              <w:divBdr>
                <w:top w:val="none" w:sz="0" w:space="0" w:color="auto"/>
                <w:left w:val="none" w:sz="0" w:space="0" w:color="auto"/>
                <w:bottom w:val="none" w:sz="0" w:space="0" w:color="auto"/>
                <w:right w:val="none" w:sz="0" w:space="0" w:color="auto"/>
              </w:divBdr>
            </w:div>
            <w:div w:id="1353337954">
              <w:marLeft w:val="0"/>
              <w:marRight w:val="0"/>
              <w:marTop w:val="0"/>
              <w:marBottom w:val="0"/>
              <w:divBdr>
                <w:top w:val="none" w:sz="0" w:space="0" w:color="auto"/>
                <w:left w:val="none" w:sz="0" w:space="0" w:color="auto"/>
                <w:bottom w:val="none" w:sz="0" w:space="0" w:color="auto"/>
                <w:right w:val="none" w:sz="0" w:space="0" w:color="auto"/>
              </w:divBdr>
            </w:div>
            <w:div w:id="1716809052">
              <w:marLeft w:val="0"/>
              <w:marRight w:val="0"/>
              <w:marTop w:val="0"/>
              <w:marBottom w:val="0"/>
              <w:divBdr>
                <w:top w:val="none" w:sz="0" w:space="0" w:color="auto"/>
                <w:left w:val="none" w:sz="0" w:space="0" w:color="auto"/>
                <w:bottom w:val="none" w:sz="0" w:space="0" w:color="auto"/>
                <w:right w:val="none" w:sz="0" w:space="0" w:color="auto"/>
              </w:divBdr>
            </w:div>
            <w:div w:id="318114112">
              <w:marLeft w:val="0"/>
              <w:marRight w:val="0"/>
              <w:marTop w:val="0"/>
              <w:marBottom w:val="0"/>
              <w:divBdr>
                <w:top w:val="none" w:sz="0" w:space="0" w:color="auto"/>
                <w:left w:val="none" w:sz="0" w:space="0" w:color="auto"/>
                <w:bottom w:val="none" w:sz="0" w:space="0" w:color="auto"/>
                <w:right w:val="none" w:sz="0" w:space="0" w:color="auto"/>
              </w:divBdr>
            </w:div>
            <w:div w:id="1425882703">
              <w:marLeft w:val="0"/>
              <w:marRight w:val="0"/>
              <w:marTop w:val="0"/>
              <w:marBottom w:val="0"/>
              <w:divBdr>
                <w:top w:val="none" w:sz="0" w:space="0" w:color="auto"/>
                <w:left w:val="none" w:sz="0" w:space="0" w:color="auto"/>
                <w:bottom w:val="none" w:sz="0" w:space="0" w:color="auto"/>
                <w:right w:val="none" w:sz="0" w:space="0" w:color="auto"/>
              </w:divBdr>
            </w:div>
            <w:div w:id="1996492484">
              <w:marLeft w:val="0"/>
              <w:marRight w:val="0"/>
              <w:marTop w:val="0"/>
              <w:marBottom w:val="0"/>
              <w:divBdr>
                <w:top w:val="none" w:sz="0" w:space="0" w:color="auto"/>
                <w:left w:val="none" w:sz="0" w:space="0" w:color="auto"/>
                <w:bottom w:val="none" w:sz="0" w:space="0" w:color="auto"/>
                <w:right w:val="none" w:sz="0" w:space="0" w:color="auto"/>
              </w:divBdr>
            </w:div>
            <w:div w:id="161553107">
              <w:marLeft w:val="0"/>
              <w:marRight w:val="0"/>
              <w:marTop w:val="0"/>
              <w:marBottom w:val="0"/>
              <w:divBdr>
                <w:top w:val="none" w:sz="0" w:space="0" w:color="auto"/>
                <w:left w:val="none" w:sz="0" w:space="0" w:color="auto"/>
                <w:bottom w:val="none" w:sz="0" w:space="0" w:color="auto"/>
                <w:right w:val="none" w:sz="0" w:space="0" w:color="auto"/>
              </w:divBdr>
            </w:div>
            <w:div w:id="551962072">
              <w:marLeft w:val="0"/>
              <w:marRight w:val="0"/>
              <w:marTop w:val="0"/>
              <w:marBottom w:val="0"/>
              <w:divBdr>
                <w:top w:val="none" w:sz="0" w:space="0" w:color="auto"/>
                <w:left w:val="none" w:sz="0" w:space="0" w:color="auto"/>
                <w:bottom w:val="none" w:sz="0" w:space="0" w:color="auto"/>
                <w:right w:val="none" w:sz="0" w:space="0" w:color="auto"/>
              </w:divBdr>
            </w:div>
            <w:div w:id="2066753441">
              <w:marLeft w:val="0"/>
              <w:marRight w:val="0"/>
              <w:marTop w:val="0"/>
              <w:marBottom w:val="0"/>
              <w:divBdr>
                <w:top w:val="none" w:sz="0" w:space="0" w:color="auto"/>
                <w:left w:val="none" w:sz="0" w:space="0" w:color="auto"/>
                <w:bottom w:val="none" w:sz="0" w:space="0" w:color="auto"/>
                <w:right w:val="none" w:sz="0" w:space="0" w:color="auto"/>
              </w:divBdr>
            </w:div>
            <w:div w:id="1500542303">
              <w:marLeft w:val="0"/>
              <w:marRight w:val="0"/>
              <w:marTop w:val="0"/>
              <w:marBottom w:val="0"/>
              <w:divBdr>
                <w:top w:val="none" w:sz="0" w:space="0" w:color="auto"/>
                <w:left w:val="none" w:sz="0" w:space="0" w:color="auto"/>
                <w:bottom w:val="none" w:sz="0" w:space="0" w:color="auto"/>
                <w:right w:val="none" w:sz="0" w:space="0" w:color="auto"/>
              </w:divBdr>
            </w:div>
            <w:div w:id="2047682058">
              <w:marLeft w:val="0"/>
              <w:marRight w:val="0"/>
              <w:marTop w:val="0"/>
              <w:marBottom w:val="0"/>
              <w:divBdr>
                <w:top w:val="none" w:sz="0" w:space="0" w:color="auto"/>
                <w:left w:val="none" w:sz="0" w:space="0" w:color="auto"/>
                <w:bottom w:val="none" w:sz="0" w:space="0" w:color="auto"/>
                <w:right w:val="none" w:sz="0" w:space="0" w:color="auto"/>
              </w:divBdr>
            </w:div>
            <w:div w:id="1913271345">
              <w:marLeft w:val="0"/>
              <w:marRight w:val="0"/>
              <w:marTop w:val="0"/>
              <w:marBottom w:val="0"/>
              <w:divBdr>
                <w:top w:val="none" w:sz="0" w:space="0" w:color="auto"/>
                <w:left w:val="none" w:sz="0" w:space="0" w:color="auto"/>
                <w:bottom w:val="none" w:sz="0" w:space="0" w:color="auto"/>
                <w:right w:val="none" w:sz="0" w:space="0" w:color="auto"/>
              </w:divBdr>
            </w:div>
            <w:div w:id="1113867594">
              <w:marLeft w:val="0"/>
              <w:marRight w:val="0"/>
              <w:marTop w:val="0"/>
              <w:marBottom w:val="0"/>
              <w:divBdr>
                <w:top w:val="none" w:sz="0" w:space="0" w:color="auto"/>
                <w:left w:val="none" w:sz="0" w:space="0" w:color="auto"/>
                <w:bottom w:val="none" w:sz="0" w:space="0" w:color="auto"/>
                <w:right w:val="none" w:sz="0" w:space="0" w:color="auto"/>
              </w:divBdr>
            </w:div>
            <w:div w:id="1470974793">
              <w:marLeft w:val="0"/>
              <w:marRight w:val="0"/>
              <w:marTop w:val="0"/>
              <w:marBottom w:val="0"/>
              <w:divBdr>
                <w:top w:val="none" w:sz="0" w:space="0" w:color="auto"/>
                <w:left w:val="none" w:sz="0" w:space="0" w:color="auto"/>
                <w:bottom w:val="none" w:sz="0" w:space="0" w:color="auto"/>
                <w:right w:val="none" w:sz="0" w:space="0" w:color="auto"/>
              </w:divBdr>
            </w:div>
            <w:div w:id="1257908666">
              <w:marLeft w:val="0"/>
              <w:marRight w:val="0"/>
              <w:marTop w:val="0"/>
              <w:marBottom w:val="0"/>
              <w:divBdr>
                <w:top w:val="none" w:sz="0" w:space="0" w:color="auto"/>
                <w:left w:val="none" w:sz="0" w:space="0" w:color="auto"/>
                <w:bottom w:val="none" w:sz="0" w:space="0" w:color="auto"/>
                <w:right w:val="none" w:sz="0" w:space="0" w:color="auto"/>
              </w:divBdr>
            </w:div>
            <w:div w:id="1402369378">
              <w:marLeft w:val="0"/>
              <w:marRight w:val="0"/>
              <w:marTop w:val="0"/>
              <w:marBottom w:val="0"/>
              <w:divBdr>
                <w:top w:val="none" w:sz="0" w:space="0" w:color="auto"/>
                <w:left w:val="none" w:sz="0" w:space="0" w:color="auto"/>
                <w:bottom w:val="none" w:sz="0" w:space="0" w:color="auto"/>
                <w:right w:val="none" w:sz="0" w:space="0" w:color="auto"/>
              </w:divBdr>
            </w:div>
            <w:div w:id="1653482235">
              <w:marLeft w:val="0"/>
              <w:marRight w:val="0"/>
              <w:marTop w:val="0"/>
              <w:marBottom w:val="0"/>
              <w:divBdr>
                <w:top w:val="none" w:sz="0" w:space="0" w:color="auto"/>
                <w:left w:val="none" w:sz="0" w:space="0" w:color="auto"/>
                <w:bottom w:val="none" w:sz="0" w:space="0" w:color="auto"/>
                <w:right w:val="none" w:sz="0" w:space="0" w:color="auto"/>
              </w:divBdr>
            </w:div>
            <w:div w:id="227110206">
              <w:marLeft w:val="0"/>
              <w:marRight w:val="0"/>
              <w:marTop w:val="0"/>
              <w:marBottom w:val="0"/>
              <w:divBdr>
                <w:top w:val="none" w:sz="0" w:space="0" w:color="auto"/>
                <w:left w:val="none" w:sz="0" w:space="0" w:color="auto"/>
                <w:bottom w:val="none" w:sz="0" w:space="0" w:color="auto"/>
                <w:right w:val="none" w:sz="0" w:space="0" w:color="auto"/>
              </w:divBdr>
            </w:div>
            <w:div w:id="507870819">
              <w:marLeft w:val="0"/>
              <w:marRight w:val="0"/>
              <w:marTop w:val="0"/>
              <w:marBottom w:val="0"/>
              <w:divBdr>
                <w:top w:val="none" w:sz="0" w:space="0" w:color="auto"/>
                <w:left w:val="none" w:sz="0" w:space="0" w:color="auto"/>
                <w:bottom w:val="none" w:sz="0" w:space="0" w:color="auto"/>
                <w:right w:val="none" w:sz="0" w:space="0" w:color="auto"/>
              </w:divBdr>
            </w:div>
            <w:div w:id="1270576942">
              <w:marLeft w:val="0"/>
              <w:marRight w:val="0"/>
              <w:marTop w:val="0"/>
              <w:marBottom w:val="0"/>
              <w:divBdr>
                <w:top w:val="none" w:sz="0" w:space="0" w:color="auto"/>
                <w:left w:val="none" w:sz="0" w:space="0" w:color="auto"/>
                <w:bottom w:val="none" w:sz="0" w:space="0" w:color="auto"/>
                <w:right w:val="none" w:sz="0" w:space="0" w:color="auto"/>
              </w:divBdr>
            </w:div>
            <w:div w:id="1463114743">
              <w:marLeft w:val="0"/>
              <w:marRight w:val="0"/>
              <w:marTop w:val="0"/>
              <w:marBottom w:val="0"/>
              <w:divBdr>
                <w:top w:val="none" w:sz="0" w:space="0" w:color="auto"/>
                <w:left w:val="none" w:sz="0" w:space="0" w:color="auto"/>
                <w:bottom w:val="none" w:sz="0" w:space="0" w:color="auto"/>
                <w:right w:val="none" w:sz="0" w:space="0" w:color="auto"/>
              </w:divBdr>
            </w:div>
            <w:div w:id="878319006">
              <w:marLeft w:val="0"/>
              <w:marRight w:val="0"/>
              <w:marTop w:val="0"/>
              <w:marBottom w:val="0"/>
              <w:divBdr>
                <w:top w:val="none" w:sz="0" w:space="0" w:color="auto"/>
                <w:left w:val="none" w:sz="0" w:space="0" w:color="auto"/>
                <w:bottom w:val="none" w:sz="0" w:space="0" w:color="auto"/>
                <w:right w:val="none" w:sz="0" w:space="0" w:color="auto"/>
              </w:divBdr>
            </w:div>
            <w:div w:id="1415013361">
              <w:marLeft w:val="0"/>
              <w:marRight w:val="0"/>
              <w:marTop w:val="0"/>
              <w:marBottom w:val="0"/>
              <w:divBdr>
                <w:top w:val="none" w:sz="0" w:space="0" w:color="auto"/>
                <w:left w:val="none" w:sz="0" w:space="0" w:color="auto"/>
                <w:bottom w:val="none" w:sz="0" w:space="0" w:color="auto"/>
                <w:right w:val="none" w:sz="0" w:space="0" w:color="auto"/>
              </w:divBdr>
            </w:div>
            <w:div w:id="862477978">
              <w:marLeft w:val="0"/>
              <w:marRight w:val="0"/>
              <w:marTop w:val="0"/>
              <w:marBottom w:val="0"/>
              <w:divBdr>
                <w:top w:val="none" w:sz="0" w:space="0" w:color="auto"/>
                <w:left w:val="none" w:sz="0" w:space="0" w:color="auto"/>
                <w:bottom w:val="none" w:sz="0" w:space="0" w:color="auto"/>
                <w:right w:val="none" w:sz="0" w:space="0" w:color="auto"/>
              </w:divBdr>
            </w:div>
            <w:div w:id="1666740372">
              <w:marLeft w:val="0"/>
              <w:marRight w:val="0"/>
              <w:marTop w:val="0"/>
              <w:marBottom w:val="0"/>
              <w:divBdr>
                <w:top w:val="none" w:sz="0" w:space="0" w:color="auto"/>
                <w:left w:val="none" w:sz="0" w:space="0" w:color="auto"/>
                <w:bottom w:val="none" w:sz="0" w:space="0" w:color="auto"/>
                <w:right w:val="none" w:sz="0" w:space="0" w:color="auto"/>
              </w:divBdr>
            </w:div>
            <w:div w:id="80490975">
              <w:marLeft w:val="0"/>
              <w:marRight w:val="0"/>
              <w:marTop w:val="0"/>
              <w:marBottom w:val="0"/>
              <w:divBdr>
                <w:top w:val="none" w:sz="0" w:space="0" w:color="auto"/>
                <w:left w:val="none" w:sz="0" w:space="0" w:color="auto"/>
                <w:bottom w:val="none" w:sz="0" w:space="0" w:color="auto"/>
                <w:right w:val="none" w:sz="0" w:space="0" w:color="auto"/>
              </w:divBdr>
            </w:div>
            <w:div w:id="1624534410">
              <w:marLeft w:val="0"/>
              <w:marRight w:val="0"/>
              <w:marTop w:val="0"/>
              <w:marBottom w:val="0"/>
              <w:divBdr>
                <w:top w:val="none" w:sz="0" w:space="0" w:color="auto"/>
                <w:left w:val="none" w:sz="0" w:space="0" w:color="auto"/>
                <w:bottom w:val="none" w:sz="0" w:space="0" w:color="auto"/>
                <w:right w:val="none" w:sz="0" w:space="0" w:color="auto"/>
              </w:divBdr>
            </w:div>
            <w:div w:id="4600638">
              <w:marLeft w:val="0"/>
              <w:marRight w:val="0"/>
              <w:marTop w:val="0"/>
              <w:marBottom w:val="0"/>
              <w:divBdr>
                <w:top w:val="none" w:sz="0" w:space="0" w:color="auto"/>
                <w:left w:val="none" w:sz="0" w:space="0" w:color="auto"/>
                <w:bottom w:val="none" w:sz="0" w:space="0" w:color="auto"/>
                <w:right w:val="none" w:sz="0" w:space="0" w:color="auto"/>
              </w:divBdr>
            </w:div>
            <w:div w:id="1462383230">
              <w:marLeft w:val="0"/>
              <w:marRight w:val="0"/>
              <w:marTop w:val="0"/>
              <w:marBottom w:val="0"/>
              <w:divBdr>
                <w:top w:val="none" w:sz="0" w:space="0" w:color="auto"/>
                <w:left w:val="none" w:sz="0" w:space="0" w:color="auto"/>
                <w:bottom w:val="none" w:sz="0" w:space="0" w:color="auto"/>
                <w:right w:val="none" w:sz="0" w:space="0" w:color="auto"/>
              </w:divBdr>
            </w:div>
            <w:div w:id="497959300">
              <w:marLeft w:val="0"/>
              <w:marRight w:val="0"/>
              <w:marTop w:val="0"/>
              <w:marBottom w:val="0"/>
              <w:divBdr>
                <w:top w:val="none" w:sz="0" w:space="0" w:color="auto"/>
                <w:left w:val="none" w:sz="0" w:space="0" w:color="auto"/>
                <w:bottom w:val="none" w:sz="0" w:space="0" w:color="auto"/>
                <w:right w:val="none" w:sz="0" w:space="0" w:color="auto"/>
              </w:divBdr>
            </w:div>
            <w:div w:id="1878201755">
              <w:marLeft w:val="0"/>
              <w:marRight w:val="0"/>
              <w:marTop w:val="0"/>
              <w:marBottom w:val="0"/>
              <w:divBdr>
                <w:top w:val="none" w:sz="0" w:space="0" w:color="auto"/>
                <w:left w:val="none" w:sz="0" w:space="0" w:color="auto"/>
                <w:bottom w:val="none" w:sz="0" w:space="0" w:color="auto"/>
                <w:right w:val="none" w:sz="0" w:space="0" w:color="auto"/>
              </w:divBdr>
            </w:div>
            <w:div w:id="1549218068">
              <w:marLeft w:val="0"/>
              <w:marRight w:val="0"/>
              <w:marTop w:val="0"/>
              <w:marBottom w:val="0"/>
              <w:divBdr>
                <w:top w:val="none" w:sz="0" w:space="0" w:color="auto"/>
                <w:left w:val="none" w:sz="0" w:space="0" w:color="auto"/>
                <w:bottom w:val="none" w:sz="0" w:space="0" w:color="auto"/>
                <w:right w:val="none" w:sz="0" w:space="0" w:color="auto"/>
              </w:divBdr>
            </w:div>
            <w:div w:id="1899973129">
              <w:marLeft w:val="0"/>
              <w:marRight w:val="0"/>
              <w:marTop w:val="0"/>
              <w:marBottom w:val="0"/>
              <w:divBdr>
                <w:top w:val="none" w:sz="0" w:space="0" w:color="auto"/>
                <w:left w:val="none" w:sz="0" w:space="0" w:color="auto"/>
                <w:bottom w:val="none" w:sz="0" w:space="0" w:color="auto"/>
                <w:right w:val="none" w:sz="0" w:space="0" w:color="auto"/>
              </w:divBdr>
            </w:div>
            <w:div w:id="139913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09794">
      <w:bodyDiv w:val="1"/>
      <w:marLeft w:val="0"/>
      <w:marRight w:val="0"/>
      <w:marTop w:val="0"/>
      <w:marBottom w:val="0"/>
      <w:divBdr>
        <w:top w:val="none" w:sz="0" w:space="0" w:color="auto"/>
        <w:left w:val="none" w:sz="0" w:space="0" w:color="auto"/>
        <w:bottom w:val="none" w:sz="0" w:space="0" w:color="auto"/>
        <w:right w:val="none" w:sz="0" w:space="0" w:color="auto"/>
      </w:divBdr>
    </w:div>
    <w:div w:id="1117137393">
      <w:bodyDiv w:val="1"/>
      <w:marLeft w:val="0"/>
      <w:marRight w:val="0"/>
      <w:marTop w:val="0"/>
      <w:marBottom w:val="0"/>
      <w:divBdr>
        <w:top w:val="none" w:sz="0" w:space="0" w:color="auto"/>
        <w:left w:val="none" w:sz="0" w:space="0" w:color="auto"/>
        <w:bottom w:val="none" w:sz="0" w:space="0" w:color="auto"/>
        <w:right w:val="none" w:sz="0" w:space="0" w:color="auto"/>
      </w:divBdr>
    </w:div>
    <w:div w:id="1117335196">
      <w:bodyDiv w:val="1"/>
      <w:marLeft w:val="0"/>
      <w:marRight w:val="0"/>
      <w:marTop w:val="0"/>
      <w:marBottom w:val="0"/>
      <w:divBdr>
        <w:top w:val="none" w:sz="0" w:space="0" w:color="auto"/>
        <w:left w:val="none" w:sz="0" w:space="0" w:color="auto"/>
        <w:bottom w:val="none" w:sz="0" w:space="0" w:color="auto"/>
        <w:right w:val="none" w:sz="0" w:space="0" w:color="auto"/>
      </w:divBdr>
    </w:div>
    <w:div w:id="1154029255">
      <w:bodyDiv w:val="1"/>
      <w:marLeft w:val="0"/>
      <w:marRight w:val="0"/>
      <w:marTop w:val="0"/>
      <w:marBottom w:val="0"/>
      <w:divBdr>
        <w:top w:val="none" w:sz="0" w:space="0" w:color="auto"/>
        <w:left w:val="none" w:sz="0" w:space="0" w:color="auto"/>
        <w:bottom w:val="none" w:sz="0" w:space="0" w:color="auto"/>
        <w:right w:val="none" w:sz="0" w:space="0" w:color="auto"/>
      </w:divBdr>
      <w:divsChild>
        <w:div w:id="1951471656">
          <w:marLeft w:val="0"/>
          <w:marRight w:val="0"/>
          <w:marTop w:val="0"/>
          <w:marBottom w:val="0"/>
          <w:divBdr>
            <w:top w:val="none" w:sz="0" w:space="0" w:color="auto"/>
            <w:left w:val="none" w:sz="0" w:space="0" w:color="auto"/>
            <w:bottom w:val="none" w:sz="0" w:space="0" w:color="auto"/>
            <w:right w:val="none" w:sz="0" w:space="0" w:color="auto"/>
          </w:divBdr>
          <w:divsChild>
            <w:div w:id="118509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72071">
      <w:bodyDiv w:val="1"/>
      <w:marLeft w:val="0"/>
      <w:marRight w:val="0"/>
      <w:marTop w:val="0"/>
      <w:marBottom w:val="0"/>
      <w:divBdr>
        <w:top w:val="none" w:sz="0" w:space="0" w:color="auto"/>
        <w:left w:val="none" w:sz="0" w:space="0" w:color="auto"/>
        <w:bottom w:val="none" w:sz="0" w:space="0" w:color="auto"/>
        <w:right w:val="none" w:sz="0" w:space="0" w:color="auto"/>
      </w:divBdr>
      <w:divsChild>
        <w:div w:id="767584305">
          <w:marLeft w:val="0"/>
          <w:marRight w:val="0"/>
          <w:marTop w:val="0"/>
          <w:marBottom w:val="0"/>
          <w:divBdr>
            <w:top w:val="none" w:sz="0" w:space="0" w:color="auto"/>
            <w:left w:val="none" w:sz="0" w:space="0" w:color="auto"/>
            <w:bottom w:val="none" w:sz="0" w:space="0" w:color="auto"/>
            <w:right w:val="none" w:sz="0" w:space="0" w:color="auto"/>
          </w:divBdr>
          <w:divsChild>
            <w:div w:id="134855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602415">
      <w:bodyDiv w:val="1"/>
      <w:marLeft w:val="0"/>
      <w:marRight w:val="0"/>
      <w:marTop w:val="0"/>
      <w:marBottom w:val="0"/>
      <w:divBdr>
        <w:top w:val="none" w:sz="0" w:space="0" w:color="auto"/>
        <w:left w:val="none" w:sz="0" w:space="0" w:color="auto"/>
        <w:bottom w:val="none" w:sz="0" w:space="0" w:color="auto"/>
        <w:right w:val="none" w:sz="0" w:space="0" w:color="auto"/>
      </w:divBdr>
    </w:div>
    <w:div w:id="1186944301">
      <w:bodyDiv w:val="1"/>
      <w:marLeft w:val="0"/>
      <w:marRight w:val="0"/>
      <w:marTop w:val="0"/>
      <w:marBottom w:val="0"/>
      <w:divBdr>
        <w:top w:val="none" w:sz="0" w:space="0" w:color="auto"/>
        <w:left w:val="none" w:sz="0" w:space="0" w:color="auto"/>
        <w:bottom w:val="none" w:sz="0" w:space="0" w:color="auto"/>
        <w:right w:val="none" w:sz="0" w:space="0" w:color="auto"/>
      </w:divBdr>
    </w:div>
    <w:div w:id="1196387864">
      <w:bodyDiv w:val="1"/>
      <w:marLeft w:val="0"/>
      <w:marRight w:val="0"/>
      <w:marTop w:val="0"/>
      <w:marBottom w:val="0"/>
      <w:divBdr>
        <w:top w:val="none" w:sz="0" w:space="0" w:color="auto"/>
        <w:left w:val="none" w:sz="0" w:space="0" w:color="auto"/>
        <w:bottom w:val="none" w:sz="0" w:space="0" w:color="auto"/>
        <w:right w:val="none" w:sz="0" w:space="0" w:color="auto"/>
      </w:divBdr>
      <w:divsChild>
        <w:div w:id="1304239071">
          <w:marLeft w:val="0"/>
          <w:marRight w:val="0"/>
          <w:marTop w:val="0"/>
          <w:marBottom w:val="0"/>
          <w:divBdr>
            <w:top w:val="none" w:sz="0" w:space="0" w:color="auto"/>
            <w:left w:val="none" w:sz="0" w:space="0" w:color="auto"/>
            <w:bottom w:val="none" w:sz="0" w:space="0" w:color="auto"/>
            <w:right w:val="none" w:sz="0" w:space="0" w:color="auto"/>
          </w:divBdr>
          <w:divsChild>
            <w:div w:id="625819163">
              <w:marLeft w:val="0"/>
              <w:marRight w:val="0"/>
              <w:marTop w:val="0"/>
              <w:marBottom w:val="0"/>
              <w:divBdr>
                <w:top w:val="none" w:sz="0" w:space="0" w:color="auto"/>
                <w:left w:val="none" w:sz="0" w:space="0" w:color="auto"/>
                <w:bottom w:val="none" w:sz="0" w:space="0" w:color="auto"/>
                <w:right w:val="none" w:sz="0" w:space="0" w:color="auto"/>
              </w:divBdr>
            </w:div>
            <w:div w:id="752314644">
              <w:marLeft w:val="0"/>
              <w:marRight w:val="0"/>
              <w:marTop w:val="0"/>
              <w:marBottom w:val="0"/>
              <w:divBdr>
                <w:top w:val="none" w:sz="0" w:space="0" w:color="auto"/>
                <w:left w:val="none" w:sz="0" w:space="0" w:color="auto"/>
                <w:bottom w:val="none" w:sz="0" w:space="0" w:color="auto"/>
                <w:right w:val="none" w:sz="0" w:space="0" w:color="auto"/>
              </w:divBdr>
            </w:div>
            <w:div w:id="1191989628">
              <w:marLeft w:val="0"/>
              <w:marRight w:val="0"/>
              <w:marTop w:val="0"/>
              <w:marBottom w:val="0"/>
              <w:divBdr>
                <w:top w:val="none" w:sz="0" w:space="0" w:color="auto"/>
                <w:left w:val="none" w:sz="0" w:space="0" w:color="auto"/>
                <w:bottom w:val="none" w:sz="0" w:space="0" w:color="auto"/>
                <w:right w:val="none" w:sz="0" w:space="0" w:color="auto"/>
              </w:divBdr>
            </w:div>
            <w:div w:id="710227386">
              <w:marLeft w:val="0"/>
              <w:marRight w:val="0"/>
              <w:marTop w:val="0"/>
              <w:marBottom w:val="0"/>
              <w:divBdr>
                <w:top w:val="none" w:sz="0" w:space="0" w:color="auto"/>
                <w:left w:val="none" w:sz="0" w:space="0" w:color="auto"/>
                <w:bottom w:val="none" w:sz="0" w:space="0" w:color="auto"/>
                <w:right w:val="none" w:sz="0" w:space="0" w:color="auto"/>
              </w:divBdr>
            </w:div>
            <w:div w:id="1203052088">
              <w:marLeft w:val="0"/>
              <w:marRight w:val="0"/>
              <w:marTop w:val="0"/>
              <w:marBottom w:val="0"/>
              <w:divBdr>
                <w:top w:val="none" w:sz="0" w:space="0" w:color="auto"/>
                <w:left w:val="none" w:sz="0" w:space="0" w:color="auto"/>
                <w:bottom w:val="none" w:sz="0" w:space="0" w:color="auto"/>
                <w:right w:val="none" w:sz="0" w:space="0" w:color="auto"/>
              </w:divBdr>
            </w:div>
            <w:div w:id="1482233992">
              <w:marLeft w:val="0"/>
              <w:marRight w:val="0"/>
              <w:marTop w:val="0"/>
              <w:marBottom w:val="0"/>
              <w:divBdr>
                <w:top w:val="none" w:sz="0" w:space="0" w:color="auto"/>
                <w:left w:val="none" w:sz="0" w:space="0" w:color="auto"/>
                <w:bottom w:val="none" w:sz="0" w:space="0" w:color="auto"/>
                <w:right w:val="none" w:sz="0" w:space="0" w:color="auto"/>
              </w:divBdr>
            </w:div>
            <w:div w:id="520321526">
              <w:marLeft w:val="0"/>
              <w:marRight w:val="0"/>
              <w:marTop w:val="0"/>
              <w:marBottom w:val="0"/>
              <w:divBdr>
                <w:top w:val="none" w:sz="0" w:space="0" w:color="auto"/>
                <w:left w:val="none" w:sz="0" w:space="0" w:color="auto"/>
                <w:bottom w:val="none" w:sz="0" w:space="0" w:color="auto"/>
                <w:right w:val="none" w:sz="0" w:space="0" w:color="auto"/>
              </w:divBdr>
            </w:div>
            <w:div w:id="2070955467">
              <w:marLeft w:val="0"/>
              <w:marRight w:val="0"/>
              <w:marTop w:val="0"/>
              <w:marBottom w:val="0"/>
              <w:divBdr>
                <w:top w:val="none" w:sz="0" w:space="0" w:color="auto"/>
                <w:left w:val="none" w:sz="0" w:space="0" w:color="auto"/>
                <w:bottom w:val="none" w:sz="0" w:space="0" w:color="auto"/>
                <w:right w:val="none" w:sz="0" w:space="0" w:color="auto"/>
              </w:divBdr>
            </w:div>
            <w:div w:id="620767544">
              <w:marLeft w:val="0"/>
              <w:marRight w:val="0"/>
              <w:marTop w:val="0"/>
              <w:marBottom w:val="0"/>
              <w:divBdr>
                <w:top w:val="none" w:sz="0" w:space="0" w:color="auto"/>
                <w:left w:val="none" w:sz="0" w:space="0" w:color="auto"/>
                <w:bottom w:val="none" w:sz="0" w:space="0" w:color="auto"/>
                <w:right w:val="none" w:sz="0" w:space="0" w:color="auto"/>
              </w:divBdr>
            </w:div>
            <w:div w:id="1321618214">
              <w:marLeft w:val="0"/>
              <w:marRight w:val="0"/>
              <w:marTop w:val="0"/>
              <w:marBottom w:val="0"/>
              <w:divBdr>
                <w:top w:val="none" w:sz="0" w:space="0" w:color="auto"/>
                <w:left w:val="none" w:sz="0" w:space="0" w:color="auto"/>
                <w:bottom w:val="none" w:sz="0" w:space="0" w:color="auto"/>
                <w:right w:val="none" w:sz="0" w:space="0" w:color="auto"/>
              </w:divBdr>
            </w:div>
            <w:div w:id="2133857941">
              <w:marLeft w:val="0"/>
              <w:marRight w:val="0"/>
              <w:marTop w:val="0"/>
              <w:marBottom w:val="0"/>
              <w:divBdr>
                <w:top w:val="none" w:sz="0" w:space="0" w:color="auto"/>
                <w:left w:val="none" w:sz="0" w:space="0" w:color="auto"/>
                <w:bottom w:val="none" w:sz="0" w:space="0" w:color="auto"/>
                <w:right w:val="none" w:sz="0" w:space="0" w:color="auto"/>
              </w:divBdr>
            </w:div>
            <w:div w:id="1675185274">
              <w:marLeft w:val="0"/>
              <w:marRight w:val="0"/>
              <w:marTop w:val="0"/>
              <w:marBottom w:val="0"/>
              <w:divBdr>
                <w:top w:val="none" w:sz="0" w:space="0" w:color="auto"/>
                <w:left w:val="none" w:sz="0" w:space="0" w:color="auto"/>
                <w:bottom w:val="none" w:sz="0" w:space="0" w:color="auto"/>
                <w:right w:val="none" w:sz="0" w:space="0" w:color="auto"/>
              </w:divBdr>
            </w:div>
            <w:div w:id="1882356155">
              <w:marLeft w:val="0"/>
              <w:marRight w:val="0"/>
              <w:marTop w:val="0"/>
              <w:marBottom w:val="0"/>
              <w:divBdr>
                <w:top w:val="none" w:sz="0" w:space="0" w:color="auto"/>
                <w:left w:val="none" w:sz="0" w:space="0" w:color="auto"/>
                <w:bottom w:val="none" w:sz="0" w:space="0" w:color="auto"/>
                <w:right w:val="none" w:sz="0" w:space="0" w:color="auto"/>
              </w:divBdr>
            </w:div>
            <w:div w:id="801193790">
              <w:marLeft w:val="0"/>
              <w:marRight w:val="0"/>
              <w:marTop w:val="0"/>
              <w:marBottom w:val="0"/>
              <w:divBdr>
                <w:top w:val="none" w:sz="0" w:space="0" w:color="auto"/>
                <w:left w:val="none" w:sz="0" w:space="0" w:color="auto"/>
                <w:bottom w:val="none" w:sz="0" w:space="0" w:color="auto"/>
                <w:right w:val="none" w:sz="0" w:space="0" w:color="auto"/>
              </w:divBdr>
            </w:div>
            <w:div w:id="1252204266">
              <w:marLeft w:val="0"/>
              <w:marRight w:val="0"/>
              <w:marTop w:val="0"/>
              <w:marBottom w:val="0"/>
              <w:divBdr>
                <w:top w:val="none" w:sz="0" w:space="0" w:color="auto"/>
                <w:left w:val="none" w:sz="0" w:space="0" w:color="auto"/>
                <w:bottom w:val="none" w:sz="0" w:space="0" w:color="auto"/>
                <w:right w:val="none" w:sz="0" w:space="0" w:color="auto"/>
              </w:divBdr>
            </w:div>
            <w:div w:id="9333185">
              <w:marLeft w:val="0"/>
              <w:marRight w:val="0"/>
              <w:marTop w:val="0"/>
              <w:marBottom w:val="0"/>
              <w:divBdr>
                <w:top w:val="none" w:sz="0" w:space="0" w:color="auto"/>
                <w:left w:val="none" w:sz="0" w:space="0" w:color="auto"/>
                <w:bottom w:val="none" w:sz="0" w:space="0" w:color="auto"/>
                <w:right w:val="none" w:sz="0" w:space="0" w:color="auto"/>
              </w:divBdr>
            </w:div>
            <w:div w:id="646128076">
              <w:marLeft w:val="0"/>
              <w:marRight w:val="0"/>
              <w:marTop w:val="0"/>
              <w:marBottom w:val="0"/>
              <w:divBdr>
                <w:top w:val="none" w:sz="0" w:space="0" w:color="auto"/>
                <w:left w:val="none" w:sz="0" w:space="0" w:color="auto"/>
                <w:bottom w:val="none" w:sz="0" w:space="0" w:color="auto"/>
                <w:right w:val="none" w:sz="0" w:space="0" w:color="auto"/>
              </w:divBdr>
            </w:div>
            <w:div w:id="872109591">
              <w:marLeft w:val="0"/>
              <w:marRight w:val="0"/>
              <w:marTop w:val="0"/>
              <w:marBottom w:val="0"/>
              <w:divBdr>
                <w:top w:val="none" w:sz="0" w:space="0" w:color="auto"/>
                <w:left w:val="none" w:sz="0" w:space="0" w:color="auto"/>
                <w:bottom w:val="none" w:sz="0" w:space="0" w:color="auto"/>
                <w:right w:val="none" w:sz="0" w:space="0" w:color="auto"/>
              </w:divBdr>
            </w:div>
            <w:div w:id="1060639198">
              <w:marLeft w:val="0"/>
              <w:marRight w:val="0"/>
              <w:marTop w:val="0"/>
              <w:marBottom w:val="0"/>
              <w:divBdr>
                <w:top w:val="none" w:sz="0" w:space="0" w:color="auto"/>
                <w:left w:val="none" w:sz="0" w:space="0" w:color="auto"/>
                <w:bottom w:val="none" w:sz="0" w:space="0" w:color="auto"/>
                <w:right w:val="none" w:sz="0" w:space="0" w:color="auto"/>
              </w:divBdr>
            </w:div>
            <w:div w:id="209173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893024">
      <w:bodyDiv w:val="1"/>
      <w:marLeft w:val="0"/>
      <w:marRight w:val="0"/>
      <w:marTop w:val="0"/>
      <w:marBottom w:val="0"/>
      <w:divBdr>
        <w:top w:val="none" w:sz="0" w:space="0" w:color="auto"/>
        <w:left w:val="none" w:sz="0" w:space="0" w:color="auto"/>
        <w:bottom w:val="none" w:sz="0" w:space="0" w:color="auto"/>
        <w:right w:val="none" w:sz="0" w:space="0" w:color="auto"/>
      </w:divBdr>
    </w:div>
    <w:div w:id="1226643892">
      <w:bodyDiv w:val="1"/>
      <w:marLeft w:val="0"/>
      <w:marRight w:val="0"/>
      <w:marTop w:val="0"/>
      <w:marBottom w:val="0"/>
      <w:divBdr>
        <w:top w:val="none" w:sz="0" w:space="0" w:color="auto"/>
        <w:left w:val="none" w:sz="0" w:space="0" w:color="auto"/>
        <w:bottom w:val="none" w:sz="0" w:space="0" w:color="auto"/>
        <w:right w:val="none" w:sz="0" w:space="0" w:color="auto"/>
      </w:divBdr>
    </w:div>
    <w:div w:id="1228612957">
      <w:bodyDiv w:val="1"/>
      <w:marLeft w:val="0"/>
      <w:marRight w:val="0"/>
      <w:marTop w:val="0"/>
      <w:marBottom w:val="0"/>
      <w:divBdr>
        <w:top w:val="none" w:sz="0" w:space="0" w:color="auto"/>
        <w:left w:val="none" w:sz="0" w:space="0" w:color="auto"/>
        <w:bottom w:val="none" w:sz="0" w:space="0" w:color="auto"/>
        <w:right w:val="none" w:sz="0" w:space="0" w:color="auto"/>
      </w:divBdr>
    </w:div>
    <w:div w:id="1231424415">
      <w:bodyDiv w:val="1"/>
      <w:marLeft w:val="0"/>
      <w:marRight w:val="0"/>
      <w:marTop w:val="0"/>
      <w:marBottom w:val="0"/>
      <w:divBdr>
        <w:top w:val="none" w:sz="0" w:space="0" w:color="auto"/>
        <w:left w:val="none" w:sz="0" w:space="0" w:color="auto"/>
        <w:bottom w:val="none" w:sz="0" w:space="0" w:color="auto"/>
        <w:right w:val="none" w:sz="0" w:space="0" w:color="auto"/>
      </w:divBdr>
    </w:div>
    <w:div w:id="1251506141">
      <w:bodyDiv w:val="1"/>
      <w:marLeft w:val="0"/>
      <w:marRight w:val="0"/>
      <w:marTop w:val="0"/>
      <w:marBottom w:val="0"/>
      <w:divBdr>
        <w:top w:val="none" w:sz="0" w:space="0" w:color="auto"/>
        <w:left w:val="none" w:sz="0" w:space="0" w:color="auto"/>
        <w:bottom w:val="none" w:sz="0" w:space="0" w:color="auto"/>
        <w:right w:val="none" w:sz="0" w:space="0" w:color="auto"/>
      </w:divBdr>
    </w:div>
    <w:div w:id="1255941248">
      <w:bodyDiv w:val="1"/>
      <w:marLeft w:val="0"/>
      <w:marRight w:val="0"/>
      <w:marTop w:val="0"/>
      <w:marBottom w:val="0"/>
      <w:divBdr>
        <w:top w:val="none" w:sz="0" w:space="0" w:color="auto"/>
        <w:left w:val="none" w:sz="0" w:space="0" w:color="auto"/>
        <w:bottom w:val="none" w:sz="0" w:space="0" w:color="auto"/>
        <w:right w:val="none" w:sz="0" w:space="0" w:color="auto"/>
      </w:divBdr>
      <w:divsChild>
        <w:div w:id="235825568">
          <w:marLeft w:val="0"/>
          <w:marRight w:val="0"/>
          <w:marTop w:val="0"/>
          <w:marBottom w:val="0"/>
          <w:divBdr>
            <w:top w:val="none" w:sz="0" w:space="0" w:color="auto"/>
            <w:left w:val="none" w:sz="0" w:space="0" w:color="auto"/>
            <w:bottom w:val="none" w:sz="0" w:space="0" w:color="auto"/>
            <w:right w:val="none" w:sz="0" w:space="0" w:color="auto"/>
          </w:divBdr>
          <w:divsChild>
            <w:div w:id="271130979">
              <w:marLeft w:val="0"/>
              <w:marRight w:val="0"/>
              <w:marTop w:val="0"/>
              <w:marBottom w:val="0"/>
              <w:divBdr>
                <w:top w:val="none" w:sz="0" w:space="0" w:color="auto"/>
                <w:left w:val="none" w:sz="0" w:space="0" w:color="auto"/>
                <w:bottom w:val="none" w:sz="0" w:space="0" w:color="auto"/>
                <w:right w:val="none" w:sz="0" w:space="0" w:color="auto"/>
              </w:divBdr>
            </w:div>
            <w:div w:id="1843080684">
              <w:marLeft w:val="0"/>
              <w:marRight w:val="0"/>
              <w:marTop w:val="0"/>
              <w:marBottom w:val="0"/>
              <w:divBdr>
                <w:top w:val="none" w:sz="0" w:space="0" w:color="auto"/>
                <w:left w:val="none" w:sz="0" w:space="0" w:color="auto"/>
                <w:bottom w:val="none" w:sz="0" w:space="0" w:color="auto"/>
                <w:right w:val="none" w:sz="0" w:space="0" w:color="auto"/>
              </w:divBdr>
            </w:div>
            <w:div w:id="1494368227">
              <w:marLeft w:val="0"/>
              <w:marRight w:val="0"/>
              <w:marTop w:val="0"/>
              <w:marBottom w:val="0"/>
              <w:divBdr>
                <w:top w:val="none" w:sz="0" w:space="0" w:color="auto"/>
                <w:left w:val="none" w:sz="0" w:space="0" w:color="auto"/>
                <w:bottom w:val="none" w:sz="0" w:space="0" w:color="auto"/>
                <w:right w:val="none" w:sz="0" w:space="0" w:color="auto"/>
              </w:divBdr>
            </w:div>
            <w:div w:id="1908760212">
              <w:marLeft w:val="0"/>
              <w:marRight w:val="0"/>
              <w:marTop w:val="0"/>
              <w:marBottom w:val="0"/>
              <w:divBdr>
                <w:top w:val="none" w:sz="0" w:space="0" w:color="auto"/>
                <w:left w:val="none" w:sz="0" w:space="0" w:color="auto"/>
                <w:bottom w:val="none" w:sz="0" w:space="0" w:color="auto"/>
                <w:right w:val="none" w:sz="0" w:space="0" w:color="auto"/>
              </w:divBdr>
            </w:div>
            <w:div w:id="1699577334">
              <w:marLeft w:val="0"/>
              <w:marRight w:val="0"/>
              <w:marTop w:val="0"/>
              <w:marBottom w:val="0"/>
              <w:divBdr>
                <w:top w:val="none" w:sz="0" w:space="0" w:color="auto"/>
                <w:left w:val="none" w:sz="0" w:space="0" w:color="auto"/>
                <w:bottom w:val="none" w:sz="0" w:space="0" w:color="auto"/>
                <w:right w:val="none" w:sz="0" w:space="0" w:color="auto"/>
              </w:divBdr>
            </w:div>
            <w:div w:id="27879097">
              <w:marLeft w:val="0"/>
              <w:marRight w:val="0"/>
              <w:marTop w:val="0"/>
              <w:marBottom w:val="0"/>
              <w:divBdr>
                <w:top w:val="none" w:sz="0" w:space="0" w:color="auto"/>
                <w:left w:val="none" w:sz="0" w:space="0" w:color="auto"/>
                <w:bottom w:val="none" w:sz="0" w:space="0" w:color="auto"/>
                <w:right w:val="none" w:sz="0" w:space="0" w:color="auto"/>
              </w:divBdr>
            </w:div>
            <w:div w:id="1822576293">
              <w:marLeft w:val="0"/>
              <w:marRight w:val="0"/>
              <w:marTop w:val="0"/>
              <w:marBottom w:val="0"/>
              <w:divBdr>
                <w:top w:val="none" w:sz="0" w:space="0" w:color="auto"/>
                <w:left w:val="none" w:sz="0" w:space="0" w:color="auto"/>
                <w:bottom w:val="none" w:sz="0" w:space="0" w:color="auto"/>
                <w:right w:val="none" w:sz="0" w:space="0" w:color="auto"/>
              </w:divBdr>
            </w:div>
            <w:div w:id="1104883602">
              <w:marLeft w:val="0"/>
              <w:marRight w:val="0"/>
              <w:marTop w:val="0"/>
              <w:marBottom w:val="0"/>
              <w:divBdr>
                <w:top w:val="none" w:sz="0" w:space="0" w:color="auto"/>
                <w:left w:val="none" w:sz="0" w:space="0" w:color="auto"/>
                <w:bottom w:val="none" w:sz="0" w:space="0" w:color="auto"/>
                <w:right w:val="none" w:sz="0" w:space="0" w:color="auto"/>
              </w:divBdr>
            </w:div>
            <w:div w:id="352532657">
              <w:marLeft w:val="0"/>
              <w:marRight w:val="0"/>
              <w:marTop w:val="0"/>
              <w:marBottom w:val="0"/>
              <w:divBdr>
                <w:top w:val="none" w:sz="0" w:space="0" w:color="auto"/>
                <w:left w:val="none" w:sz="0" w:space="0" w:color="auto"/>
                <w:bottom w:val="none" w:sz="0" w:space="0" w:color="auto"/>
                <w:right w:val="none" w:sz="0" w:space="0" w:color="auto"/>
              </w:divBdr>
            </w:div>
            <w:div w:id="1922761172">
              <w:marLeft w:val="0"/>
              <w:marRight w:val="0"/>
              <w:marTop w:val="0"/>
              <w:marBottom w:val="0"/>
              <w:divBdr>
                <w:top w:val="none" w:sz="0" w:space="0" w:color="auto"/>
                <w:left w:val="none" w:sz="0" w:space="0" w:color="auto"/>
                <w:bottom w:val="none" w:sz="0" w:space="0" w:color="auto"/>
                <w:right w:val="none" w:sz="0" w:space="0" w:color="auto"/>
              </w:divBdr>
            </w:div>
            <w:div w:id="648900893">
              <w:marLeft w:val="0"/>
              <w:marRight w:val="0"/>
              <w:marTop w:val="0"/>
              <w:marBottom w:val="0"/>
              <w:divBdr>
                <w:top w:val="none" w:sz="0" w:space="0" w:color="auto"/>
                <w:left w:val="none" w:sz="0" w:space="0" w:color="auto"/>
                <w:bottom w:val="none" w:sz="0" w:space="0" w:color="auto"/>
                <w:right w:val="none" w:sz="0" w:space="0" w:color="auto"/>
              </w:divBdr>
            </w:div>
            <w:div w:id="198781655">
              <w:marLeft w:val="0"/>
              <w:marRight w:val="0"/>
              <w:marTop w:val="0"/>
              <w:marBottom w:val="0"/>
              <w:divBdr>
                <w:top w:val="none" w:sz="0" w:space="0" w:color="auto"/>
                <w:left w:val="none" w:sz="0" w:space="0" w:color="auto"/>
                <w:bottom w:val="none" w:sz="0" w:space="0" w:color="auto"/>
                <w:right w:val="none" w:sz="0" w:space="0" w:color="auto"/>
              </w:divBdr>
            </w:div>
            <w:div w:id="294065778">
              <w:marLeft w:val="0"/>
              <w:marRight w:val="0"/>
              <w:marTop w:val="0"/>
              <w:marBottom w:val="0"/>
              <w:divBdr>
                <w:top w:val="none" w:sz="0" w:space="0" w:color="auto"/>
                <w:left w:val="none" w:sz="0" w:space="0" w:color="auto"/>
                <w:bottom w:val="none" w:sz="0" w:space="0" w:color="auto"/>
                <w:right w:val="none" w:sz="0" w:space="0" w:color="auto"/>
              </w:divBdr>
            </w:div>
            <w:div w:id="661666013">
              <w:marLeft w:val="0"/>
              <w:marRight w:val="0"/>
              <w:marTop w:val="0"/>
              <w:marBottom w:val="0"/>
              <w:divBdr>
                <w:top w:val="none" w:sz="0" w:space="0" w:color="auto"/>
                <w:left w:val="none" w:sz="0" w:space="0" w:color="auto"/>
                <w:bottom w:val="none" w:sz="0" w:space="0" w:color="auto"/>
                <w:right w:val="none" w:sz="0" w:space="0" w:color="auto"/>
              </w:divBdr>
            </w:div>
            <w:div w:id="392626322">
              <w:marLeft w:val="0"/>
              <w:marRight w:val="0"/>
              <w:marTop w:val="0"/>
              <w:marBottom w:val="0"/>
              <w:divBdr>
                <w:top w:val="none" w:sz="0" w:space="0" w:color="auto"/>
                <w:left w:val="none" w:sz="0" w:space="0" w:color="auto"/>
                <w:bottom w:val="none" w:sz="0" w:space="0" w:color="auto"/>
                <w:right w:val="none" w:sz="0" w:space="0" w:color="auto"/>
              </w:divBdr>
            </w:div>
            <w:div w:id="1469056473">
              <w:marLeft w:val="0"/>
              <w:marRight w:val="0"/>
              <w:marTop w:val="0"/>
              <w:marBottom w:val="0"/>
              <w:divBdr>
                <w:top w:val="none" w:sz="0" w:space="0" w:color="auto"/>
                <w:left w:val="none" w:sz="0" w:space="0" w:color="auto"/>
                <w:bottom w:val="none" w:sz="0" w:space="0" w:color="auto"/>
                <w:right w:val="none" w:sz="0" w:space="0" w:color="auto"/>
              </w:divBdr>
            </w:div>
            <w:div w:id="1632437408">
              <w:marLeft w:val="0"/>
              <w:marRight w:val="0"/>
              <w:marTop w:val="0"/>
              <w:marBottom w:val="0"/>
              <w:divBdr>
                <w:top w:val="none" w:sz="0" w:space="0" w:color="auto"/>
                <w:left w:val="none" w:sz="0" w:space="0" w:color="auto"/>
                <w:bottom w:val="none" w:sz="0" w:space="0" w:color="auto"/>
                <w:right w:val="none" w:sz="0" w:space="0" w:color="auto"/>
              </w:divBdr>
            </w:div>
            <w:div w:id="201268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838428">
      <w:bodyDiv w:val="1"/>
      <w:marLeft w:val="0"/>
      <w:marRight w:val="0"/>
      <w:marTop w:val="0"/>
      <w:marBottom w:val="0"/>
      <w:divBdr>
        <w:top w:val="none" w:sz="0" w:space="0" w:color="auto"/>
        <w:left w:val="none" w:sz="0" w:space="0" w:color="auto"/>
        <w:bottom w:val="none" w:sz="0" w:space="0" w:color="auto"/>
        <w:right w:val="none" w:sz="0" w:space="0" w:color="auto"/>
      </w:divBdr>
    </w:div>
    <w:div w:id="1262177591">
      <w:bodyDiv w:val="1"/>
      <w:marLeft w:val="0"/>
      <w:marRight w:val="0"/>
      <w:marTop w:val="0"/>
      <w:marBottom w:val="0"/>
      <w:divBdr>
        <w:top w:val="none" w:sz="0" w:space="0" w:color="auto"/>
        <w:left w:val="none" w:sz="0" w:space="0" w:color="auto"/>
        <w:bottom w:val="none" w:sz="0" w:space="0" w:color="auto"/>
        <w:right w:val="none" w:sz="0" w:space="0" w:color="auto"/>
      </w:divBdr>
    </w:div>
    <w:div w:id="1263343664">
      <w:bodyDiv w:val="1"/>
      <w:marLeft w:val="0"/>
      <w:marRight w:val="0"/>
      <w:marTop w:val="0"/>
      <w:marBottom w:val="0"/>
      <w:divBdr>
        <w:top w:val="none" w:sz="0" w:space="0" w:color="auto"/>
        <w:left w:val="none" w:sz="0" w:space="0" w:color="auto"/>
        <w:bottom w:val="none" w:sz="0" w:space="0" w:color="auto"/>
        <w:right w:val="none" w:sz="0" w:space="0" w:color="auto"/>
      </w:divBdr>
    </w:div>
    <w:div w:id="1276132217">
      <w:bodyDiv w:val="1"/>
      <w:marLeft w:val="0"/>
      <w:marRight w:val="0"/>
      <w:marTop w:val="0"/>
      <w:marBottom w:val="0"/>
      <w:divBdr>
        <w:top w:val="none" w:sz="0" w:space="0" w:color="auto"/>
        <w:left w:val="none" w:sz="0" w:space="0" w:color="auto"/>
        <w:bottom w:val="none" w:sz="0" w:space="0" w:color="auto"/>
        <w:right w:val="none" w:sz="0" w:space="0" w:color="auto"/>
      </w:divBdr>
    </w:div>
    <w:div w:id="1278293083">
      <w:bodyDiv w:val="1"/>
      <w:marLeft w:val="0"/>
      <w:marRight w:val="0"/>
      <w:marTop w:val="0"/>
      <w:marBottom w:val="0"/>
      <w:divBdr>
        <w:top w:val="none" w:sz="0" w:space="0" w:color="auto"/>
        <w:left w:val="none" w:sz="0" w:space="0" w:color="auto"/>
        <w:bottom w:val="none" w:sz="0" w:space="0" w:color="auto"/>
        <w:right w:val="none" w:sz="0" w:space="0" w:color="auto"/>
      </w:divBdr>
      <w:divsChild>
        <w:div w:id="487135713">
          <w:marLeft w:val="0"/>
          <w:marRight w:val="0"/>
          <w:marTop w:val="0"/>
          <w:marBottom w:val="0"/>
          <w:divBdr>
            <w:top w:val="none" w:sz="0" w:space="0" w:color="auto"/>
            <w:left w:val="none" w:sz="0" w:space="0" w:color="auto"/>
            <w:bottom w:val="none" w:sz="0" w:space="0" w:color="auto"/>
            <w:right w:val="none" w:sz="0" w:space="0" w:color="auto"/>
          </w:divBdr>
          <w:divsChild>
            <w:div w:id="1079985238">
              <w:marLeft w:val="0"/>
              <w:marRight w:val="0"/>
              <w:marTop w:val="0"/>
              <w:marBottom w:val="0"/>
              <w:divBdr>
                <w:top w:val="none" w:sz="0" w:space="0" w:color="auto"/>
                <w:left w:val="none" w:sz="0" w:space="0" w:color="auto"/>
                <w:bottom w:val="none" w:sz="0" w:space="0" w:color="auto"/>
                <w:right w:val="none" w:sz="0" w:space="0" w:color="auto"/>
              </w:divBdr>
            </w:div>
            <w:div w:id="771317585">
              <w:marLeft w:val="0"/>
              <w:marRight w:val="0"/>
              <w:marTop w:val="0"/>
              <w:marBottom w:val="0"/>
              <w:divBdr>
                <w:top w:val="none" w:sz="0" w:space="0" w:color="auto"/>
                <w:left w:val="none" w:sz="0" w:space="0" w:color="auto"/>
                <w:bottom w:val="none" w:sz="0" w:space="0" w:color="auto"/>
                <w:right w:val="none" w:sz="0" w:space="0" w:color="auto"/>
              </w:divBdr>
            </w:div>
            <w:div w:id="1248148177">
              <w:marLeft w:val="0"/>
              <w:marRight w:val="0"/>
              <w:marTop w:val="0"/>
              <w:marBottom w:val="0"/>
              <w:divBdr>
                <w:top w:val="none" w:sz="0" w:space="0" w:color="auto"/>
                <w:left w:val="none" w:sz="0" w:space="0" w:color="auto"/>
                <w:bottom w:val="none" w:sz="0" w:space="0" w:color="auto"/>
                <w:right w:val="none" w:sz="0" w:space="0" w:color="auto"/>
              </w:divBdr>
            </w:div>
            <w:div w:id="1855145863">
              <w:marLeft w:val="0"/>
              <w:marRight w:val="0"/>
              <w:marTop w:val="0"/>
              <w:marBottom w:val="0"/>
              <w:divBdr>
                <w:top w:val="none" w:sz="0" w:space="0" w:color="auto"/>
                <w:left w:val="none" w:sz="0" w:space="0" w:color="auto"/>
                <w:bottom w:val="none" w:sz="0" w:space="0" w:color="auto"/>
                <w:right w:val="none" w:sz="0" w:space="0" w:color="auto"/>
              </w:divBdr>
            </w:div>
            <w:div w:id="763915228">
              <w:marLeft w:val="0"/>
              <w:marRight w:val="0"/>
              <w:marTop w:val="0"/>
              <w:marBottom w:val="0"/>
              <w:divBdr>
                <w:top w:val="none" w:sz="0" w:space="0" w:color="auto"/>
                <w:left w:val="none" w:sz="0" w:space="0" w:color="auto"/>
                <w:bottom w:val="none" w:sz="0" w:space="0" w:color="auto"/>
                <w:right w:val="none" w:sz="0" w:space="0" w:color="auto"/>
              </w:divBdr>
            </w:div>
            <w:div w:id="1935167264">
              <w:marLeft w:val="0"/>
              <w:marRight w:val="0"/>
              <w:marTop w:val="0"/>
              <w:marBottom w:val="0"/>
              <w:divBdr>
                <w:top w:val="none" w:sz="0" w:space="0" w:color="auto"/>
                <w:left w:val="none" w:sz="0" w:space="0" w:color="auto"/>
                <w:bottom w:val="none" w:sz="0" w:space="0" w:color="auto"/>
                <w:right w:val="none" w:sz="0" w:space="0" w:color="auto"/>
              </w:divBdr>
            </w:div>
            <w:div w:id="295376085">
              <w:marLeft w:val="0"/>
              <w:marRight w:val="0"/>
              <w:marTop w:val="0"/>
              <w:marBottom w:val="0"/>
              <w:divBdr>
                <w:top w:val="none" w:sz="0" w:space="0" w:color="auto"/>
                <w:left w:val="none" w:sz="0" w:space="0" w:color="auto"/>
                <w:bottom w:val="none" w:sz="0" w:space="0" w:color="auto"/>
                <w:right w:val="none" w:sz="0" w:space="0" w:color="auto"/>
              </w:divBdr>
            </w:div>
            <w:div w:id="887106628">
              <w:marLeft w:val="0"/>
              <w:marRight w:val="0"/>
              <w:marTop w:val="0"/>
              <w:marBottom w:val="0"/>
              <w:divBdr>
                <w:top w:val="none" w:sz="0" w:space="0" w:color="auto"/>
                <w:left w:val="none" w:sz="0" w:space="0" w:color="auto"/>
                <w:bottom w:val="none" w:sz="0" w:space="0" w:color="auto"/>
                <w:right w:val="none" w:sz="0" w:space="0" w:color="auto"/>
              </w:divBdr>
            </w:div>
            <w:div w:id="1141071471">
              <w:marLeft w:val="0"/>
              <w:marRight w:val="0"/>
              <w:marTop w:val="0"/>
              <w:marBottom w:val="0"/>
              <w:divBdr>
                <w:top w:val="none" w:sz="0" w:space="0" w:color="auto"/>
                <w:left w:val="none" w:sz="0" w:space="0" w:color="auto"/>
                <w:bottom w:val="none" w:sz="0" w:space="0" w:color="auto"/>
                <w:right w:val="none" w:sz="0" w:space="0" w:color="auto"/>
              </w:divBdr>
            </w:div>
            <w:div w:id="1727333431">
              <w:marLeft w:val="0"/>
              <w:marRight w:val="0"/>
              <w:marTop w:val="0"/>
              <w:marBottom w:val="0"/>
              <w:divBdr>
                <w:top w:val="none" w:sz="0" w:space="0" w:color="auto"/>
                <w:left w:val="none" w:sz="0" w:space="0" w:color="auto"/>
                <w:bottom w:val="none" w:sz="0" w:space="0" w:color="auto"/>
                <w:right w:val="none" w:sz="0" w:space="0" w:color="auto"/>
              </w:divBdr>
            </w:div>
            <w:div w:id="808595313">
              <w:marLeft w:val="0"/>
              <w:marRight w:val="0"/>
              <w:marTop w:val="0"/>
              <w:marBottom w:val="0"/>
              <w:divBdr>
                <w:top w:val="none" w:sz="0" w:space="0" w:color="auto"/>
                <w:left w:val="none" w:sz="0" w:space="0" w:color="auto"/>
                <w:bottom w:val="none" w:sz="0" w:space="0" w:color="auto"/>
                <w:right w:val="none" w:sz="0" w:space="0" w:color="auto"/>
              </w:divBdr>
            </w:div>
            <w:div w:id="449933869">
              <w:marLeft w:val="0"/>
              <w:marRight w:val="0"/>
              <w:marTop w:val="0"/>
              <w:marBottom w:val="0"/>
              <w:divBdr>
                <w:top w:val="none" w:sz="0" w:space="0" w:color="auto"/>
                <w:left w:val="none" w:sz="0" w:space="0" w:color="auto"/>
                <w:bottom w:val="none" w:sz="0" w:space="0" w:color="auto"/>
                <w:right w:val="none" w:sz="0" w:space="0" w:color="auto"/>
              </w:divBdr>
            </w:div>
            <w:div w:id="1102644791">
              <w:marLeft w:val="0"/>
              <w:marRight w:val="0"/>
              <w:marTop w:val="0"/>
              <w:marBottom w:val="0"/>
              <w:divBdr>
                <w:top w:val="none" w:sz="0" w:space="0" w:color="auto"/>
                <w:left w:val="none" w:sz="0" w:space="0" w:color="auto"/>
                <w:bottom w:val="none" w:sz="0" w:space="0" w:color="auto"/>
                <w:right w:val="none" w:sz="0" w:space="0" w:color="auto"/>
              </w:divBdr>
            </w:div>
            <w:div w:id="1861432359">
              <w:marLeft w:val="0"/>
              <w:marRight w:val="0"/>
              <w:marTop w:val="0"/>
              <w:marBottom w:val="0"/>
              <w:divBdr>
                <w:top w:val="none" w:sz="0" w:space="0" w:color="auto"/>
                <w:left w:val="none" w:sz="0" w:space="0" w:color="auto"/>
                <w:bottom w:val="none" w:sz="0" w:space="0" w:color="auto"/>
                <w:right w:val="none" w:sz="0" w:space="0" w:color="auto"/>
              </w:divBdr>
            </w:div>
            <w:div w:id="1587038856">
              <w:marLeft w:val="0"/>
              <w:marRight w:val="0"/>
              <w:marTop w:val="0"/>
              <w:marBottom w:val="0"/>
              <w:divBdr>
                <w:top w:val="none" w:sz="0" w:space="0" w:color="auto"/>
                <w:left w:val="none" w:sz="0" w:space="0" w:color="auto"/>
                <w:bottom w:val="none" w:sz="0" w:space="0" w:color="auto"/>
                <w:right w:val="none" w:sz="0" w:space="0" w:color="auto"/>
              </w:divBdr>
            </w:div>
            <w:div w:id="1554153033">
              <w:marLeft w:val="0"/>
              <w:marRight w:val="0"/>
              <w:marTop w:val="0"/>
              <w:marBottom w:val="0"/>
              <w:divBdr>
                <w:top w:val="none" w:sz="0" w:space="0" w:color="auto"/>
                <w:left w:val="none" w:sz="0" w:space="0" w:color="auto"/>
                <w:bottom w:val="none" w:sz="0" w:space="0" w:color="auto"/>
                <w:right w:val="none" w:sz="0" w:space="0" w:color="auto"/>
              </w:divBdr>
            </w:div>
            <w:div w:id="1513839350">
              <w:marLeft w:val="0"/>
              <w:marRight w:val="0"/>
              <w:marTop w:val="0"/>
              <w:marBottom w:val="0"/>
              <w:divBdr>
                <w:top w:val="none" w:sz="0" w:space="0" w:color="auto"/>
                <w:left w:val="none" w:sz="0" w:space="0" w:color="auto"/>
                <w:bottom w:val="none" w:sz="0" w:space="0" w:color="auto"/>
                <w:right w:val="none" w:sz="0" w:space="0" w:color="auto"/>
              </w:divBdr>
            </w:div>
            <w:div w:id="795679961">
              <w:marLeft w:val="0"/>
              <w:marRight w:val="0"/>
              <w:marTop w:val="0"/>
              <w:marBottom w:val="0"/>
              <w:divBdr>
                <w:top w:val="none" w:sz="0" w:space="0" w:color="auto"/>
                <w:left w:val="none" w:sz="0" w:space="0" w:color="auto"/>
                <w:bottom w:val="none" w:sz="0" w:space="0" w:color="auto"/>
                <w:right w:val="none" w:sz="0" w:space="0" w:color="auto"/>
              </w:divBdr>
            </w:div>
            <w:div w:id="872887168">
              <w:marLeft w:val="0"/>
              <w:marRight w:val="0"/>
              <w:marTop w:val="0"/>
              <w:marBottom w:val="0"/>
              <w:divBdr>
                <w:top w:val="none" w:sz="0" w:space="0" w:color="auto"/>
                <w:left w:val="none" w:sz="0" w:space="0" w:color="auto"/>
                <w:bottom w:val="none" w:sz="0" w:space="0" w:color="auto"/>
                <w:right w:val="none" w:sz="0" w:space="0" w:color="auto"/>
              </w:divBdr>
            </w:div>
            <w:div w:id="1252196786">
              <w:marLeft w:val="0"/>
              <w:marRight w:val="0"/>
              <w:marTop w:val="0"/>
              <w:marBottom w:val="0"/>
              <w:divBdr>
                <w:top w:val="none" w:sz="0" w:space="0" w:color="auto"/>
                <w:left w:val="none" w:sz="0" w:space="0" w:color="auto"/>
                <w:bottom w:val="none" w:sz="0" w:space="0" w:color="auto"/>
                <w:right w:val="none" w:sz="0" w:space="0" w:color="auto"/>
              </w:divBdr>
            </w:div>
            <w:div w:id="513420468">
              <w:marLeft w:val="0"/>
              <w:marRight w:val="0"/>
              <w:marTop w:val="0"/>
              <w:marBottom w:val="0"/>
              <w:divBdr>
                <w:top w:val="none" w:sz="0" w:space="0" w:color="auto"/>
                <w:left w:val="none" w:sz="0" w:space="0" w:color="auto"/>
                <w:bottom w:val="none" w:sz="0" w:space="0" w:color="auto"/>
                <w:right w:val="none" w:sz="0" w:space="0" w:color="auto"/>
              </w:divBdr>
            </w:div>
            <w:div w:id="20978586">
              <w:marLeft w:val="0"/>
              <w:marRight w:val="0"/>
              <w:marTop w:val="0"/>
              <w:marBottom w:val="0"/>
              <w:divBdr>
                <w:top w:val="none" w:sz="0" w:space="0" w:color="auto"/>
                <w:left w:val="none" w:sz="0" w:space="0" w:color="auto"/>
                <w:bottom w:val="none" w:sz="0" w:space="0" w:color="auto"/>
                <w:right w:val="none" w:sz="0" w:space="0" w:color="auto"/>
              </w:divBdr>
            </w:div>
            <w:div w:id="19240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09896">
      <w:bodyDiv w:val="1"/>
      <w:marLeft w:val="0"/>
      <w:marRight w:val="0"/>
      <w:marTop w:val="0"/>
      <w:marBottom w:val="0"/>
      <w:divBdr>
        <w:top w:val="none" w:sz="0" w:space="0" w:color="auto"/>
        <w:left w:val="none" w:sz="0" w:space="0" w:color="auto"/>
        <w:bottom w:val="none" w:sz="0" w:space="0" w:color="auto"/>
        <w:right w:val="none" w:sz="0" w:space="0" w:color="auto"/>
      </w:divBdr>
      <w:divsChild>
        <w:div w:id="298538289">
          <w:marLeft w:val="0"/>
          <w:marRight w:val="0"/>
          <w:marTop w:val="0"/>
          <w:marBottom w:val="0"/>
          <w:divBdr>
            <w:top w:val="none" w:sz="0" w:space="0" w:color="auto"/>
            <w:left w:val="none" w:sz="0" w:space="0" w:color="auto"/>
            <w:bottom w:val="none" w:sz="0" w:space="0" w:color="auto"/>
            <w:right w:val="none" w:sz="0" w:space="0" w:color="auto"/>
          </w:divBdr>
          <w:divsChild>
            <w:div w:id="120109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34537">
      <w:bodyDiv w:val="1"/>
      <w:marLeft w:val="0"/>
      <w:marRight w:val="0"/>
      <w:marTop w:val="0"/>
      <w:marBottom w:val="0"/>
      <w:divBdr>
        <w:top w:val="none" w:sz="0" w:space="0" w:color="auto"/>
        <w:left w:val="none" w:sz="0" w:space="0" w:color="auto"/>
        <w:bottom w:val="none" w:sz="0" w:space="0" w:color="auto"/>
        <w:right w:val="none" w:sz="0" w:space="0" w:color="auto"/>
      </w:divBdr>
    </w:div>
    <w:div w:id="1302494010">
      <w:bodyDiv w:val="1"/>
      <w:marLeft w:val="0"/>
      <w:marRight w:val="0"/>
      <w:marTop w:val="0"/>
      <w:marBottom w:val="0"/>
      <w:divBdr>
        <w:top w:val="none" w:sz="0" w:space="0" w:color="auto"/>
        <w:left w:val="none" w:sz="0" w:space="0" w:color="auto"/>
        <w:bottom w:val="none" w:sz="0" w:space="0" w:color="auto"/>
        <w:right w:val="none" w:sz="0" w:space="0" w:color="auto"/>
      </w:divBdr>
    </w:div>
    <w:div w:id="1302691167">
      <w:bodyDiv w:val="1"/>
      <w:marLeft w:val="0"/>
      <w:marRight w:val="0"/>
      <w:marTop w:val="0"/>
      <w:marBottom w:val="0"/>
      <w:divBdr>
        <w:top w:val="none" w:sz="0" w:space="0" w:color="auto"/>
        <w:left w:val="none" w:sz="0" w:space="0" w:color="auto"/>
        <w:bottom w:val="none" w:sz="0" w:space="0" w:color="auto"/>
        <w:right w:val="none" w:sz="0" w:space="0" w:color="auto"/>
      </w:divBdr>
    </w:div>
    <w:div w:id="1302729670">
      <w:bodyDiv w:val="1"/>
      <w:marLeft w:val="0"/>
      <w:marRight w:val="0"/>
      <w:marTop w:val="0"/>
      <w:marBottom w:val="0"/>
      <w:divBdr>
        <w:top w:val="none" w:sz="0" w:space="0" w:color="auto"/>
        <w:left w:val="none" w:sz="0" w:space="0" w:color="auto"/>
        <w:bottom w:val="none" w:sz="0" w:space="0" w:color="auto"/>
        <w:right w:val="none" w:sz="0" w:space="0" w:color="auto"/>
      </w:divBdr>
    </w:div>
    <w:div w:id="1332097003">
      <w:bodyDiv w:val="1"/>
      <w:marLeft w:val="0"/>
      <w:marRight w:val="0"/>
      <w:marTop w:val="0"/>
      <w:marBottom w:val="0"/>
      <w:divBdr>
        <w:top w:val="none" w:sz="0" w:space="0" w:color="auto"/>
        <w:left w:val="none" w:sz="0" w:space="0" w:color="auto"/>
        <w:bottom w:val="none" w:sz="0" w:space="0" w:color="auto"/>
        <w:right w:val="none" w:sz="0" w:space="0" w:color="auto"/>
      </w:divBdr>
    </w:div>
    <w:div w:id="1337340969">
      <w:bodyDiv w:val="1"/>
      <w:marLeft w:val="0"/>
      <w:marRight w:val="0"/>
      <w:marTop w:val="0"/>
      <w:marBottom w:val="0"/>
      <w:divBdr>
        <w:top w:val="none" w:sz="0" w:space="0" w:color="auto"/>
        <w:left w:val="none" w:sz="0" w:space="0" w:color="auto"/>
        <w:bottom w:val="none" w:sz="0" w:space="0" w:color="auto"/>
        <w:right w:val="none" w:sz="0" w:space="0" w:color="auto"/>
      </w:divBdr>
    </w:div>
    <w:div w:id="1343508351">
      <w:bodyDiv w:val="1"/>
      <w:marLeft w:val="0"/>
      <w:marRight w:val="0"/>
      <w:marTop w:val="0"/>
      <w:marBottom w:val="0"/>
      <w:divBdr>
        <w:top w:val="none" w:sz="0" w:space="0" w:color="auto"/>
        <w:left w:val="none" w:sz="0" w:space="0" w:color="auto"/>
        <w:bottom w:val="none" w:sz="0" w:space="0" w:color="auto"/>
        <w:right w:val="none" w:sz="0" w:space="0" w:color="auto"/>
      </w:divBdr>
    </w:div>
    <w:div w:id="1358967642">
      <w:bodyDiv w:val="1"/>
      <w:marLeft w:val="0"/>
      <w:marRight w:val="0"/>
      <w:marTop w:val="0"/>
      <w:marBottom w:val="0"/>
      <w:divBdr>
        <w:top w:val="none" w:sz="0" w:space="0" w:color="auto"/>
        <w:left w:val="none" w:sz="0" w:space="0" w:color="auto"/>
        <w:bottom w:val="none" w:sz="0" w:space="0" w:color="auto"/>
        <w:right w:val="none" w:sz="0" w:space="0" w:color="auto"/>
      </w:divBdr>
    </w:div>
    <w:div w:id="1365251492">
      <w:bodyDiv w:val="1"/>
      <w:marLeft w:val="0"/>
      <w:marRight w:val="0"/>
      <w:marTop w:val="0"/>
      <w:marBottom w:val="0"/>
      <w:divBdr>
        <w:top w:val="none" w:sz="0" w:space="0" w:color="auto"/>
        <w:left w:val="none" w:sz="0" w:space="0" w:color="auto"/>
        <w:bottom w:val="none" w:sz="0" w:space="0" w:color="auto"/>
        <w:right w:val="none" w:sz="0" w:space="0" w:color="auto"/>
      </w:divBdr>
    </w:div>
    <w:div w:id="1393578156">
      <w:bodyDiv w:val="1"/>
      <w:marLeft w:val="0"/>
      <w:marRight w:val="0"/>
      <w:marTop w:val="0"/>
      <w:marBottom w:val="0"/>
      <w:divBdr>
        <w:top w:val="none" w:sz="0" w:space="0" w:color="auto"/>
        <w:left w:val="none" w:sz="0" w:space="0" w:color="auto"/>
        <w:bottom w:val="none" w:sz="0" w:space="0" w:color="auto"/>
        <w:right w:val="none" w:sz="0" w:space="0" w:color="auto"/>
      </w:divBdr>
    </w:div>
    <w:div w:id="1431856087">
      <w:bodyDiv w:val="1"/>
      <w:marLeft w:val="0"/>
      <w:marRight w:val="0"/>
      <w:marTop w:val="0"/>
      <w:marBottom w:val="0"/>
      <w:divBdr>
        <w:top w:val="none" w:sz="0" w:space="0" w:color="auto"/>
        <w:left w:val="none" w:sz="0" w:space="0" w:color="auto"/>
        <w:bottom w:val="none" w:sz="0" w:space="0" w:color="auto"/>
        <w:right w:val="none" w:sz="0" w:space="0" w:color="auto"/>
      </w:divBdr>
    </w:div>
    <w:div w:id="1433428880">
      <w:bodyDiv w:val="1"/>
      <w:marLeft w:val="0"/>
      <w:marRight w:val="0"/>
      <w:marTop w:val="0"/>
      <w:marBottom w:val="0"/>
      <w:divBdr>
        <w:top w:val="none" w:sz="0" w:space="0" w:color="auto"/>
        <w:left w:val="none" w:sz="0" w:space="0" w:color="auto"/>
        <w:bottom w:val="none" w:sz="0" w:space="0" w:color="auto"/>
        <w:right w:val="none" w:sz="0" w:space="0" w:color="auto"/>
      </w:divBdr>
    </w:div>
    <w:div w:id="1448890937">
      <w:bodyDiv w:val="1"/>
      <w:marLeft w:val="0"/>
      <w:marRight w:val="0"/>
      <w:marTop w:val="0"/>
      <w:marBottom w:val="0"/>
      <w:divBdr>
        <w:top w:val="none" w:sz="0" w:space="0" w:color="auto"/>
        <w:left w:val="none" w:sz="0" w:space="0" w:color="auto"/>
        <w:bottom w:val="none" w:sz="0" w:space="0" w:color="auto"/>
        <w:right w:val="none" w:sz="0" w:space="0" w:color="auto"/>
      </w:divBdr>
    </w:div>
    <w:div w:id="1457721550">
      <w:bodyDiv w:val="1"/>
      <w:marLeft w:val="0"/>
      <w:marRight w:val="0"/>
      <w:marTop w:val="0"/>
      <w:marBottom w:val="0"/>
      <w:divBdr>
        <w:top w:val="none" w:sz="0" w:space="0" w:color="auto"/>
        <w:left w:val="none" w:sz="0" w:space="0" w:color="auto"/>
        <w:bottom w:val="none" w:sz="0" w:space="0" w:color="auto"/>
        <w:right w:val="none" w:sz="0" w:space="0" w:color="auto"/>
      </w:divBdr>
    </w:div>
    <w:div w:id="1458837164">
      <w:bodyDiv w:val="1"/>
      <w:marLeft w:val="0"/>
      <w:marRight w:val="0"/>
      <w:marTop w:val="0"/>
      <w:marBottom w:val="0"/>
      <w:divBdr>
        <w:top w:val="none" w:sz="0" w:space="0" w:color="auto"/>
        <w:left w:val="none" w:sz="0" w:space="0" w:color="auto"/>
        <w:bottom w:val="none" w:sz="0" w:space="0" w:color="auto"/>
        <w:right w:val="none" w:sz="0" w:space="0" w:color="auto"/>
      </w:divBdr>
    </w:div>
    <w:div w:id="1462260157">
      <w:bodyDiv w:val="1"/>
      <w:marLeft w:val="0"/>
      <w:marRight w:val="0"/>
      <w:marTop w:val="0"/>
      <w:marBottom w:val="0"/>
      <w:divBdr>
        <w:top w:val="none" w:sz="0" w:space="0" w:color="auto"/>
        <w:left w:val="none" w:sz="0" w:space="0" w:color="auto"/>
        <w:bottom w:val="none" w:sz="0" w:space="0" w:color="auto"/>
        <w:right w:val="none" w:sz="0" w:space="0" w:color="auto"/>
      </w:divBdr>
    </w:div>
    <w:div w:id="1475487336">
      <w:bodyDiv w:val="1"/>
      <w:marLeft w:val="0"/>
      <w:marRight w:val="0"/>
      <w:marTop w:val="0"/>
      <w:marBottom w:val="0"/>
      <w:divBdr>
        <w:top w:val="none" w:sz="0" w:space="0" w:color="auto"/>
        <w:left w:val="none" w:sz="0" w:space="0" w:color="auto"/>
        <w:bottom w:val="none" w:sz="0" w:space="0" w:color="auto"/>
        <w:right w:val="none" w:sz="0" w:space="0" w:color="auto"/>
      </w:divBdr>
    </w:div>
    <w:div w:id="1491600062">
      <w:bodyDiv w:val="1"/>
      <w:marLeft w:val="0"/>
      <w:marRight w:val="0"/>
      <w:marTop w:val="0"/>
      <w:marBottom w:val="0"/>
      <w:divBdr>
        <w:top w:val="none" w:sz="0" w:space="0" w:color="auto"/>
        <w:left w:val="none" w:sz="0" w:space="0" w:color="auto"/>
        <w:bottom w:val="none" w:sz="0" w:space="0" w:color="auto"/>
        <w:right w:val="none" w:sz="0" w:space="0" w:color="auto"/>
      </w:divBdr>
    </w:div>
    <w:div w:id="1492914518">
      <w:bodyDiv w:val="1"/>
      <w:marLeft w:val="0"/>
      <w:marRight w:val="0"/>
      <w:marTop w:val="0"/>
      <w:marBottom w:val="0"/>
      <w:divBdr>
        <w:top w:val="none" w:sz="0" w:space="0" w:color="auto"/>
        <w:left w:val="none" w:sz="0" w:space="0" w:color="auto"/>
        <w:bottom w:val="none" w:sz="0" w:space="0" w:color="auto"/>
        <w:right w:val="none" w:sz="0" w:space="0" w:color="auto"/>
      </w:divBdr>
    </w:div>
    <w:div w:id="1501582701">
      <w:bodyDiv w:val="1"/>
      <w:marLeft w:val="0"/>
      <w:marRight w:val="0"/>
      <w:marTop w:val="0"/>
      <w:marBottom w:val="0"/>
      <w:divBdr>
        <w:top w:val="none" w:sz="0" w:space="0" w:color="auto"/>
        <w:left w:val="none" w:sz="0" w:space="0" w:color="auto"/>
        <w:bottom w:val="none" w:sz="0" w:space="0" w:color="auto"/>
        <w:right w:val="none" w:sz="0" w:space="0" w:color="auto"/>
      </w:divBdr>
    </w:div>
    <w:div w:id="1526211515">
      <w:bodyDiv w:val="1"/>
      <w:marLeft w:val="0"/>
      <w:marRight w:val="0"/>
      <w:marTop w:val="0"/>
      <w:marBottom w:val="0"/>
      <w:divBdr>
        <w:top w:val="none" w:sz="0" w:space="0" w:color="auto"/>
        <w:left w:val="none" w:sz="0" w:space="0" w:color="auto"/>
        <w:bottom w:val="none" w:sz="0" w:space="0" w:color="auto"/>
        <w:right w:val="none" w:sz="0" w:space="0" w:color="auto"/>
      </w:divBdr>
      <w:divsChild>
        <w:div w:id="1817603018">
          <w:marLeft w:val="0"/>
          <w:marRight w:val="0"/>
          <w:marTop w:val="0"/>
          <w:marBottom w:val="0"/>
          <w:divBdr>
            <w:top w:val="none" w:sz="0" w:space="0" w:color="auto"/>
            <w:left w:val="none" w:sz="0" w:space="0" w:color="auto"/>
            <w:bottom w:val="none" w:sz="0" w:space="0" w:color="auto"/>
            <w:right w:val="none" w:sz="0" w:space="0" w:color="auto"/>
          </w:divBdr>
          <w:divsChild>
            <w:div w:id="341008599">
              <w:marLeft w:val="0"/>
              <w:marRight w:val="0"/>
              <w:marTop w:val="0"/>
              <w:marBottom w:val="0"/>
              <w:divBdr>
                <w:top w:val="none" w:sz="0" w:space="0" w:color="auto"/>
                <w:left w:val="none" w:sz="0" w:space="0" w:color="auto"/>
                <w:bottom w:val="none" w:sz="0" w:space="0" w:color="auto"/>
                <w:right w:val="none" w:sz="0" w:space="0" w:color="auto"/>
              </w:divBdr>
            </w:div>
            <w:div w:id="781220722">
              <w:marLeft w:val="0"/>
              <w:marRight w:val="0"/>
              <w:marTop w:val="0"/>
              <w:marBottom w:val="0"/>
              <w:divBdr>
                <w:top w:val="none" w:sz="0" w:space="0" w:color="auto"/>
                <w:left w:val="none" w:sz="0" w:space="0" w:color="auto"/>
                <w:bottom w:val="none" w:sz="0" w:space="0" w:color="auto"/>
                <w:right w:val="none" w:sz="0" w:space="0" w:color="auto"/>
              </w:divBdr>
            </w:div>
            <w:div w:id="1691569850">
              <w:marLeft w:val="0"/>
              <w:marRight w:val="0"/>
              <w:marTop w:val="0"/>
              <w:marBottom w:val="0"/>
              <w:divBdr>
                <w:top w:val="none" w:sz="0" w:space="0" w:color="auto"/>
                <w:left w:val="none" w:sz="0" w:space="0" w:color="auto"/>
                <w:bottom w:val="none" w:sz="0" w:space="0" w:color="auto"/>
                <w:right w:val="none" w:sz="0" w:space="0" w:color="auto"/>
              </w:divBdr>
            </w:div>
            <w:div w:id="1431125749">
              <w:marLeft w:val="0"/>
              <w:marRight w:val="0"/>
              <w:marTop w:val="0"/>
              <w:marBottom w:val="0"/>
              <w:divBdr>
                <w:top w:val="none" w:sz="0" w:space="0" w:color="auto"/>
                <w:left w:val="none" w:sz="0" w:space="0" w:color="auto"/>
                <w:bottom w:val="none" w:sz="0" w:space="0" w:color="auto"/>
                <w:right w:val="none" w:sz="0" w:space="0" w:color="auto"/>
              </w:divBdr>
            </w:div>
            <w:div w:id="1434784865">
              <w:marLeft w:val="0"/>
              <w:marRight w:val="0"/>
              <w:marTop w:val="0"/>
              <w:marBottom w:val="0"/>
              <w:divBdr>
                <w:top w:val="none" w:sz="0" w:space="0" w:color="auto"/>
                <w:left w:val="none" w:sz="0" w:space="0" w:color="auto"/>
                <w:bottom w:val="none" w:sz="0" w:space="0" w:color="auto"/>
                <w:right w:val="none" w:sz="0" w:space="0" w:color="auto"/>
              </w:divBdr>
            </w:div>
            <w:div w:id="1279026825">
              <w:marLeft w:val="0"/>
              <w:marRight w:val="0"/>
              <w:marTop w:val="0"/>
              <w:marBottom w:val="0"/>
              <w:divBdr>
                <w:top w:val="none" w:sz="0" w:space="0" w:color="auto"/>
                <w:left w:val="none" w:sz="0" w:space="0" w:color="auto"/>
                <w:bottom w:val="none" w:sz="0" w:space="0" w:color="auto"/>
                <w:right w:val="none" w:sz="0" w:space="0" w:color="auto"/>
              </w:divBdr>
            </w:div>
            <w:div w:id="1205602994">
              <w:marLeft w:val="0"/>
              <w:marRight w:val="0"/>
              <w:marTop w:val="0"/>
              <w:marBottom w:val="0"/>
              <w:divBdr>
                <w:top w:val="none" w:sz="0" w:space="0" w:color="auto"/>
                <w:left w:val="none" w:sz="0" w:space="0" w:color="auto"/>
                <w:bottom w:val="none" w:sz="0" w:space="0" w:color="auto"/>
                <w:right w:val="none" w:sz="0" w:space="0" w:color="auto"/>
              </w:divBdr>
            </w:div>
            <w:div w:id="1487435797">
              <w:marLeft w:val="0"/>
              <w:marRight w:val="0"/>
              <w:marTop w:val="0"/>
              <w:marBottom w:val="0"/>
              <w:divBdr>
                <w:top w:val="none" w:sz="0" w:space="0" w:color="auto"/>
                <w:left w:val="none" w:sz="0" w:space="0" w:color="auto"/>
                <w:bottom w:val="none" w:sz="0" w:space="0" w:color="auto"/>
                <w:right w:val="none" w:sz="0" w:space="0" w:color="auto"/>
              </w:divBdr>
            </w:div>
            <w:div w:id="1577785113">
              <w:marLeft w:val="0"/>
              <w:marRight w:val="0"/>
              <w:marTop w:val="0"/>
              <w:marBottom w:val="0"/>
              <w:divBdr>
                <w:top w:val="none" w:sz="0" w:space="0" w:color="auto"/>
                <w:left w:val="none" w:sz="0" w:space="0" w:color="auto"/>
                <w:bottom w:val="none" w:sz="0" w:space="0" w:color="auto"/>
                <w:right w:val="none" w:sz="0" w:space="0" w:color="auto"/>
              </w:divBdr>
            </w:div>
            <w:div w:id="913584546">
              <w:marLeft w:val="0"/>
              <w:marRight w:val="0"/>
              <w:marTop w:val="0"/>
              <w:marBottom w:val="0"/>
              <w:divBdr>
                <w:top w:val="none" w:sz="0" w:space="0" w:color="auto"/>
                <w:left w:val="none" w:sz="0" w:space="0" w:color="auto"/>
                <w:bottom w:val="none" w:sz="0" w:space="0" w:color="auto"/>
                <w:right w:val="none" w:sz="0" w:space="0" w:color="auto"/>
              </w:divBdr>
            </w:div>
            <w:div w:id="1006791330">
              <w:marLeft w:val="0"/>
              <w:marRight w:val="0"/>
              <w:marTop w:val="0"/>
              <w:marBottom w:val="0"/>
              <w:divBdr>
                <w:top w:val="none" w:sz="0" w:space="0" w:color="auto"/>
                <w:left w:val="none" w:sz="0" w:space="0" w:color="auto"/>
                <w:bottom w:val="none" w:sz="0" w:space="0" w:color="auto"/>
                <w:right w:val="none" w:sz="0" w:space="0" w:color="auto"/>
              </w:divBdr>
            </w:div>
            <w:div w:id="1872717213">
              <w:marLeft w:val="0"/>
              <w:marRight w:val="0"/>
              <w:marTop w:val="0"/>
              <w:marBottom w:val="0"/>
              <w:divBdr>
                <w:top w:val="none" w:sz="0" w:space="0" w:color="auto"/>
                <w:left w:val="none" w:sz="0" w:space="0" w:color="auto"/>
                <w:bottom w:val="none" w:sz="0" w:space="0" w:color="auto"/>
                <w:right w:val="none" w:sz="0" w:space="0" w:color="auto"/>
              </w:divBdr>
            </w:div>
            <w:div w:id="1806508239">
              <w:marLeft w:val="0"/>
              <w:marRight w:val="0"/>
              <w:marTop w:val="0"/>
              <w:marBottom w:val="0"/>
              <w:divBdr>
                <w:top w:val="none" w:sz="0" w:space="0" w:color="auto"/>
                <w:left w:val="none" w:sz="0" w:space="0" w:color="auto"/>
                <w:bottom w:val="none" w:sz="0" w:space="0" w:color="auto"/>
                <w:right w:val="none" w:sz="0" w:space="0" w:color="auto"/>
              </w:divBdr>
            </w:div>
            <w:div w:id="1153108712">
              <w:marLeft w:val="0"/>
              <w:marRight w:val="0"/>
              <w:marTop w:val="0"/>
              <w:marBottom w:val="0"/>
              <w:divBdr>
                <w:top w:val="none" w:sz="0" w:space="0" w:color="auto"/>
                <w:left w:val="none" w:sz="0" w:space="0" w:color="auto"/>
                <w:bottom w:val="none" w:sz="0" w:space="0" w:color="auto"/>
                <w:right w:val="none" w:sz="0" w:space="0" w:color="auto"/>
              </w:divBdr>
            </w:div>
            <w:div w:id="1828862671">
              <w:marLeft w:val="0"/>
              <w:marRight w:val="0"/>
              <w:marTop w:val="0"/>
              <w:marBottom w:val="0"/>
              <w:divBdr>
                <w:top w:val="none" w:sz="0" w:space="0" w:color="auto"/>
                <w:left w:val="none" w:sz="0" w:space="0" w:color="auto"/>
                <w:bottom w:val="none" w:sz="0" w:space="0" w:color="auto"/>
                <w:right w:val="none" w:sz="0" w:space="0" w:color="auto"/>
              </w:divBdr>
            </w:div>
            <w:div w:id="910971674">
              <w:marLeft w:val="0"/>
              <w:marRight w:val="0"/>
              <w:marTop w:val="0"/>
              <w:marBottom w:val="0"/>
              <w:divBdr>
                <w:top w:val="none" w:sz="0" w:space="0" w:color="auto"/>
                <w:left w:val="none" w:sz="0" w:space="0" w:color="auto"/>
                <w:bottom w:val="none" w:sz="0" w:space="0" w:color="auto"/>
                <w:right w:val="none" w:sz="0" w:space="0" w:color="auto"/>
              </w:divBdr>
            </w:div>
            <w:div w:id="1005204208">
              <w:marLeft w:val="0"/>
              <w:marRight w:val="0"/>
              <w:marTop w:val="0"/>
              <w:marBottom w:val="0"/>
              <w:divBdr>
                <w:top w:val="none" w:sz="0" w:space="0" w:color="auto"/>
                <w:left w:val="none" w:sz="0" w:space="0" w:color="auto"/>
                <w:bottom w:val="none" w:sz="0" w:space="0" w:color="auto"/>
                <w:right w:val="none" w:sz="0" w:space="0" w:color="auto"/>
              </w:divBdr>
            </w:div>
            <w:div w:id="1017662482">
              <w:marLeft w:val="0"/>
              <w:marRight w:val="0"/>
              <w:marTop w:val="0"/>
              <w:marBottom w:val="0"/>
              <w:divBdr>
                <w:top w:val="none" w:sz="0" w:space="0" w:color="auto"/>
                <w:left w:val="none" w:sz="0" w:space="0" w:color="auto"/>
                <w:bottom w:val="none" w:sz="0" w:space="0" w:color="auto"/>
                <w:right w:val="none" w:sz="0" w:space="0" w:color="auto"/>
              </w:divBdr>
            </w:div>
            <w:div w:id="2036811232">
              <w:marLeft w:val="0"/>
              <w:marRight w:val="0"/>
              <w:marTop w:val="0"/>
              <w:marBottom w:val="0"/>
              <w:divBdr>
                <w:top w:val="none" w:sz="0" w:space="0" w:color="auto"/>
                <w:left w:val="none" w:sz="0" w:space="0" w:color="auto"/>
                <w:bottom w:val="none" w:sz="0" w:space="0" w:color="auto"/>
                <w:right w:val="none" w:sz="0" w:space="0" w:color="auto"/>
              </w:divBdr>
            </w:div>
            <w:div w:id="1266187426">
              <w:marLeft w:val="0"/>
              <w:marRight w:val="0"/>
              <w:marTop w:val="0"/>
              <w:marBottom w:val="0"/>
              <w:divBdr>
                <w:top w:val="none" w:sz="0" w:space="0" w:color="auto"/>
                <w:left w:val="none" w:sz="0" w:space="0" w:color="auto"/>
                <w:bottom w:val="none" w:sz="0" w:space="0" w:color="auto"/>
                <w:right w:val="none" w:sz="0" w:space="0" w:color="auto"/>
              </w:divBdr>
            </w:div>
            <w:div w:id="2104766020">
              <w:marLeft w:val="0"/>
              <w:marRight w:val="0"/>
              <w:marTop w:val="0"/>
              <w:marBottom w:val="0"/>
              <w:divBdr>
                <w:top w:val="none" w:sz="0" w:space="0" w:color="auto"/>
                <w:left w:val="none" w:sz="0" w:space="0" w:color="auto"/>
                <w:bottom w:val="none" w:sz="0" w:space="0" w:color="auto"/>
                <w:right w:val="none" w:sz="0" w:space="0" w:color="auto"/>
              </w:divBdr>
            </w:div>
            <w:div w:id="1812089398">
              <w:marLeft w:val="0"/>
              <w:marRight w:val="0"/>
              <w:marTop w:val="0"/>
              <w:marBottom w:val="0"/>
              <w:divBdr>
                <w:top w:val="none" w:sz="0" w:space="0" w:color="auto"/>
                <w:left w:val="none" w:sz="0" w:space="0" w:color="auto"/>
                <w:bottom w:val="none" w:sz="0" w:space="0" w:color="auto"/>
                <w:right w:val="none" w:sz="0" w:space="0" w:color="auto"/>
              </w:divBdr>
            </w:div>
            <w:div w:id="185606285">
              <w:marLeft w:val="0"/>
              <w:marRight w:val="0"/>
              <w:marTop w:val="0"/>
              <w:marBottom w:val="0"/>
              <w:divBdr>
                <w:top w:val="none" w:sz="0" w:space="0" w:color="auto"/>
                <w:left w:val="none" w:sz="0" w:space="0" w:color="auto"/>
                <w:bottom w:val="none" w:sz="0" w:space="0" w:color="auto"/>
                <w:right w:val="none" w:sz="0" w:space="0" w:color="auto"/>
              </w:divBdr>
            </w:div>
            <w:div w:id="1139228214">
              <w:marLeft w:val="0"/>
              <w:marRight w:val="0"/>
              <w:marTop w:val="0"/>
              <w:marBottom w:val="0"/>
              <w:divBdr>
                <w:top w:val="none" w:sz="0" w:space="0" w:color="auto"/>
                <w:left w:val="none" w:sz="0" w:space="0" w:color="auto"/>
                <w:bottom w:val="none" w:sz="0" w:space="0" w:color="auto"/>
                <w:right w:val="none" w:sz="0" w:space="0" w:color="auto"/>
              </w:divBdr>
            </w:div>
            <w:div w:id="800850663">
              <w:marLeft w:val="0"/>
              <w:marRight w:val="0"/>
              <w:marTop w:val="0"/>
              <w:marBottom w:val="0"/>
              <w:divBdr>
                <w:top w:val="none" w:sz="0" w:space="0" w:color="auto"/>
                <w:left w:val="none" w:sz="0" w:space="0" w:color="auto"/>
                <w:bottom w:val="none" w:sz="0" w:space="0" w:color="auto"/>
                <w:right w:val="none" w:sz="0" w:space="0" w:color="auto"/>
              </w:divBdr>
            </w:div>
            <w:div w:id="1696881261">
              <w:marLeft w:val="0"/>
              <w:marRight w:val="0"/>
              <w:marTop w:val="0"/>
              <w:marBottom w:val="0"/>
              <w:divBdr>
                <w:top w:val="none" w:sz="0" w:space="0" w:color="auto"/>
                <w:left w:val="none" w:sz="0" w:space="0" w:color="auto"/>
                <w:bottom w:val="none" w:sz="0" w:space="0" w:color="auto"/>
                <w:right w:val="none" w:sz="0" w:space="0" w:color="auto"/>
              </w:divBdr>
            </w:div>
            <w:div w:id="599525914">
              <w:marLeft w:val="0"/>
              <w:marRight w:val="0"/>
              <w:marTop w:val="0"/>
              <w:marBottom w:val="0"/>
              <w:divBdr>
                <w:top w:val="none" w:sz="0" w:space="0" w:color="auto"/>
                <w:left w:val="none" w:sz="0" w:space="0" w:color="auto"/>
                <w:bottom w:val="none" w:sz="0" w:space="0" w:color="auto"/>
                <w:right w:val="none" w:sz="0" w:space="0" w:color="auto"/>
              </w:divBdr>
            </w:div>
            <w:div w:id="503015772">
              <w:marLeft w:val="0"/>
              <w:marRight w:val="0"/>
              <w:marTop w:val="0"/>
              <w:marBottom w:val="0"/>
              <w:divBdr>
                <w:top w:val="none" w:sz="0" w:space="0" w:color="auto"/>
                <w:left w:val="none" w:sz="0" w:space="0" w:color="auto"/>
                <w:bottom w:val="none" w:sz="0" w:space="0" w:color="auto"/>
                <w:right w:val="none" w:sz="0" w:space="0" w:color="auto"/>
              </w:divBdr>
            </w:div>
            <w:div w:id="437681448">
              <w:marLeft w:val="0"/>
              <w:marRight w:val="0"/>
              <w:marTop w:val="0"/>
              <w:marBottom w:val="0"/>
              <w:divBdr>
                <w:top w:val="none" w:sz="0" w:space="0" w:color="auto"/>
                <w:left w:val="none" w:sz="0" w:space="0" w:color="auto"/>
                <w:bottom w:val="none" w:sz="0" w:space="0" w:color="auto"/>
                <w:right w:val="none" w:sz="0" w:space="0" w:color="auto"/>
              </w:divBdr>
            </w:div>
            <w:div w:id="336151026">
              <w:marLeft w:val="0"/>
              <w:marRight w:val="0"/>
              <w:marTop w:val="0"/>
              <w:marBottom w:val="0"/>
              <w:divBdr>
                <w:top w:val="none" w:sz="0" w:space="0" w:color="auto"/>
                <w:left w:val="none" w:sz="0" w:space="0" w:color="auto"/>
                <w:bottom w:val="none" w:sz="0" w:space="0" w:color="auto"/>
                <w:right w:val="none" w:sz="0" w:space="0" w:color="auto"/>
              </w:divBdr>
            </w:div>
            <w:div w:id="130364522">
              <w:marLeft w:val="0"/>
              <w:marRight w:val="0"/>
              <w:marTop w:val="0"/>
              <w:marBottom w:val="0"/>
              <w:divBdr>
                <w:top w:val="none" w:sz="0" w:space="0" w:color="auto"/>
                <w:left w:val="none" w:sz="0" w:space="0" w:color="auto"/>
                <w:bottom w:val="none" w:sz="0" w:space="0" w:color="auto"/>
                <w:right w:val="none" w:sz="0" w:space="0" w:color="auto"/>
              </w:divBdr>
            </w:div>
            <w:div w:id="1562213063">
              <w:marLeft w:val="0"/>
              <w:marRight w:val="0"/>
              <w:marTop w:val="0"/>
              <w:marBottom w:val="0"/>
              <w:divBdr>
                <w:top w:val="none" w:sz="0" w:space="0" w:color="auto"/>
                <w:left w:val="none" w:sz="0" w:space="0" w:color="auto"/>
                <w:bottom w:val="none" w:sz="0" w:space="0" w:color="auto"/>
                <w:right w:val="none" w:sz="0" w:space="0" w:color="auto"/>
              </w:divBdr>
            </w:div>
            <w:div w:id="1302419203">
              <w:marLeft w:val="0"/>
              <w:marRight w:val="0"/>
              <w:marTop w:val="0"/>
              <w:marBottom w:val="0"/>
              <w:divBdr>
                <w:top w:val="none" w:sz="0" w:space="0" w:color="auto"/>
                <w:left w:val="none" w:sz="0" w:space="0" w:color="auto"/>
                <w:bottom w:val="none" w:sz="0" w:space="0" w:color="auto"/>
                <w:right w:val="none" w:sz="0" w:space="0" w:color="auto"/>
              </w:divBdr>
            </w:div>
            <w:div w:id="833423242">
              <w:marLeft w:val="0"/>
              <w:marRight w:val="0"/>
              <w:marTop w:val="0"/>
              <w:marBottom w:val="0"/>
              <w:divBdr>
                <w:top w:val="none" w:sz="0" w:space="0" w:color="auto"/>
                <w:left w:val="none" w:sz="0" w:space="0" w:color="auto"/>
                <w:bottom w:val="none" w:sz="0" w:space="0" w:color="auto"/>
                <w:right w:val="none" w:sz="0" w:space="0" w:color="auto"/>
              </w:divBdr>
            </w:div>
            <w:div w:id="1193346057">
              <w:marLeft w:val="0"/>
              <w:marRight w:val="0"/>
              <w:marTop w:val="0"/>
              <w:marBottom w:val="0"/>
              <w:divBdr>
                <w:top w:val="none" w:sz="0" w:space="0" w:color="auto"/>
                <w:left w:val="none" w:sz="0" w:space="0" w:color="auto"/>
                <w:bottom w:val="none" w:sz="0" w:space="0" w:color="auto"/>
                <w:right w:val="none" w:sz="0" w:space="0" w:color="auto"/>
              </w:divBdr>
            </w:div>
            <w:div w:id="1289899324">
              <w:marLeft w:val="0"/>
              <w:marRight w:val="0"/>
              <w:marTop w:val="0"/>
              <w:marBottom w:val="0"/>
              <w:divBdr>
                <w:top w:val="none" w:sz="0" w:space="0" w:color="auto"/>
                <w:left w:val="none" w:sz="0" w:space="0" w:color="auto"/>
                <w:bottom w:val="none" w:sz="0" w:space="0" w:color="auto"/>
                <w:right w:val="none" w:sz="0" w:space="0" w:color="auto"/>
              </w:divBdr>
            </w:div>
            <w:div w:id="45761806">
              <w:marLeft w:val="0"/>
              <w:marRight w:val="0"/>
              <w:marTop w:val="0"/>
              <w:marBottom w:val="0"/>
              <w:divBdr>
                <w:top w:val="none" w:sz="0" w:space="0" w:color="auto"/>
                <w:left w:val="none" w:sz="0" w:space="0" w:color="auto"/>
                <w:bottom w:val="none" w:sz="0" w:space="0" w:color="auto"/>
                <w:right w:val="none" w:sz="0" w:space="0" w:color="auto"/>
              </w:divBdr>
            </w:div>
            <w:div w:id="1209030558">
              <w:marLeft w:val="0"/>
              <w:marRight w:val="0"/>
              <w:marTop w:val="0"/>
              <w:marBottom w:val="0"/>
              <w:divBdr>
                <w:top w:val="none" w:sz="0" w:space="0" w:color="auto"/>
                <w:left w:val="none" w:sz="0" w:space="0" w:color="auto"/>
                <w:bottom w:val="none" w:sz="0" w:space="0" w:color="auto"/>
                <w:right w:val="none" w:sz="0" w:space="0" w:color="auto"/>
              </w:divBdr>
            </w:div>
            <w:div w:id="1960380331">
              <w:marLeft w:val="0"/>
              <w:marRight w:val="0"/>
              <w:marTop w:val="0"/>
              <w:marBottom w:val="0"/>
              <w:divBdr>
                <w:top w:val="none" w:sz="0" w:space="0" w:color="auto"/>
                <w:left w:val="none" w:sz="0" w:space="0" w:color="auto"/>
                <w:bottom w:val="none" w:sz="0" w:space="0" w:color="auto"/>
                <w:right w:val="none" w:sz="0" w:space="0" w:color="auto"/>
              </w:divBdr>
            </w:div>
            <w:div w:id="842663671">
              <w:marLeft w:val="0"/>
              <w:marRight w:val="0"/>
              <w:marTop w:val="0"/>
              <w:marBottom w:val="0"/>
              <w:divBdr>
                <w:top w:val="none" w:sz="0" w:space="0" w:color="auto"/>
                <w:left w:val="none" w:sz="0" w:space="0" w:color="auto"/>
                <w:bottom w:val="none" w:sz="0" w:space="0" w:color="auto"/>
                <w:right w:val="none" w:sz="0" w:space="0" w:color="auto"/>
              </w:divBdr>
            </w:div>
            <w:div w:id="1151140045">
              <w:marLeft w:val="0"/>
              <w:marRight w:val="0"/>
              <w:marTop w:val="0"/>
              <w:marBottom w:val="0"/>
              <w:divBdr>
                <w:top w:val="none" w:sz="0" w:space="0" w:color="auto"/>
                <w:left w:val="none" w:sz="0" w:space="0" w:color="auto"/>
                <w:bottom w:val="none" w:sz="0" w:space="0" w:color="auto"/>
                <w:right w:val="none" w:sz="0" w:space="0" w:color="auto"/>
              </w:divBdr>
            </w:div>
            <w:div w:id="1077750088">
              <w:marLeft w:val="0"/>
              <w:marRight w:val="0"/>
              <w:marTop w:val="0"/>
              <w:marBottom w:val="0"/>
              <w:divBdr>
                <w:top w:val="none" w:sz="0" w:space="0" w:color="auto"/>
                <w:left w:val="none" w:sz="0" w:space="0" w:color="auto"/>
                <w:bottom w:val="none" w:sz="0" w:space="0" w:color="auto"/>
                <w:right w:val="none" w:sz="0" w:space="0" w:color="auto"/>
              </w:divBdr>
            </w:div>
            <w:div w:id="896817878">
              <w:marLeft w:val="0"/>
              <w:marRight w:val="0"/>
              <w:marTop w:val="0"/>
              <w:marBottom w:val="0"/>
              <w:divBdr>
                <w:top w:val="none" w:sz="0" w:space="0" w:color="auto"/>
                <w:left w:val="none" w:sz="0" w:space="0" w:color="auto"/>
                <w:bottom w:val="none" w:sz="0" w:space="0" w:color="auto"/>
                <w:right w:val="none" w:sz="0" w:space="0" w:color="auto"/>
              </w:divBdr>
            </w:div>
            <w:div w:id="2016489747">
              <w:marLeft w:val="0"/>
              <w:marRight w:val="0"/>
              <w:marTop w:val="0"/>
              <w:marBottom w:val="0"/>
              <w:divBdr>
                <w:top w:val="none" w:sz="0" w:space="0" w:color="auto"/>
                <w:left w:val="none" w:sz="0" w:space="0" w:color="auto"/>
                <w:bottom w:val="none" w:sz="0" w:space="0" w:color="auto"/>
                <w:right w:val="none" w:sz="0" w:space="0" w:color="auto"/>
              </w:divBdr>
            </w:div>
            <w:div w:id="131275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62524">
      <w:bodyDiv w:val="1"/>
      <w:marLeft w:val="0"/>
      <w:marRight w:val="0"/>
      <w:marTop w:val="0"/>
      <w:marBottom w:val="0"/>
      <w:divBdr>
        <w:top w:val="none" w:sz="0" w:space="0" w:color="auto"/>
        <w:left w:val="none" w:sz="0" w:space="0" w:color="auto"/>
        <w:bottom w:val="none" w:sz="0" w:space="0" w:color="auto"/>
        <w:right w:val="none" w:sz="0" w:space="0" w:color="auto"/>
      </w:divBdr>
      <w:divsChild>
        <w:div w:id="1018854107">
          <w:marLeft w:val="0"/>
          <w:marRight w:val="0"/>
          <w:marTop w:val="0"/>
          <w:marBottom w:val="0"/>
          <w:divBdr>
            <w:top w:val="none" w:sz="0" w:space="0" w:color="auto"/>
            <w:left w:val="none" w:sz="0" w:space="0" w:color="auto"/>
            <w:bottom w:val="none" w:sz="0" w:space="0" w:color="auto"/>
            <w:right w:val="none" w:sz="0" w:space="0" w:color="auto"/>
          </w:divBdr>
          <w:divsChild>
            <w:div w:id="177816587">
              <w:marLeft w:val="0"/>
              <w:marRight w:val="0"/>
              <w:marTop w:val="0"/>
              <w:marBottom w:val="0"/>
              <w:divBdr>
                <w:top w:val="none" w:sz="0" w:space="0" w:color="auto"/>
                <w:left w:val="none" w:sz="0" w:space="0" w:color="auto"/>
                <w:bottom w:val="none" w:sz="0" w:space="0" w:color="auto"/>
                <w:right w:val="none" w:sz="0" w:space="0" w:color="auto"/>
              </w:divBdr>
            </w:div>
            <w:div w:id="1725518716">
              <w:marLeft w:val="0"/>
              <w:marRight w:val="0"/>
              <w:marTop w:val="0"/>
              <w:marBottom w:val="0"/>
              <w:divBdr>
                <w:top w:val="none" w:sz="0" w:space="0" w:color="auto"/>
                <w:left w:val="none" w:sz="0" w:space="0" w:color="auto"/>
                <w:bottom w:val="none" w:sz="0" w:space="0" w:color="auto"/>
                <w:right w:val="none" w:sz="0" w:space="0" w:color="auto"/>
              </w:divBdr>
            </w:div>
            <w:div w:id="1496408881">
              <w:marLeft w:val="0"/>
              <w:marRight w:val="0"/>
              <w:marTop w:val="0"/>
              <w:marBottom w:val="0"/>
              <w:divBdr>
                <w:top w:val="none" w:sz="0" w:space="0" w:color="auto"/>
                <w:left w:val="none" w:sz="0" w:space="0" w:color="auto"/>
                <w:bottom w:val="none" w:sz="0" w:space="0" w:color="auto"/>
                <w:right w:val="none" w:sz="0" w:space="0" w:color="auto"/>
              </w:divBdr>
            </w:div>
            <w:div w:id="1775401827">
              <w:marLeft w:val="0"/>
              <w:marRight w:val="0"/>
              <w:marTop w:val="0"/>
              <w:marBottom w:val="0"/>
              <w:divBdr>
                <w:top w:val="none" w:sz="0" w:space="0" w:color="auto"/>
                <w:left w:val="none" w:sz="0" w:space="0" w:color="auto"/>
                <w:bottom w:val="none" w:sz="0" w:space="0" w:color="auto"/>
                <w:right w:val="none" w:sz="0" w:space="0" w:color="auto"/>
              </w:divBdr>
            </w:div>
            <w:div w:id="1119032799">
              <w:marLeft w:val="0"/>
              <w:marRight w:val="0"/>
              <w:marTop w:val="0"/>
              <w:marBottom w:val="0"/>
              <w:divBdr>
                <w:top w:val="none" w:sz="0" w:space="0" w:color="auto"/>
                <w:left w:val="none" w:sz="0" w:space="0" w:color="auto"/>
                <w:bottom w:val="none" w:sz="0" w:space="0" w:color="auto"/>
                <w:right w:val="none" w:sz="0" w:space="0" w:color="auto"/>
              </w:divBdr>
            </w:div>
            <w:div w:id="456147947">
              <w:marLeft w:val="0"/>
              <w:marRight w:val="0"/>
              <w:marTop w:val="0"/>
              <w:marBottom w:val="0"/>
              <w:divBdr>
                <w:top w:val="none" w:sz="0" w:space="0" w:color="auto"/>
                <w:left w:val="none" w:sz="0" w:space="0" w:color="auto"/>
                <w:bottom w:val="none" w:sz="0" w:space="0" w:color="auto"/>
                <w:right w:val="none" w:sz="0" w:space="0" w:color="auto"/>
              </w:divBdr>
            </w:div>
            <w:div w:id="820194136">
              <w:marLeft w:val="0"/>
              <w:marRight w:val="0"/>
              <w:marTop w:val="0"/>
              <w:marBottom w:val="0"/>
              <w:divBdr>
                <w:top w:val="none" w:sz="0" w:space="0" w:color="auto"/>
                <w:left w:val="none" w:sz="0" w:space="0" w:color="auto"/>
                <w:bottom w:val="none" w:sz="0" w:space="0" w:color="auto"/>
                <w:right w:val="none" w:sz="0" w:space="0" w:color="auto"/>
              </w:divBdr>
            </w:div>
            <w:div w:id="1848640284">
              <w:marLeft w:val="0"/>
              <w:marRight w:val="0"/>
              <w:marTop w:val="0"/>
              <w:marBottom w:val="0"/>
              <w:divBdr>
                <w:top w:val="none" w:sz="0" w:space="0" w:color="auto"/>
                <w:left w:val="none" w:sz="0" w:space="0" w:color="auto"/>
                <w:bottom w:val="none" w:sz="0" w:space="0" w:color="auto"/>
                <w:right w:val="none" w:sz="0" w:space="0" w:color="auto"/>
              </w:divBdr>
            </w:div>
            <w:div w:id="1645044738">
              <w:marLeft w:val="0"/>
              <w:marRight w:val="0"/>
              <w:marTop w:val="0"/>
              <w:marBottom w:val="0"/>
              <w:divBdr>
                <w:top w:val="none" w:sz="0" w:space="0" w:color="auto"/>
                <w:left w:val="none" w:sz="0" w:space="0" w:color="auto"/>
                <w:bottom w:val="none" w:sz="0" w:space="0" w:color="auto"/>
                <w:right w:val="none" w:sz="0" w:space="0" w:color="auto"/>
              </w:divBdr>
            </w:div>
            <w:div w:id="1039087294">
              <w:marLeft w:val="0"/>
              <w:marRight w:val="0"/>
              <w:marTop w:val="0"/>
              <w:marBottom w:val="0"/>
              <w:divBdr>
                <w:top w:val="none" w:sz="0" w:space="0" w:color="auto"/>
                <w:left w:val="none" w:sz="0" w:space="0" w:color="auto"/>
                <w:bottom w:val="none" w:sz="0" w:space="0" w:color="auto"/>
                <w:right w:val="none" w:sz="0" w:space="0" w:color="auto"/>
              </w:divBdr>
            </w:div>
            <w:div w:id="978265307">
              <w:marLeft w:val="0"/>
              <w:marRight w:val="0"/>
              <w:marTop w:val="0"/>
              <w:marBottom w:val="0"/>
              <w:divBdr>
                <w:top w:val="none" w:sz="0" w:space="0" w:color="auto"/>
                <w:left w:val="none" w:sz="0" w:space="0" w:color="auto"/>
                <w:bottom w:val="none" w:sz="0" w:space="0" w:color="auto"/>
                <w:right w:val="none" w:sz="0" w:space="0" w:color="auto"/>
              </w:divBdr>
            </w:div>
            <w:div w:id="1739554773">
              <w:marLeft w:val="0"/>
              <w:marRight w:val="0"/>
              <w:marTop w:val="0"/>
              <w:marBottom w:val="0"/>
              <w:divBdr>
                <w:top w:val="none" w:sz="0" w:space="0" w:color="auto"/>
                <w:left w:val="none" w:sz="0" w:space="0" w:color="auto"/>
                <w:bottom w:val="none" w:sz="0" w:space="0" w:color="auto"/>
                <w:right w:val="none" w:sz="0" w:space="0" w:color="auto"/>
              </w:divBdr>
            </w:div>
            <w:div w:id="1129588178">
              <w:marLeft w:val="0"/>
              <w:marRight w:val="0"/>
              <w:marTop w:val="0"/>
              <w:marBottom w:val="0"/>
              <w:divBdr>
                <w:top w:val="none" w:sz="0" w:space="0" w:color="auto"/>
                <w:left w:val="none" w:sz="0" w:space="0" w:color="auto"/>
                <w:bottom w:val="none" w:sz="0" w:space="0" w:color="auto"/>
                <w:right w:val="none" w:sz="0" w:space="0" w:color="auto"/>
              </w:divBdr>
            </w:div>
            <w:div w:id="120000943">
              <w:marLeft w:val="0"/>
              <w:marRight w:val="0"/>
              <w:marTop w:val="0"/>
              <w:marBottom w:val="0"/>
              <w:divBdr>
                <w:top w:val="none" w:sz="0" w:space="0" w:color="auto"/>
                <w:left w:val="none" w:sz="0" w:space="0" w:color="auto"/>
                <w:bottom w:val="none" w:sz="0" w:space="0" w:color="auto"/>
                <w:right w:val="none" w:sz="0" w:space="0" w:color="auto"/>
              </w:divBdr>
            </w:div>
            <w:div w:id="1946572962">
              <w:marLeft w:val="0"/>
              <w:marRight w:val="0"/>
              <w:marTop w:val="0"/>
              <w:marBottom w:val="0"/>
              <w:divBdr>
                <w:top w:val="none" w:sz="0" w:space="0" w:color="auto"/>
                <w:left w:val="none" w:sz="0" w:space="0" w:color="auto"/>
                <w:bottom w:val="none" w:sz="0" w:space="0" w:color="auto"/>
                <w:right w:val="none" w:sz="0" w:space="0" w:color="auto"/>
              </w:divBdr>
            </w:div>
            <w:div w:id="1888493923">
              <w:marLeft w:val="0"/>
              <w:marRight w:val="0"/>
              <w:marTop w:val="0"/>
              <w:marBottom w:val="0"/>
              <w:divBdr>
                <w:top w:val="none" w:sz="0" w:space="0" w:color="auto"/>
                <w:left w:val="none" w:sz="0" w:space="0" w:color="auto"/>
                <w:bottom w:val="none" w:sz="0" w:space="0" w:color="auto"/>
                <w:right w:val="none" w:sz="0" w:space="0" w:color="auto"/>
              </w:divBdr>
            </w:div>
            <w:div w:id="1938128662">
              <w:marLeft w:val="0"/>
              <w:marRight w:val="0"/>
              <w:marTop w:val="0"/>
              <w:marBottom w:val="0"/>
              <w:divBdr>
                <w:top w:val="none" w:sz="0" w:space="0" w:color="auto"/>
                <w:left w:val="none" w:sz="0" w:space="0" w:color="auto"/>
                <w:bottom w:val="none" w:sz="0" w:space="0" w:color="auto"/>
                <w:right w:val="none" w:sz="0" w:space="0" w:color="auto"/>
              </w:divBdr>
            </w:div>
            <w:div w:id="222257003">
              <w:marLeft w:val="0"/>
              <w:marRight w:val="0"/>
              <w:marTop w:val="0"/>
              <w:marBottom w:val="0"/>
              <w:divBdr>
                <w:top w:val="none" w:sz="0" w:space="0" w:color="auto"/>
                <w:left w:val="none" w:sz="0" w:space="0" w:color="auto"/>
                <w:bottom w:val="none" w:sz="0" w:space="0" w:color="auto"/>
                <w:right w:val="none" w:sz="0" w:space="0" w:color="auto"/>
              </w:divBdr>
            </w:div>
            <w:div w:id="720977196">
              <w:marLeft w:val="0"/>
              <w:marRight w:val="0"/>
              <w:marTop w:val="0"/>
              <w:marBottom w:val="0"/>
              <w:divBdr>
                <w:top w:val="none" w:sz="0" w:space="0" w:color="auto"/>
                <w:left w:val="none" w:sz="0" w:space="0" w:color="auto"/>
                <w:bottom w:val="none" w:sz="0" w:space="0" w:color="auto"/>
                <w:right w:val="none" w:sz="0" w:space="0" w:color="auto"/>
              </w:divBdr>
            </w:div>
            <w:div w:id="1657299012">
              <w:marLeft w:val="0"/>
              <w:marRight w:val="0"/>
              <w:marTop w:val="0"/>
              <w:marBottom w:val="0"/>
              <w:divBdr>
                <w:top w:val="none" w:sz="0" w:space="0" w:color="auto"/>
                <w:left w:val="none" w:sz="0" w:space="0" w:color="auto"/>
                <w:bottom w:val="none" w:sz="0" w:space="0" w:color="auto"/>
                <w:right w:val="none" w:sz="0" w:space="0" w:color="auto"/>
              </w:divBdr>
            </w:div>
            <w:div w:id="1003825287">
              <w:marLeft w:val="0"/>
              <w:marRight w:val="0"/>
              <w:marTop w:val="0"/>
              <w:marBottom w:val="0"/>
              <w:divBdr>
                <w:top w:val="none" w:sz="0" w:space="0" w:color="auto"/>
                <w:left w:val="none" w:sz="0" w:space="0" w:color="auto"/>
                <w:bottom w:val="none" w:sz="0" w:space="0" w:color="auto"/>
                <w:right w:val="none" w:sz="0" w:space="0" w:color="auto"/>
              </w:divBdr>
            </w:div>
            <w:div w:id="1412698809">
              <w:marLeft w:val="0"/>
              <w:marRight w:val="0"/>
              <w:marTop w:val="0"/>
              <w:marBottom w:val="0"/>
              <w:divBdr>
                <w:top w:val="none" w:sz="0" w:space="0" w:color="auto"/>
                <w:left w:val="none" w:sz="0" w:space="0" w:color="auto"/>
                <w:bottom w:val="none" w:sz="0" w:space="0" w:color="auto"/>
                <w:right w:val="none" w:sz="0" w:space="0" w:color="auto"/>
              </w:divBdr>
            </w:div>
            <w:div w:id="1178035674">
              <w:marLeft w:val="0"/>
              <w:marRight w:val="0"/>
              <w:marTop w:val="0"/>
              <w:marBottom w:val="0"/>
              <w:divBdr>
                <w:top w:val="none" w:sz="0" w:space="0" w:color="auto"/>
                <w:left w:val="none" w:sz="0" w:space="0" w:color="auto"/>
                <w:bottom w:val="none" w:sz="0" w:space="0" w:color="auto"/>
                <w:right w:val="none" w:sz="0" w:space="0" w:color="auto"/>
              </w:divBdr>
            </w:div>
            <w:div w:id="1905599258">
              <w:marLeft w:val="0"/>
              <w:marRight w:val="0"/>
              <w:marTop w:val="0"/>
              <w:marBottom w:val="0"/>
              <w:divBdr>
                <w:top w:val="none" w:sz="0" w:space="0" w:color="auto"/>
                <w:left w:val="none" w:sz="0" w:space="0" w:color="auto"/>
                <w:bottom w:val="none" w:sz="0" w:space="0" w:color="auto"/>
                <w:right w:val="none" w:sz="0" w:space="0" w:color="auto"/>
              </w:divBdr>
            </w:div>
            <w:div w:id="564221554">
              <w:marLeft w:val="0"/>
              <w:marRight w:val="0"/>
              <w:marTop w:val="0"/>
              <w:marBottom w:val="0"/>
              <w:divBdr>
                <w:top w:val="none" w:sz="0" w:space="0" w:color="auto"/>
                <w:left w:val="none" w:sz="0" w:space="0" w:color="auto"/>
                <w:bottom w:val="none" w:sz="0" w:space="0" w:color="auto"/>
                <w:right w:val="none" w:sz="0" w:space="0" w:color="auto"/>
              </w:divBdr>
            </w:div>
            <w:div w:id="1781878750">
              <w:marLeft w:val="0"/>
              <w:marRight w:val="0"/>
              <w:marTop w:val="0"/>
              <w:marBottom w:val="0"/>
              <w:divBdr>
                <w:top w:val="none" w:sz="0" w:space="0" w:color="auto"/>
                <w:left w:val="none" w:sz="0" w:space="0" w:color="auto"/>
                <w:bottom w:val="none" w:sz="0" w:space="0" w:color="auto"/>
                <w:right w:val="none" w:sz="0" w:space="0" w:color="auto"/>
              </w:divBdr>
            </w:div>
            <w:div w:id="473301833">
              <w:marLeft w:val="0"/>
              <w:marRight w:val="0"/>
              <w:marTop w:val="0"/>
              <w:marBottom w:val="0"/>
              <w:divBdr>
                <w:top w:val="none" w:sz="0" w:space="0" w:color="auto"/>
                <w:left w:val="none" w:sz="0" w:space="0" w:color="auto"/>
                <w:bottom w:val="none" w:sz="0" w:space="0" w:color="auto"/>
                <w:right w:val="none" w:sz="0" w:space="0" w:color="auto"/>
              </w:divBdr>
            </w:div>
            <w:div w:id="43869078">
              <w:marLeft w:val="0"/>
              <w:marRight w:val="0"/>
              <w:marTop w:val="0"/>
              <w:marBottom w:val="0"/>
              <w:divBdr>
                <w:top w:val="none" w:sz="0" w:space="0" w:color="auto"/>
                <w:left w:val="none" w:sz="0" w:space="0" w:color="auto"/>
                <w:bottom w:val="none" w:sz="0" w:space="0" w:color="auto"/>
                <w:right w:val="none" w:sz="0" w:space="0" w:color="auto"/>
              </w:divBdr>
            </w:div>
            <w:div w:id="463425675">
              <w:marLeft w:val="0"/>
              <w:marRight w:val="0"/>
              <w:marTop w:val="0"/>
              <w:marBottom w:val="0"/>
              <w:divBdr>
                <w:top w:val="none" w:sz="0" w:space="0" w:color="auto"/>
                <w:left w:val="none" w:sz="0" w:space="0" w:color="auto"/>
                <w:bottom w:val="none" w:sz="0" w:space="0" w:color="auto"/>
                <w:right w:val="none" w:sz="0" w:space="0" w:color="auto"/>
              </w:divBdr>
            </w:div>
            <w:div w:id="232742540">
              <w:marLeft w:val="0"/>
              <w:marRight w:val="0"/>
              <w:marTop w:val="0"/>
              <w:marBottom w:val="0"/>
              <w:divBdr>
                <w:top w:val="none" w:sz="0" w:space="0" w:color="auto"/>
                <w:left w:val="none" w:sz="0" w:space="0" w:color="auto"/>
                <w:bottom w:val="none" w:sz="0" w:space="0" w:color="auto"/>
                <w:right w:val="none" w:sz="0" w:space="0" w:color="auto"/>
              </w:divBdr>
            </w:div>
            <w:div w:id="1388988813">
              <w:marLeft w:val="0"/>
              <w:marRight w:val="0"/>
              <w:marTop w:val="0"/>
              <w:marBottom w:val="0"/>
              <w:divBdr>
                <w:top w:val="none" w:sz="0" w:space="0" w:color="auto"/>
                <w:left w:val="none" w:sz="0" w:space="0" w:color="auto"/>
                <w:bottom w:val="none" w:sz="0" w:space="0" w:color="auto"/>
                <w:right w:val="none" w:sz="0" w:space="0" w:color="auto"/>
              </w:divBdr>
            </w:div>
            <w:div w:id="1373920398">
              <w:marLeft w:val="0"/>
              <w:marRight w:val="0"/>
              <w:marTop w:val="0"/>
              <w:marBottom w:val="0"/>
              <w:divBdr>
                <w:top w:val="none" w:sz="0" w:space="0" w:color="auto"/>
                <w:left w:val="none" w:sz="0" w:space="0" w:color="auto"/>
                <w:bottom w:val="none" w:sz="0" w:space="0" w:color="auto"/>
                <w:right w:val="none" w:sz="0" w:space="0" w:color="auto"/>
              </w:divBdr>
            </w:div>
            <w:div w:id="1627350813">
              <w:marLeft w:val="0"/>
              <w:marRight w:val="0"/>
              <w:marTop w:val="0"/>
              <w:marBottom w:val="0"/>
              <w:divBdr>
                <w:top w:val="none" w:sz="0" w:space="0" w:color="auto"/>
                <w:left w:val="none" w:sz="0" w:space="0" w:color="auto"/>
                <w:bottom w:val="none" w:sz="0" w:space="0" w:color="auto"/>
                <w:right w:val="none" w:sz="0" w:space="0" w:color="auto"/>
              </w:divBdr>
            </w:div>
            <w:div w:id="1526481889">
              <w:marLeft w:val="0"/>
              <w:marRight w:val="0"/>
              <w:marTop w:val="0"/>
              <w:marBottom w:val="0"/>
              <w:divBdr>
                <w:top w:val="none" w:sz="0" w:space="0" w:color="auto"/>
                <w:left w:val="none" w:sz="0" w:space="0" w:color="auto"/>
                <w:bottom w:val="none" w:sz="0" w:space="0" w:color="auto"/>
                <w:right w:val="none" w:sz="0" w:space="0" w:color="auto"/>
              </w:divBdr>
            </w:div>
            <w:div w:id="893081891">
              <w:marLeft w:val="0"/>
              <w:marRight w:val="0"/>
              <w:marTop w:val="0"/>
              <w:marBottom w:val="0"/>
              <w:divBdr>
                <w:top w:val="none" w:sz="0" w:space="0" w:color="auto"/>
                <w:left w:val="none" w:sz="0" w:space="0" w:color="auto"/>
                <w:bottom w:val="none" w:sz="0" w:space="0" w:color="auto"/>
                <w:right w:val="none" w:sz="0" w:space="0" w:color="auto"/>
              </w:divBdr>
            </w:div>
            <w:div w:id="690373865">
              <w:marLeft w:val="0"/>
              <w:marRight w:val="0"/>
              <w:marTop w:val="0"/>
              <w:marBottom w:val="0"/>
              <w:divBdr>
                <w:top w:val="none" w:sz="0" w:space="0" w:color="auto"/>
                <w:left w:val="none" w:sz="0" w:space="0" w:color="auto"/>
                <w:bottom w:val="none" w:sz="0" w:space="0" w:color="auto"/>
                <w:right w:val="none" w:sz="0" w:space="0" w:color="auto"/>
              </w:divBdr>
            </w:div>
            <w:div w:id="879049842">
              <w:marLeft w:val="0"/>
              <w:marRight w:val="0"/>
              <w:marTop w:val="0"/>
              <w:marBottom w:val="0"/>
              <w:divBdr>
                <w:top w:val="none" w:sz="0" w:space="0" w:color="auto"/>
                <w:left w:val="none" w:sz="0" w:space="0" w:color="auto"/>
                <w:bottom w:val="none" w:sz="0" w:space="0" w:color="auto"/>
                <w:right w:val="none" w:sz="0" w:space="0" w:color="auto"/>
              </w:divBdr>
            </w:div>
            <w:div w:id="238028148">
              <w:marLeft w:val="0"/>
              <w:marRight w:val="0"/>
              <w:marTop w:val="0"/>
              <w:marBottom w:val="0"/>
              <w:divBdr>
                <w:top w:val="none" w:sz="0" w:space="0" w:color="auto"/>
                <w:left w:val="none" w:sz="0" w:space="0" w:color="auto"/>
                <w:bottom w:val="none" w:sz="0" w:space="0" w:color="auto"/>
                <w:right w:val="none" w:sz="0" w:space="0" w:color="auto"/>
              </w:divBdr>
            </w:div>
            <w:div w:id="1198546928">
              <w:marLeft w:val="0"/>
              <w:marRight w:val="0"/>
              <w:marTop w:val="0"/>
              <w:marBottom w:val="0"/>
              <w:divBdr>
                <w:top w:val="none" w:sz="0" w:space="0" w:color="auto"/>
                <w:left w:val="none" w:sz="0" w:space="0" w:color="auto"/>
                <w:bottom w:val="none" w:sz="0" w:space="0" w:color="auto"/>
                <w:right w:val="none" w:sz="0" w:space="0" w:color="auto"/>
              </w:divBdr>
            </w:div>
            <w:div w:id="369309928">
              <w:marLeft w:val="0"/>
              <w:marRight w:val="0"/>
              <w:marTop w:val="0"/>
              <w:marBottom w:val="0"/>
              <w:divBdr>
                <w:top w:val="none" w:sz="0" w:space="0" w:color="auto"/>
                <w:left w:val="none" w:sz="0" w:space="0" w:color="auto"/>
                <w:bottom w:val="none" w:sz="0" w:space="0" w:color="auto"/>
                <w:right w:val="none" w:sz="0" w:space="0" w:color="auto"/>
              </w:divBdr>
            </w:div>
            <w:div w:id="913319929">
              <w:marLeft w:val="0"/>
              <w:marRight w:val="0"/>
              <w:marTop w:val="0"/>
              <w:marBottom w:val="0"/>
              <w:divBdr>
                <w:top w:val="none" w:sz="0" w:space="0" w:color="auto"/>
                <w:left w:val="none" w:sz="0" w:space="0" w:color="auto"/>
                <w:bottom w:val="none" w:sz="0" w:space="0" w:color="auto"/>
                <w:right w:val="none" w:sz="0" w:space="0" w:color="auto"/>
              </w:divBdr>
            </w:div>
            <w:div w:id="390884912">
              <w:marLeft w:val="0"/>
              <w:marRight w:val="0"/>
              <w:marTop w:val="0"/>
              <w:marBottom w:val="0"/>
              <w:divBdr>
                <w:top w:val="none" w:sz="0" w:space="0" w:color="auto"/>
                <w:left w:val="none" w:sz="0" w:space="0" w:color="auto"/>
                <w:bottom w:val="none" w:sz="0" w:space="0" w:color="auto"/>
                <w:right w:val="none" w:sz="0" w:space="0" w:color="auto"/>
              </w:divBdr>
            </w:div>
            <w:div w:id="1542281431">
              <w:marLeft w:val="0"/>
              <w:marRight w:val="0"/>
              <w:marTop w:val="0"/>
              <w:marBottom w:val="0"/>
              <w:divBdr>
                <w:top w:val="none" w:sz="0" w:space="0" w:color="auto"/>
                <w:left w:val="none" w:sz="0" w:space="0" w:color="auto"/>
                <w:bottom w:val="none" w:sz="0" w:space="0" w:color="auto"/>
                <w:right w:val="none" w:sz="0" w:space="0" w:color="auto"/>
              </w:divBdr>
            </w:div>
            <w:div w:id="1509055497">
              <w:marLeft w:val="0"/>
              <w:marRight w:val="0"/>
              <w:marTop w:val="0"/>
              <w:marBottom w:val="0"/>
              <w:divBdr>
                <w:top w:val="none" w:sz="0" w:space="0" w:color="auto"/>
                <w:left w:val="none" w:sz="0" w:space="0" w:color="auto"/>
                <w:bottom w:val="none" w:sz="0" w:space="0" w:color="auto"/>
                <w:right w:val="none" w:sz="0" w:space="0" w:color="auto"/>
              </w:divBdr>
            </w:div>
            <w:div w:id="1819835177">
              <w:marLeft w:val="0"/>
              <w:marRight w:val="0"/>
              <w:marTop w:val="0"/>
              <w:marBottom w:val="0"/>
              <w:divBdr>
                <w:top w:val="none" w:sz="0" w:space="0" w:color="auto"/>
                <w:left w:val="none" w:sz="0" w:space="0" w:color="auto"/>
                <w:bottom w:val="none" w:sz="0" w:space="0" w:color="auto"/>
                <w:right w:val="none" w:sz="0" w:space="0" w:color="auto"/>
              </w:divBdr>
            </w:div>
            <w:div w:id="241330017">
              <w:marLeft w:val="0"/>
              <w:marRight w:val="0"/>
              <w:marTop w:val="0"/>
              <w:marBottom w:val="0"/>
              <w:divBdr>
                <w:top w:val="none" w:sz="0" w:space="0" w:color="auto"/>
                <w:left w:val="none" w:sz="0" w:space="0" w:color="auto"/>
                <w:bottom w:val="none" w:sz="0" w:space="0" w:color="auto"/>
                <w:right w:val="none" w:sz="0" w:space="0" w:color="auto"/>
              </w:divBdr>
            </w:div>
            <w:div w:id="256639710">
              <w:marLeft w:val="0"/>
              <w:marRight w:val="0"/>
              <w:marTop w:val="0"/>
              <w:marBottom w:val="0"/>
              <w:divBdr>
                <w:top w:val="none" w:sz="0" w:space="0" w:color="auto"/>
                <w:left w:val="none" w:sz="0" w:space="0" w:color="auto"/>
                <w:bottom w:val="none" w:sz="0" w:space="0" w:color="auto"/>
                <w:right w:val="none" w:sz="0" w:space="0" w:color="auto"/>
              </w:divBdr>
            </w:div>
            <w:div w:id="438717348">
              <w:marLeft w:val="0"/>
              <w:marRight w:val="0"/>
              <w:marTop w:val="0"/>
              <w:marBottom w:val="0"/>
              <w:divBdr>
                <w:top w:val="none" w:sz="0" w:space="0" w:color="auto"/>
                <w:left w:val="none" w:sz="0" w:space="0" w:color="auto"/>
                <w:bottom w:val="none" w:sz="0" w:space="0" w:color="auto"/>
                <w:right w:val="none" w:sz="0" w:space="0" w:color="auto"/>
              </w:divBdr>
            </w:div>
            <w:div w:id="1789811834">
              <w:marLeft w:val="0"/>
              <w:marRight w:val="0"/>
              <w:marTop w:val="0"/>
              <w:marBottom w:val="0"/>
              <w:divBdr>
                <w:top w:val="none" w:sz="0" w:space="0" w:color="auto"/>
                <w:left w:val="none" w:sz="0" w:space="0" w:color="auto"/>
                <w:bottom w:val="none" w:sz="0" w:space="0" w:color="auto"/>
                <w:right w:val="none" w:sz="0" w:space="0" w:color="auto"/>
              </w:divBdr>
            </w:div>
            <w:div w:id="1653370028">
              <w:marLeft w:val="0"/>
              <w:marRight w:val="0"/>
              <w:marTop w:val="0"/>
              <w:marBottom w:val="0"/>
              <w:divBdr>
                <w:top w:val="none" w:sz="0" w:space="0" w:color="auto"/>
                <w:left w:val="none" w:sz="0" w:space="0" w:color="auto"/>
                <w:bottom w:val="none" w:sz="0" w:space="0" w:color="auto"/>
                <w:right w:val="none" w:sz="0" w:space="0" w:color="auto"/>
              </w:divBdr>
            </w:div>
            <w:div w:id="796725919">
              <w:marLeft w:val="0"/>
              <w:marRight w:val="0"/>
              <w:marTop w:val="0"/>
              <w:marBottom w:val="0"/>
              <w:divBdr>
                <w:top w:val="none" w:sz="0" w:space="0" w:color="auto"/>
                <w:left w:val="none" w:sz="0" w:space="0" w:color="auto"/>
                <w:bottom w:val="none" w:sz="0" w:space="0" w:color="auto"/>
                <w:right w:val="none" w:sz="0" w:space="0" w:color="auto"/>
              </w:divBdr>
            </w:div>
            <w:div w:id="1600068499">
              <w:marLeft w:val="0"/>
              <w:marRight w:val="0"/>
              <w:marTop w:val="0"/>
              <w:marBottom w:val="0"/>
              <w:divBdr>
                <w:top w:val="none" w:sz="0" w:space="0" w:color="auto"/>
                <w:left w:val="none" w:sz="0" w:space="0" w:color="auto"/>
                <w:bottom w:val="none" w:sz="0" w:space="0" w:color="auto"/>
                <w:right w:val="none" w:sz="0" w:space="0" w:color="auto"/>
              </w:divBdr>
            </w:div>
            <w:div w:id="1562596384">
              <w:marLeft w:val="0"/>
              <w:marRight w:val="0"/>
              <w:marTop w:val="0"/>
              <w:marBottom w:val="0"/>
              <w:divBdr>
                <w:top w:val="none" w:sz="0" w:space="0" w:color="auto"/>
                <w:left w:val="none" w:sz="0" w:space="0" w:color="auto"/>
                <w:bottom w:val="none" w:sz="0" w:space="0" w:color="auto"/>
                <w:right w:val="none" w:sz="0" w:space="0" w:color="auto"/>
              </w:divBdr>
            </w:div>
            <w:div w:id="2059161980">
              <w:marLeft w:val="0"/>
              <w:marRight w:val="0"/>
              <w:marTop w:val="0"/>
              <w:marBottom w:val="0"/>
              <w:divBdr>
                <w:top w:val="none" w:sz="0" w:space="0" w:color="auto"/>
                <w:left w:val="none" w:sz="0" w:space="0" w:color="auto"/>
                <w:bottom w:val="none" w:sz="0" w:space="0" w:color="auto"/>
                <w:right w:val="none" w:sz="0" w:space="0" w:color="auto"/>
              </w:divBdr>
            </w:div>
            <w:div w:id="742678724">
              <w:marLeft w:val="0"/>
              <w:marRight w:val="0"/>
              <w:marTop w:val="0"/>
              <w:marBottom w:val="0"/>
              <w:divBdr>
                <w:top w:val="none" w:sz="0" w:space="0" w:color="auto"/>
                <w:left w:val="none" w:sz="0" w:space="0" w:color="auto"/>
                <w:bottom w:val="none" w:sz="0" w:space="0" w:color="auto"/>
                <w:right w:val="none" w:sz="0" w:space="0" w:color="auto"/>
              </w:divBdr>
            </w:div>
            <w:div w:id="1480537355">
              <w:marLeft w:val="0"/>
              <w:marRight w:val="0"/>
              <w:marTop w:val="0"/>
              <w:marBottom w:val="0"/>
              <w:divBdr>
                <w:top w:val="none" w:sz="0" w:space="0" w:color="auto"/>
                <w:left w:val="none" w:sz="0" w:space="0" w:color="auto"/>
                <w:bottom w:val="none" w:sz="0" w:space="0" w:color="auto"/>
                <w:right w:val="none" w:sz="0" w:space="0" w:color="auto"/>
              </w:divBdr>
            </w:div>
            <w:div w:id="2062823506">
              <w:marLeft w:val="0"/>
              <w:marRight w:val="0"/>
              <w:marTop w:val="0"/>
              <w:marBottom w:val="0"/>
              <w:divBdr>
                <w:top w:val="none" w:sz="0" w:space="0" w:color="auto"/>
                <w:left w:val="none" w:sz="0" w:space="0" w:color="auto"/>
                <w:bottom w:val="none" w:sz="0" w:space="0" w:color="auto"/>
                <w:right w:val="none" w:sz="0" w:space="0" w:color="auto"/>
              </w:divBdr>
            </w:div>
            <w:div w:id="1257636605">
              <w:marLeft w:val="0"/>
              <w:marRight w:val="0"/>
              <w:marTop w:val="0"/>
              <w:marBottom w:val="0"/>
              <w:divBdr>
                <w:top w:val="none" w:sz="0" w:space="0" w:color="auto"/>
                <w:left w:val="none" w:sz="0" w:space="0" w:color="auto"/>
                <w:bottom w:val="none" w:sz="0" w:space="0" w:color="auto"/>
                <w:right w:val="none" w:sz="0" w:space="0" w:color="auto"/>
              </w:divBdr>
            </w:div>
            <w:div w:id="624967278">
              <w:marLeft w:val="0"/>
              <w:marRight w:val="0"/>
              <w:marTop w:val="0"/>
              <w:marBottom w:val="0"/>
              <w:divBdr>
                <w:top w:val="none" w:sz="0" w:space="0" w:color="auto"/>
                <w:left w:val="none" w:sz="0" w:space="0" w:color="auto"/>
                <w:bottom w:val="none" w:sz="0" w:space="0" w:color="auto"/>
                <w:right w:val="none" w:sz="0" w:space="0" w:color="auto"/>
              </w:divBdr>
            </w:div>
            <w:div w:id="579094587">
              <w:marLeft w:val="0"/>
              <w:marRight w:val="0"/>
              <w:marTop w:val="0"/>
              <w:marBottom w:val="0"/>
              <w:divBdr>
                <w:top w:val="none" w:sz="0" w:space="0" w:color="auto"/>
                <w:left w:val="none" w:sz="0" w:space="0" w:color="auto"/>
                <w:bottom w:val="none" w:sz="0" w:space="0" w:color="auto"/>
                <w:right w:val="none" w:sz="0" w:space="0" w:color="auto"/>
              </w:divBdr>
            </w:div>
            <w:div w:id="319113494">
              <w:marLeft w:val="0"/>
              <w:marRight w:val="0"/>
              <w:marTop w:val="0"/>
              <w:marBottom w:val="0"/>
              <w:divBdr>
                <w:top w:val="none" w:sz="0" w:space="0" w:color="auto"/>
                <w:left w:val="none" w:sz="0" w:space="0" w:color="auto"/>
                <w:bottom w:val="none" w:sz="0" w:space="0" w:color="auto"/>
                <w:right w:val="none" w:sz="0" w:space="0" w:color="auto"/>
              </w:divBdr>
            </w:div>
            <w:div w:id="1838421936">
              <w:marLeft w:val="0"/>
              <w:marRight w:val="0"/>
              <w:marTop w:val="0"/>
              <w:marBottom w:val="0"/>
              <w:divBdr>
                <w:top w:val="none" w:sz="0" w:space="0" w:color="auto"/>
                <w:left w:val="none" w:sz="0" w:space="0" w:color="auto"/>
                <w:bottom w:val="none" w:sz="0" w:space="0" w:color="auto"/>
                <w:right w:val="none" w:sz="0" w:space="0" w:color="auto"/>
              </w:divBdr>
            </w:div>
            <w:div w:id="1441267767">
              <w:marLeft w:val="0"/>
              <w:marRight w:val="0"/>
              <w:marTop w:val="0"/>
              <w:marBottom w:val="0"/>
              <w:divBdr>
                <w:top w:val="none" w:sz="0" w:space="0" w:color="auto"/>
                <w:left w:val="none" w:sz="0" w:space="0" w:color="auto"/>
                <w:bottom w:val="none" w:sz="0" w:space="0" w:color="auto"/>
                <w:right w:val="none" w:sz="0" w:space="0" w:color="auto"/>
              </w:divBdr>
            </w:div>
            <w:div w:id="1322856482">
              <w:marLeft w:val="0"/>
              <w:marRight w:val="0"/>
              <w:marTop w:val="0"/>
              <w:marBottom w:val="0"/>
              <w:divBdr>
                <w:top w:val="none" w:sz="0" w:space="0" w:color="auto"/>
                <w:left w:val="none" w:sz="0" w:space="0" w:color="auto"/>
                <w:bottom w:val="none" w:sz="0" w:space="0" w:color="auto"/>
                <w:right w:val="none" w:sz="0" w:space="0" w:color="auto"/>
              </w:divBdr>
            </w:div>
            <w:div w:id="69816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894578">
      <w:bodyDiv w:val="1"/>
      <w:marLeft w:val="0"/>
      <w:marRight w:val="0"/>
      <w:marTop w:val="0"/>
      <w:marBottom w:val="0"/>
      <w:divBdr>
        <w:top w:val="none" w:sz="0" w:space="0" w:color="auto"/>
        <w:left w:val="none" w:sz="0" w:space="0" w:color="auto"/>
        <w:bottom w:val="none" w:sz="0" w:space="0" w:color="auto"/>
        <w:right w:val="none" w:sz="0" w:space="0" w:color="auto"/>
      </w:divBdr>
    </w:div>
    <w:div w:id="1565750786">
      <w:bodyDiv w:val="1"/>
      <w:marLeft w:val="0"/>
      <w:marRight w:val="0"/>
      <w:marTop w:val="0"/>
      <w:marBottom w:val="0"/>
      <w:divBdr>
        <w:top w:val="none" w:sz="0" w:space="0" w:color="auto"/>
        <w:left w:val="none" w:sz="0" w:space="0" w:color="auto"/>
        <w:bottom w:val="none" w:sz="0" w:space="0" w:color="auto"/>
        <w:right w:val="none" w:sz="0" w:space="0" w:color="auto"/>
      </w:divBdr>
    </w:div>
    <w:div w:id="1573001627">
      <w:bodyDiv w:val="1"/>
      <w:marLeft w:val="0"/>
      <w:marRight w:val="0"/>
      <w:marTop w:val="0"/>
      <w:marBottom w:val="0"/>
      <w:divBdr>
        <w:top w:val="none" w:sz="0" w:space="0" w:color="auto"/>
        <w:left w:val="none" w:sz="0" w:space="0" w:color="auto"/>
        <w:bottom w:val="none" w:sz="0" w:space="0" w:color="auto"/>
        <w:right w:val="none" w:sz="0" w:space="0" w:color="auto"/>
      </w:divBdr>
      <w:divsChild>
        <w:div w:id="1175146467">
          <w:marLeft w:val="0"/>
          <w:marRight w:val="0"/>
          <w:marTop w:val="0"/>
          <w:marBottom w:val="0"/>
          <w:divBdr>
            <w:top w:val="none" w:sz="0" w:space="0" w:color="auto"/>
            <w:left w:val="none" w:sz="0" w:space="0" w:color="auto"/>
            <w:bottom w:val="none" w:sz="0" w:space="0" w:color="auto"/>
            <w:right w:val="none" w:sz="0" w:space="0" w:color="auto"/>
          </w:divBdr>
          <w:divsChild>
            <w:div w:id="1683360173">
              <w:marLeft w:val="0"/>
              <w:marRight w:val="0"/>
              <w:marTop w:val="0"/>
              <w:marBottom w:val="0"/>
              <w:divBdr>
                <w:top w:val="none" w:sz="0" w:space="0" w:color="auto"/>
                <w:left w:val="none" w:sz="0" w:space="0" w:color="auto"/>
                <w:bottom w:val="none" w:sz="0" w:space="0" w:color="auto"/>
                <w:right w:val="none" w:sz="0" w:space="0" w:color="auto"/>
              </w:divBdr>
            </w:div>
            <w:div w:id="1329409902">
              <w:marLeft w:val="0"/>
              <w:marRight w:val="0"/>
              <w:marTop w:val="0"/>
              <w:marBottom w:val="0"/>
              <w:divBdr>
                <w:top w:val="none" w:sz="0" w:space="0" w:color="auto"/>
                <w:left w:val="none" w:sz="0" w:space="0" w:color="auto"/>
                <w:bottom w:val="none" w:sz="0" w:space="0" w:color="auto"/>
                <w:right w:val="none" w:sz="0" w:space="0" w:color="auto"/>
              </w:divBdr>
            </w:div>
            <w:div w:id="616258901">
              <w:marLeft w:val="0"/>
              <w:marRight w:val="0"/>
              <w:marTop w:val="0"/>
              <w:marBottom w:val="0"/>
              <w:divBdr>
                <w:top w:val="none" w:sz="0" w:space="0" w:color="auto"/>
                <w:left w:val="none" w:sz="0" w:space="0" w:color="auto"/>
                <w:bottom w:val="none" w:sz="0" w:space="0" w:color="auto"/>
                <w:right w:val="none" w:sz="0" w:space="0" w:color="auto"/>
              </w:divBdr>
            </w:div>
            <w:div w:id="532036517">
              <w:marLeft w:val="0"/>
              <w:marRight w:val="0"/>
              <w:marTop w:val="0"/>
              <w:marBottom w:val="0"/>
              <w:divBdr>
                <w:top w:val="none" w:sz="0" w:space="0" w:color="auto"/>
                <w:left w:val="none" w:sz="0" w:space="0" w:color="auto"/>
                <w:bottom w:val="none" w:sz="0" w:space="0" w:color="auto"/>
                <w:right w:val="none" w:sz="0" w:space="0" w:color="auto"/>
              </w:divBdr>
            </w:div>
            <w:div w:id="1425224759">
              <w:marLeft w:val="0"/>
              <w:marRight w:val="0"/>
              <w:marTop w:val="0"/>
              <w:marBottom w:val="0"/>
              <w:divBdr>
                <w:top w:val="none" w:sz="0" w:space="0" w:color="auto"/>
                <w:left w:val="none" w:sz="0" w:space="0" w:color="auto"/>
                <w:bottom w:val="none" w:sz="0" w:space="0" w:color="auto"/>
                <w:right w:val="none" w:sz="0" w:space="0" w:color="auto"/>
              </w:divBdr>
            </w:div>
            <w:div w:id="1192955131">
              <w:marLeft w:val="0"/>
              <w:marRight w:val="0"/>
              <w:marTop w:val="0"/>
              <w:marBottom w:val="0"/>
              <w:divBdr>
                <w:top w:val="none" w:sz="0" w:space="0" w:color="auto"/>
                <w:left w:val="none" w:sz="0" w:space="0" w:color="auto"/>
                <w:bottom w:val="none" w:sz="0" w:space="0" w:color="auto"/>
                <w:right w:val="none" w:sz="0" w:space="0" w:color="auto"/>
              </w:divBdr>
            </w:div>
            <w:div w:id="291709947">
              <w:marLeft w:val="0"/>
              <w:marRight w:val="0"/>
              <w:marTop w:val="0"/>
              <w:marBottom w:val="0"/>
              <w:divBdr>
                <w:top w:val="none" w:sz="0" w:space="0" w:color="auto"/>
                <w:left w:val="none" w:sz="0" w:space="0" w:color="auto"/>
                <w:bottom w:val="none" w:sz="0" w:space="0" w:color="auto"/>
                <w:right w:val="none" w:sz="0" w:space="0" w:color="auto"/>
              </w:divBdr>
            </w:div>
            <w:div w:id="2007781834">
              <w:marLeft w:val="0"/>
              <w:marRight w:val="0"/>
              <w:marTop w:val="0"/>
              <w:marBottom w:val="0"/>
              <w:divBdr>
                <w:top w:val="none" w:sz="0" w:space="0" w:color="auto"/>
                <w:left w:val="none" w:sz="0" w:space="0" w:color="auto"/>
                <w:bottom w:val="none" w:sz="0" w:space="0" w:color="auto"/>
                <w:right w:val="none" w:sz="0" w:space="0" w:color="auto"/>
              </w:divBdr>
            </w:div>
            <w:div w:id="1583560668">
              <w:marLeft w:val="0"/>
              <w:marRight w:val="0"/>
              <w:marTop w:val="0"/>
              <w:marBottom w:val="0"/>
              <w:divBdr>
                <w:top w:val="none" w:sz="0" w:space="0" w:color="auto"/>
                <w:left w:val="none" w:sz="0" w:space="0" w:color="auto"/>
                <w:bottom w:val="none" w:sz="0" w:space="0" w:color="auto"/>
                <w:right w:val="none" w:sz="0" w:space="0" w:color="auto"/>
              </w:divBdr>
            </w:div>
            <w:div w:id="437484053">
              <w:marLeft w:val="0"/>
              <w:marRight w:val="0"/>
              <w:marTop w:val="0"/>
              <w:marBottom w:val="0"/>
              <w:divBdr>
                <w:top w:val="none" w:sz="0" w:space="0" w:color="auto"/>
                <w:left w:val="none" w:sz="0" w:space="0" w:color="auto"/>
                <w:bottom w:val="none" w:sz="0" w:space="0" w:color="auto"/>
                <w:right w:val="none" w:sz="0" w:space="0" w:color="auto"/>
              </w:divBdr>
            </w:div>
            <w:div w:id="521743240">
              <w:marLeft w:val="0"/>
              <w:marRight w:val="0"/>
              <w:marTop w:val="0"/>
              <w:marBottom w:val="0"/>
              <w:divBdr>
                <w:top w:val="none" w:sz="0" w:space="0" w:color="auto"/>
                <w:left w:val="none" w:sz="0" w:space="0" w:color="auto"/>
                <w:bottom w:val="none" w:sz="0" w:space="0" w:color="auto"/>
                <w:right w:val="none" w:sz="0" w:space="0" w:color="auto"/>
              </w:divBdr>
            </w:div>
            <w:div w:id="155803741">
              <w:marLeft w:val="0"/>
              <w:marRight w:val="0"/>
              <w:marTop w:val="0"/>
              <w:marBottom w:val="0"/>
              <w:divBdr>
                <w:top w:val="none" w:sz="0" w:space="0" w:color="auto"/>
                <w:left w:val="none" w:sz="0" w:space="0" w:color="auto"/>
                <w:bottom w:val="none" w:sz="0" w:space="0" w:color="auto"/>
                <w:right w:val="none" w:sz="0" w:space="0" w:color="auto"/>
              </w:divBdr>
            </w:div>
            <w:div w:id="1700665415">
              <w:marLeft w:val="0"/>
              <w:marRight w:val="0"/>
              <w:marTop w:val="0"/>
              <w:marBottom w:val="0"/>
              <w:divBdr>
                <w:top w:val="none" w:sz="0" w:space="0" w:color="auto"/>
                <w:left w:val="none" w:sz="0" w:space="0" w:color="auto"/>
                <w:bottom w:val="none" w:sz="0" w:space="0" w:color="auto"/>
                <w:right w:val="none" w:sz="0" w:space="0" w:color="auto"/>
              </w:divBdr>
            </w:div>
            <w:div w:id="1960528649">
              <w:marLeft w:val="0"/>
              <w:marRight w:val="0"/>
              <w:marTop w:val="0"/>
              <w:marBottom w:val="0"/>
              <w:divBdr>
                <w:top w:val="none" w:sz="0" w:space="0" w:color="auto"/>
                <w:left w:val="none" w:sz="0" w:space="0" w:color="auto"/>
                <w:bottom w:val="none" w:sz="0" w:space="0" w:color="auto"/>
                <w:right w:val="none" w:sz="0" w:space="0" w:color="auto"/>
              </w:divBdr>
            </w:div>
            <w:div w:id="629898783">
              <w:marLeft w:val="0"/>
              <w:marRight w:val="0"/>
              <w:marTop w:val="0"/>
              <w:marBottom w:val="0"/>
              <w:divBdr>
                <w:top w:val="none" w:sz="0" w:space="0" w:color="auto"/>
                <w:left w:val="none" w:sz="0" w:space="0" w:color="auto"/>
                <w:bottom w:val="none" w:sz="0" w:space="0" w:color="auto"/>
                <w:right w:val="none" w:sz="0" w:space="0" w:color="auto"/>
              </w:divBdr>
            </w:div>
            <w:div w:id="503471501">
              <w:marLeft w:val="0"/>
              <w:marRight w:val="0"/>
              <w:marTop w:val="0"/>
              <w:marBottom w:val="0"/>
              <w:divBdr>
                <w:top w:val="none" w:sz="0" w:space="0" w:color="auto"/>
                <w:left w:val="none" w:sz="0" w:space="0" w:color="auto"/>
                <w:bottom w:val="none" w:sz="0" w:space="0" w:color="auto"/>
                <w:right w:val="none" w:sz="0" w:space="0" w:color="auto"/>
              </w:divBdr>
            </w:div>
            <w:div w:id="420420544">
              <w:marLeft w:val="0"/>
              <w:marRight w:val="0"/>
              <w:marTop w:val="0"/>
              <w:marBottom w:val="0"/>
              <w:divBdr>
                <w:top w:val="none" w:sz="0" w:space="0" w:color="auto"/>
                <w:left w:val="none" w:sz="0" w:space="0" w:color="auto"/>
                <w:bottom w:val="none" w:sz="0" w:space="0" w:color="auto"/>
                <w:right w:val="none" w:sz="0" w:space="0" w:color="auto"/>
              </w:divBdr>
            </w:div>
            <w:div w:id="85388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582304">
      <w:bodyDiv w:val="1"/>
      <w:marLeft w:val="0"/>
      <w:marRight w:val="0"/>
      <w:marTop w:val="0"/>
      <w:marBottom w:val="0"/>
      <w:divBdr>
        <w:top w:val="none" w:sz="0" w:space="0" w:color="auto"/>
        <w:left w:val="none" w:sz="0" w:space="0" w:color="auto"/>
        <w:bottom w:val="none" w:sz="0" w:space="0" w:color="auto"/>
        <w:right w:val="none" w:sz="0" w:space="0" w:color="auto"/>
      </w:divBdr>
    </w:div>
    <w:div w:id="1628586386">
      <w:bodyDiv w:val="1"/>
      <w:marLeft w:val="0"/>
      <w:marRight w:val="0"/>
      <w:marTop w:val="0"/>
      <w:marBottom w:val="0"/>
      <w:divBdr>
        <w:top w:val="none" w:sz="0" w:space="0" w:color="auto"/>
        <w:left w:val="none" w:sz="0" w:space="0" w:color="auto"/>
        <w:bottom w:val="none" w:sz="0" w:space="0" w:color="auto"/>
        <w:right w:val="none" w:sz="0" w:space="0" w:color="auto"/>
      </w:divBdr>
      <w:divsChild>
        <w:div w:id="606500945">
          <w:marLeft w:val="0"/>
          <w:marRight w:val="0"/>
          <w:marTop w:val="0"/>
          <w:marBottom w:val="0"/>
          <w:divBdr>
            <w:top w:val="none" w:sz="0" w:space="0" w:color="auto"/>
            <w:left w:val="none" w:sz="0" w:space="0" w:color="auto"/>
            <w:bottom w:val="none" w:sz="0" w:space="0" w:color="auto"/>
            <w:right w:val="none" w:sz="0" w:space="0" w:color="auto"/>
          </w:divBdr>
          <w:divsChild>
            <w:div w:id="1164202782">
              <w:marLeft w:val="0"/>
              <w:marRight w:val="0"/>
              <w:marTop w:val="0"/>
              <w:marBottom w:val="0"/>
              <w:divBdr>
                <w:top w:val="none" w:sz="0" w:space="0" w:color="auto"/>
                <w:left w:val="none" w:sz="0" w:space="0" w:color="auto"/>
                <w:bottom w:val="none" w:sz="0" w:space="0" w:color="auto"/>
                <w:right w:val="none" w:sz="0" w:space="0" w:color="auto"/>
              </w:divBdr>
            </w:div>
            <w:div w:id="1380130344">
              <w:marLeft w:val="0"/>
              <w:marRight w:val="0"/>
              <w:marTop w:val="0"/>
              <w:marBottom w:val="0"/>
              <w:divBdr>
                <w:top w:val="none" w:sz="0" w:space="0" w:color="auto"/>
                <w:left w:val="none" w:sz="0" w:space="0" w:color="auto"/>
                <w:bottom w:val="none" w:sz="0" w:space="0" w:color="auto"/>
                <w:right w:val="none" w:sz="0" w:space="0" w:color="auto"/>
              </w:divBdr>
            </w:div>
            <w:div w:id="7560910">
              <w:marLeft w:val="0"/>
              <w:marRight w:val="0"/>
              <w:marTop w:val="0"/>
              <w:marBottom w:val="0"/>
              <w:divBdr>
                <w:top w:val="none" w:sz="0" w:space="0" w:color="auto"/>
                <w:left w:val="none" w:sz="0" w:space="0" w:color="auto"/>
                <w:bottom w:val="none" w:sz="0" w:space="0" w:color="auto"/>
                <w:right w:val="none" w:sz="0" w:space="0" w:color="auto"/>
              </w:divBdr>
            </w:div>
            <w:div w:id="507915424">
              <w:marLeft w:val="0"/>
              <w:marRight w:val="0"/>
              <w:marTop w:val="0"/>
              <w:marBottom w:val="0"/>
              <w:divBdr>
                <w:top w:val="none" w:sz="0" w:space="0" w:color="auto"/>
                <w:left w:val="none" w:sz="0" w:space="0" w:color="auto"/>
                <w:bottom w:val="none" w:sz="0" w:space="0" w:color="auto"/>
                <w:right w:val="none" w:sz="0" w:space="0" w:color="auto"/>
              </w:divBdr>
            </w:div>
            <w:div w:id="315576296">
              <w:marLeft w:val="0"/>
              <w:marRight w:val="0"/>
              <w:marTop w:val="0"/>
              <w:marBottom w:val="0"/>
              <w:divBdr>
                <w:top w:val="none" w:sz="0" w:space="0" w:color="auto"/>
                <w:left w:val="none" w:sz="0" w:space="0" w:color="auto"/>
                <w:bottom w:val="none" w:sz="0" w:space="0" w:color="auto"/>
                <w:right w:val="none" w:sz="0" w:space="0" w:color="auto"/>
              </w:divBdr>
            </w:div>
            <w:div w:id="437918342">
              <w:marLeft w:val="0"/>
              <w:marRight w:val="0"/>
              <w:marTop w:val="0"/>
              <w:marBottom w:val="0"/>
              <w:divBdr>
                <w:top w:val="none" w:sz="0" w:space="0" w:color="auto"/>
                <w:left w:val="none" w:sz="0" w:space="0" w:color="auto"/>
                <w:bottom w:val="none" w:sz="0" w:space="0" w:color="auto"/>
                <w:right w:val="none" w:sz="0" w:space="0" w:color="auto"/>
              </w:divBdr>
            </w:div>
            <w:div w:id="120153148">
              <w:marLeft w:val="0"/>
              <w:marRight w:val="0"/>
              <w:marTop w:val="0"/>
              <w:marBottom w:val="0"/>
              <w:divBdr>
                <w:top w:val="none" w:sz="0" w:space="0" w:color="auto"/>
                <w:left w:val="none" w:sz="0" w:space="0" w:color="auto"/>
                <w:bottom w:val="none" w:sz="0" w:space="0" w:color="auto"/>
                <w:right w:val="none" w:sz="0" w:space="0" w:color="auto"/>
              </w:divBdr>
            </w:div>
            <w:div w:id="1790857007">
              <w:marLeft w:val="0"/>
              <w:marRight w:val="0"/>
              <w:marTop w:val="0"/>
              <w:marBottom w:val="0"/>
              <w:divBdr>
                <w:top w:val="none" w:sz="0" w:space="0" w:color="auto"/>
                <w:left w:val="none" w:sz="0" w:space="0" w:color="auto"/>
                <w:bottom w:val="none" w:sz="0" w:space="0" w:color="auto"/>
                <w:right w:val="none" w:sz="0" w:space="0" w:color="auto"/>
              </w:divBdr>
            </w:div>
            <w:div w:id="1723601338">
              <w:marLeft w:val="0"/>
              <w:marRight w:val="0"/>
              <w:marTop w:val="0"/>
              <w:marBottom w:val="0"/>
              <w:divBdr>
                <w:top w:val="none" w:sz="0" w:space="0" w:color="auto"/>
                <w:left w:val="none" w:sz="0" w:space="0" w:color="auto"/>
                <w:bottom w:val="none" w:sz="0" w:space="0" w:color="auto"/>
                <w:right w:val="none" w:sz="0" w:space="0" w:color="auto"/>
              </w:divBdr>
            </w:div>
            <w:div w:id="200556225">
              <w:marLeft w:val="0"/>
              <w:marRight w:val="0"/>
              <w:marTop w:val="0"/>
              <w:marBottom w:val="0"/>
              <w:divBdr>
                <w:top w:val="none" w:sz="0" w:space="0" w:color="auto"/>
                <w:left w:val="none" w:sz="0" w:space="0" w:color="auto"/>
                <w:bottom w:val="none" w:sz="0" w:space="0" w:color="auto"/>
                <w:right w:val="none" w:sz="0" w:space="0" w:color="auto"/>
              </w:divBdr>
            </w:div>
            <w:div w:id="500849101">
              <w:marLeft w:val="0"/>
              <w:marRight w:val="0"/>
              <w:marTop w:val="0"/>
              <w:marBottom w:val="0"/>
              <w:divBdr>
                <w:top w:val="none" w:sz="0" w:space="0" w:color="auto"/>
                <w:left w:val="none" w:sz="0" w:space="0" w:color="auto"/>
                <w:bottom w:val="none" w:sz="0" w:space="0" w:color="auto"/>
                <w:right w:val="none" w:sz="0" w:space="0" w:color="auto"/>
              </w:divBdr>
            </w:div>
            <w:div w:id="638654980">
              <w:marLeft w:val="0"/>
              <w:marRight w:val="0"/>
              <w:marTop w:val="0"/>
              <w:marBottom w:val="0"/>
              <w:divBdr>
                <w:top w:val="none" w:sz="0" w:space="0" w:color="auto"/>
                <w:left w:val="none" w:sz="0" w:space="0" w:color="auto"/>
                <w:bottom w:val="none" w:sz="0" w:space="0" w:color="auto"/>
                <w:right w:val="none" w:sz="0" w:space="0" w:color="auto"/>
              </w:divBdr>
            </w:div>
            <w:div w:id="394203380">
              <w:marLeft w:val="0"/>
              <w:marRight w:val="0"/>
              <w:marTop w:val="0"/>
              <w:marBottom w:val="0"/>
              <w:divBdr>
                <w:top w:val="none" w:sz="0" w:space="0" w:color="auto"/>
                <w:left w:val="none" w:sz="0" w:space="0" w:color="auto"/>
                <w:bottom w:val="none" w:sz="0" w:space="0" w:color="auto"/>
                <w:right w:val="none" w:sz="0" w:space="0" w:color="auto"/>
              </w:divBdr>
            </w:div>
            <w:div w:id="1941645269">
              <w:marLeft w:val="0"/>
              <w:marRight w:val="0"/>
              <w:marTop w:val="0"/>
              <w:marBottom w:val="0"/>
              <w:divBdr>
                <w:top w:val="none" w:sz="0" w:space="0" w:color="auto"/>
                <w:left w:val="none" w:sz="0" w:space="0" w:color="auto"/>
                <w:bottom w:val="none" w:sz="0" w:space="0" w:color="auto"/>
                <w:right w:val="none" w:sz="0" w:space="0" w:color="auto"/>
              </w:divBdr>
            </w:div>
            <w:div w:id="712654491">
              <w:marLeft w:val="0"/>
              <w:marRight w:val="0"/>
              <w:marTop w:val="0"/>
              <w:marBottom w:val="0"/>
              <w:divBdr>
                <w:top w:val="none" w:sz="0" w:space="0" w:color="auto"/>
                <w:left w:val="none" w:sz="0" w:space="0" w:color="auto"/>
                <w:bottom w:val="none" w:sz="0" w:space="0" w:color="auto"/>
                <w:right w:val="none" w:sz="0" w:space="0" w:color="auto"/>
              </w:divBdr>
            </w:div>
            <w:div w:id="1371371298">
              <w:marLeft w:val="0"/>
              <w:marRight w:val="0"/>
              <w:marTop w:val="0"/>
              <w:marBottom w:val="0"/>
              <w:divBdr>
                <w:top w:val="none" w:sz="0" w:space="0" w:color="auto"/>
                <w:left w:val="none" w:sz="0" w:space="0" w:color="auto"/>
                <w:bottom w:val="none" w:sz="0" w:space="0" w:color="auto"/>
                <w:right w:val="none" w:sz="0" w:space="0" w:color="auto"/>
              </w:divBdr>
            </w:div>
            <w:div w:id="1987736210">
              <w:marLeft w:val="0"/>
              <w:marRight w:val="0"/>
              <w:marTop w:val="0"/>
              <w:marBottom w:val="0"/>
              <w:divBdr>
                <w:top w:val="none" w:sz="0" w:space="0" w:color="auto"/>
                <w:left w:val="none" w:sz="0" w:space="0" w:color="auto"/>
                <w:bottom w:val="none" w:sz="0" w:space="0" w:color="auto"/>
                <w:right w:val="none" w:sz="0" w:space="0" w:color="auto"/>
              </w:divBdr>
            </w:div>
            <w:div w:id="1884750914">
              <w:marLeft w:val="0"/>
              <w:marRight w:val="0"/>
              <w:marTop w:val="0"/>
              <w:marBottom w:val="0"/>
              <w:divBdr>
                <w:top w:val="none" w:sz="0" w:space="0" w:color="auto"/>
                <w:left w:val="none" w:sz="0" w:space="0" w:color="auto"/>
                <w:bottom w:val="none" w:sz="0" w:space="0" w:color="auto"/>
                <w:right w:val="none" w:sz="0" w:space="0" w:color="auto"/>
              </w:divBdr>
            </w:div>
            <w:div w:id="1903908886">
              <w:marLeft w:val="0"/>
              <w:marRight w:val="0"/>
              <w:marTop w:val="0"/>
              <w:marBottom w:val="0"/>
              <w:divBdr>
                <w:top w:val="none" w:sz="0" w:space="0" w:color="auto"/>
                <w:left w:val="none" w:sz="0" w:space="0" w:color="auto"/>
                <w:bottom w:val="none" w:sz="0" w:space="0" w:color="auto"/>
                <w:right w:val="none" w:sz="0" w:space="0" w:color="auto"/>
              </w:divBdr>
            </w:div>
            <w:div w:id="2023586501">
              <w:marLeft w:val="0"/>
              <w:marRight w:val="0"/>
              <w:marTop w:val="0"/>
              <w:marBottom w:val="0"/>
              <w:divBdr>
                <w:top w:val="none" w:sz="0" w:space="0" w:color="auto"/>
                <w:left w:val="none" w:sz="0" w:space="0" w:color="auto"/>
                <w:bottom w:val="none" w:sz="0" w:space="0" w:color="auto"/>
                <w:right w:val="none" w:sz="0" w:space="0" w:color="auto"/>
              </w:divBdr>
            </w:div>
            <w:div w:id="2139957288">
              <w:marLeft w:val="0"/>
              <w:marRight w:val="0"/>
              <w:marTop w:val="0"/>
              <w:marBottom w:val="0"/>
              <w:divBdr>
                <w:top w:val="none" w:sz="0" w:space="0" w:color="auto"/>
                <w:left w:val="none" w:sz="0" w:space="0" w:color="auto"/>
                <w:bottom w:val="none" w:sz="0" w:space="0" w:color="auto"/>
                <w:right w:val="none" w:sz="0" w:space="0" w:color="auto"/>
              </w:divBdr>
            </w:div>
            <w:div w:id="604311740">
              <w:marLeft w:val="0"/>
              <w:marRight w:val="0"/>
              <w:marTop w:val="0"/>
              <w:marBottom w:val="0"/>
              <w:divBdr>
                <w:top w:val="none" w:sz="0" w:space="0" w:color="auto"/>
                <w:left w:val="none" w:sz="0" w:space="0" w:color="auto"/>
                <w:bottom w:val="none" w:sz="0" w:space="0" w:color="auto"/>
                <w:right w:val="none" w:sz="0" w:space="0" w:color="auto"/>
              </w:divBdr>
            </w:div>
            <w:div w:id="11378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047226">
      <w:bodyDiv w:val="1"/>
      <w:marLeft w:val="0"/>
      <w:marRight w:val="0"/>
      <w:marTop w:val="0"/>
      <w:marBottom w:val="0"/>
      <w:divBdr>
        <w:top w:val="none" w:sz="0" w:space="0" w:color="auto"/>
        <w:left w:val="none" w:sz="0" w:space="0" w:color="auto"/>
        <w:bottom w:val="none" w:sz="0" w:space="0" w:color="auto"/>
        <w:right w:val="none" w:sz="0" w:space="0" w:color="auto"/>
      </w:divBdr>
      <w:divsChild>
        <w:div w:id="1772312765">
          <w:marLeft w:val="0"/>
          <w:marRight w:val="0"/>
          <w:marTop w:val="0"/>
          <w:marBottom w:val="0"/>
          <w:divBdr>
            <w:top w:val="none" w:sz="0" w:space="0" w:color="auto"/>
            <w:left w:val="none" w:sz="0" w:space="0" w:color="auto"/>
            <w:bottom w:val="none" w:sz="0" w:space="0" w:color="auto"/>
            <w:right w:val="none" w:sz="0" w:space="0" w:color="auto"/>
          </w:divBdr>
          <w:divsChild>
            <w:div w:id="300112409">
              <w:marLeft w:val="0"/>
              <w:marRight w:val="0"/>
              <w:marTop w:val="0"/>
              <w:marBottom w:val="0"/>
              <w:divBdr>
                <w:top w:val="none" w:sz="0" w:space="0" w:color="auto"/>
                <w:left w:val="none" w:sz="0" w:space="0" w:color="auto"/>
                <w:bottom w:val="none" w:sz="0" w:space="0" w:color="auto"/>
                <w:right w:val="none" w:sz="0" w:space="0" w:color="auto"/>
              </w:divBdr>
            </w:div>
            <w:div w:id="604970618">
              <w:marLeft w:val="0"/>
              <w:marRight w:val="0"/>
              <w:marTop w:val="0"/>
              <w:marBottom w:val="0"/>
              <w:divBdr>
                <w:top w:val="none" w:sz="0" w:space="0" w:color="auto"/>
                <w:left w:val="none" w:sz="0" w:space="0" w:color="auto"/>
                <w:bottom w:val="none" w:sz="0" w:space="0" w:color="auto"/>
                <w:right w:val="none" w:sz="0" w:space="0" w:color="auto"/>
              </w:divBdr>
            </w:div>
            <w:div w:id="817842427">
              <w:marLeft w:val="0"/>
              <w:marRight w:val="0"/>
              <w:marTop w:val="0"/>
              <w:marBottom w:val="0"/>
              <w:divBdr>
                <w:top w:val="none" w:sz="0" w:space="0" w:color="auto"/>
                <w:left w:val="none" w:sz="0" w:space="0" w:color="auto"/>
                <w:bottom w:val="none" w:sz="0" w:space="0" w:color="auto"/>
                <w:right w:val="none" w:sz="0" w:space="0" w:color="auto"/>
              </w:divBdr>
            </w:div>
            <w:div w:id="1799951146">
              <w:marLeft w:val="0"/>
              <w:marRight w:val="0"/>
              <w:marTop w:val="0"/>
              <w:marBottom w:val="0"/>
              <w:divBdr>
                <w:top w:val="none" w:sz="0" w:space="0" w:color="auto"/>
                <w:left w:val="none" w:sz="0" w:space="0" w:color="auto"/>
                <w:bottom w:val="none" w:sz="0" w:space="0" w:color="auto"/>
                <w:right w:val="none" w:sz="0" w:space="0" w:color="auto"/>
              </w:divBdr>
            </w:div>
            <w:div w:id="1342511313">
              <w:marLeft w:val="0"/>
              <w:marRight w:val="0"/>
              <w:marTop w:val="0"/>
              <w:marBottom w:val="0"/>
              <w:divBdr>
                <w:top w:val="none" w:sz="0" w:space="0" w:color="auto"/>
                <w:left w:val="none" w:sz="0" w:space="0" w:color="auto"/>
                <w:bottom w:val="none" w:sz="0" w:space="0" w:color="auto"/>
                <w:right w:val="none" w:sz="0" w:space="0" w:color="auto"/>
              </w:divBdr>
            </w:div>
            <w:div w:id="269515003">
              <w:marLeft w:val="0"/>
              <w:marRight w:val="0"/>
              <w:marTop w:val="0"/>
              <w:marBottom w:val="0"/>
              <w:divBdr>
                <w:top w:val="none" w:sz="0" w:space="0" w:color="auto"/>
                <w:left w:val="none" w:sz="0" w:space="0" w:color="auto"/>
                <w:bottom w:val="none" w:sz="0" w:space="0" w:color="auto"/>
                <w:right w:val="none" w:sz="0" w:space="0" w:color="auto"/>
              </w:divBdr>
            </w:div>
            <w:div w:id="1530681498">
              <w:marLeft w:val="0"/>
              <w:marRight w:val="0"/>
              <w:marTop w:val="0"/>
              <w:marBottom w:val="0"/>
              <w:divBdr>
                <w:top w:val="none" w:sz="0" w:space="0" w:color="auto"/>
                <w:left w:val="none" w:sz="0" w:space="0" w:color="auto"/>
                <w:bottom w:val="none" w:sz="0" w:space="0" w:color="auto"/>
                <w:right w:val="none" w:sz="0" w:space="0" w:color="auto"/>
              </w:divBdr>
            </w:div>
            <w:div w:id="825973872">
              <w:marLeft w:val="0"/>
              <w:marRight w:val="0"/>
              <w:marTop w:val="0"/>
              <w:marBottom w:val="0"/>
              <w:divBdr>
                <w:top w:val="none" w:sz="0" w:space="0" w:color="auto"/>
                <w:left w:val="none" w:sz="0" w:space="0" w:color="auto"/>
                <w:bottom w:val="none" w:sz="0" w:space="0" w:color="auto"/>
                <w:right w:val="none" w:sz="0" w:space="0" w:color="auto"/>
              </w:divBdr>
            </w:div>
            <w:div w:id="1709406303">
              <w:marLeft w:val="0"/>
              <w:marRight w:val="0"/>
              <w:marTop w:val="0"/>
              <w:marBottom w:val="0"/>
              <w:divBdr>
                <w:top w:val="none" w:sz="0" w:space="0" w:color="auto"/>
                <w:left w:val="none" w:sz="0" w:space="0" w:color="auto"/>
                <w:bottom w:val="none" w:sz="0" w:space="0" w:color="auto"/>
                <w:right w:val="none" w:sz="0" w:space="0" w:color="auto"/>
              </w:divBdr>
            </w:div>
            <w:div w:id="78988571">
              <w:marLeft w:val="0"/>
              <w:marRight w:val="0"/>
              <w:marTop w:val="0"/>
              <w:marBottom w:val="0"/>
              <w:divBdr>
                <w:top w:val="none" w:sz="0" w:space="0" w:color="auto"/>
                <w:left w:val="none" w:sz="0" w:space="0" w:color="auto"/>
                <w:bottom w:val="none" w:sz="0" w:space="0" w:color="auto"/>
                <w:right w:val="none" w:sz="0" w:space="0" w:color="auto"/>
              </w:divBdr>
            </w:div>
            <w:div w:id="726026645">
              <w:marLeft w:val="0"/>
              <w:marRight w:val="0"/>
              <w:marTop w:val="0"/>
              <w:marBottom w:val="0"/>
              <w:divBdr>
                <w:top w:val="none" w:sz="0" w:space="0" w:color="auto"/>
                <w:left w:val="none" w:sz="0" w:space="0" w:color="auto"/>
                <w:bottom w:val="none" w:sz="0" w:space="0" w:color="auto"/>
                <w:right w:val="none" w:sz="0" w:space="0" w:color="auto"/>
              </w:divBdr>
            </w:div>
            <w:div w:id="1679111249">
              <w:marLeft w:val="0"/>
              <w:marRight w:val="0"/>
              <w:marTop w:val="0"/>
              <w:marBottom w:val="0"/>
              <w:divBdr>
                <w:top w:val="none" w:sz="0" w:space="0" w:color="auto"/>
                <w:left w:val="none" w:sz="0" w:space="0" w:color="auto"/>
                <w:bottom w:val="none" w:sz="0" w:space="0" w:color="auto"/>
                <w:right w:val="none" w:sz="0" w:space="0" w:color="auto"/>
              </w:divBdr>
            </w:div>
            <w:div w:id="830172625">
              <w:marLeft w:val="0"/>
              <w:marRight w:val="0"/>
              <w:marTop w:val="0"/>
              <w:marBottom w:val="0"/>
              <w:divBdr>
                <w:top w:val="none" w:sz="0" w:space="0" w:color="auto"/>
                <w:left w:val="none" w:sz="0" w:space="0" w:color="auto"/>
                <w:bottom w:val="none" w:sz="0" w:space="0" w:color="auto"/>
                <w:right w:val="none" w:sz="0" w:space="0" w:color="auto"/>
              </w:divBdr>
            </w:div>
            <w:div w:id="197668194">
              <w:marLeft w:val="0"/>
              <w:marRight w:val="0"/>
              <w:marTop w:val="0"/>
              <w:marBottom w:val="0"/>
              <w:divBdr>
                <w:top w:val="none" w:sz="0" w:space="0" w:color="auto"/>
                <w:left w:val="none" w:sz="0" w:space="0" w:color="auto"/>
                <w:bottom w:val="none" w:sz="0" w:space="0" w:color="auto"/>
                <w:right w:val="none" w:sz="0" w:space="0" w:color="auto"/>
              </w:divBdr>
            </w:div>
            <w:div w:id="249778516">
              <w:marLeft w:val="0"/>
              <w:marRight w:val="0"/>
              <w:marTop w:val="0"/>
              <w:marBottom w:val="0"/>
              <w:divBdr>
                <w:top w:val="none" w:sz="0" w:space="0" w:color="auto"/>
                <w:left w:val="none" w:sz="0" w:space="0" w:color="auto"/>
                <w:bottom w:val="none" w:sz="0" w:space="0" w:color="auto"/>
                <w:right w:val="none" w:sz="0" w:space="0" w:color="auto"/>
              </w:divBdr>
            </w:div>
            <w:div w:id="755859130">
              <w:marLeft w:val="0"/>
              <w:marRight w:val="0"/>
              <w:marTop w:val="0"/>
              <w:marBottom w:val="0"/>
              <w:divBdr>
                <w:top w:val="none" w:sz="0" w:space="0" w:color="auto"/>
                <w:left w:val="none" w:sz="0" w:space="0" w:color="auto"/>
                <w:bottom w:val="none" w:sz="0" w:space="0" w:color="auto"/>
                <w:right w:val="none" w:sz="0" w:space="0" w:color="auto"/>
              </w:divBdr>
            </w:div>
            <w:div w:id="1675843738">
              <w:marLeft w:val="0"/>
              <w:marRight w:val="0"/>
              <w:marTop w:val="0"/>
              <w:marBottom w:val="0"/>
              <w:divBdr>
                <w:top w:val="none" w:sz="0" w:space="0" w:color="auto"/>
                <w:left w:val="none" w:sz="0" w:space="0" w:color="auto"/>
                <w:bottom w:val="none" w:sz="0" w:space="0" w:color="auto"/>
                <w:right w:val="none" w:sz="0" w:space="0" w:color="auto"/>
              </w:divBdr>
            </w:div>
            <w:div w:id="962737468">
              <w:marLeft w:val="0"/>
              <w:marRight w:val="0"/>
              <w:marTop w:val="0"/>
              <w:marBottom w:val="0"/>
              <w:divBdr>
                <w:top w:val="none" w:sz="0" w:space="0" w:color="auto"/>
                <w:left w:val="none" w:sz="0" w:space="0" w:color="auto"/>
                <w:bottom w:val="none" w:sz="0" w:space="0" w:color="auto"/>
                <w:right w:val="none" w:sz="0" w:space="0" w:color="auto"/>
              </w:divBdr>
            </w:div>
            <w:div w:id="1228876079">
              <w:marLeft w:val="0"/>
              <w:marRight w:val="0"/>
              <w:marTop w:val="0"/>
              <w:marBottom w:val="0"/>
              <w:divBdr>
                <w:top w:val="none" w:sz="0" w:space="0" w:color="auto"/>
                <w:left w:val="none" w:sz="0" w:space="0" w:color="auto"/>
                <w:bottom w:val="none" w:sz="0" w:space="0" w:color="auto"/>
                <w:right w:val="none" w:sz="0" w:space="0" w:color="auto"/>
              </w:divBdr>
            </w:div>
            <w:div w:id="1933270361">
              <w:marLeft w:val="0"/>
              <w:marRight w:val="0"/>
              <w:marTop w:val="0"/>
              <w:marBottom w:val="0"/>
              <w:divBdr>
                <w:top w:val="none" w:sz="0" w:space="0" w:color="auto"/>
                <w:left w:val="none" w:sz="0" w:space="0" w:color="auto"/>
                <w:bottom w:val="none" w:sz="0" w:space="0" w:color="auto"/>
                <w:right w:val="none" w:sz="0" w:space="0" w:color="auto"/>
              </w:divBdr>
            </w:div>
            <w:div w:id="1003708354">
              <w:marLeft w:val="0"/>
              <w:marRight w:val="0"/>
              <w:marTop w:val="0"/>
              <w:marBottom w:val="0"/>
              <w:divBdr>
                <w:top w:val="none" w:sz="0" w:space="0" w:color="auto"/>
                <w:left w:val="none" w:sz="0" w:space="0" w:color="auto"/>
                <w:bottom w:val="none" w:sz="0" w:space="0" w:color="auto"/>
                <w:right w:val="none" w:sz="0" w:space="0" w:color="auto"/>
              </w:divBdr>
            </w:div>
            <w:div w:id="810054834">
              <w:marLeft w:val="0"/>
              <w:marRight w:val="0"/>
              <w:marTop w:val="0"/>
              <w:marBottom w:val="0"/>
              <w:divBdr>
                <w:top w:val="none" w:sz="0" w:space="0" w:color="auto"/>
                <w:left w:val="none" w:sz="0" w:space="0" w:color="auto"/>
                <w:bottom w:val="none" w:sz="0" w:space="0" w:color="auto"/>
                <w:right w:val="none" w:sz="0" w:space="0" w:color="auto"/>
              </w:divBdr>
            </w:div>
            <w:div w:id="2086299272">
              <w:marLeft w:val="0"/>
              <w:marRight w:val="0"/>
              <w:marTop w:val="0"/>
              <w:marBottom w:val="0"/>
              <w:divBdr>
                <w:top w:val="none" w:sz="0" w:space="0" w:color="auto"/>
                <w:left w:val="none" w:sz="0" w:space="0" w:color="auto"/>
                <w:bottom w:val="none" w:sz="0" w:space="0" w:color="auto"/>
                <w:right w:val="none" w:sz="0" w:space="0" w:color="auto"/>
              </w:divBdr>
            </w:div>
            <w:div w:id="75322772">
              <w:marLeft w:val="0"/>
              <w:marRight w:val="0"/>
              <w:marTop w:val="0"/>
              <w:marBottom w:val="0"/>
              <w:divBdr>
                <w:top w:val="none" w:sz="0" w:space="0" w:color="auto"/>
                <w:left w:val="none" w:sz="0" w:space="0" w:color="auto"/>
                <w:bottom w:val="none" w:sz="0" w:space="0" w:color="auto"/>
                <w:right w:val="none" w:sz="0" w:space="0" w:color="auto"/>
              </w:divBdr>
            </w:div>
            <w:div w:id="497889679">
              <w:marLeft w:val="0"/>
              <w:marRight w:val="0"/>
              <w:marTop w:val="0"/>
              <w:marBottom w:val="0"/>
              <w:divBdr>
                <w:top w:val="none" w:sz="0" w:space="0" w:color="auto"/>
                <w:left w:val="none" w:sz="0" w:space="0" w:color="auto"/>
                <w:bottom w:val="none" w:sz="0" w:space="0" w:color="auto"/>
                <w:right w:val="none" w:sz="0" w:space="0" w:color="auto"/>
              </w:divBdr>
            </w:div>
            <w:div w:id="1144812245">
              <w:marLeft w:val="0"/>
              <w:marRight w:val="0"/>
              <w:marTop w:val="0"/>
              <w:marBottom w:val="0"/>
              <w:divBdr>
                <w:top w:val="none" w:sz="0" w:space="0" w:color="auto"/>
                <w:left w:val="none" w:sz="0" w:space="0" w:color="auto"/>
                <w:bottom w:val="none" w:sz="0" w:space="0" w:color="auto"/>
                <w:right w:val="none" w:sz="0" w:space="0" w:color="auto"/>
              </w:divBdr>
            </w:div>
            <w:div w:id="48040343">
              <w:marLeft w:val="0"/>
              <w:marRight w:val="0"/>
              <w:marTop w:val="0"/>
              <w:marBottom w:val="0"/>
              <w:divBdr>
                <w:top w:val="none" w:sz="0" w:space="0" w:color="auto"/>
                <w:left w:val="none" w:sz="0" w:space="0" w:color="auto"/>
                <w:bottom w:val="none" w:sz="0" w:space="0" w:color="auto"/>
                <w:right w:val="none" w:sz="0" w:space="0" w:color="auto"/>
              </w:divBdr>
            </w:div>
            <w:div w:id="1609269166">
              <w:marLeft w:val="0"/>
              <w:marRight w:val="0"/>
              <w:marTop w:val="0"/>
              <w:marBottom w:val="0"/>
              <w:divBdr>
                <w:top w:val="none" w:sz="0" w:space="0" w:color="auto"/>
                <w:left w:val="none" w:sz="0" w:space="0" w:color="auto"/>
                <w:bottom w:val="none" w:sz="0" w:space="0" w:color="auto"/>
                <w:right w:val="none" w:sz="0" w:space="0" w:color="auto"/>
              </w:divBdr>
            </w:div>
            <w:div w:id="1657371468">
              <w:marLeft w:val="0"/>
              <w:marRight w:val="0"/>
              <w:marTop w:val="0"/>
              <w:marBottom w:val="0"/>
              <w:divBdr>
                <w:top w:val="none" w:sz="0" w:space="0" w:color="auto"/>
                <w:left w:val="none" w:sz="0" w:space="0" w:color="auto"/>
                <w:bottom w:val="none" w:sz="0" w:space="0" w:color="auto"/>
                <w:right w:val="none" w:sz="0" w:space="0" w:color="auto"/>
              </w:divBdr>
            </w:div>
            <w:div w:id="787505063">
              <w:marLeft w:val="0"/>
              <w:marRight w:val="0"/>
              <w:marTop w:val="0"/>
              <w:marBottom w:val="0"/>
              <w:divBdr>
                <w:top w:val="none" w:sz="0" w:space="0" w:color="auto"/>
                <w:left w:val="none" w:sz="0" w:space="0" w:color="auto"/>
                <w:bottom w:val="none" w:sz="0" w:space="0" w:color="auto"/>
                <w:right w:val="none" w:sz="0" w:space="0" w:color="auto"/>
              </w:divBdr>
            </w:div>
            <w:div w:id="799148111">
              <w:marLeft w:val="0"/>
              <w:marRight w:val="0"/>
              <w:marTop w:val="0"/>
              <w:marBottom w:val="0"/>
              <w:divBdr>
                <w:top w:val="none" w:sz="0" w:space="0" w:color="auto"/>
                <w:left w:val="none" w:sz="0" w:space="0" w:color="auto"/>
                <w:bottom w:val="none" w:sz="0" w:space="0" w:color="auto"/>
                <w:right w:val="none" w:sz="0" w:space="0" w:color="auto"/>
              </w:divBdr>
            </w:div>
            <w:div w:id="1463183810">
              <w:marLeft w:val="0"/>
              <w:marRight w:val="0"/>
              <w:marTop w:val="0"/>
              <w:marBottom w:val="0"/>
              <w:divBdr>
                <w:top w:val="none" w:sz="0" w:space="0" w:color="auto"/>
                <w:left w:val="none" w:sz="0" w:space="0" w:color="auto"/>
                <w:bottom w:val="none" w:sz="0" w:space="0" w:color="auto"/>
                <w:right w:val="none" w:sz="0" w:space="0" w:color="auto"/>
              </w:divBdr>
            </w:div>
            <w:div w:id="1784152849">
              <w:marLeft w:val="0"/>
              <w:marRight w:val="0"/>
              <w:marTop w:val="0"/>
              <w:marBottom w:val="0"/>
              <w:divBdr>
                <w:top w:val="none" w:sz="0" w:space="0" w:color="auto"/>
                <w:left w:val="none" w:sz="0" w:space="0" w:color="auto"/>
                <w:bottom w:val="none" w:sz="0" w:space="0" w:color="auto"/>
                <w:right w:val="none" w:sz="0" w:space="0" w:color="auto"/>
              </w:divBdr>
            </w:div>
            <w:div w:id="987828379">
              <w:marLeft w:val="0"/>
              <w:marRight w:val="0"/>
              <w:marTop w:val="0"/>
              <w:marBottom w:val="0"/>
              <w:divBdr>
                <w:top w:val="none" w:sz="0" w:space="0" w:color="auto"/>
                <w:left w:val="none" w:sz="0" w:space="0" w:color="auto"/>
                <w:bottom w:val="none" w:sz="0" w:space="0" w:color="auto"/>
                <w:right w:val="none" w:sz="0" w:space="0" w:color="auto"/>
              </w:divBdr>
            </w:div>
            <w:div w:id="430202888">
              <w:marLeft w:val="0"/>
              <w:marRight w:val="0"/>
              <w:marTop w:val="0"/>
              <w:marBottom w:val="0"/>
              <w:divBdr>
                <w:top w:val="none" w:sz="0" w:space="0" w:color="auto"/>
                <w:left w:val="none" w:sz="0" w:space="0" w:color="auto"/>
                <w:bottom w:val="none" w:sz="0" w:space="0" w:color="auto"/>
                <w:right w:val="none" w:sz="0" w:space="0" w:color="auto"/>
              </w:divBdr>
            </w:div>
            <w:div w:id="1138450928">
              <w:marLeft w:val="0"/>
              <w:marRight w:val="0"/>
              <w:marTop w:val="0"/>
              <w:marBottom w:val="0"/>
              <w:divBdr>
                <w:top w:val="none" w:sz="0" w:space="0" w:color="auto"/>
                <w:left w:val="none" w:sz="0" w:space="0" w:color="auto"/>
                <w:bottom w:val="none" w:sz="0" w:space="0" w:color="auto"/>
                <w:right w:val="none" w:sz="0" w:space="0" w:color="auto"/>
              </w:divBdr>
            </w:div>
            <w:div w:id="1534417723">
              <w:marLeft w:val="0"/>
              <w:marRight w:val="0"/>
              <w:marTop w:val="0"/>
              <w:marBottom w:val="0"/>
              <w:divBdr>
                <w:top w:val="none" w:sz="0" w:space="0" w:color="auto"/>
                <w:left w:val="none" w:sz="0" w:space="0" w:color="auto"/>
                <w:bottom w:val="none" w:sz="0" w:space="0" w:color="auto"/>
                <w:right w:val="none" w:sz="0" w:space="0" w:color="auto"/>
              </w:divBdr>
            </w:div>
            <w:div w:id="42350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84995">
      <w:bodyDiv w:val="1"/>
      <w:marLeft w:val="0"/>
      <w:marRight w:val="0"/>
      <w:marTop w:val="0"/>
      <w:marBottom w:val="0"/>
      <w:divBdr>
        <w:top w:val="none" w:sz="0" w:space="0" w:color="auto"/>
        <w:left w:val="none" w:sz="0" w:space="0" w:color="auto"/>
        <w:bottom w:val="none" w:sz="0" w:space="0" w:color="auto"/>
        <w:right w:val="none" w:sz="0" w:space="0" w:color="auto"/>
      </w:divBdr>
      <w:divsChild>
        <w:div w:id="221526863">
          <w:marLeft w:val="1555"/>
          <w:marRight w:val="0"/>
          <w:marTop w:val="0"/>
          <w:marBottom w:val="160"/>
          <w:divBdr>
            <w:top w:val="none" w:sz="0" w:space="0" w:color="auto"/>
            <w:left w:val="none" w:sz="0" w:space="0" w:color="auto"/>
            <w:bottom w:val="none" w:sz="0" w:space="0" w:color="auto"/>
            <w:right w:val="none" w:sz="0" w:space="0" w:color="auto"/>
          </w:divBdr>
        </w:div>
        <w:div w:id="532425210">
          <w:marLeft w:val="547"/>
          <w:marRight w:val="0"/>
          <w:marTop w:val="0"/>
          <w:marBottom w:val="160"/>
          <w:divBdr>
            <w:top w:val="none" w:sz="0" w:space="0" w:color="auto"/>
            <w:left w:val="none" w:sz="0" w:space="0" w:color="auto"/>
            <w:bottom w:val="none" w:sz="0" w:space="0" w:color="auto"/>
            <w:right w:val="none" w:sz="0" w:space="0" w:color="auto"/>
          </w:divBdr>
        </w:div>
        <w:div w:id="808017626">
          <w:marLeft w:val="547"/>
          <w:marRight w:val="0"/>
          <w:marTop w:val="0"/>
          <w:marBottom w:val="160"/>
          <w:divBdr>
            <w:top w:val="none" w:sz="0" w:space="0" w:color="auto"/>
            <w:left w:val="none" w:sz="0" w:space="0" w:color="auto"/>
            <w:bottom w:val="none" w:sz="0" w:space="0" w:color="auto"/>
            <w:right w:val="none" w:sz="0" w:space="0" w:color="auto"/>
          </w:divBdr>
        </w:div>
        <w:div w:id="1250432268">
          <w:marLeft w:val="547"/>
          <w:marRight w:val="0"/>
          <w:marTop w:val="0"/>
          <w:marBottom w:val="160"/>
          <w:divBdr>
            <w:top w:val="none" w:sz="0" w:space="0" w:color="auto"/>
            <w:left w:val="none" w:sz="0" w:space="0" w:color="auto"/>
            <w:bottom w:val="none" w:sz="0" w:space="0" w:color="auto"/>
            <w:right w:val="none" w:sz="0" w:space="0" w:color="auto"/>
          </w:divBdr>
        </w:div>
        <w:div w:id="1295864355">
          <w:marLeft w:val="1555"/>
          <w:marRight w:val="0"/>
          <w:marTop w:val="0"/>
          <w:marBottom w:val="160"/>
          <w:divBdr>
            <w:top w:val="none" w:sz="0" w:space="0" w:color="auto"/>
            <w:left w:val="none" w:sz="0" w:space="0" w:color="auto"/>
            <w:bottom w:val="none" w:sz="0" w:space="0" w:color="auto"/>
            <w:right w:val="none" w:sz="0" w:space="0" w:color="auto"/>
          </w:divBdr>
        </w:div>
        <w:div w:id="1820266834">
          <w:marLeft w:val="1555"/>
          <w:marRight w:val="0"/>
          <w:marTop w:val="0"/>
          <w:marBottom w:val="160"/>
          <w:divBdr>
            <w:top w:val="none" w:sz="0" w:space="0" w:color="auto"/>
            <w:left w:val="none" w:sz="0" w:space="0" w:color="auto"/>
            <w:bottom w:val="none" w:sz="0" w:space="0" w:color="auto"/>
            <w:right w:val="none" w:sz="0" w:space="0" w:color="auto"/>
          </w:divBdr>
        </w:div>
      </w:divsChild>
    </w:div>
    <w:div w:id="1652978463">
      <w:bodyDiv w:val="1"/>
      <w:marLeft w:val="0"/>
      <w:marRight w:val="0"/>
      <w:marTop w:val="0"/>
      <w:marBottom w:val="0"/>
      <w:divBdr>
        <w:top w:val="none" w:sz="0" w:space="0" w:color="auto"/>
        <w:left w:val="none" w:sz="0" w:space="0" w:color="auto"/>
        <w:bottom w:val="none" w:sz="0" w:space="0" w:color="auto"/>
        <w:right w:val="none" w:sz="0" w:space="0" w:color="auto"/>
      </w:divBdr>
    </w:div>
    <w:div w:id="1688601960">
      <w:bodyDiv w:val="1"/>
      <w:marLeft w:val="0"/>
      <w:marRight w:val="0"/>
      <w:marTop w:val="0"/>
      <w:marBottom w:val="0"/>
      <w:divBdr>
        <w:top w:val="none" w:sz="0" w:space="0" w:color="auto"/>
        <w:left w:val="none" w:sz="0" w:space="0" w:color="auto"/>
        <w:bottom w:val="none" w:sz="0" w:space="0" w:color="auto"/>
        <w:right w:val="none" w:sz="0" w:space="0" w:color="auto"/>
      </w:divBdr>
    </w:div>
    <w:div w:id="1697805907">
      <w:bodyDiv w:val="1"/>
      <w:marLeft w:val="0"/>
      <w:marRight w:val="0"/>
      <w:marTop w:val="0"/>
      <w:marBottom w:val="0"/>
      <w:divBdr>
        <w:top w:val="none" w:sz="0" w:space="0" w:color="auto"/>
        <w:left w:val="none" w:sz="0" w:space="0" w:color="auto"/>
        <w:bottom w:val="none" w:sz="0" w:space="0" w:color="auto"/>
        <w:right w:val="none" w:sz="0" w:space="0" w:color="auto"/>
      </w:divBdr>
    </w:div>
    <w:div w:id="1717043328">
      <w:bodyDiv w:val="1"/>
      <w:marLeft w:val="0"/>
      <w:marRight w:val="0"/>
      <w:marTop w:val="0"/>
      <w:marBottom w:val="0"/>
      <w:divBdr>
        <w:top w:val="none" w:sz="0" w:space="0" w:color="auto"/>
        <w:left w:val="none" w:sz="0" w:space="0" w:color="auto"/>
        <w:bottom w:val="none" w:sz="0" w:space="0" w:color="auto"/>
        <w:right w:val="none" w:sz="0" w:space="0" w:color="auto"/>
      </w:divBdr>
    </w:div>
    <w:div w:id="1718773213">
      <w:bodyDiv w:val="1"/>
      <w:marLeft w:val="0"/>
      <w:marRight w:val="0"/>
      <w:marTop w:val="0"/>
      <w:marBottom w:val="0"/>
      <w:divBdr>
        <w:top w:val="none" w:sz="0" w:space="0" w:color="auto"/>
        <w:left w:val="none" w:sz="0" w:space="0" w:color="auto"/>
        <w:bottom w:val="none" w:sz="0" w:space="0" w:color="auto"/>
        <w:right w:val="none" w:sz="0" w:space="0" w:color="auto"/>
      </w:divBdr>
      <w:divsChild>
        <w:div w:id="1509171071">
          <w:marLeft w:val="0"/>
          <w:marRight w:val="0"/>
          <w:marTop w:val="0"/>
          <w:marBottom w:val="0"/>
          <w:divBdr>
            <w:top w:val="none" w:sz="0" w:space="0" w:color="auto"/>
            <w:left w:val="none" w:sz="0" w:space="0" w:color="auto"/>
            <w:bottom w:val="none" w:sz="0" w:space="0" w:color="auto"/>
            <w:right w:val="none" w:sz="0" w:space="0" w:color="auto"/>
          </w:divBdr>
          <w:divsChild>
            <w:div w:id="764307931">
              <w:marLeft w:val="0"/>
              <w:marRight w:val="0"/>
              <w:marTop w:val="0"/>
              <w:marBottom w:val="0"/>
              <w:divBdr>
                <w:top w:val="none" w:sz="0" w:space="0" w:color="auto"/>
                <w:left w:val="none" w:sz="0" w:space="0" w:color="auto"/>
                <w:bottom w:val="none" w:sz="0" w:space="0" w:color="auto"/>
                <w:right w:val="none" w:sz="0" w:space="0" w:color="auto"/>
              </w:divBdr>
            </w:div>
            <w:div w:id="422646573">
              <w:marLeft w:val="0"/>
              <w:marRight w:val="0"/>
              <w:marTop w:val="0"/>
              <w:marBottom w:val="0"/>
              <w:divBdr>
                <w:top w:val="none" w:sz="0" w:space="0" w:color="auto"/>
                <w:left w:val="none" w:sz="0" w:space="0" w:color="auto"/>
                <w:bottom w:val="none" w:sz="0" w:space="0" w:color="auto"/>
                <w:right w:val="none" w:sz="0" w:space="0" w:color="auto"/>
              </w:divBdr>
            </w:div>
            <w:div w:id="804658271">
              <w:marLeft w:val="0"/>
              <w:marRight w:val="0"/>
              <w:marTop w:val="0"/>
              <w:marBottom w:val="0"/>
              <w:divBdr>
                <w:top w:val="none" w:sz="0" w:space="0" w:color="auto"/>
                <w:left w:val="none" w:sz="0" w:space="0" w:color="auto"/>
                <w:bottom w:val="none" w:sz="0" w:space="0" w:color="auto"/>
                <w:right w:val="none" w:sz="0" w:space="0" w:color="auto"/>
              </w:divBdr>
            </w:div>
            <w:div w:id="197090539">
              <w:marLeft w:val="0"/>
              <w:marRight w:val="0"/>
              <w:marTop w:val="0"/>
              <w:marBottom w:val="0"/>
              <w:divBdr>
                <w:top w:val="none" w:sz="0" w:space="0" w:color="auto"/>
                <w:left w:val="none" w:sz="0" w:space="0" w:color="auto"/>
                <w:bottom w:val="none" w:sz="0" w:space="0" w:color="auto"/>
                <w:right w:val="none" w:sz="0" w:space="0" w:color="auto"/>
              </w:divBdr>
            </w:div>
            <w:div w:id="1163936286">
              <w:marLeft w:val="0"/>
              <w:marRight w:val="0"/>
              <w:marTop w:val="0"/>
              <w:marBottom w:val="0"/>
              <w:divBdr>
                <w:top w:val="none" w:sz="0" w:space="0" w:color="auto"/>
                <w:left w:val="none" w:sz="0" w:space="0" w:color="auto"/>
                <w:bottom w:val="none" w:sz="0" w:space="0" w:color="auto"/>
                <w:right w:val="none" w:sz="0" w:space="0" w:color="auto"/>
              </w:divBdr>
            </w:div>
            <w:div w:id="278726883">
              <w:marLeft w:val="0"/>
              <w:marRight w:val="0"/>
              <w:marTop w:val="0"/>
              <w:marBottom w:val="0"/>
              <w:divBdr>
                <w:top w:val="none" w:sz="0" w:space="0" w:color="auto"/>
                <w:left w:val="none" w:sz="0" w:space="0" w:color="auto"/>
                <w:bottom w:val="none" w:sz="0" w:space="0" w:color="auto"/>
                <w:right w:val="none" w:sz="0" w:space="0" w:color="auto"/>
              </w:divBdr>
            </w:div>
            <w:div w:id="1766457516">
              <w:marLeft w:val="0"/>
              <w:marRight w:val="0"/>
              <w:marTop w:val="0"/>
              <w:marBottom w:val="0"/>
              <w:divBdr>
                <w:top w:val="none" w:sz="0" w:space="0" w:color="auto"/>
                <w:left w:val="none" w:sz="0" w:space="0" w:color="auto"/>
                <w:bottom w:val="none" w:sz="0" w:space="0" w:color="auto"/>
                <w:right w:val="none" w:sz="0" w:space="0" w:color="auto"/>
              </w:divBdr>
            </w:div>
            <w:div w:id="1547372635">
              <w:marLeft w:val="0"/>
              <w:marRight w:val="0"/>
              <w:marTop w:val="0"/>
              <w:marBottom w:val="0"/>
              <w:divBdr>
                <w:top w:val="none" w:sz="0" w:space="0" w:color="auto"/>
                <w:left w:val="none" w:sz="0" w:space="0" w:color="auto"/>
                <w:bottom w:val="none" w:sz="0" w:space="0" w:color="auto"/>
                <w:right w:val="none" w:sz="0" w:space="0" w:color="auto"/>
              </w:divBdr>
            </w:div>
            <w:div w:id="482158720">
              <w:marLeft w:val="0"/>
              <w:marRight w:val="0"/>
              <w:marTop w:val="0"/>
              <w:marBottom w:val="0"/>
              <w:divBdr>
                <w:top w:val="none" w:sz="0" w:space="0" w:color="auto"/>
                <w:left w:val="none" w:sz="0" w:space="0" w:color="auto"/>
                <w:bottom w:val="none" w:sz="0" w:space="0" w:color="auto"/>
                <w:right w:val="none" w:sz="0" w:space="0" w:color="auto"/>
              </w:divBdr>
            </w:div>
            <w:div w:id="956519759">
              <w:marLeft w:val="0"/>
              <w:marRight w:val="0"/>
              <w:marTop w:val="0"/>
              <w:marBottom w:val="0"/>
              <w:divBdr>
                <w:top w:val="none" w:sz="0" w:space="0" w:color="auto"/>
                <w:left w:val="none" w:sz="0" w:space="0" w:color="auto"/>
                <w:bottom w:val="none" w:sz="0" w:space="0" w:color="auto"/>
                <w:right w:val="none" w:sz="0" w:space="0" w:color="auto"/>
              </w:divBdr>
            </w:div>
            <w:div w:id="1387026215">
              <w:marLeft w:val="0"/>
              <w:marRight w:val="0"/>
              <w:marTop w:val="0"/>
              <w:marBottom w:val="0"/>
              <w:divBdr>
                <w:top w:val="none" w:sz="0" w:space="0" w:color="auto"/>
                <w:left w:val="none" w:sz="0" w:space="0" w:color="auto"/>
                <w:bottom w:val="none" w:sz="0" w:space="0" w:color="auto"/>
                <w:right w:val="none" w:sz="0" w:space="0" w:color="auto"/>
              </w:divBdr>
            </w:div>
            <w:div w:id="509099130">
              <w:marLeft w:val="0"/>
              <w:marRight w:val="0"/>
              <w:marTop w:val="0"/>
              <w:marBottom w:val="0"/>
              <w:divBdr>
                <w:top w:val="none" w:sz="0" w:space="0" w:color="auto"/>
                <w:left w:val="none" w:sz="0" w:space="0" w:color="auto"/>
                <w:bottom w:val="none" w:sz="0" w:space="0" w:color="auto"/>
                <w:right w:val="none" w:sz="0" w:space="0" w:color="auto"/>
              </w:divBdr>
            </w:div>
            <w:div w:id="916205442">
              <w:marLeft w:val="0"/>
              <w:marRight w:val="0"/>
              <w:marTop w:val="0"/>
              <w:marBottom w:val="0"/>
              <w:divBdr>
                <w:top w:val="none" w:sz="0" w:space="0" w:color="auto"/>
                <w:left w:val="none" w:sz="0" w:space="0" w:color="auto"/>
                <w:bottom w:val="none" w:sz="0" w:space="0" w:color="auto"/>
                <w:right w:val="none" w:sz="0" w:space="0" w:color="auto"/>
              </w:divBdr>
            </w:div>
            <w:div w:id="765464916">
              <w:marLeft w:val="0"/>
              <w:marRight w:val="0"/>
              <w:marTop w:val="0"/>
              <w:marBottom w:val="0"/>
              <w:divBdr>
                <w:top w:val="none" w:sz="0" w:space="0" w:color="auto"/>
                <w:left w:val="none" w:sz="0" w:space="0" w:color="auto"/>
                <w:bottom w:val="none" w:sz="0" w:space="0" w:color="auto"/>
                <w:right w:val="none" w:sz="0" w:space="0" w:color="auto"/>
              </w:divBdr>
            </w:div>
            <w:div w:id="1263805741">
              <w:marLeft w:val="0"/>
              <w:marRight w:val="0"/>
              <w:marTop w:val="0"/>
              <w:marBottom w:val="0"/>
              <w:divBdr>
                <w:top w:val="none" w:sz="0" w:space="0" w:color="auto"/>
                <w:left w:val="none" w:sz="0" w:space="0" w:color="auto"/>
                <w:bottom w:val="none" w:sz="0" w:space="0" w:color="auto"/>
                <w:right w:val="none" w:sz="0" w:space="0" w:color="auto"/>
              </w:divBdr>
            </w:div>
            <w:div w:id="1262908416">
              <w:marLeft w:val="0"/>
              <w:marRight w:val="0"/>
              <w:marTop w:val="0"/>
              <w:marBottom w:val="0"/>
              <w:divBdr>
                <w:top w:val="none" w:sz="0" w:space="0" w:color="auto"/>
                <w:left w:val="none" w:sz="0" w:space="0" w:color="auto"/>
                <w:bottom w:val="none" w:sz="0" w:space="0" w:color="auto"/>
                <w:right w:val="none" w:sz="0" w:space="0" w:color="auto"/>
              </w:divBdr>
            </w:div>
            <w:div w:id="1512572451">
              <w:marLeft w:val="0"/>
              <w:marRight w:val="0"/>
              <w:marTop w:val="0"/>
              <w:marBottom w:val="0"/>
              <w:divBdr>
                <w:top w:val="none" w:sz="0" w:space="0" w:color="auto"/>
                <w:left w:val="none" w:sz="0" w:space="0" w:color="auto"/>
                <w:bottom w:val="none" w:sz="0" w:space="0" w:color="auto"/>
                <w:right w:val="none" w:sz="0" w:space="0" w:color="auto"/>
              </w:divBdr>
            </w:div>
            <w:div w:id="160698905">
              <w:marLeft w:val="0"/>
              <w:marRight w:val="0"/>
              <w:marTop w:val="0"/>
              <w:marBottom w:val="0"/>
              <w:divBdr>
                <w:top w:val="none" w:sz="0" w:space="0" w:color="auto"/>
                <w:left w:val="none" w:sz="0" w:space="0" w:color="auto"/>
                <w:bottom w:val="none" w:sz="0" w:space="0" w:color="auto"/>
                <w:right w:val="none" w:sz="0" w:space="0" w:color="auto"/>
              </w:divBdr>
            </w:div>
            <w:div w:id="1315331231">
              <w:marLeft w:val="0"/>
              <w:marRight w:val="0"/>
              <w:marTop w:val="0"/>
              <w:marBottom w:val="0"/>
              <w:divBdr>
                <w:top w:val="none" w:sz="0" w:space="0" w:color="auto"/>
                <w:left w:val="none" w:sz="0" w:space="0" w:color="auto"/>
                <w:bottom w:val="none" w:sz="0" w:space="0" w:color="auto"/>
                <w:right w:val="none" w:sz="0" w:space="0" w:color="auto"/>
              </w:divBdr>
            </w:div>
            <w:div w:id="1602642667">
              <w:marLeft w:val="0"/>
              <w:marRight w:val="0"/>
              <w:marTop w:val="0"/>
              <w:marBottom w:val="0"/>
              <w:divBdr>
                <w:top w:val="none" w:sz="0" w:space="0" w:color="auto"/>
                <w:left w:val="none" w:sz="0" w:space="0" w:color="auto"/>
                <w:bottom w:val="none" w:sz="0" w:space="0" w:color="auto"/>
                <w:right w:val="none" w:sz="0" w:space="0" w:color="auto"/>
              </w:divBdr>
            </w:div>
            <w:div w:id="1992370445">
              <w:marLeft w:val="0"/>
              <w:marRight w:val="0"/>
              <w:marTop w:val="0"/>
              <w:marBottom w:val="0"/>
              <w:divBdr>
                <w:top w:val="none" w:sz="0" w:space="0" w:color="auto"/>
                <w:left w:val="none" w:sz="0" w:space="0" w:color="auto"/>
                <w:bottom w:val="none" w:sz="0" w:space="0" w:color="auto"/>
                <w:right w:val="none" w:sz="0" w:space="0" w:color="auto"/>
              </w:divBdr>
            </w:div>
            <w:div w:id="1556156706">
              <w:marLeft w:val="0"/>
              <w:marRight w:val="0"/>
              <w:marTop w:val="0"/>
              <w:marBottom w:val="0"/>
              <w:divBdr>
                <w:top w:val="none" w:sz="0" w:space="0" w:color="auto"/>
                <w:left w:val="none" w:sz="0" w:space="0" w:color="auto"/>
                <w:bottom w:val="none" w:sz="0" w:space="0" w:color="auto"/>
                <w:right w:val="none" w:sz="0" w:space="0" w:color="auto"/>
              </w:divBdr>
            </w:div>
            <w:div w:id="1263491833">
              <w:marLeft w:val="0"/>
              <w:marRight w:val="0"/>
              <w:marTop w:val="0"/>
              <w:marBottom w:val="0"/>
              <w:divBdr>
                <w:top w:val="none" w:sz="0" w:space="0" w:color="auto"/>
                <w:left w:val="none" w:sz="0" w:space="0" w:color="auto"/>
                <w:bottom w:val="none" w:sz="0" w:space="0" w:color="auto"/>
                <w:right w:val="none" w:sz="0" w:space="0" w:color="auto"/>
              </w:divBdr>
            </w:div>
            <w:div w:id="873418592">
              <w:marLeft w:val="0"/>
              <w:marRight w:val="0"/>
              <w:marTop w:val="0"/>
              <w:marBottom w:val="0"/>
              <w:divBdr>
                <w:top w:val="none" w:sz="0" w:space="0" w:color="auto"/>
                <w:left w:val="none" w:sz="0" w:space="0" w:color="auto"/>
                <w:bottom w:val="none" w:sz="0" w:space="0" w:color="auto"/>
                <w:right w:val="none" w:sz="0" w:space="0" w:color="auto"/>
              </w:divBdr>
            </w:div>
            <w:div w:id="777456817">
              <w:marLeft w:val="0"/>
              <w:marRight w:val="0"/>
              <w:marTop w:val="0"/>
              <w:marBottom w:val="0"/>
              <w:divBdr>
                <w:top w:val="none" w:sz="0" w:space="0" w:color="auto"/>
                <w:left w:val="none" w:sz="0" w:space="0" w:color="auto"/>
                <w:bottom w:val="none" w:sz="0" w:space="0" w:color="auto"/>
                <w:right w:val="none" w:sz="0" w:space="0" w:color="auto"/>
              </w:divBdr>
            </w:div>
            <w:div w:id="2084133037">
              <w:marLeft w:val="0"/>
              <w:marRight w:val="0"/>
              <w:marTop w:val="0"/>
              <w:marBottom w:val="0"/>
              <w:divBdr>
                <w:top w:val="none" w:sz="0" w:space="0" w:color="auto"/>
                <w:left w:val="none" w:sz="0" w:space="0" w:color="auto"/>
                <w:bottom w:val="none" w:sz="0" w:space="0" w:color="auto"/>
                <w:right w:val="none" w:sz="0" w:space="0" w:color="auto"/>
              </w:divBdr>
            </w:div>
            <w:div w:id="271547497">
              <w:marLeft w:val="0"/>
              <w:marRight w:val="0"/>
              <w:marTop w:val="0"/>
              <w:marBottom w:val="0"/>
              <w:divBdr>
                <w:top w:val="none" w:sz="0" w:space="0" w:color="auto"/>
                <w:left w:val="none" w:sz="0" w:space="0" w:color="auto"/>
                <w:bottom w:val="none" w:sz="0" w:space="0" w:color="auto"/>
                <w:right w:val="none" w:sz="0" w:space="0" w:color="auto"/>
              </w:divBdr>
            </w:div>
            <w:div w:id="1764300918">
              <w:marLeft w:val="0"/>
              <w:marRight w:val="0"/>
              <w:marTop w:val="0"/>
              <w:marBottom w:val="0"/>
              <w:divBdr>
                <w:top w:val="none" w:sz="0" w:space="0" w:color="auto"/>
                <w:left w:val="none" w:sz="0" w:space="0" w:color="auto"/>
                <w:bottom w:val="none" w:sz="0" w:space="0" w:color="auto"/>
                <w:right w:val="none" w:sz="0" w:space="0" w:color="auto"/>
              </w:divBdr>
            </w:div>
            <w:div w:id="393747">
              <w:marLeft w:val="0"/>
              <w:marRight w:val="0"/>
              <w:marTop w:val="0"/>
              <w:marBottom w:val="0"/>
              <w:divBdr>
                <w:top w:val="none" w:sz="0" w:space="0" w:color="auto"/>
                <w:left w:val="none" w:sz="0" w:space="0" w:color="auto"/>
                <w:bottom w:val="none" w:sz="0" w:space="0" w:color="auto"/>
                <w:right w:val="none" w:sz="0" w:space="0" w:color="auto"/>
              </w:divBdr>
            </w:div>
            <w:div w:id="164520534">
              <w:marLeft w:val="0"/>
              <w:marRight w:val="0"/>
              <w:marTop w:val="0"/>
              <w:marBottom w:val="0"/>
              <w:divBdr>
                <w:top w:val="none" w:sz="0" w:space="0" w:color="auto"/>
                <w:left w:val="none" w:sz="0" w:space="0" w:color="auto"/>
                <w:bottom w:val="none" w:sz="0" w:space="0" w:color="auto"/>
                <w:right w:val="none" w:sz="0" w:space="0" w:color="auto"/>
              </w:divBdr>
            </w:div>
            <w:div w:id="765997783">
              <w:marLeft w:val="0"/>
              <w:marRight w:val="0"/>
              <w:marTop w:val="0"/>
              <w:marBottom w:val="0"/>
              <w:divBdr>
                <w:top w:val="none" w:sz="0" w:space="0" w:color="auto"/>
                <w:left w:val="none" w:sz="0" w:space="0" w:color="auto"/>
                <w:bottom w:val="none" w:sz="0" w:space="0" w:color="auto"/>
                <w:right w:val="none" w:sz="0" w:space="0" w:color="auto"/>
              </w:divBdr>
            </w:div>
            <w:div w:id="154496000">
              <w:marLeft w:val="0"/>
              <w:marRight w:val="0"/>
              <w:marTop w:val="0"/>
              <w:marBottom w:val="0"/>
              <w:divBdr>
                <w:top w:val="none" w:sz="0" w:space="0" w:color="auto"/>
                <w:left w:val="none" w:sz="0" w:space="0" w:color="auto"/>
                <w:bottom w:val="none" w:sz="0" w:space="0" w:color="auto"/>
                <w:right w:val="none" w:sz="0" w:space="0" w:color="auto"/>
              </w:divBdr>
            </w:div>
            <w:div w:id="1680040058">
              <w:marLeft w:val="0"/>
              <w:marRight w:val="0"/>
              <w:marTop w:val="0"/>
              <w:marBottom w:val="0"/>
              <w:divBdr>
                <w:top w:val="none" w:sz="0" w:space="0" w:color="auto"/>
                <w:left w:val="none" w:sz="0" w:space="0" w:color="auto"/>
                <w:bottom w:val="none" w:sz="0" w:space="0" w:color="auto"/>
                <w:right w:val="none" w:sz="0" w:space="0" w:color="auto"/>
              </w:divBdr>
            </w:div>
            <w:div w:id="1530529777">
              <w:marLeft w:val="0"/>
              <w:marRight w:val="0"/>
              <w:marTop w:val="0"/>
              <w:marBottom w:val="0"/>
              <w:divBdr>
                <w:top w:val="none" w:sz="0" w:space="0" w:color="auto"/>
                <w:left w:val="none" w:sz="0" w:space="0" w:color="auto"/>
                <w:bottom w:val="none" w:sz="0" w:space="0" w:color="auto"/>
                <w:right w:val="none" w:sz="0" w:space="0" w:color="auto"/>
              </w:divBdr>
            </w:div>
            <w:div w:id="534386849">
              <w:marLeft w:val="0"/>
              <w:marRight w:val="0"/>
              <w:marTop w:val="0"/>
              <w:marBottom w:val="0"/>
              <w:divBdr>
                <w:top w:val="none" w:sz="0" w:space="0" w:color="auto"/>
                <w:left w:val="none" w:sz="0" w:space="0" w:color="auto"/>
                <w:bottom w:val="none" w:sz="0" w:space="0" w:color="auto"/>
                <w:right w:val="none" w:sz="0" w:space="0" w:color="auto"/>
              </w:divBdr>
            </w:div>
            <w:div w:id="2005892120">
              <w:marLeft w:val="0"/>
              <w:marRight w:val="0"/>
              <w:marTop w:val="0"/>
              <w:marBottom w:val="0"/>
              <w:divBdr>
                <w:top w:val="none" w:sz="0" w:space="0" w:color="auto"/>
                <w:left w:val="none" w:sz="0" w:space="0" w:color="auto"/>
                <w:bottom w:val="none" w:sz="0" w:space="0" w:color="auto"/>
                <w:right w:val="none" w:sz="0" w:space="0" w:color="auto"/>
              </w:divBdr>
            </w:div>
            <w:div w:id="1497764067">
              <w:marLeft w:val="0"/>
              <w:marRight w:val="0"/>
              <w:marTop w:val="0"/>
              <w:marBottom w:val="0"/>
              <w:divBdr>
                <w:top w:val="none" w:sz="0" w:space="0" w:color="auto"/>
                <w:left w:val="none" w:sz="0" w:space="0" w:color="auto"/>
                <w:bottom w:val="none" w:sz="0" w:space="0" w:color="auto"/>
                <w:right w:val="none" w:sz="0" w:space="0" w:color="auto"/>
              </w:divBdr>
            </w:div>
            <w:div w:id="1386178669">
              <w:marLeft w:val="0"/>
              <w:marRight w:val="0"/>
              <w:marTop w:val="0"/>
              <w:marBottom w:val="0"/>
              <w:divBdr>
                <w:top w:val="none" w:sz="0" w:space="0" w:color="auto"/>
                <w:left w:val="none" w:sz="0" w:space="0" w:color="auto"/>
                <w:bottom w:val="none" w:sz="0" w:space="0" w:color="auto"/>
                <w:right w:val="none" w:sz="0" w:space="0" w:color="auto"/>
              </w:divBdr>
            </w:div>
            <w:div w:id="971637643">
              <w:marLeft w:val="0"/>
              <w:marRight w:val="0"/>
              <w:marTop w:val="0"/>
              <w:marBottom w:val="0"/>
              <w:divBdr>
                <w:top w:val="none" w:sz="0" w:space="0" w:color="auto"/>
                <w:left w:val="none" w:sz="0" w:space="0" w:color="auto"/>
                <w:bottom w:val="none" w:sz="0" w:space="0" w:color="auto"/>
                <w:right w:val="none" w:sz="0" w:space="0" w:color="auto"/>
              </w:divBdr>
            </w:div>
            <w:div w:id="86585629">
              <w:marLeft w:val="0"/>
              <w:marRight w:val="0"/>
              <w:marTop w:val="0"/>
              <w:marBottom w:val="0"/>
              <w:divBdr>
                <w:top w:val="none" w:sz="0" w:space="0" w:color="auto"/>
                <w:left w:val="none" w:sz="0" w:space="0" w:color="auto"/>
                <w:bottom w:val="none" w:sz="0" w:space="0" w:color="auto"/>
                <w:right w:val="none" w:sz="0" w:space="0" w:color="auto"/>
              </w:divBdr>
            </w:div>
            <w:div w:id="934895653">
              <w:marLeft w:val="0"/>
              <w:marRight w:val="0"/>
              <w:marTop w:val="0"/>
              <w:marBottom w:val="0"/>
              <w:divBdr>
                <w:top w:val="none" w:sz="0" w:space="0" w:color="auto"/>
                <w:left w:val="none" w:sz="0" w:space="0" w:color="auto"/>
                <w:bottom w:val="none" w:sz="0" w:space="0" w:color="auto"/>
                <w:right w:val="none" w:sz="0" w:space="0" w:color="auto"/>
              </w:divBdr>
            </w:div>
            <w:div w:id="2102869863">
              <w:marLeft w:val="0"/>
              <w:marRight w:val="0"/>
              <w:marTop w:val="0"/>
              <w:marBottom w:val="0"/>
              <w:divBdr>
                <w:top w:val="none" w:sz="0" w:space="0" w:color="auto"/>
                <w:left w:val="none" w:sz="0" w:space="0" w:color="auto"/>
                <w:bottom w:val="none" w:sz="0" w:space="0" w:color="auto"/>
                <w:right w:val="none" w:sz="0" w:space="0" w:color="auto"/>
              </w:divBdr>
            </w:div>
            <w:div w:id="1680036725">
              <w:marLeft w:val="0"/>
              <w:marRight w:val="0"/>
              <w:marTop w:val="0"/>
              <w:marBottom w:val="0"/>
              <w:divBdr>
                <w:top w:val="none" w:sz="0" w:space="0" w:color="auto"/>
                <w:left w:val="none" w:sz="0" w:space="0" w:color="auto"/>
                <w:bottom w:val="none" w:sz="0" w:space="0" w:color="auto"/>
                <w:right w:val="none" w:sz="0" w:space="0" w:color="auto"/>
              </w:divBdr>
            </w:div>
            <w:div w:id="1456606482">
              <w:marLeft w:val="0"/>
              <w:marRight w:val="0"/>
              <w:marTop w:val="0"/>
              <w:marBottom w:val="0"/>
              <w:divBdr>
                <w:top w:val="none" w:sz="0" w:space="0" w:color="auto"/>
                <w:left w:val="none" w:sz="0" w:space="0" w:color="auto"/>
                <w:bottom w:val="none" w:sz="0" w:space="0" w:color="auto"/>
                <w:right w:val="none" w:sz="0" w:space="0" w:color="auto"/>
              </w:divBdr>
            </w:div>
            <w:div w:id="142894622">
              <w:marLeft w:val="0"/>
              <w:marRight w:val="0"/>
              <w:marTop w:val="0"/>
              <w:marBottom w:val="0"/>
              <w:divBdr>
                <w:top w:val="none" w:sz="0" w:space="0" w:color="auto"/>
                <w:left w:val="none" w:sz="0" w:space="0" w:color="auto"/>
                <w:bottom w:val="none" w:sz="0" w:space="0" w:color="auto"/>
                <w:right w:val="none" w:sz="0" w:space="0" w:color="auto"/>
              </w:divBdr>
            </w:div>
            <w:div w:id="65564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183878">
      <w:bodyDiv w:val="1"/>
      <w:marLeft w:val="0"/>
      <w:marRight w:val="0"/>
      <w:marTop w:val="0"/>
      <w:marBottom w:val="0"/>
      <w:divBdr>
        <w:top w:val="none" w:sz="0" w:space="0" w:color="auto"/>
        <w:left w:val="none" w:sz="0" w:space="0" w:color="auto"/>
        <w:bottom w:val="none" w:sz="0" w:space="0" w:color="auto"/>
        <w:right w:val="none" w:sz="0" w:space="0" w:color="auto"/>
      </w:divBdr>
    </w:div>
    <w:div w:id="1758553875">
      <w:bodyDiv w:val="1"/>
      <w:marLeft w:val="0"/>
      <w:marRight w:val="0"/>
      <w:marTop w:val="0"/>
      <w:marBottom w:val="0"/>
      <w:divBdr>
        <w:top w:val="none" w:sz="0" w:space="0" w:color="auto"/>
        <w:left w:val="none" w:sz="0" w:space="0" w:color="auto"/>
        <w:bottom w:val="none" w:sz="0" w:space="0" w:color="auto"/>
        <w:right w:val="none" w:sz="0" w:space="0" w:color="auto"/>
      </w:divBdr>
    </w:div>
    <w:div w:id="1760635948">
      <w:bodyDiv w:val="1"/>
      <w:marLeft w:val="0"/>
      <w:marRight w:val="0"/>
      <w:marTop w:val="0"/>
      <w:marBottom w:val="0"/>
      <w:divBdr>
        <w:top w:val="none" w:sz="0" w:space="0" w:color="auto"/>
        <w:left w:val="none" w:sz="0" w:space="0" w:color="auto"/>
        <w:bottom w:val="none" w:sz="0" w:space="0" w:color="auto"/>
        <w:right w:val="none" w:sz="0" w:space="0" w:color="auto"/>
      </w:divBdr>
    </w:div>
    <w:div w:id="1802335440">
      <w:bodyDiv w:val="1"/>
      <w:marLeft w:val="0"/>
      <w:marRight w:val="0"/>
      <w:marTop w:val="0"/>
      <w:marBottom w:val="0"/>
      <w:divBdr>
        <w:top w:val="none" w:sz="0" w:space="0" w:color="auto"/>
        <w:left w:val="none" w:sz="0" w:space="0" w:color="auto"/>
        <w:bottom w:val="none" w:sz="0" w:space="0" w:color="auto"/>
        <w:right w:val="none" w:sz="0" w:space="0" w:color="auto"/>
      </w:divBdr>
      <w:divsChild>
        <w:div w:id="2116552877">
          <w:marLeft w:val="0"/>
          <w:marRight w:val="0"/>
          <w:marTop w:val="0"/>
          <w:marBottom w:val="0"/>
          <w:divBdr>
            <w:top w:val="none" w:sz="0" w:space="0" w:color="auto"/>
            <w:left w:val="none" w:sz="0" w:space="0" w:color="auto"/>
            <w:bottom w:val="none" w:sz="0" w:space="0" w:color="auto"/>
            <w:right w:val="none" w:sz="0" w:space="0" w:color="auto"/>
          </w:divBdr>
          <w:divsChild>
            <w:div w:id="1720932518">
              <w:marLeft w:val="0"/>
              <w:marRight w:val="0"/>
              <w:marTop w:val="0"/>
              <w:marBottom w:val="0"/>
              <w:divBdr>
                <w:top w:val="none" w:sz="0" w:space="0" w:color="auto"/>
                <w:left w:val="none" w:sz="0" w:space="0" w:color="auto"/>
                <w:bottom w:val="none" w:sz="0" w:space="0" w:color="auto"/>
                <w:right w:val="none" w:sz="0" w:space="0" w:color="auto"/>
              </w:divBdr>
            </w:div>
            <w:div w:id="2072773463">
              <w:marLeft w:val="0"/>
              <w:marRight w:val="0"/>
              <w:marTop w:val="0"/>
              <w:marBottom w:val="0"/>
              <w:divBdr>
                <w:top w:val="none" w:sz="0" w:space="0" w:color="auto"/>
                <w:left w:val="none" w:sz="0" w:space="0" w:color="auto"/>
                <w:bottom w:val="none" w:sz="0" w:space="0" w:color="auto"/>
                <w:right w:val="none" w:sz="0" w:space="0" w:color="auto"/>
              </w:divBdr>
            </w:div>
            <w:div w:id="609582195">
              <w:marLeft w:val="0"/>
              <w:marRight w:val="0"/>
              <w:marTop w:val="0"/>
              <w:marBottom w:val="0"/>
              <w:divBdr>
                <w:top w:val="none" w:sz="0" w:space="0" w:color="auto"/>
                <w:left w:val="none" w:sz="0" w:space="0" w:color="auto"/>
                <w:bottom w:val="none" w:sz="0" w:space="0" w:color="auto"/>
                <w:right w:val="none" w:sz="0" w:space="0" w:color="auto"/>
              </w:divBdr>
            </w:div>
            <w:div w:id="1843155613">
              <w:marLeft w:val="0"/>
              <w:marRight w:val="0"/>
              <w:marTop w:val="0"/>
              <w:marBottom w:val="0"/>
              <w:divBdr>
                <w:top w:val="none" w:sz="0" w:space="0" w:color="auto"/>
                <w:left w:val="none" w:sz="0" w:space="0" w:color="auto"/>
                <w:bottom w:val="none" w:sz="0" w:space="0" w:color="auto"/>
                <w:right w:val="none" w:sz="0" w:space="0" w:color="auto"/>
              </w:divBdr>
            </w:div>
            <w:div w:id="1757937861">
              <w:marLeft w:val="0"/>
              <w:marRight w:val="0"/>
              <w:marTop w:val="0"/>
              <w:marBottom w:val="0"/>
              <w:divBdr>
                <w:top w:val="none" w:sz="0" w:space="0" w:color="auto"/>
                <w:left w:val="none" w:sz="0" w:space="0" w:color="auto"/>
                <w:bottom w:val="none" w:sz="0" w:space="0" w:color="auto"/>
                <w:right w:val="none" w:sz="0" w:space="0" w:color="auto"/>
              </w:divBdr>
            </w:div>
            <w:div w:id="153030880">
              <w:marLeft w:val="0"/>
              <w:marRight w:val="0"/>
              <w:marTop w:val="0"/>
              <w:marBottom w:val="0"/>
              <w:divBdr>
                <w:top w:val="none" w:sz="0" w:space="0" w:color="auto"/>
                <w:left w:val="none" w:sz="0" w:space="0" w:color="auto"/>
                <w:bottom w:val="none" w:sz="0" w:space="0" w:color="auto"/>
                <w:right w:val="none" w:sz="0" w:space="0" w:color="auto"/>
              </w:divBdr>
            </w:div>
            <w:div w:id="2058162225">
              <w:marLeft w:val="0"/>
              <w:marRight w:val="0"/>
              <w:marTop w:val="0"/>
              <w:marBottom w:val="0"/>
              <w:divBdr>
                <w:top w:val="none" w:sz="0" w:space="0" w:color="auto"/>
                <w:left w:val="none" w:sz="0" w:space="0" w:color="auto"/>
                <w:bottom w:val="none" w:sz="0" w:space="0" w:color="auto"/>
                <w:right w:val="none" w:sz="0" w:space="0" w:color="auto"/>
              </w:divBdr>
            </w:div>
            <w:div w:id="785975640">
              <w:marLeft w:val="0"/>
              <w:marRight w:val="0"/>
              <w:marTop w:val="0"/>
              <w:marBottom w:val="0"/>
              <w:divBdr>
                <w:top w:val="none" w:sz="0" w:space="0" w:color="auto"/>
                <w:left w:val="none" w:sz="0" w:space="0" w:color="auto"/>
                <w:bottom w:val="none" w:sz="0" w:space="0" w:color="auto"/>
                <w:right w:val="none" w:sz="0" w:space="0" w:color="auto"/>
              </w:divBdr>
            </w:div>
            <w:div w:id="184834040">
              <w:marLeft w:val="0"/>
              <w:marRight w:val="0"/>
              <w:marTop w:val="0"/>
              <w:marBottom w:val="0"/>
              <w:divBdr>
                <w:top w:val="none" w:sz="0" w:space="0" w:color="auto"/>
                <w:left w:val="none" w:sz="0" w:space="0" w:color="auto"/>
                <w:bottom w:val="none" w:sz="0" w:space="0" w:color="auto"/>
                <w:right w:val="none" w:sz="0" w:space="0" w:color="auto"/>
              </w:divBdr>
            </w:div>
            <w:div w:id="1916864014">
              <w:marLeft w:val="0"/>
              <w:marRight w:val="0"/>
              <w:marTop w:val="0"/>
              <w:marBottom w:val="0"/>
              <w:divBdr>
                <w:top w:val="none" w:sz="0" w:space="0" w:color="auto"/>
                <w:left w:val="none" w:sz="0" w:space="0" w:color="auto"/>
                <w:bottom w:val="none" w:sz="0" w:space="0" w:color="auto"/>
                <w:right w:val="none" w:sz="0" w:space="0" w:color="auto"/>
              </w:divBdr>
            </w:div>
            <w:div w:id="1077943828">
              <w:marLeft w:val="0"/>
              <w:marRight w:val="0"/>
              <w:marTop w:val="0"/>
              <w:marBottom w:val="0"/>
              <w:divBdr>
                <w:top w:val="none" w:sz="0" w:space="0" w:color="auto"/>
                <w:left w:val="none" w:sz="0" w:space="0" w:color="auto"/>
                <w:bottom w:val="none" w:sz="0" w:space="0" w:color="auto"/>
                <w:right w:val="none" w:sz="0" w:space="0" w:color="auto"/>
              </w:divBdr>
            </w:div>
            <w:div w:id="1929194660">
              <w:marLeft w:val="0"/>
              <w:marRight w:val="0"/>
              <w:marTop w:val="0"/>
              <w:marBottom w:val="0"/>
              <w:divBdr>
                <w:top w:val="none" w:sz="0" w:space="0" w:color="auto"/>
                <w:left w:val="none" w:sz="0" w:space="0" w:color="auto"/>
                <w:bottom w:val="none" w:sz="0" w:space="0" w:color="auto"/>
                <w:right w:val="none" w:sz="0" w:space="0" w:color="auto"/>
              </w:divBdr>
            </w:div>
            <w:div w:id="511727743">
              <w:marLeft w:val="0"/>
              <w:marRight w:val="0"/>
              <w:marTop w:val="0"/>
              <w:marBottom w:val="0"/>
              <w:divBdr>
                <w:top w:val="none" w:sz="0" w:space="0" w:color="auto"/>
                <w:left w:val="none" w:sz="0" w:space="0" w:color="auto"/>
                <w:bottom w:val="none" w:sz="0" w:space="0" w:color="auto"/>
                <w:right w:val="none" w:sz="0" w:space="0" w:color="auto"/>
              </w:divBdr>
            </w:div>
            <w:div w:id="768935528">
              <w:marLeft w:val="0"/>
              <w:marRight w:val="0"/>
              <w:marTop w:val="0"/>
              <w:marBottom w:val="0"/>
              <w:divBdr>
                <w:top w:val="none" w:sz="0" w:space="0" w:color="auto"/>
                <w:left w:val="none" w:sz="0" w:space="0" w:color="auto"/>
                <w:bottom w:val="none" w:sz="0" w:space="0" w:color="auto"/>
                <w:right w:val="none" w:sz="0" w:space="0" w:color="auto"/>
              </w:divBdr>
            </w:div>
            <w:div w:id="1548226406">
              <w:marLeft w:val="0"/>
              <w:marRight w:val="0"/>
              <w:marTop w:val="0"/>
              <w:marBottom w:val="0"/>
              <w:divBdr>
                <w:top w:val="none" w:sz="0" w:space="0" w:color="auto"/>
                <w:left w:val="none" w:sz="0" w:space="0" w:color="auto"/>
                <w:bottom w:val="none" w:sz="0" w:space="0" w:color="auto"/>
                <w:right w:val="none" w:sz="0" w:space="0" w:color="auto"/>
              </w:divBdr>
            </w:div>
            <w:div w:id="1390417738">
              <w:marLeft w:val="0"/>
              <w:marRight w:val="0"/>
              <w:marTop w:val="0"/>
              <w:marBottom w:val="0"/>
              <w:divBdr>
                <w:top w:val="none" w:sz="0" w:space="0" w:color="auto"/>
                <w:left w:val="none" w:sz="0" w:space="0" w:color="auto"/>
                <w:bottom w:val="none" w:sz="0" w:space="0" w:color="auto"/>
                <w:right w:val="none" w:sz="0" w:space="0" w:color="auto"/>
              </w:divBdr>
            </w:div>
            <w:div w:id="305285056">
              <w:marLeft w:val="0"/>
              <w:marRight w:val="0"/>
              <w:marTop w:val="0"/>
              <w:marBottom w:val="0"/>
              <w:divBdr>
                <w:top w:val="none" w:sz="0" w:space="0" w:color="auto"/>
                <w:left w:val="none" w:sz="0" w:space="0" w:color="auto"/>
                <w:bottom w:val="none" w:sz="0" w:space="0" w:color="auto"/>
                <w:right w:val="none" w:sz="0" w:space="0" w:color="auto"/>
              </w:divBdr>
            </w:div>
            <w:div w:id="109100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207307">
      <w:bodyDiv w:val="1"/>
      <w:marLeft w:val="0"/>
      <w:marRight w:val="0"/>
      <w:marTop w:val="0"/>
      <w:marBottom w:val="0"/>
      <w:divBdr>
        <w:top w:val="none" w:sz="0" w:space="0" w:color="auto"/>
        <w:left w:val="none" w:sz="0" w:space="0" w:color="auto"/>
        <w:bottom w:val="none" w:sz="0" w:space="0" w:color="auto"/>
        <w:right w:val="none" w:sz="0" w:space="0" w:color="auto"/>
      </w:divBdr>
    </w:div>
    <w:div w:id="1829976492">
      <w:bodyDiv w:val="1"/>
      <w:marLeft w:val="0"/>
      <w:marRight w:val="0"/>
      <w:marTop w:val="0"/>
      <w:marBottom w:val="0"/>
      <w:divBdr>
        <w:top w:val="none" w:sz="0" w:space="0" w:color="auto"/>
        <w:left w:val="none" w:sz="0" w:space="0" w:color="auto"/>
        <w:bottom w:val="none" w:sz="0" w:space="0" w:color="auto"/>
        <w:right w:val="none" w:sz="0" w:space="0" w:color="auto"/>
      </w:divBdr>
      <w:divsChild>
        <w:div w:id="458307737">
          <w:marLeft w:val="0"/>
          <w:marRight w:val="0"/>
          <w:marTop w:val="0"/>
          <w:marBottom w:val="0"/>
          <w:divBdr>
            <w:top w:val="none" w:sz="0" w:space="0" w:color="auto"/>
            <w:left w:val="none" w:sz="0" w:space="0" w:color="auto"/>
            <w:bottom w:val="none" w:sz="0" w:space="0" w:color="auto"/>
            <w:right w:val="none" w:sz="0" w:space="0" w:color="auto"/>
          </w:divBdr>
          <w:divsChild>
            <w:div w:id="1153138507">
              <w:marLeft w:val="0"/>
              <w:marRight w:val="0"/>
              <w:marTop w:val="0"/>
              <w:marBottom w:val="0"/>
              <w:divBdr>
                <w:top w:val="none" w:sz="0" w:space="0" w:color="auto"/>
                <w:left w:val="none" w:sz="0" w:space="0" w:color="auto"/>
                <w:bottom w:val="none" w:sz="0" w:space="0" w:color="auto"/>
                <w:right w:val="none" w:sz="0" w:space="0" w:color="auto"/>
              </w:divBdr>
            </w:div>
            <w:div w:id="422800645">
              <w:marLeft w:val="0"/>
              <w:marRight w:val="0"/>
              <w:marTop w:val="0"/>
              <w:marBottom w:val="0"/>
              <w:divBdr>
                <w:top w:val="none" w:sz="0" w:space="0" w:color="auto"/>
                <w:left w:val="none" w:sz="0" w:space="0" w:color="auto"/>
                <w:bottom w:val="none" w:sz="0" w:space="0" w:color="auto"/>
                <w:right w:val="none" w:sz="0" w:space="0" w:color="auto"/>
              </w:divBdr>
            </w:div>
            <w:div w:id="291524765">
              <w:marLeft w:val="0"/>
              <w:marRight w:val="0"/>
              <w:marTop w:val="0"/>
              <w:marBottom w:val="0"/>
              <w:divBdr>
                <w:top w:val="none" w:sz="0" w:space="0" w:color="auto"/>
                <w:left w:val="none" w:sz="0" w:space="0" w:color="auto"/>
                <w:bottom w:val="none" w:sz="0" w:space="0" w:color="auto"/>
                <w:right w:val="none" w:sz="0" w:space="0" w:color="auto"/>
              </w:divBdr>
            </w:div>
            <w:div w:id="1241599721">
              <w:marLeft w:val="0"/>
              <w:marRight w:val="0"/>
              <w:marTop w:val="0"/>
              <w:marBottom w:val="0"/>
              <w:divBdr>
                <w:top w:val="none" w:sz="0" w:space="0" w:color="auto"/>
                <w:left w:val="none" w:sz="0" w:space="0" w:color="auto"/>
                <w:bottom w:val="none" w:sz="0" w:space="0" w:color="auto"/>
                <w:right w:val="none" w:sz="0" w:space="0" w:color="auto"/>
              </w:divBdr>
            </w:div>
            <w:div w:id="1545829093">
              <w:marLeft w:val="0"/>
              <w:marRight w:val="0"/>
              <w:marTop w:val="0"/>
              <w:marBottom w:val="0"/>
              <w:divBdr>
                <w:top w:val="none" w:sz="0" w:space="0" w:color="auto"/>
                <w:left w:val="none" w:sz="0" w:space="0" w:color="auto"/>
                <w:bottom w:val="none" w:sz="0" w:space="0" w:color="auto"/>
                <w:right w:val="none" w:sz="0" w:space="0" w:color="auto"/>
              </w:divBdr>
            </w:div>
            <w:div w:id="1404640556">
              <w:marLeft w:val="0"/>
              <w:marRight w:val="0"/>
              <w:marTop w:val="0"/>
              <w:marBottom w:val="0"/>
              <w:divBdr>
                <w:top w:val="none" w:sz="0" w:space="0" w:color="auto"/>
                <w:left w:val="none" w:sz="0" w:space="0" w:color="auto"/>
                <w:bottom w:val="none" w:sz="0" w:space="0" w:color="auto"/>
                <w:right w:val="none" w:sz="0" w:space="0" w:color="auto"/>
              </w:divBdr>
            </w:div>
            <w:div w:id="984310665">
              <w:marLeft w:val="0"/>
              <w:marRight w:val="0"/>
              <w:marTop w:val="0"/>
              <w:marBottom w:val="0"/>
              <w:divBdr>
                <w:top w:val="none" w:sz="0" w:space="0" w:color="auto"/>
                <w:left w:val="none" w:sz="0" w:space="0" w:color="auto"/>
                <w:bottom w:val="none" w:sz="0" w:space="0" w:color="auto"/>
                <w:right w:val="none" w:sz="0" w:space="0" w:color="auto"/>
              </w:divBdr>
            </w:div>
            <w:div w:id="645622212">
              <w:marLeft w:val="0"/>
              <w:marRight w:val="0"/>
              <w:marTop w:val="0"/>
              <w:marBottom w:val="0"/>
              <w:divBdr>
                <w:top w:val="none" w:sz="0" w:space="0" w:color="auto"/>
                <w:left w:val="none" w:sz="0" w:space="0" w:color="auto"/>
                <w:bottom w:val="none" w:sz="0" w:space="0" w:color="auto"/>
                <w:right w:val="none" w:sz="0" w:space="0" w:color="auto"/>
              </w:divBdr>
            </w:div>
            <w:div w:id="669674328">
              <w:marLeft w:val="0"/>
              <w:marRight w:val="0"/>
              <w:marTop w:val="0"/>
              <w:marBottom w:val="0"/>
              <w:divBdr>
                <w:top w:val="none" w:sz="0" w:space="0" w:color="auto"/>
                <w:left w:val="none" w:sz="0" w:space="0" w:color="auto"/>
                <w:bottom w:val="none" w:sz="0" w:space="0" w:color="auto"/>
                <w:right w:val="none" w:sz="0" w:space="0" w:color="auto"/>
              </w:divBdr>
            </w:div>
            <w:div w:id="893857863">
              <w:marLeft w:val="0"/>
              <w:marRight w:val="0"/>
              <w:marTop w:val="0"/>
              <w:marBottom w:val="0"/>
              <w:divBdr>
                <w:top w:val="none" w:sz="0" w:space="0" w:color="auto"/>
                <w:left w:val="none" w:sz="0" w:space="0" w:color="auto"/>
                <w:bottom w:val="none" w:sz="0" w:space="0" w:color="auto"/>
                <w:right w:val="none" w:sz="0" w:space="0" w:color="auto"/>
              </w:divBdr>
            </w:div>
            <w:div w:id="779645832">
              <w:marLeft w:val="0"/>
              <w:marRight w:val="0"/>
              <w:marTop w:val="0"/>
              <w:marBottom w:val="0"/>
              <w:divBdr>
                <w:top w:val="none" w:sz="0" w:space="0" w:color="auto"/>
                <w:left w:val="none" w:sz="0" w:space="0" w:color="auto"/>
                <w:bottom w:val="none" w:sz="0" w:space="0" w:color="auto"/>
                <w:right w:val="none" w:sz="0" w:space="0" w:color="auto"/>
              </w:divBdr>
            </w:div>
            <w:div w:id="1250039173">
              <w:marLeft w:val="0"/>
              <w:marRight w:val="0"/>
              <w:marTop w:val="0"/>
              <w:marBottom w:val="0"/>
              <w:divBdr>
                <w:top w:val="none" w:sz="0" w:space="0" w:color="auto"/>
                <w:left w:val="none" w:sz="0" w:space="0" w:color="auto"/>
                <w:bottom w:val="none" w:sz="0" w:space="0" w:color="auto"/>
                <w:right w:val="none" w:sz="0" w:space="0" w:color="auto"/>
              </w:divBdr>
            </w:div>
            <w:div w:id="228615522">
              <w:marLeft w:val="0"/>
              <w:marRight w:val="0"/>
              <w:marTop w:val="0"/>
              <w:marBottom w:val="0"/>
              <w:divBdr>
                <w:top w:val="none" w:sz="0" w:space="0" w:color="auto"/>
                <w:left w:val="none" w:sz="0" w:space="0" w:color="auto"/>
                <w:bottom w:val="none" w:sz="0" w:space="0" w:color="auto"/>
                <w:right w:val="none" w:sz="0" w:space="0" w:color="auto"/>
              </w:divBdr>
            </w:div>
            <w:div w:id="292102350">
              <w:marLeft w:val="0"/>
              <w:marRight w:val="0"/>
              <w:marTop w:val="0"/>
              <w:marBottom w:val="0"/>
              <w:divBdr>
                <w:top w:val="none" w:sz="0" w:space="0" w:color="auto"/>
                <w:left w:val="none" w:sz="0" w:space="0" w:color="auto"/>
                <w:bottom w:val="none" w:sz="0" w:space="0" w:color="auto"/>
                <w:right w:val="none" w:sz="0" w:space="0" w:color="auto"/>
              </w:divBdr>
            </w:div>
            <w:div w:id="52583307">
              <w:marLeft w:val="0"/>
              <w:marRight w:val="0"/>
              <w:marTop w:val="0"/>
              <w:marBottom w:val="0"/>
              <w:divBdr>
                <w:top w:val="none" w:sz="0" w:space="0" w:color="auto"/>
                <w:left w:val="none" w:sz="0" w:space="0" w:color="auto"/>
                <w:bottom w:val="none" w:sz="0" w:space="0" w:color="auto"/>
                <w:right w:val="none" w:sz="0" w:space="0" w:color="auto"/>
              </w:divBdr>
            </w:div>
            <w:div w:id="226191871">
              <w:marLeft w:val="0"/>
              <w:marRight w:val="0"/>
              <w:marTop w:val="0"/>
              <w:marBottom w:val="0"/>
              <w:divBdr>
                <w:top w:val="none" w:sz="0" w:space="0" w:color="auto"/>
                <w:left w:val="none" w:sz="0" w:space="0" w:color="auto"/>
                <w:bottom w:val="none" w:sz="0" w:space="0" w:color="auto"/>
                <w:right w:val="none" w:sz="0" w:space="0" w:color="auto"/>
              </w:divBdr>
            </w:div>
            <w:div w:id="1882589941">
              <w:marLeft w:val="0"/>
              <w:marRight w:val="0"/>
              <w:marTop w:val="0"/>
              <w:marBottom w:val="0"/>
              <w:divBdr>
                <w:top w:val="none" w:sz="0" w:space="0" w:color="auto"/>
                <w:left w:val="none" w:sz="0" w:space="0" w:color="auto"/>
                <w:bottom w:val="none" w:sz="0" w:space="0" w:color="auto"/>
                <w:right w:val="none" w:sz="0" w:space="0" w:color="auto"/>
              </w:divBdr>
            </w:div>
            <w:div w:id="178645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648169">
      <w:bodyDiv w:val="1"/>
      <w:marLeft w:val="0"/>
      <w:marRight w:val="0"/>
      <w:marTop w:val="0"/>
      <w:marBottom w:val="0"/>
      <w:divBdr>
        <w:top w:val="none" w:sz="0" w:space="0" w:color="auto"/>
        <w:left w:val="none" w:sz="0" w:space="0" w:color="auto"/>
        <w:bottom w:val="none" w:sz="0" w:space="0" w:color="auto"/>
        <w:right w:val="none" w:sz="0" w:space="0" w:color="auto"/>
      </w:divBdr>
    </w:div>
    <w:div w:id="1860194868">
      <w:bodyDiv w:val="1"/>
      <w:marLeft w:val="0"/>
      <w:marRight w:val="0"/>
      <w:marTop w:val="0"/>
      <w:marBottom w:val="0"/>
      <w:divBdr>
        <w:top w:val="none" w:sz="0" w:space="0" w:color="auto"/>
        <w:left w:val="none" w:sz="0" w:space="0" w:color="auto"/>
        <w:bottom w:val="none" w:sz="0" w:space="0" w:color="auto"/>
        <w:right w:val="none" w:sz="0" w:space="0" w:color="auto"/>
      </w:divBdr>
    </w:div>
    <w:div w:id="1868567017">
      <w:bodyDiv w:val="1"/>
      <w:marLeft w:val="0"/>
      <w:marRight w:val="0"/>
      <w:marTop w:val="0"/>
      <w:marBottom w:val="0"/>
      <w:divBdr>
        <w:top w:val="none" w:sz="0" w:space="0" w:color="auto"/>
        <w:left w:val="none" w:sz="0" w:space="0" w:color="auto"/>
        <w:bottom w:val="none" w:sz="0" w:space="0" w:color="auto"/>
        <w:right w:val="none" w:sz="0" w:space="0" w:color="auto"/>
      </w:divBdr>
    </w:div>
    <w:div w:id="1881090563">
      <w:bodyDiv w:val="1"/>
      <w:marLeft w:val="0"/>
      <w:marRight w:val="0"/>
      <w:marTop w:val="0"/>
      <w:marBottom w:val="0"/>
      <w:divBdr>
        <w:top w:val="none" w:sz="0" w:space="0" w:color="auto"/>
        <w:left w:val="none" w:sz="0" w:space="0" w:color="auto"/>
        <w:bottom w:val="none" w:sz="0" w:space="0" w:color="auto"/>
        <w:right w:val="none" w:sz="0" w:space="0" w:color="auto"/>
      </w:divBdr>
      <w:divsChild>
        <w:div w:id="1389449558">
          <w:marLeft w:val="0"/>
          <w:marRight w:val="0"/>
          <w:marTop w:val="0"/>
          <w:marBottom w:val="0"/>
          <w:divBdr>
            <w:top w:val="none" w:sz="0" w:space="0" w:color="auto"/>
            <w:left w:val="none" w:sz="0" w:space="0" w:color="auto"/>
            <w:bottom w:val="none" w:sz="0" w:space="0" w:color="auto"/>
            <w:right w:val="none" w:sz="0" w:space="0" w:color="auto"/>
          </w:divBdr>
          <w:divsChild>
            <w:div w:id="2142265772">
              <w:marLeft w:val="0"/>
              <w:marRight w:val="0"/>
              <w:marTop w:val="0"/>
              <w:marBottom w:val="0"/>
              <w:divBdr>
                <w:top w:val="none" w:sz="0" w:space="0" w:color="auto"/>
                <w:left w:val="none" w:sz="0" w:space="0" w:color="auto"/>
                <w:bottom w:val="none" w:sz="0" w:space="0" w:color="auto"/>
                <w:right w:val="none" w:sz="0" w:space="0" w:color="auto"/>
              </w:divBdr>
            </w:div>
            <w:div w:id="669992601">
              <w:marLeft w:val="0"/>
              <w:marRight w:val="0"/>
              <w:marTop w:val="0"/>
              <w:marBottom w:val="0"/>
              <w:divBdr>
                <w:top w:val="none" w:sz="0" w:space="0" w:color="auto"/>
                <w:left w:val="none" w:sz="0" w:space="0" w:color="auto"/>
                <w:bottom w:val="none" w:sz="0" w:space="0" w:color="auto"/>
                <w:right w:val="none" w:sz="0" w:space="0" w:color="auto"/>
              </w:divBdr>
            </w:div>
            <w:div w:id="2132480425">
              <w:marLeft w:val="0"/>
              <w:marRight w:val="0"/>
              <w:marTop w:val="0"/>
              <w:marBottom w:val="0"/>
              <w:divBdr>
                <w:top w:val="none" w:sz="0" w:space="0" w:color="auto"/>
                <w:left w:val="none" w:sz="0" w:space="0" w:color="auto"/>
                <w:bottom w:val="none" w:sz="0" w:space="0" w:color="auto"/>
                <w:right w:val="none" w:sz="0" w:space="0" w:color="auto"/>
              </w:divBdr>
            </w:div>
            <w:div w:id="427391626">
              <w:marLeft w:val="0"/>
              <w:marRight w:val="0"/>
              <w:marTop w:val="0"/>
              <w:marBottom w:val="0"/>
              <w:divBdr>
                <w:top w:val="none" w:sz="0" w:space="0" w:color="auto"/>
                <w:left w:val="none" w:sz="0" w:space="0" w:color="auto"/>
                <w:bottom w:val="none" w:sz="0" w:space="0" w:color="auto"/>
                <w:right w:val="none" w:sz="0" w:space="0" w:color="auto"/>
              </w:divBdr>
            </w:div>
            <w:div w:id="724373266">
              <w:marLeft w:val="0"/>
              <w:marRight w:val="0"/>
              <w:marTop w:val="0"/>
              <w:marBottom w:val="0"/>
              <w:divBdr>
                <w:top w:val="none" w:sz="0" w:space="0" w:color="auto"/>
                <w:left w:val="none" w:sz="0" w:space="0" w:color="auto"/>
                <w:bottom w:val="none" w:sz="0" w:space="0" w:color="auto"/>
                <w:right w:val="none" w:sz="0" w:space="0" w:color="auto"/>
              </w:divBdr>
            </w:div>
            <w:div w:id="516235715">
              <w:marLeft w:val="0"/>
              <w:marRight w:val="0"/>
              <w:marTop w:val="0"/>
              <w:marBottom w:val="0"/>
              <w:divBdr>
                <w:top w:val="none" w:sz="0" w:space="0" w:color="auto"/>
                <w:left w:val="none" w:sz="0" w:space="0" w:color="auto"/>
                <w:bottom w:val="none" w:sz="0" w:space="0" w:color="auto"/>
                <w:right w:val="none" w:sz="0" w:space="0" w:color="auto"/>
              </w:divBdr>
            </w:div>
            <w:div w:id="1314674840">
              <w:marLeft w:val="0"/>
              <w:marRight w:val="0"/>
              <w:marTop w:val="0"/>
              <w:marBottom w:val="0"/>
              <w:divBdr>
                <w:top w:val="none" w:sz="0" w:space="0" w:color="auto"/>
                <w:left w:val="none" w:sz="0" w:space="0" w:color="auto"/>
                <w:bottom w:val="none" w:sz="0" w:space="0" w:color="auto"/>
                <w:right w:val="none" w:sz="0" w:space="0" w:color="auto"/>
              </w:divBdr>
            </w:div>
            <w:div w:id="1725256610">
              <w:marLeft w:val="0"/>
              <w:marRight w:val="0"/>
              <w:marTop w:val="0"/>
              <w:marBottom w:val="0"/>
              <w:divBdr>
                <w:top w:val="none" w:sz="0" w:space="0" w:color="auto"/>
                <w:left w:val="none" w:sz="0" w:space="0" w:color="auto"/>
                <w:bottom w:val="none" w:sz="0" w:space="0" w:color="auto"/>
                <w:right w:val="none" w:sz="0" w:space="0" w:color="auto"/>
              </w:divBdr>
            </w:div>
            <w:div w:id="370306747">
              <w:marLeft w:val="0"/>
              <w:marRight w:val="0"/>
              <w:marTop w:val="0"/>
              <w:marBottom w:val="0"/>
              <w:divBdr>
                <w:top w:val="none" w:sz="0" w:space="0" w:color="auto"/>
                <w:left w:val="none" w:sz="0" w:space="0" w:color="auto"/>
                <w:bottom w:val="none" w:sz="0" w:space="0" w:color="auto"/>
                <w:right w:val="none" w:sz="0" w:space="0" w:color="auto"/>
              </w:divBdr>
            </w:div>
            <w:div w:id="917523974">
              <w:marLeft w:val="0"/>
              <w:marRight w:val="0"/>
              <w:marTop w:val="0"/>
              <w:marBottom w:val="0"/>
              <w:divBdr>
                <w:top w:val="none" w:sz="0" w:space="0" w:color="auto"/>
                <w:left w:val="none" w:sz="0" w:space="0" w:color="auto"/>
                <w:bottom w:val="none" w:sz="0" w:space="0" w:color="auto"/>
                <w:right w:val="none" w:sz="0" w:space="0" w:color="auto"/>
              </w:divBdr>
            </w:div>
            <w:div w:id="1414427172">
              <w:marLeft w:val="0"/>
              <w:marRight w:val="0"/>
              <w:marTop w:val="0"/>
              <w:marBottom w:val="0"/>
              <w:divBdr>
                <w:top w:val="none" w:sz="0" w:space="0" w:color="auto"/>
                <w:left w:val="none" w:sz="0" w:space="0" w:color="auto"/>
                <w:bottom w:val="none" w:sz="0" w:space="0" w:color="auto"/>
                <w:right w:val="none" w:sz="0" w:space="0" w:color="auto"/>
              </w:divBdr>
            </w:div>
            <w:div w:id="2066680681">
              <w:marLeft w:val="0"/>
              <w:marRight w:val="0"/>
              <w:marTop w:val="0"/>
              <w:marBottom w:val="0"/>
              <w:divBdr>
                <w:top w:val="none" w:sz="0" w:space="0" w:color="auto"/>
                <w:left w:val="none" w:sz="0" w:space="0" w:color="auto"/>
                <w:bottom w:val="none" w:sz="0" w:space="0" w:color="auto"/>
                <w:right w:val="none" w:sz="0" w:space="0" w:color="auto"/>
              </w:divBdr>
            </w:div>
            <w:div w:id="1349526107">
              <w:marLeft w:val="0"/>
              <w:marRight w:val="0"/>
              <w:marTop w:val="0"/>
              <w:marBottom w:val="0"/>
              <w:divBdr>
                <w:top w:val="none" w:sz="0" w:space="0" w:color="auto"/>
                <w:left w:val="none" w:sz="0" w:space="0" w:color="auto"/>
                <w:bottom w:val="none" w:sz="0" w:space="0" w:color="auto"/>
                <w:right w:val="none" w:sz="0" w:space="0" w:color="auto"/>
              </w:divBdr>
            </w:div>
            <w:div w:id="168064735">
              <w:marLeft w:val="0"/>
              <w:marRight w:val="0"/>
              <w:marTop w:val="0"/>
              <w:marBottom w:val="0"/>
              <w:divBdr>
                <w:top w:val="none" w:sz="0" w:space="0" w:color="auto"/>
                <w:left w:val="none" w:sz="0" w:space="0" w:color="auto"/>
                <w:bottom w:val="none" w:sz="0" w:space="0" w:color="auto"/>
                <w:right w:val="none" w:sz="0" w:space="0" w:color="auto"/>
              </w:divBdr>
            </w:div>
            <w:div w:id="1870364255">
              <w:marLeft w:val="0"/>
              <w:marRight w:val="0"/>
              <w:marTop w:val="0"/>
              <w:marBottom w:val="0"/>
              <w:divBdr>
                <w:top w:val="none" w:sz="0" w:space="0" w:color="auto"/>
                <w:left w:val="none" w:sz="0" w:space="0" w:color="auto"/>
                <w:bottom w:val="none" w:sz="0" w:space="0" w:color="auto"/>
                <w:right w:val="none" w:sz="0" w:space="0" w:color="auto"/>
              </w:divBdr>
            </w:div>
            <w:div w:id="827675166">
              <w:marLeft w:val="0"/>
              <w:marRight w:val="0"/>
              <w:marTop w:val="0"/>
              <w:marBottom w:val="0"/>
              <w:divBdr>
                <w:top w:val="none" w:sz="0" w:space="0" w:color="auto"/>
                <w:left w:val="none" w:sz="0" w:space="0" w:color="auto"/>
                <w:bottom w:val="none" w:sz="0" w:space="0" w:color="auto"/>
                <w:right w:val="none" w:sz="0" w:space="0" w:color="auto"/>
              </w:divBdr>
            </w:div>
            <w:div w:id="1559591923">
              <w:marLeft w:val="0"/>
              <w:marRight w:val="0"/>
              <w:marTop w:val="0"/>
              <w:marBottom w:val="0"/>
              <w:divBdr>
                <w:top w:val="none" w:sz="0" w:space="0" w:color="auto"/>
                <w:left w:val="none" w:sz="0" w:space="0" w:color="auto"/>
                <w:bottom w:val="none" w:sz="0" w:space="0" w:color="auto"/>
                <w:right w:val="none" w:sz="0" w:space="0" w:color="auto"/>
              </w:divBdr>
            </w:div>
            <w:div w:id="868106542">
              <w:marLeft w:val="0"/>
              <w:marRight w:val="0"/>
              <w:marTop w:val="0"/>
              <w:marBottom w:val="0"/>
              <w:divBdr>
                <w:top w:val="none" w:sz="0" w:space="0" w:color="auto"/>
                <w:left w:val="none" w:sz="0" w:space="0" w:color="auto"/>
                <w:bottom w:val="none" w:sz="0" w:space="0" w:color="auto"/>
                <w:right w:val="none" w:sz="0" w:space="0" w:color="auto"/>
              </w:divBdr>
            </w:div>
            <w:div w:id="593708041">
              <w:marLeft w:val="0"/>
              <w:marRight w:val="0"/>
              <w:marTop w:val="0"/>
              <w:marBottom w:val="0"/>
              <w:divBdr>
                <w:top w:val="none" w:sz="0" w:space="0" w:color="auto"/>
                <w:left w:val="none" w:sz="0" w:space="0" w:color="auto"/>
                <w:bottom w:val="none" w:sz="0" w:space="0" w:color="auto"/>
                <w:right w:val="none" w:sz="0" w:space="0" w:color="auto"/>
              </w:divBdr>
            </w:div>
            <w:div w:id="798186173">
              <w:marLeft w:val="0"/>
              <w:marRight w:val="0"/>
              <w:marTop w:val="0"/>
              <w:marBottom w:val="0"/>
              <w:divBdr>
                <w:top w:val="none" w:sz="0" w:space="0" w:color="auto"/>
                <w:left w:val="none" w:sz="0" w:space="0" w:color="auto"/>
                <w:bottom w:val="none" w:sz="0" w:space="0" w:color="auto"/>
                <w:right w:val="none" w:sz="0" w:space="0" w:color="auto"/>
              </w:divBdr>
            </w:div>
            <w:div w:id="941957265">
              <w:marLeft w:val="0"/>
              <w:marRight w:val="0"/>
              <w:marTop w:val="0"/>
              <w:marBottom w:val="0"/>
              <w:divBdr>
                <w:top w:val="none" w:sz="0" w:space="0" w:color="auto"/>
                <w:left w:val="none" w:sz="0" w:space="0" w:color="auto"/>
                <w:bottom w:val="none" w:sz="0" w:space="0" w:color="auto"/>
                <w:right w:val="none" w:sz="0" w:space="0" w:color="auto"/>
              </w:divBdr>
            </w:div>
            <w:div w:id="1720321227">
              <w:marLeft w:val="0"/>
              <w:marRight w:val="0"/>
              <w:marTop w:val="0"/>
              <w:marBottom w:val="0"/>
              <w:divBdr>
                <w:top w:val="none" w:sz="0" w:space="0" w:color="auto"/>
                <w:left w:val="none" w:sz="0" w:space="0" w:color="auto"/>
                <w:bottom w:val="none" w:sz="0" w:space="0" w:color="auto"/>
                <w:right w:val="none" w:sz="0" w:space="0" w:color="auto"/>
              </w:divBdr>
            </w:div>
            <w:div w:id="1806385997">
              <w:marLeft w:val="0"/>
              <w:marRight w:val="0"/>
              <w:marTop w:val="0"/>
              <w:marBottom w:val="0"/>
              <w:divBdr>
                <w:top w:val="none" w:sz="0" w:space="0" w:color="auto"/>
                <w:left w:val="none" w:sz="0" w:space="0" w:color="auto"/>
                <w:bottom w:val="none" w:sz="0" w:space="0" w:color="auto"/>
                <w:right w:val="none" w:sz="0" w:space="0" w:color="auto"/>
              </w:divBdr>
            </w:div>
            <w:div w:id="1866598653">
              <w:marLeft w:val="0"/>
              <w:marRight w:val="0"/>
              <w:marTop w:val="0"/>
              <w:marBottom w:val="0"/>
              <w:divBdr>
                <w:top w:val="none" w:sz="0" w:space="0" w:color="auto"/>
                <w:left w:val="none" w:sz="0" w:space="0" w:color="auto"/>
                <w:bottom w:val="none" w:sz="0" w:space="0" w:color="auto"/>
                <w:right w:val="none" w:sz="0" w:space="0" w:color="auto"/>
              </w:divBdr>
            </w:div>
            <w:div w:id="1469472357">
              <w:marLeft w:val="0"/>
              <w:marRight w:val="0"/>
              <w:marTop w:val="0"/>
              <w:marBottom w:val="0"/>
              <w:divBdr>
                <w:top w:val="none" w:sz="0" w:space="0" w:color="auto"/>
                <w:left w:val="none" w:sz="0" w:space="0" w:color="auto"/>
                <w:bottom w:val="none" w:sz="0" w:space="0" w:color="auto"/>
                <w:right w:val="none" w:sz="0" w:space="0" w:color="auto"/>
              </w:divBdr>
            </w:div>
            <w:div w:id="2121415588">
              <w:marLeft w:val="0"/>
              <w:marRight w:val="0"/>
              <w:marTop w:val="0"/>
              <w:marBottom w:val="0"/>
              <w:divBdr>
                <w:top w:val="none" w:sz="0" w:space="0" w:color="auto"/>
                <w:left w:val="none" w:sz="0" w:space="0" w:color="auto"/>
                <w:bottom w:val="none" w:sz="0" w:space="0" w:color="auto"/>
                <w:right w:val="none" w:sz="0" w:space="0" w:color="auto"/>
              </w:divBdr>
            </w:div>
            <w:div w:id="398334293">
              <w:marLeft w:val="0"/>
              <w:marRight w:val="0"/>
              <w:marTop w:val="0"/>
              <w:marBottom w:val="0"/>
              <w:divBdr>
                <w:top w:val="none" w:sz="0" w:space="0" w:color="auto"/>
                <w:left w:val="none" w:sz="0" w:space="0" w:color="auto"/>
                <w:bottom w:val="none" w:sz="0" w:space="0" w:color="auto"/>
                <w:right w:val="none" w:sz="0" w:space="0" w:color="auto"/>
              </w:divBdr>
            </w:div>
            <w:div w:id="1690175062">
              <w:marLeft w:val="0"/>
              <w:marRight w:val="0"/>
              <w:marTop w:val="0"/>
              <w:marBottom w:val="0"/>
              <w:divBdr>
                <w:top w:val="none" w:sz="0" w:space="0" w:color="auto"/>
                <w:left w:val="none" w:sz="0" w:space="0" w:color="auto"/>
                <w:bottom w:val="none" w:sz="0" w:space="0" w:color="auto"/>
                <w:right w:val="none" w:sz="0" w:space="0" w:color="auto"/>
              </w:divBdr>
            </w:div>
            <w:div w:id="541989634">
              <w:marLeft w:val="0"/>
              <w:marRight w:val="0"/>
              <w:marTop w:val="0"/>
              <w:marBottom w:val="0"/>
              <w:divBdr>
                <w:top w:val="none" w:sz="0" w:space="0" w:color="auto"/>
                <w:left w:val="none" w:sz="0" w:space="0" w:color="auto"/>
                <w:bottom w:val="none" w:sz="0" w:space="0" w:color="auto"/>
                <w:right w:val="none" w:sz="0" w:space="0" w:color="auto"/>
              </w:divBdr>
            </w:div>
            <w:div w:id="951132507">
              <w:marLeft w:val="0"/>
              <w:marRight w:val="0"/>
              <w:marTop w:val="0"/>
              <w:marBottom w:val="0"/>
              <w:divBdr>
                <w:top w:val="none" w:sz="0" w:space="0" w:color="auto"/>
                <w:left w:val="none" w:sz="0" w:space="0" w:color="auto"/>
                <w:bottom w:val="none" w:sz="0" w:space="0" w:color="auto"/>
                <w:right w:val="none" w:sz="0" w:space="0" w:color="auto"/>
              </w:divBdr>
            </w:div>
            <w:div w:id="557517733">
              <w:marLeft w:val="0"/>
              <w:marRight w:val="0"/>
              <w:marTop w:val="0"/>
              <w:marBottom w:val="0"/>
              <w:divBdr>
                <w:top w:val="none" w:sz="0" w:space="0" w:color="auto"/>
                <w:left w:val="none" w:sz="0" w:space="0" w:color="auto"/>
                <w:bottom w:val="none" w:sz="0" w:space="0" w:color="auto"/>
                <w:right w:val="none" w:sz="0" w:space="0" w:color="auto"/>
              </w:divBdr>
            </w:div>
            <w:div w:id="1450858512">
              <w:marLeft w:val="0"/>
              <w:marRight w:val="0"/>
              <w:marTop w:val="0"/>
              <w:marBottom w:val="0"/>
              <w:divBdr>
                <w:top w:val="none" w:sz="0" w:space="0" w:color="auto"/>
                <w:left w:val="none" w:sz="0" w:space="0" w:color="auto"/>
                <w:bottom w:val="none" w:sz="0" w:space="0" w:color="auto"/>
                <w:right w:val="none" w:sz="0" w:space="0" w:color="auto"/>
              </w:divBdr>
            </w:div>
            <w:div w:id="2136629879">
              <w:marLeft w:val="0"/>
              <w:marRight w:val="0"/>
              <w:marTop w:val="0"/>
              <w:marBottom w:val="0"/>
              <w:divBdr>
                <w:top w:val="none" w:sz="0" w:space="0" w:color="auto"/>
                <w:left w:val="none" w:sz="0" w:space="0" w:color="auto"/>
                <w:bottom w:val="none" w:sz="0" w:space="0" w:color="auto"/>
                <w:right w:val="none" w:sz="0" w:space="0" w:color="auto"/>
              </w:divBdr>
            </w:div>
            <w:div w:id="460541424">
              <w:marLeft w:val="0"/>
              <w:marRight w:val="0"/>
              <w:marTop w:val="0"/>
              <w:marBottom w:val="0"/>
              <w:divBdr>
                <w:top w:val="none" w:sz="0" w:space="0" w:color="auto"/>
                <w:left w:val="none" w:sz="0" w:space="0" w:color="auto"/>
                <w:bottom w:val="none" w:sz="0" w:space="0" w:color="auto"/>
                <w:right w:val="none" w:sz="0" w:space="0" w:color="auto"/>
              </w:divBdr>
            </w:div>
            <w:div w:id="226456532">
              <w:marLeft w:val="0"/>
              <w:marRight w:val="0"/>
              <w:marTop w:val="0"/>
              <w:marBottom w:val="0"/>
              <w:divBdr>
                <w:top w:val="none" w:sz="0" w:space="0" w:color="auto"/>
                <w:left w:val="none" w:sz="0" w:space="0" w:color="auto"/>
                <w:bottom w:val="none" w:sz="0" w:space="0" w:color="auto"/>
                <w:right w:val="none" w:sz="0" w:space="0" w:color="auto"/>
              </w:divBdr>
            </w:div>
            <w:div w:id="1089082958">
              <w:marLeft w:val="0"/>
              <w:marRight w:val="0"/>
              <w:marTop w:val="0"/>
              <w:marBottom w:val="0"/>
              <w:divBdr>
                <w:top w:val="none" w:sz="0" w:space="0" w:color="auto"/>
                <w:left w:val="none" w:sz="0" w:space="0" w:color="auto"/>
                <w:bottom w:val="none" w:sz="0" w:space="0" w:color="auto"/>
                <w:right w:val="none" w:sz="0" w:space="0" w:color="auto"/>
              </w:divBdr>
            </w:div>
            <w:div w:id="781655843">
              <w:marLeft w:val="0"/>
              <w:marRight w:val="0"/>
              <w:marTop w:val="0"/>
              <w:marBottom w:val="0"/>
              <w:divBdr>
                <w:top w:val="none" w:sz="0" w:space="0" w:color="auto"/>
                <w:left w:val="none" w:sz="0" w:space="0" w:color="auto"/>
                <w:bottom w:val="none" w:sz="0" w:space="0" w:color="auto"/>
                <w:right w:val="none" w:sz="0" w:space="0" w:color="auto"/>
              </w:divBdr>
            </w:div>
            <w:div w:id="180633021">
              <w:marLeft w:val="0"/>
              <w:marRight w:val="0"/>
              <w:marTop w:val="0"/>
              <w:marBottom w:val="0"/>
              <w:divBdr>
                <w:top w:val="none" w:sz="0" w:space="0" w:color="auto"/>
                <w:left w:val="none" w:sz="0" w:space="0" w:color="auto"/>
                <w:bottom w:val="none" w:sz="0" w:space="0" w:color="auto"/>
                <w:right w:val="none" w:sz="0" w:space="0" w:color="auto"/>
              </w:divBdr>
            </w:div>
            <w:div w:id="295919569">
              <w:marLeft w:val="0"/>
              <w:marRight w:val="0"/>
              <w:marTop w:val="0"/>
              <w:marBottom w:val="0"/>
              <w:divBdr>
                <w:top w:val="none" w:sz="0" w:space="0" w:color="auto"/>
                <w:left w:val="none" w:sz="0" w:space="0" w:color="auto"/>
                <w:bottom w:val="none" w:sz="0" w:space="0" w:color="auto"/>
                <w:right w:val="none" w:sz="0" w:space="0" w:color="auto"/>
              </w:divBdr>
            </w:div>
            <w:div w:id="1808670029">
              <w:marLeft w:val="0"/>
              <w:marRight w:val="0"/>
              <w:marTop w:val="0"/>
              <w:marBottom w:val="0"/>
              <w:divBdr>
                <w:top w:val="none" w:sz="0" w:space="0" w:color="auto"/>
                <w:left w:val="none" w:sz="0" w:space="0" w:color="auto"/>
                <w:bottom w:val="none" w:sz="0" w:space="0" w:color="auto"/>
                <w:right w:val="none" w:sz="0" w:space="0" w:color="auto"/>
              </w:divBdr>
            </w:div>
            <w:div w:id="625935915">
              <w:marLeft w:val="0"/>
              <w:marRight w:val="0"/>
              <w:marTop w:val="0"/>
              <w:marBottom w:val="0"/>
              <w:divBdr>
                <w:top w:val="none" w:sz="0" w:space="0" w:color="auto"/>
                <w:left w:val="none" w:sz="0" w:space="0" w:color="auto"/>
                <w:bottom w:val="none" w:sz="0" w:space="0" w:color="auto"/>
                <w:right w:val="none" w:sz="0" w:space="0" w:color="auto"/>
              </w:divBdr>
            </w:div>
            <w:div w:id="479152107">
              <w:marLeft w:val="0"/>
              <w:marRight w:val="0"/>
              <w:marTop w:val="0"/>
              <w:marBottom w:val="0"/>
              <w:divBdr>
                <w:top w:val="none" w:sz="0" w:space="0" w:color="auto"/>
                <w:left w:val="none" w:sz="0" w:space="0" w:color="auto"/>
                <w:bottom w:val="none" w:sz="0" w:space="0" w:color="auto"/>
                <w:right w:val="none" w:sz="0" w:space="0" w:color="auto"/>
              </w:divBdr>
            </w:div>
            <w:div w:id="306713940">
              <w:marLeft w:val="0"/>
              <w:marRight w:val="0"/>
              <w:marTop w:val="0"/>
              <w:marBottom w:val="0"/>
              <w:divBdr>
                <w:top w:val="none" w:sz="0" w:space="0" w:color="auto"/>
                <w:left w:val="none" w:sz="0" w:space="0" w:color="auto"/>
                <w:bottom w:val="none" w:sz="0" w:space="0" w:color="auto"/>
                <w:right w:val="none" w:sz="0" w:space="0" w:color="auto"/>
              </w:divBdr>
            </w:div>
            <w:div w:id="1022515673">
              <w:marLeft w:val="0"/>
              <w:marRight w:val="0"/>
              <w:marTop w:val="0"/>
              <w:marBottom w:val="0"/>
              <w:divBdr>
                <w:top w:val="none" w:sz="0" w:space="0" w:color="auto"/>
                <w:left w:val="none" w:sz="0" w:space="0" w:color="auto"/>
                <w:bottom w:val="none" w:sz="0" w:space="0" w:color="auto"/>
                <w:right w:val="none" w:sz="0" w:space="0" w:color="auto"/>
              </w:divBdr>
            </w:div>
            <w:div w:id="223834244">
              <w:marLeft w:val="0"/>
              <w:marRight w:val="0"/>
              <w:marTop w:val="0"/>
              <w:marBottom w:val="0"/>
              <w:divBdr>
                <w:top w:val="none" w:sz="0" w:space="0" w:color="auto"/>
                <w:left w:val="none" w:sz="0" w:space="0" w:color="auto"/>
                <w:bottom w:val="none" w:sz="0" w:space="0" w:color="auto"/>
                <w:right w:val="none" w:sz="0" w:space="0" w:color="auto"/>
              </w:divBdr>
            </w:div>
            <w:div w:id="838546625">
              <w:marLeft w:val="0"/>
              <w:marRight w:val="0"/>
              <w:marTop w:val="0"/>
              <w:marBottom w:val="0"/>
              <w:divBdr>
                <w:top w:val="none" w:sz="0" w:space="0" w:color="auto"/>
                <w:left w:val="none" w:sz="0" w:space="0" w:color="auto"/>
                <w:bottom w:val="none" w:sz="0" w:space="0" w:color="auto"/>
                <w:right w:val="none" w:sz="0" w:space="0" w:color="auto"/>
              </w:divBdr>
            </w:div>
            <w:div w:id="1529103089">
              <w:marLeft w:val="0"/>
              <w:marRight w:val="0"/>
              <w:marTop w:val="0"/>
              <w:marBottom w:val="0"/>
              <w:divBdr>
                <w:top w:val="none" w:sz="0" w:space="0" w:color="auto"/>
                <w:left w:val="none" w:sz="0" w:space="0" w:color="auto"/>
                <w:bottom w:val="none" w:sz="0" w:space="0" w:color="auto"/>
                <w:right w:val="none" w:sz="0" w:space="0" w:color="auto"/>
              </w:divBdr>
            </w:div>
            <w:div w:id="649140098">
              <w:marLeft w:val="0"/>
              <w:marRight w:val="0"/>
              <w:marTop w:val="0"/>
              <w:marBottom w:val="0"/>
              <w:divBdr>
                <w:top w:val="none" w:sz="0" w:space="0" w:color="auto"/>
                <w:left w:val="none" w:sz="0" w:space="0" w:color="auto"/>
                <w:bottom w:val="none" w:sz="0" w:space="0" w:color="auto"/>
                <w:right w:val="none" w:sz="0" w:space="0" w:color="auto"/>
              </w:divBdr>
            </w:div>
            <w:div w:id="1572814169">
              <w:marLeft w:val="0"/>
              <w:marRight w:val="0"/>
              <w:marTop w:val="0"/>
              <w:marBottom w:val="0"/>
              <w:divBdr>
                <w:top w:val="none" w:sz="0" w:space="0" w:color="auto"/>
                <w:left w:val="none" w:sz="0" w:space="0" w:color="auto"/>
                <w:bottom w:val="none" w:sz="0" w:space="0" w:color="auto"/>
                <w:right w:val="none" w:sz="0" w:space="0" w:color="auto"/>
              </w:divBdr>
            </w:div>
            <w:div w:id="351884527">
              <w:marLeft w:val="0"/>
              <w:marRight w:val="0"/>
              <w:marTop w:val="0"/>
              <w:marBottom w:val="0"/>
              <w:divBdr>
                <w:top w:val="none" w:sz="0" w:space="0" w:color="auto"/>
                <w:left w:val="none" w:sz="0" w:space="0" w:color="auto"/>
                <w:bottom w:val="none" w:sz="0" w:space="0" w:color="auto"/>
                <w:right w:val="none" w:sz="0" w:space="0" w:color="auto"/>
              </w:divBdr>
            </w:div>
            <w:div w:id="1913929204">
              <w:marLeft w:val="0"/>
              <w:marRight w:val="0"/>
              <w:marTop w:val="0"/>
              <w:marBottom w:val="0"/>
              <w:divBdr>
                <w:top w:val="none" w:sz="0" w:space="0" w:color="auto"/>
                <w:left w:val="none" w:sz="0" w:space="0" w:color="auto"/>
                <w:bottom w:val="none" w:sz="0" w:space="0" w:color="auto"/>
                <w:right w:val="none" w:sz="0" w:space="0" w:color="auto"/>
              </w:divBdr>
            </w:div>
            <w:div w:id="1377970734">
              <w:marLeft w:val="0"/>
              <w:marRight w:val="0"/>
              <w:marTop w:val="0"/>
              <w:marBottom w:val="0"/>
              <w:divBdr>
                <w:top w:val="none" w:sz="0" w:space="0" w:color="auto"/>
                <w:left w:val="none" w:sz="0" w:space="0" w:color="auto"/>
                <w:bottom w:val="none" w:sz="0" w:space="0" w:color="auto"/>
                <w:right w:val="none" w:sz="0" w:space="0" w:color="auto"/>
              </w:divBdr>
            </w:div>
            <w:div w:id="1183859027">
              <w:marLeft w:val="0"/>
              <w:marRight w:val="0"/>
              <w:marTop w:val="0"/>
              <w:marBottom w:val="0"/>
              <w:divBdr>
                <w:top w:val="none" w:sz="0" w:space="0" w:color="auto"/>
                <w:left w:val="none" w:sz="0" w:space="0" w:color="auto"/>
                <w:bottom w:val="none" w:sz="0" w:space="0" w:color="auto"/>
                <w:right w:val="none" w:sz="0" w:space="0" w:color="auto"/>
              </w:divBdr>
            </w:div>
            <w:div w:id="994139997">
              <w:marLeft w:val="0"/>
              <w:marRight w:val="0"/>
              <w:marTop w:val="0"/>
              <w:marBottom w:val="0"/>
              <w:divBdr>
                <w:top w:val="none" w:sz="0" w:space="0" w:color="auto"/>
                <w:left w:val="none" w:sz="0" w:space="0" w:color="auto"/>
                <w:bottom w:val="none" w:sz="0" w:space="0" w:color="auto"/>
                <w:right w:val="none" w:sz="0" w:space="0" w:color="auto"/>
              </w:divBdr>
            </w:div>
            <w:div w:id="468592465">
              <w:marLeft w:val="0"/>
              <w:marRight w:val="0"/>
              <w:marTop w:val="0"/>
              <w:marBottom w:val="0"/>
              <w:divBdr>
                <w:top w:val="none" w:sz="0" w:space="0" w:color="auto"/>
                <w:left w:val="none" w:sz="0" w:space="0" w:color="auto"/>
                <w:bottom w:val="none" w:sz="0" w:space="0" w:color="auto"/>
                <w:right w:val="none" w:sz="0" w:space="0" w:color="auto"/>
              </w:divBdr>
            </w:div>
            <w:div w:id="1528714928">
              <w:marLeft w:val="0"/>
              <w:marRight w:val="0"/>
              <w:marTop w:val="0"/>
              <w:marBottom w:val="0"/>
              <w:divBdr>
                <w:top w:val="none" w:sz="0" w:space="0" w:color="auto"/>
                <w:left w:val="none" w:sz="0" w:space="0" w:color="auto"/>
                <w:bottom w:val="none" w:sz="0" w:space="0" w:color="auto"/>
                <w:right w:val="none" w:sz="0" w:space="0" w:color="auto"/>
              </w:divBdr>
            </w:div>
            <w:div w:id="1158035776">
              <w:marLeft w:val="0"/>
              <w:marRight w:val="0"/>
              <w:marTop w:val="0"/>
              <w:marBottom w:val="0"/>
              <w:divBdr>
                <w:top w:val="none" w:sz="0" w:space="0" w:color="auto"/>
                <w:left w:val="none" w:sz="0" w:space="0" w:color="auto"/>
                <w:bottom w:val="none" w:sz="0" w:space="0" w:color="auto"/>
                <w:right w:val="none" w:sz="0" w:space="0" w:color="auto"/>
              </w:divBdr>
            </w:div>
            <w:div w:id="1614480854">
              <w:marLeft w:val="0"/>
              <w:marRight w:val="0"/>
              <w:marTop w:val="0"/>
              <w:marBottom w:val="0"/>
              <w:divBdr>
                <w:top w:val="none" w:sz="0" w:space="0" w:color="auto"/>
                <w:left w:val="none" w:sz="0" w:space="0" w:color="auto"/>
                <w:bottom w:val="none" w:sz="0" w:space="0" w:color="auto"/>
                <w:right w:val="none" w:sz="0" w:space="0" w:color="auto"/>
              </w:divBdr>
            </w:div>
            <w:div w:id="2016490326">
              <w:marLeft w:val="0"/>
              <w:marRight w:val="0"/>
              <w:marTop w:val="0"/>
              <w:marBottom w:val="0"/>
              <w:divBdr>
                <w:top w:val="none" w:sz="0" w:space="0" w:color="auto"/>
                <w:left w:val="none" w:sz="0" w:space="0" w:color="auto"/>
                <w:bottom w:val="none" w:sz="0" w:space="0" w:color="auto"/>
                <w:right w:val="none" w:sz="0" w:space="0" w:color="auto"/>
              </w:divBdr>
            </w:div>
            <w:div w:id="165177209">
              <w:marLeft w:val="0"/>
              <w:marRight w:val="0"/>
              <w:marTop w:val="0"/>
              <w:marBottom w:val="0"/>
              <w:divBdr>
                <w:top w:val="none" w:sz="0" w:space="0" w:color="auto"/>
                <w:left w:val="none" w:sz="0" w:space="0" w:color="auto"/>
                <w:bottom w:val="none" w:sz="0" w:space="0" w:color="auto"/>
                <w:right w:val="none" w:sz="0" w:space="0" w:color="auto"/>
              </w:divBdr>
            </w:div>
            <w:div w:id="662050944">
              <w:marLeft w:val="0"/>
              <w:marRight w:val="0"/>
              <w:marTop w:val="0"/>
              <w:marBottom w:val="0"/>
              <w:divBdr>
                <w:top w:val="none" w:sz="0" w:space="0" w:color="auto"/>
                <w:left w:val="none" w:sz="0" w:space="0" w:color="auto"/>
                <w:bottom w:val="none" w:sz="0" w:space="0" w:color="auto"/>
                <w:right w:val="none" w:sz="0" w:space="0" w:color="auto"/>
              </w:divBdr>
            </w:div>
            <w:div w:id="1788230453">
              <w:marLeft w:val="0"/>
              <w:marRight w:val="0"/>
              <w:marTop w:val="0"/>
              <w:marBottom w:val="0"/>
              <w:divBdr>
                <w:top w:val="none" w:sz="0" w:space="0" w:color="auto"/>
                <w:left w:val="none" w:sz="0" w:space="0" w:color="auto"/>
                <w:bottom w:val="none" w:sz="0" w:space="0" w:color="auto"/>
                <w:right w:val="none" w:sz="0" w:space="0" w:color="auto"/>
              </w:divBdr>
            </w:div>
            <w:div w:id="1833638105">
              <w:marLeft w:val="0"/>
              <w:marRight w:val="0"/>
              <w:marTop w:val="0"/>
              <w:marBottom w:val="0"/>
              <w:divBdr>
                <w:top w:val="none" w:sz="0" w:space="0" w:color="auto"/>
                <w:left w:val="none" w:sz="0" w:space="0" w:color="auto"/>
                <w:bottom w:val="none" w:sz="0" w:space="0" w:color="auto"/>
                <w:right w:val="none" w:sz="0" w:space="0" w:color="auto"/>
              </w:divBdr>
            </w:div>
            <w:div w:id="977999136">
              <w:marLeft w:val="0"/>
              <w:marRight w:val="0"/>
              <w:marTop w:val="0"/>
              <w:marBottom w:val="0"/>
              <w:divBdr>
                <w:top w:val="none" w:sz="0" w:space="0" w:color="auto"/>
                <w:left w:val="none" w:sz="0" w:space="0" w:color="auto"/>
                <w:bottom w:val="none" w:sz="0" w:space="0" w:color="auto"/>
                <w:right w:val="none" w:sz="0" w:space="0" w:color="auto"/>
              </w:divBdr>
            </w:div>
            <w:div w:id="19346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322568">
      <w:bodyDiv w:val="1"/>
      <w:marLeft w:val="0"/>
      <w:marRight w:val="0"/>
      <w:marTop w:val="0"/>
      <w:marBottom w:val="0"/>
      <w:divBdr>
        <w:top w:val="none" w:sz="0" w:space="0" w:color="auto"/>
        <w:left w:val="none" w:sz="0" w:space="0" w:color="auto"/>
        <w:bottom w:val="none" w:sz="0" w:space="0" w:color="auto"/>
        <w:right w:val="none" w:sz="0" w:space="0" w:color="auto"/>
      </w:divBdr>
    </w:div>
    <w:div w:id="1917399219">
      <w:bodyDiv w:val="1"/>
      <w:marLeft w:val="0"/>
      <w:marRight w:val="0"/>
      <w:marTop w:val="0"/>
      <w:marBottom w:val="0"/>
      <w:divBdr>
        <w:top w:val="none" w:sz="0" w:space="0" w:color="auto"/>
        <w:left w:val="none" w:sz="0" w:space="0" w:color="auto"/>
        <w:bottom w:val="none" w:sz="0" w:space="0" w:color="auto"/>
        <w:right w:val="none" w:sz="0" w:space="0" w:color="auto"/>
      </w:divBdr>
    </w:div>
    <w:div w:id="1923442643">
      <w:bodyDiv w:val="1"/>
      <w:marLeft w:val="0"/>
      <w:marRight w:val="0"/>
      <w:marTop w:val="0"/>
      <w:marBottom w:val="0"/>
      <w:divBdr>
        <w:top w:val="none" w:sz="0" w:space="0" w:color="auto"/>
        <w:left w:val="none" w:sz="0" w:space="0" w:color="auto"/>
        <w:bottom w:val="none" w:sz="0" w:space="0" w:color="auto"/>
        <w:right w:val="none" w:sz="0" w:space="0" w:color="auto"/>
      </w:divBdr>
      <w:divsChild>
        <w:div w:id="1643657460">
          <w:marLeft w:val="0"/>
          <w:marRight w:val="0"/>
          <w:marTop w:val="0"/>
          <w:marBottom w:val="0"/>
          <w:divBdr>
            <w:top w:val="none" w:sz="0" w:space="0" w:color="auto"/>
            <w:left w:val="none" w:sz="0" w:space="0" w:color="auto"/>
            <w:bottom w:val="none" w:sz="0" w:space="0" w:color="auto"/>
            <w:right w:val="none" w:sz="0" w:space="0" w:color="auto"/>
          </w:divBdr>
          <w:divsChild>
            <w:div w:id="324432546">
              <w:marLeft w:val="0"/>
              <w:marRight w:val="0"/>
              <w:marTop w:val="0"/>
              <w:marBottom w:val="0"/>
              <w:divBdr>
                <w:top w:val="none" w:sz="0" w:space="0" w:color="auto"/>
                <w:left w:val="none" w:sz="0" w:space="0" w:color="auto"/>
                <w:bottom w:val="none" w:sz="0" w:space="0" w:color="auto"/>
                <w:right w:val="none" w:sz="0" w:space="0" w:color="auto"/>
              </w:divBdr>
            </w:div>
            <w:div w:id="1656032245">
              <w:marLeft w:val="0"/>
              <w:marRight w:val="0"/>
              <w:marTop w:val="0"/>
              <w:marBottom w:val="0"/>
              <w:divBdr>
                <w:top w:val="none" w:sz="0" w:space="0" w:color="auto"/>
                <w:left w:val="none" w:sz="0" w:space="0" w:color="auto"/>
                <w:bottom w:val="none" w:sz="0" w:space="0" w:color="auto"/>
                <w:right w:val="none" w:sz="0" w:space="0" w:color="auto"/>
              </w:divBdr>
            </w:div>
            <w:div w:id="1373457572">
              <w:marLeft w:val="0"/>
              <w:marRight w:val="0"/>
              <w:marTop w:val="0"/>
              <w:marBottom w:val="0"/>
              <w:divBdr>
                <w:top w:val="none" w:sz="0" w:space="0" w:color="auto"/>
                <w:left w:val="none" w:sz="0" w:space="0" w:color="auto"/>
                <w:bottom w:val="none" w:sz="0" w:space="0" w:color="auto"/>
                <w:right w:val="none" w:sz="0" w:space="0" w:color="auto"/>
              </w:divBdr>
            </w:div>
            <w:div w:id="1241405411">
              <w:marLeft w:val="0"/>
              <w:marRight w:val="0"/>
              <w:marTop w:val="0"/>
              <w:marBottom w:val="0"/>
              <w:divBdr>
                <w:top w:val="none" w:sz="0" w:space="0" w:color="auto"/>
                <w:left w:val="none" w:sz="0" w:space="0" w:color="auto"/>
                <w:bottom w:val="none" w:sz="0" w:space="0" w:color="auto"/>
                <w:right w:val="none" w:sz="0" w:space="0" w:color="auto"/>
              </w:divBdr>
            </w:div>
            <w:div w:id="1171607536">
              <w:marLeft w:val="0"/>
              <w:marRight w:val="0"/>
              <w:marTop w:val="0"/>
              <w:marBottom w:val="0"/>
              <w:divBdr>
                <w:top w:val="none" w:sz="0" w:space="0" w:color="auto"/>
                <w:left w:val="none" w:sz="0" w:space="0" w:color="auto"/>
                <w:bottom w:val="none" w:sz="0" w:space="0" w:color="auto"/>
                <w:right w:val="none" w:sz="0" w:space="0" w:color="auto"/>
              </w:divBdr>
            </w:div>
            <w:div w:id="992412061">
              <w:marLeft w:val="0"/>
              <w:marRight w:val="0"/>
              <w:marTop w:val="0"/>
              <w:marBottom w:val="0"/>
              <w:divBdr>
                <w:top w:val="none" w:sz="0" w:space="0" w:color="auto"/>
                <w:left w:val="none" w:sz="0" w:space="0" w:color="auto"/>
                <w:bottom w:val="none" w:sz="0" w:space="0" w:color="auto"/>
                <w:right w:val="none" w:sz="0" w:space="0" w:color="auto"/>
              </w:divBdr>
            </w:div>
            <w:div w:id="1710765605">
              <w:marLeft w:val="0"/>
              <w:marRight w:val="0"/>
              <w:marTop w:val="0"/>
              <w:marBottom w:val="0"/>
              <w:divBdr>
                <w:top w:val="none" w:sz="0" w:space="0" w:color="auto"/>
                <w:left w:val="none" w:sz="0" w:space="0" w:color="auto"/>
                <w:bottom w:val="none" w:sz="0" w:space="0" w:color="auto"/>
                <w:right w:val="none" w:sz="0" w:space="0" w:color="auto"/>
              </w:divBdr>
            </w:div>
            <w:div w:id="1315332260">
              <w:marLeft w:val="0"/>
              <w:marRight w:val="0"/>
              <w:marTop w:val="0"/>
              <w:marBottom w:val="0"/>
              <w:divBdr>
                <w:top w:val="none" w:sz="0" w:space="0" w:color="auto"/>
                <w:left w:val="none" w:sz="0" w:space="0" w:color="auto"/>
                <w:bottom w:val="none" w:sz="0" w:space="0" w:color="auto"/>
                <w:right w:val="none" w:sz="0" w:space="0" w:color="auto"/>
              </w:divBdr>
            </w:div>
            <w:div w:id="731273873">
              <w:marLeft w:val="0"/>
              <w:marRight w:val="0"/>
              <w:marTop w:val="0"/>
              <w:marBottom w:val="0"/>
              <w:divBdr>
                <w:top w:val="none" w:sz="0" w:space="0" w:color="auto"/>
                <w:left w:val="none" w:sz="0" w:space="0" w:color="auto"/>
                <w:bottom w:val="none" w:sz="0" w:space="0" w:color="auto"/>
                <w:right w:val="none" w:sz="0" w:space="0" w:color="auto"/>
              </w:divBdr>
            </w:div>
            <w:div w:id="32387648">
              <w:marLeft w:val="0"/>
              <w:marRight w:val="0"/>
              <w:marTop w:val="0"/>
              <w:marBottom w:val="0"/>
              <w:divBdr>
                <w:top w:val="none" w:sz="0" w:space="0" w:color="auto"/>
                <w:left w:val="none" w:sz="0" w:space="0" w:color="auto"/>
                <w:bottom w:val="none" w:sz="0" w:space="0" w:color="auto"/>
                <w:right w:val="none" w:sz="0" w:space="0" w:color="auto"/>
              </w:divBdr>
            </w:div>
            <w:div w:id="1408112106">
              <w:marLeft w:val="0"/>
              <w:marRight w:val="0"/>
              <w:marTop w:val="0"/>
              <w:marBottom w:val="0"/>
              <w:divBdr>
                <w:top w:val="none" w:sz="0" w:space="0" w:color="auto"/>
                <w:left w:val="none" w:sz="0" w:space="0" w:color="auto"/>
                <w:bottom w:val="none" w:sz="0" w:space="0" w:color="auto"/>
                <w:right w:val="none" w:sz="0" w:space="0" w:color="auto"/>
              </w:divBdr>
            </w:div>
            <w:div w:id="1227111760">
              <w:marLeft w:val="0"/>
              <w:marRight w:val="0"/>
              <w:marTop w:val="0"/>
              <w:marBottom w:val="0"/>
              <w:divBdr>
                <w:top w:val="none" w:sz="0" w:space="0" w:color="auto"/>
                <w:left w:val="none" w:sz="0" w:space="0" w:color="auto"/>
                <w:bottom w:val="none" w:sz="0" w:space="0" w:color="auto"/>
                <w:right w:val="none" w:sz="0" w:space="0" w:color="auto"/>
              </w:divBdr>
            </w:div>
            <w:div w:id="1339117163">
              <w:marLeft w:val="0"/>
              <w:marRight w:val="0"/>
              <w:marTop w:val="0"/>
              <w:marBottom w:val="0"/>
              <w:divBdr>
                <w:top w:val="none" w:sz="0" w:space="0" w:color="auto"/>
                <w:left w:val="none" w:sz="0" w:space="0" w:color="auto"/>
                <w:bottom w:val="none" w:sz="0" w:space="0" w:color="auto"/>
                <w:right w:val="none" w:sz="0" w:space="0" w:color="auto"/>
              </w:divBdr>
            </w:div>
            <w:div w:id="1885872480">
              <w:marLeft w:val="0"/>
              <w:marRight w:val="0"/>
              <w:marTop w:val="0"/>
              <w:marBottom w:val="0"/>
              <w:divBdr>
                <w:top w:val="none" w:sz="0" w:space="0" w:color="auto"/>
                <w:left w:val="none" w:sz="0" w:space="0" w:color="auto"/>
                <w:bottom w:val="none" w:sz="0" w:space="0" w:color="auto"/>
                <w:right w:val="none" w:sz="0" w:space="0" w:color="auto"/>
              </w:divBdr>
            </w:div>
            <w:div w:id="1971351653">
              <w:marLeft w:val="0"/>
              <w:marRight w:val="0"/>
              <w:marTop w:val="0"/>
              <w:marBottom w:val="0"/>
              <w:divBdr>
                <w:top w:val="none" w:sz="0" w:space="0" w:color="auto"/>
                <w:left w:val="none" w:sz="0" w:space="0" w:color="auto"/>
                <w:bottom w:val="none" w:sz="0" w:space="0" w:color="auto"/>
                <w:right w:val="none" w:sz="0" w:space="0" w:color="auto"/>
              </w:divBdr>
            </w:div>
            <w:div w:id="59056865">
              <w:marLeft w:val="0"/>
              <w:marRight w:val="0"/>
              <w:marTop w:val="0"/>
              <w:marBottom w:val="0"/>
              <w:divBdr>
                <w:top w:val="none" w:sz="0" w:space="0" w:color="auto"/>
                <w:left w:val="none" w:sz="0" w:space="0" w:color="auto"/>
                <w:bottom w:val="none" w:sz="0" w:space="0" w:color="auto"/>
                <w:right w:val="none" w:sz="0" w:space="0" w:color="auto"/>
              </w:divBdr>
            </w:div>
            <w:div w:id="800465129">
              <w:marLeft w:val="0"/>
              <w:marRight w:val="0"/>
              <w:marTop w:val="0"/>
              <w:marBottom w:val="0"/>
              <w:divBdr>
                <w:top w:val="none" w:sz="0" w:space="0" w:color="auto"/>
                <w:left w:val="none" w:sz="0" w:space="0" w:color="auto"/>
                <w:bottom w:val="none" w:sz="0" w:space="0" w:color="auto"/>
                <w:right w:val="none" w:sz="0" w:space="0" w:color="auto"/>
              </w:divBdr>
            </w:div>
            <w:div w:id="426734469">
              <w:marLeft w:val="0"/>
              <w:marRight w:val="0"/>
              <w:marTop w:val="0"/>
              <w:marBottom w:val="0"/>
              <w:divBdr>
                <w:top w:val="none" w:sz="0" w:space="0" w:color="auto"/>
                <w:left w:val="none" w:sz="0" w:space="0" w:color="auto"/>
                <w:bottom w:val="none" w:sz="0" w:space="0" w:color="auto"/>
                <w:right w:val="none" w:sz="0" w:space="0" w:color="auto"/>
              </w:divBdr>
            </w:div>
            <w:div w:id="1924870454">
              <w:marLeft w:val="0"/>
              <w:marRight w:val="0"/>
              <w:marTop w:val="0"/>
              <w:marBottom w:val="0"/>
              <w:divBdr>
                <w:top w:val="none" w:sz="0" w:space="0" w:color="auto"/>
                <w:left w:val="none" w:sz="0" w:space="0" w:color="auto"/>
                <w:bottom w:val="none" w:sz="0" w:space="0" w:color="auto"/>
                <w:right w:val="none" w:sz="0" w:space="0" w:color="auto"/>
              </w:divBdr>
            </w:div>
            <w:div w:id="2101831267">
              <w:marLeft w:val="0"/>
              <w:marRight w:val="0"/>
              <w:marTop w:val="0"/>
              <w:marBottom w:val="0"/>
              <w:divBdr>
                <w:top w:val="none" w:sz="0" w:space="0" w:color="auto"/>
                <w:left w:val="none" w:sz="0" w:space="0" w:color="auto"/>
                <w:bottom w:val="none" w:sz="0" w:space="0" w:color="auto"/>
                <w:right w:val="none" w:sz="0" w:space="0" w:color="auto"/>
              </w:divBdr>
            </w:div>
            <w:div w:id="53084854">
              <w:marLeft w:val="0"/>
              <w:marRight w:val="0"/>
              <w:marTop w:val="0"/>
              <w:marBottom w:val="0"/>
              <w:divBdr>
                <w:top w:val="none" w:sz="0" w:space="0" w:color="auto"/>
                <w:left w:val="none" w:sz="0" w:space="0" w:color="auto"/>
                <w:bottom w:val="none" w:sz="0" w:space="0" w:color="auto"/>
                <w:right w:val="none" w:sz="0" w:space="0" w:color="auto"/>
              </w:divBdr>
            </w:div>
            <w:div w:id="367492450">
              <w:marLeft w:val="0"/>
              <w:marRight w:val="0"/>
              <w:marTop w:val="0"/>
              <w:marBottom w:val="0"/>
              <w:divBdr>
                <w:top w:val="none" w:sz="0" w:space="0" w:color="auto"/>
                <w:left w:val="none" w:sz="0" w:space="0" w:color="auto"/>
                <w:bottom w:val="none" w:sz="0" w:space="0" w:color="auto"/>
                <w:right w:val="none" w:sz="0" w:space="0" w:color="auto"/>
              </w:divBdr>
            </w:div>
            <w:div w:id="867258606">
              <w:marLeft w:val="0"/>
              <w:marRight w:val="0"/>
              <w:marTop w:val="0"/>
              <w:marBottom w:val="0"/>
              <w:divBdr>
                <w:top w:val="none" w:sz="0" w:space="0" w:color="auto"/>
                <w:left w:val="none" w:sz="0" w:space="0" w:color="auto"/>
                <w:bottom w:val="none" w:sz="0" w:space="0" w:color="auto"/>
                <w:right w:val="none" w:sz="0" w:space="0" w:color="auto"/>
              </w:divBdr>
            </w:div>
            <w:div w:id="1512640324">
              <w:marLeft w:val="0"/>
              <w:marRight w:val="0"/>
              <w:marTop w:val="0"/>
              <w:marBottom w:val="0"/>
              <w:divBdr>
                <w:top w:val="none" w:sz="0" w:space="0" w:color="auto"/>
                <w:left w:val="none" w:sz="0" w:space="0" w:color="auto"/>
                <w:bottom w:val="none" w:sz="0" w:space="0" w:color="auto"/>
                <w:right w:val="none" w:sz="0" w:space="0" w:color="auto"/>
              </w:divBdr>
            </w:div>
            <w:div w:id="1042709470">
              <w:marLeft w:val="0"/>
              <w:marRight w:val="0"/>
              <w:marTop w:val="0"/>
              <w:marBottom w:val="0"/>
              <w:divBdr>
                <w:top w:val="none" w:sz="0" w:space="0" w:color="auto"/>
                <w:left w:val="none" w:sz="0" w:space="0" w:color="auto"/>
                <w:bottom w:val="none" w:sz="0" w:space="0" w:color="auto"/>
                <w:right w:val="none" w:sz="0" w:space="0" w:color="auto"/>
              </w:divBdr>
            </w:div>
            <w:div w:id="679043315">
              <w:marLeft w:val="0"/>
              <w:marRight w:val="0"/>
              <w:marTop w:val="0"/>
              <w:marBottom w:val="0"/>
              <w:divBdr>
                <w:top w:val="none" w:sz="0" w:space="0" w:color="auto"/>
                <w:left w:val="none" w:sz="0" w:space="0" w:color="auto"/>
                <w:bottom w:val="none" w:sz="0" w:space="0" w:color="auto"/>
                <w:right w:val="none" w:sz="0" w:space="0" w:color="auto"/>
              </w:divBdr>
            </w:div>
            <w:div w:id="1934387638">
              <w:marLeft w:val="0"/>
              <w:marRight w:val="0"/>
              <w:marTop w:val="0"/>
              <w:marBottom w:val="0"/>
              <w:divBdr>
                <w:top w:val="none" w:sz="0" w:space="0" w:color="auto"/>
                <w:left w:val="none" w:sz="0" w:space="0" w:color="auto"/>
                <w:bottom w:val="none" w:sz="0" w:space="0" w:color="auto"/>
                <w:right w:val="none" w:sz="0" w:space="0" w:color="auto"/>
              </w:divBdr>
            </w:div>
            <w:div w:id="397360538">
              <w:marLeft w:val="0"/>
              <w:marRight w:val="0"/>
              <w:marTop w:val="0"/>
              <w:marBottom w:val="0"/>
              <w:divBdr>
                <w:top w:val="none" w:sz="0" w:space="0" w:color="auto"/>
                <w:left w:val="none" w:sz="0" w:space="0" w:color="auto"/>
                <w:bottom w:val="none" w:sz="0" w:space="0" w:color="auto"/>
                <w:right w:val="none" w:sz="0" w:space="0" w:color="auto"/>
              </w:divBdr>
            </w:div>
            <w:div w:id="1393309844">
              <w:marLeft w:val="0"/>
              <w:marRight w:val="0"/>
              <w:marTop w:val="0"/>
              <w:marBottom w:val="0"/>
              <w:divBdr>
                <w:top w:val="none" w:sz="0" w:space="0" w:color="auto"/>
                <w:left w:val="none" w:sz="0" w:space="0" w:color="auto"/>
                <w:bottom w:val="none" w:sz="0" w:space="0" w:color="auto"/>
                <w:right w:val="none" w:sz="0" w:space="0" w:color="auto"/>
              </w:divBdr>
            </w:div>
            <w:div w:id="262079496">
              <w:marLeft w:val="0"/>
              <w:marRight w:val="0"/>
              <w:marTop w:val="0"/>
              <w:marBottom w:val="0"/>
              <w:divBdr>
                <w:top w:val="none" w:sz="0" w:space="0" w:color="auto"/>
                <w:left w:val="none" w:sz="0" w:space="0" w:color="auto"/>
                <w:bottom w:val="none" w:sz="0" w:space="0" w:color="auto"/>
                <w:right w:val="none" w:sz="0" w:space="0" w:color="auto"/>
              </w:divBdr>
            </w:div>
            <w:div w:id="884368983">
              <w:marLeft w:val="0"/>
              <w:marRight w:val="0"/>
              <w:marTop w:val="0"/>
              <w:marBottom w:val="0"/>
              <w:divBdr>
                <w:top w:val="none" w:sz="0" w:space="0" w:color="auto"/>
                <w:left w:val="none" w:sz="0" w:space="0" w:color="auto"/>
                <w:bottom w:val="none" w:sz="0" w:space="0" w:color="auto"/>
                <w:right w:val="none" w:sz="0" w:space="0" w:color="auto"/>
              </w:divBdr>
            </w:div>
            <w:div w:id="1152673310">
              <w:marLeft w:val="0"/>
              <w:marRight w:val="0"/>
              <w:marTop w:val="0"/>
              <w:marBottom w:val="0"/>
              <w:divBdr>
                <w:top w:val="none" w:sz="0" w:space="0" w:color="auto"/>
                <w:left w:val="none" w:sz="0" w:space="0" w:color="auto"/>
                <w:bottom w:val="none" w:sz="0" w:space="0" w:color="auto"/>
                <w:right w:val="none" w:sz="0" w:space="0" w:color="auto"/>
              </w:divBdr>
            </w:div>
            <w:div w:id="946473409">
              <w:marLeft w:val="0"/>
              <w:marRight w:val="0"/>
              <w:marTop w:val="0"/>
              <w:marBottom w:val="0"/>
              <w:divBdr>
                <w:top w:val="none" w:sz="0" w:space="0" w:color="auto"/>
                <w:left w:val="none" w:sz="0" w:space="0" w:color="auto"/>
                <w:bottom w:val="none" w:sz="0" w:space="0" w:color="auto"/>
                <w:right w:val="none" w:sz="0" w:space="0" w:color="auto"/>
              </w:divBdr>
            </w:div>
            <w:div w:id="759331261">
              <w:marLeft w:val="0"/>
              <w:marRight w:val="0"/>
              <w:marTop w:val="0"/>
              <w:marBottom w:val="0"/>
              <w:divBdr>
                <w:top w:val="none" w:sz="0" w:space="0" w:color="auto"/>
                <w:left w:val="none" w:sz="0" w:space="0" w:color="auto"/>
                <w:bottom w:val="none" w:sz="0" w:space="0" w:color="auto"/>
                <w:right w:val="none" w:sz="0" w:space="0" w:color="auto"/>
              </w:divBdr>
            </w:div>
            <w:div w:id="101413196">
              <w:marLeft w:val="0"/>
              <w:marRight w:val="0"/>
              <w:marTop w:val="0"/>
              <w:marBottom w:val="0"/>
              <w:divBdr>
                <w:top w:val="none" w:sz="0" w:space="0" w:color="auto"/>
                <w:left w:val="none" w:sz="0" w:space="0" w:color="auto"/>
                <w:bottom w:val="none" w:sz="0" w:space="0" w:color="auto"/>
                <w:right w:val="none" w:sz="0" w:space="0" w:color="auto"/>
              </w:divBdr>
            </w:div>
            <w:div w:id="442921955">
              <w:marLeft w:val="0"/>
              <w:marRight w:val="0"/>
              <w:marTop w:val="0"/>
              <w:marBottom w:val="0"/>
              <w:divBdr>
                <w:top w:val="none" w:sz="0" w:space="0" w:color="auto"/>
                <w:left w:val="none" w:sz="0" w:space="0" w:color="auto"/>
                <w:bottom w:val="none" w:sz="0" w:space="0" w:color="auto"/>
                <w:right w:val="none" w:sz="0" w:space="0" w:color="auto"/>
              </w:divBdr>
            </w:div>
            <w:div w:id="34626769">
              <w:marLeft w:val="0"/>
              <w:marRight w:val="0"/>
              <w:marTop w:val="0"/>
              <w:marBottom w:val="0"/>
              <w:divBdr>
                <w:top w:val="none" w:sz="0" w:space="0" w:color="auto"/>
                <w:left w:val="none" w:sz="0" w:space="0" w:color="auto"/>
                <w:bottom w:val="none" w:sz="0" w:space="0" w:color="auto"/>
                <w:right w:val="none" w:sz="0" w:space="0" w:color="auto"/>
              </w:divBdr>
            </w:div>
            <w:div w:id="18092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31784">
      <w:bodyDiv w:val="1"/>
      <w:marLeft w:val="0"/>
      <w:marRight w:val="0"/>
      <w:marTop w:val="0"/>
      <w:marBottom w:val="0"/>
      <w:divBdr>
        <w:top w:val="none" w:sz="0" w:space="0" w:color="auto"/>
        <w:left w:val="none" w:sz="0" w:space="0" w:color="auto"/>
        <w:bottom w:val="none" w:sz="0" w:space="0" w:color="auto"/>
        <w:right w:val="none" w:sz="0" w:space="0" w:color="auto"/>
      </w:divBdr>
    </w:div>
    <w:div w:id="1929920146">
      <w:bodyDiv w:val="1"/>
      <w:marLeft w:val="0"/>
      <w:marRight w:val="0"/>
      <w:marTop w:val="0"/>
      <w:marBottom w:val="0"/>
      <w:divBdr>
        <w:top w:val="none" w:sz="0" w:space="0" w:color="auto"/>
        <w:left w:val="none" w:sz="0" w:space="0" w:color="auto"/>
        <w:bottom w:val="none" w:sz="0" w:space="0" w:color="auto"/>
        <w:right w:val="none" w:sz="0" w:space="0" w:color="auto"/>
      </w:divBdr>
    </w:div>
    <w:div w:id="1972663512">
      <w:bodyDiv w:val="1"/>
      <w:marLeft w:val="0"/>
      <w:marRight w:val="0"/>
      <w:marTop w:val="0"/>
      <w:marBottom w:val="0"/>
      <w:divBdr>
        <w:top w:val="none" w:sz="0" w:space="0" w:color="auto"/>
        <w:left w:val="none" w:sz="0" w:space="0" w:color="auto"/>
        <w:bottom w:val="none" w:sz="0" w:space="0" w:color="auto"/>
        <w:right w:val="none" w:sz="0" w:space="0" w:color="auto"/>
      </w:divBdr>
    </w:div>
    <w:div w:id="1986733998">
      <w:bodyDiv w:val="1"/>
      <w:marLeft w:val="0"/>
      <w:marRight w:val="0"/>
      <w:marTop w:val="0"/>
      <w:marBottom w:val="0"/>
      <w:divBdr>
        <w:top w:val="none" w:sz="0" w:space="0" w:color="auto"/>
        <w:left w:val="none" w:sz="0" w:space="0" w:color="auto"/>
        <w:bottom w:val="none" w:sz="0" w:space="0" w:color="auto"/>
        <w:right w:val="none" w:sz="0" w:space="0" w:color="auto"/>
      </w:divBdr>
    </w:div>
    <w:div w:id="2013339788">
      <w:bodyDiv w:val="1"/>
      <w:marLeft w:val="0"/>
      <w:marRight w:val="0"/>
      <w:marTop w:val="0"/>
      <w:marBottom w:val="0"/>
      <w:divBdr>
        <w:top w:val="none" w:sz="0" w:space="0" w:color="auto"/>
        <w:left w:val="none" w:sz="0" w:space="0" w:color="auto"/>
        <w:bottom w:val="none" w:sz="0" w:space="0" w:color="auto"/>
        <w:right w:val="none" w:sz="0" w:space="0" w:color="auto"/>
      </w:divBdr>
    </w:div>
    <w:div w:id="2017227218">
      <w:bodyDiv w:val="1"/>
      <w:marLeft w:val="0"/>
      <w:marRight w:val="0"/>
      <w:marTop w:val="0"/>
      <w:marBottom w:val="0"/>
      <w:divBdr>
        <w:top w:val="none" w:sz="0" w:space="0" w:color="auto"/>
        <w:left w:val="none" w:sz="0" w:space="0" w:color="auto"/>
        <w:bottom w:val="none" w:sz="0" w:space="0" w:color="auto"/>
        <w:right w:val="none" w:sz="0" w:space="0" w:color="auto"/>
      </w:divBdr>
      <w:divsChild>
        <w:div w:id="723602157">
          <w:marLeft w:val="0"/>
          <w:marRight w:val="0"/>
          <w:marTop w:val="0"/>
          <w:marBottom w:val="0"/>
          <w:divBdr>
            <w:top w:val="none" w:sz="0" w:space="0" w:color="auto"/>
            <w:left w:val="none" w:sz="0" w:space="0" w:color="auto"/>
            <w:bottom w:val="none" w:sz="0" w:space="0" w:color="auto"/>
            <w:right w:val="none" w:sz="0" w:space="0" w:color="auto"/>
          </w:divBdr>
          <w:divsChild>
            <w:div w:id="1299385625">
              <w:marLeft w:val="0"/>
              <w:marRight w:val="0"/>
              <w:marTop w:val="0"/>
              <w:marBottom w:val="0"/>
              <w:divBdr>
                <w:top w:val="none" w:sz="0" w:space="0" w:color="auto"/>
                <w:left w:val="none" w:sz="0" w:space="0" w:color="auto"/>
                <w:bottom w:val="none" w:sz="0" w:space="0" w:color="auto"/>
                <w:right w:val="none" w:sz="0" w:space="0" w:color="auto"/>
              </w:divBdr>
            </w:div>
            <w:div w:id="54663553">
              <w:marLeft w:val="0"/>
              <w:marRight w:val="0"/>
              <w:marTop w:val="0"/>
              <w:marBottom w:val="0"/>
              <w:divBdr>
                <w:top w:val="none" w:sz="0" w:space="0" w:color="auto"/>
                <w:left w:val="none" w:sz="0" w:space="0" w:color="auto"/>
                <w:bottom w:val="none" w:sz="0" w:space="0" w:color="auto"/>
                <w:right w:val="none" w:sz="0" w:space="0" w:color="auto"/>
              </w:divBdr>
            </w:div>
            <w:div w:id="1925139584">
              <w:marLeft w:val="0"/>
              <w:marRight w:val="0"/>
              <w:marTop w:val="0"/>
              <w:marBottom w:val="0"/>
              <w:divBdr>
                <w:top w:val="none" w:sz="0" w:space="0" w:color="auto"/>
                <w:left w:val="none" w:sz="0" w:space="0" w:color="auto"/>
                <w:bottom w:val="none" w:sz="0" w:space="0" w:color="auto"/>
                <w:right w:val="none" w:sz="0" w:space="0" w:color="auto"/>
              </w:divBdr>
            </w:div>
            <w:div w:id="1626155730">
              <w:marLeft w:val="0"/>
              <w:marRight w:val="0"/>
              <w:marTop w:val="0"/>
              <w:marBottom w:val="0"/>
              <w:divBdr>
                <w:top w:val="none" w:sz="0" w:space="0" w:color="auto"/>
                <w:left w:val="none" w:sz="0" w:space="0" w:color="auto"/>
                <w:bottom w:val="none" w:sz="0" w:space="0" w:color="auto"/>
                <w:right w:val="none" w:sz="0" w:space="0" w:color="auto"/>
              </w:divBdr>
            </w:div>
            <w:div w:id="1577473538">
              <w:marLeft w:val="0"/>
              <w:marRight w:val="0"/>
              <w:marTop w:val="0"/>
              <w:marBottom w:val="0"/>
              <w:divBdr>
                <w:top w:val="none" w:sz="0" w:space="0" w:color="auto"/>
                <w:left w:val="none" w:sz="0" w:space="0" w:color="auto"/>
                <w:bottom w:val="none" w:sz="0" w:space="0" w:color="auto"/>
                <w:right w:val="none" w:sz="0" w:space="0" w:color="auto"/>
              </w:divBdr>
            </w:div>
            <w:div w:id="872377842">
              <w:marLeft w:val="0"/>
              <w:marRight w:val="0"/>
              <w:marTop w:val="0"/>
              <w:marBottom w:val="0"/>
              <w:divBdr>
                <w:top w:val="none" w:sz="0" w:space="0" w:color="auto"/>
                <w:left w:val="none" w:sz="0" w:space="0" w:color="auto"/>
                <w:bottom w:val="none" w:sz="0" w:space="0" w:color="auto"/>
                <w:right w:val="none" w:sz="0" w:space="0" w:color="auto"/>
              </w:divBdr>
            </w:div>
            <w:div w:id="208498974">
              <w:marLeft w:val="0"/>
              <w:marRight w:val="0"/>
              <w:marTop w:val="0"/>
              <w:marBottom w:val="0"/>
              <w:divBdr>
                <w:top w:val="none" w:sz="0" w:space="0" w:color="auto"/>
                <w:left w:val="none" w:sz="0" w:space="0" w:color="auto"/>
                <w:bottom w:val="none" w:sz="0" w:space="0" w:color="auto"/>
                <w:right w:val="none" w:sz="0" w:space="0" w:color="auto"/>
              </w:divBdr>
            </w:div>
            <w:div w:id="948776527">
              <w:marLeft w:val="0"/>
              <w:marRight w:val="0"/>
              <w:marTop w:val="0"/>
              <w:marBottom w:val="0"/>
              <w:divBdr>
                <w:top w:val="none" w:sz="0" w:space="0" w:color="auto"/>
                <w:left w:val="none" w:sz="0" w:space="0" w:color="auto"/>
                <w:bottom w:val="none" w:sz="0" w:space="0" w:color="auto"/>
                <w:right w:val="none" w:sz="0" w:space="0" w:color="auto"/>
              </w:divBdr>
            </w:div>
            <w:div w:id="333336636">
              <w:marLeft w:val="0"/>
              <w:marRight w:val="0"/>
              <w:marTop w:val="0"/>
              <w:marBottom w:val="0"/>
              <w:divBdr>
                <w:top w:val="none" w:sz="0" w:space="0" w:color="auto"/>
                <w:left w:val="none" w:sz="0" w:space="0" w:color="auto"/>
                <w:bottom w:val="none" w:sz="0" w:space="0" w:color="auto"/>
                <w:right w:val="none" w:sz="0" w:space="0" w:color="auto"/>
              </w:divBdr>
            </w:div>
            <w:div w:id="1087531903">
              <w:marLeft w:val="0"/>
              <w:marRight w:val="0"/>
              <w:marTop w:val="0"/>
              <w:marBottom w:val="0"/>
              <w:divBdr>
                <w:top w:val="none" w:sz="0" w:space="0" w:color="auto"/>
                <w:left w:val="none" w:sz="0" w:space="0" w:color="auto"/>
                <w:bottom w:val="none" w:sz="0" w:space="0" w:color="auto"/>
                <w:right w:val="none" w:sz="0" w:space="0" w:color="auto"/>
              </w:divBdr>
            </w:div>
            <w:div w:id="16003083">
              <w:marLeft w:val="0"/>
              <w:marRight w:val="0"/>
              <w:marTop w:val="0"/>
              <w:marBottom w:val="0"/>
              <w:divBdr>
                <w:top w:val="none" w:sz="0" w:space="0" w:color="auto"/>
                <w:left w:val="none" w:sz="0" w:space="0" w:color="auto"/>
                <w:bottom w:val="none" w:sz="0" w:space="0" w:color="auto"/>
                <w:right w:val="none" w:sz="0" w:space="0" w:color="auto"/>
              </w:divBdr>
            </w:div>
            <w:div w:id="473563975">
              <w:marLeft w:val="0"/>
              <w:marRight w:val="0"/>
              <w:marTop w:val="0"/>
              <w:marBottom w:val="0"/>
              <w:divBdr>
                <w:top w:val="none" w:sz="0" w:space="0" w:color="auto"/>
                <w:left w:val="none" w:sz="0" w:space="0" w:color="auto"/>
                <w:bottom w:val="none" w:sz="0" w:space="0" w:color="auto"/>
                <w:right w:val="none" w:sz="0" w:space="0" w:color="auto"/>
              </w:divBdr>
            </w:div>
            <w:div w:id="1334603746">
              <w:marLeft w:val="0"/>
              <w:marRight w:val="0"/>
              <w:marTop w:val="0"/>
              <w:marBottom w:val="0"/>
              <w:divBdr>
                <w:top w:val="none" w:sz="0" w:space="0" w:color="auto"/>
                <w:left w:val="none" w:sz="0" w:space="0" w:color="auto"/>
                <w:bottom w:val="none" w:sz="0" w:space="0" w:color="auto"/>
                <w:right w:val="none" w:sz="0" w:space="0" w:color="auto"/>
              </w:divBdr>
            </w:div>
            <w:div w:id="1342854221">
              <w:marLeft w:val="0"/>
              <w:marRight w:val="0"/>
              <w:marTop w:val="0"/>
              <w:marBottom w:val="0"/>
              <w:divBdr>
                <w:top w:val="none" w:sz="0" w:space="0" w:color="auto"/>
                <w:left w:val="none" w:sz="0" w:space="0" w:color="auto"/>
                <w:bottom w:val="none" w:sz="0" w:space="0" w:color="auto"/>
                <w:right w:val="none" w:sz="0" w:space="0" w:color="auto"/>
              </w:divBdr>
            </w:div>
            <w:div w:id="527451403">
              <w:marLeft w:val="0"/>
              <w:marRight w:val="0"/>
              <w:marTop w:val="0"/>
              <w:marBottom w:val="0"/>
              <w:divBdr>
                <w:top w:val="none" w:sz="0" w:space="0" w:color="auto"/>
                <w:left w:val="none" w:sz="0" w:space="0" w:color="auto"/>
                <w:bottom w:val="none" w:sz="0" w:space="0" w:color="auto"/>
                <w:right w:val="none" w:sz="0" w:space="0" w:color="auto"/>
              </w:divBdr>
            </w:div>
            <w:div w:id="1355224631">
              <w:marLeft w:val="0"/>
              <w:marRight w:val="0"/>
              <w:marTop w:val="0"/>
              <w:marBottom w:val="0"/>
              <w:divBdr>
                <w:top w:val="none" w:sz="0" w:space="0" w:color="auto"/>
                <w:left w:val="none" w:sz="0" w:space="0" w:color="auto"/>
                <w:bottom w:val="none" w:sz="0" w:space="0" w:color="auto"/>
                <w:right w:val="none" w:sz="0" w:space="0" w:color="auto"/>
              </w:divBdr>
            </w:div>
            <w:div w:id="1020820072">
              <w:marLeft w:val="0"/>
              <w:marRight w:val="0"/>
              <w:marTop w:val="0"/>
              <w:marBottom w:val="0"/>
              <w:divBdr>
                <w:top w:val="none" w:sz="0" w:space="0" w:color="auto"/>
                <w:left w:val="none" w:sz="0" w:space="0" w:color="auto"/>
                <w:bottom w:val="none" w:sz="0" w:space="0" w:color="auto"/>
                <w:right w:val="none" w:sz="0" w:space="0" w:color="auto"/>
              </w:divBdr>
            </w:div>
            <w:div w:id="646664433">
              <w:marLeft w:val="0"/>
              <w:marRight w:val="0"/>
              <w:marTop w:val="0"/>
              <w:marBottom w:val="0"/>
              <w:divBdr>
                <w:top w:val="none" w:sz="0" w:space="0" w:color="auto"/>
                <w:left w:val="none" w:sz="0" w:space="0" w:color="auto"/>
                <w:bottom w:val="none" w:sz="0" w:space="0" w:color="auto"/>
                <w:right w:val="none" w:sz="0" w:space="0" w:color="auto"/>
              </w:divBdr>
            </w:div>
            <w:div w:id="1260530007">
              <w:marLeft w:val="0"/>
              <w:marRight w:val="0"/>
              <w:marTop w:val="0"/>
              <w:marBottom w:val="0"/>
              <w:divBdr>
                <w:top w:val="none" w:sz="0" w:space="0" w:color="auto"/>
                <w:left w:val="none" w:sz="0" w:space="0" w:color="auto"/>
                <w:bottom w:val="none" w:sz="0" w:space="0" w:color="auto"/>
                <w:right w:val="none" w:sz="0" w:space="0" w:color="auto"/>
              </w:divBdr>
            </w:div>
            <w:div w:id="46925011">
              <w:marLeft w:val="0"/>
              <w:marRight w:val="0"/>
              <w:marTop w:val="0"/>
              <w:marBottom w:val="0"/>
              <w:divBdr>
                <w:top w:val="none" w:sz="0" w:space="0" w:color="auto"/>
                <w:left w:val="none" w:sz="0" w:space="0" w:color="auto"/>
                <w:bottom w:val="none" w:sz="0" w:space="0" w:color="auto"/>
                <w:right w:val="none" w:sz="0" w:space="0" w:color="auto"/>
              </w:divBdr>
            </w:div>
            <w:div w:id="767458437">
              <w:marLeft w:val="0"/>
              <w:marRight w:val="0"/>
              <w:marTop w:val="0"/>
              <w:marBottom w:val="0"/>
              <w:divBdr>
                <w:top w:val="none" w:sz="0" w:space="0" w:color="auto"/>
                <w:left w:val="none" w:sz="0" w:space="0" w:color="auto"/>
                <w:bottom w:val="none" w:sz="0" w:space="0" w:color="auto"/>
                <w:right w:val="none" w:sz="0" w:space="0" w:color="auto"/>
              </w:divBdr>
            </w:div>
            <w:div w:id="598409601">
              <w:marLeft w:val="0"/>
              <w:marRight w:val="0"/>
              <w:marTop w:val="0"/>
              <w:marBottom w:val="0"/>
              <w:divBdr>
                <w:top w:val="none" w:sz="0" w:space="0" w:color="auto"/>
                <w:left w:val="none" w:sz="0" w:space="0" w:color="auto"/>
                <w:bottom w:val="none" w:sz="0" w:space="0" w:color="auto"/>
                <w:right w:val="none" w:sz="0" w:space="0" w:color="auto"/>
              </w:divBdr>
            </w:div>
            <w:div w:id="963385972">
              <w:marLeft w:val="0"/>
              <w:marRight w:val="0"/>
              <w:marTop w:val="0"/>
              <w:marBottom w:val="0"/>
              <w:divBdr>
                <w:top w:val="none" w:sz="0" w:space="0" w:color="auto"/>
                <w:left w:val="none" w:sz="0" w:space="0" w:color="auto"/>
                <w:bottom w:val="none" w:sz="0" w:space="0" w:color="auto"/>
                <w:right w:val="none" w:sz="0" w:space="0" w:color="auto"/>
              </w:divBdr>
            </w:div>
            <w:div w:id="1532255612">
              <w:marLeft w:val="0"/>
              <w:marRight w:val="0"/>
              <w:marTop w:val="0"/>
              <w:marBottom w:val="0"/>
              <w:divBdr>
                <w:top w:val="none" w:sz="0" w:space="0" w:color="auto"/>
                <w:left w:val="none" w:sz="0" w:space="0" w:color="auto"/>
                <w:bottom w:val="none" w:sz="0" w:space="0" w:color="auto"/>
                <w:right w:val="none" w:sz="0" w:space="0" w:color="auto"/>
              </w:divBdr>
            </w:div>
            <w:div w:id="2030332580">
              <w:marLeft w:val="0"/>
              <w:marRight w:val="0"/>
              <w:marTop w:val="0"/>
              <w:marBottom w:val="0"/>
              <w:divBdr>
                <w:top w:val="none" w:sz="0" w:space="0" w:color="auto"/>
                <w:left w:val="none" w:sz="0" w:space="0" w:color="auto"/>
                <w:bottom w:val="none" w:sz="0" w:space="0" w:color="auto"/>
                <w:right w:val="none" w:sz="0" w:space="0" w:color="auto"/>
              </w:divBdr>
            </w:div>
            <w:div w:id="1252274449">
              <w:marLeft w:val="0"/>
              <w:marRight w:val="0"/>
              <w:marTop w:val="0"/>
              <w:marBottom w:val="0"/>
              <w:divBdr>
                <w:top w:val="none" w:sz="0" w:space="0" w:color="auto"/>
                <w:left w:val="none" w:sz="0" w:space="0" w:color="auto"/>
                <w:bottom w:val="none" w:sz="0" w:space="0" w:color="auto"/>
                <w:right w:val="none" w:sz="0" w:space="0" w:color="auto"/>
              </w:divBdr>
            </w:div>
            <w:div w:id="2111198391">
              <w:marLeft w:val="0"/>
              <w:marRight w:val="0"/>
              <w:marTop w:val="0"/>
              <w:marBottom w:val="0"/>
              <w:divBdr>
                <w:top w:val="none" w:sz="0" w:space="0" w:color="auto"/>
                <w:left w:val="none" w:sz="0" w:space="0" w:color="auto"/>
                <w:bottom w:val="none" w:sz="0" w:space="0" w:color="auto"/>
                <w:right w:val="none" w:sz="0" w:space="0" w:color="auto"/>
              </w:divBdr>
            </w:div>
            <w:div w:id="247160263">
              <w:marLeft w:val="0"/>
              <w:marRight w:val="0"/>
              <w:marTop w:val="0"/>
              <w:marBottom w:val="0"/>
              <w:divBdr>
                <w:top w:val="none" w:sz="0" w:space="0" w:color="auto"/>
                <w:left w:val="none" w:sz="0" w:space="0" w:color="auto"/>
                <w:bottom w:val="none" w:sz="0" w:space="0" w:color="auto"/>
                <w:right w:val="none" w:sz="0" w:space="0" w:color="auto"/>
              </w:divBdr>
            </w:div>
            <w:div w:id="1090198208">
              <w:marLeft w:val="0"/>
              <w:marRight w:val="0"/>
              <w:marTop w:val="0"/>
              <w:marBottom w:val="0"/>
              <w:divBdr>
                <w:top w:val="none" w:sz="0" w:space="0" w:color="auto"/>
                <w:left w:val="none" w:sz="0" w:space="0" w:color="auto"/>
                <w:bottom w:val="none" w:sz="0" w:space="0" w:color="auto"/>
                <w:right w:val="none" w:sz="0" w:space="0" w:color="auto"/>
              </w:divBdr>
            </w:div>
            <w:div w:id="1340696478">
              <w:marLeft w:val="0"/>
              <w:marRight w:val="0"/>
              <w:marTop w:val="0"/>
              <w:marBottom w:val="0"/>
              <w:divBdr>
                <w:top w:val="none" w:sz="0" w:space="0" w:color="auto"/>
                <w:left w:val="none" w:sz="0" w:space="0" w:color="auto"/>
                <w:bottom w:val="none" w:sz="0" w:space="0" w:color="auto"/>
                <w:right w:val="none" w:sz="0" w:space="0" w:color="auto"/>
              </w:divBdr>
            </w:div>
            <w:div w:id="1016537508">
              <w:marLeft w:val="0"/>
              <w:marRight w:val="0"/>
              <w:marTop w:val="0"/>
              <w:marBottom w:val="0"/>
              <w:divBdr>
                <w:top w:val="none" w:sz="0" w:space="0" w:color="auto"/>
                <w:left w:val="none" w:sz="0" w:space="0" w:color="auto"/>
                <w:bottom w:val="none" w:sz="0" w:space="0" w:color="auto"/>
                <w:right w:val="none" w:sz="0" w:space="0" w:color="auto"/>
              </w:divBdr>
            </w:div>
            <w:div w:id="652178551">
              <w:marLeft w:val="0"/>
              <w:marRight w:val="0"/>
              <w:marTop w:val="0"/>
              <w:marBottom w:val="0"/>
              <w:divBdr>
                <w:top w:val="none" w:sz="0" w:space="0" w:color="auto"/>
                <w:left w:val="none" w:sz="0" w:space="0" w:color="auto"/>
                <w:bottom w:val="none" w:sz="0" w:space="0" w:color="auto"/>
                <w:right w:val="none" w:sz="0" w:space="0" w:color="auto"/>
              </w:divBdr>
            </w:div>
            <w:div w:id="608851138">
              <w:marLeft w:val="0"/>
              <w:marRight w:val="0"/>
              <w:marTop w:val="0"/>
              <w:marBottom w:val="0"/>
              <w:divBdr>
                <w:top w:val="none" w:sz="0" w:space="0" w:color="auto"/>
                <w:left w:val="none" w:sz="0" w:space="0" w:color="auto"/>
                <w:bottom w:val="none" w:sz="0" w:space="0" w:color="auto"/>
                <w:right w:val="none" w:sz="0" w:space="0" w:color="auto"/>
              </w:divBdr>
            </w:div>
            <w:div w:id="1196038399">
              <w:marLeft w:val="0"/>
              <w:marRight w:val="0"/>
              <w:marTop w:val="0"/>
              <w:marBottom w:val="0"/>
              <w:divBdr>
                <w:top w:val="none" w:sz="0" w:space="0" w:color="auto"/>
                <w:left w:val="none" w:sz="0" w:space="0" w:color="auto"/>
                <w:bottom w:val="none" w:sz="0" w:space="0" w:color="auto"/>
                <w:right w:val="none" w:sz="0" w:space="0" w:color="auto"/>
              </w:divBdr>
            </w:div>
            <w:div w:id="2120371434">
              <w:marLeft w:val="0"/>
              <w:marRight w:val="0"/>
              <w:marTop w:val="0"/>
              <w:marBottom w:val="0"/>
              <w:divBdr>
                <w:top w:val="none" w:sz="0" w:space="0" w:color="auto"/>
                <w:left w:val="none" w:sz="0" w:space="0" w:color="auto"/>
                <w:bottom w:val="none" w:sz="0" w:space="0" w:color="auto"/>
                <w:right w:val="none" w:sz="0" w:space="0" w:color="auto"/>
              </w:divBdr>
            </w:div>
            <w:div w:id="1567378370">
              <w:marLeft w:val="0"/>
              <w:marRight w:val="0"/>
              <w:marTop w:val="0"/>
              <w:marBottom w:val="0"/>
              <w:divBdr>
                <w:top w:val="none" w:sz="0" w:space="0" w:color="auto"/>
                <w:left w:val="none" w:sz="0" w:space="0" w:color="auto"/>
                <w:bottom w:val="none" w:sz="0" w:space="0" w:color="auto"/>
                <w:right w:val="none" w:sz="0" w:space="0" w:color="auto"/>
              </w:divBdr>
            </w:div>
            <w:div w:id="1726636395">
              <w:marLeft w:val="0"/>
              <w:marRight w:val="0"/>
              <w:marTop w:val="0"/>
              <w:marBottom w:val="0"/>
              <w:divBdr>
                <w:top w:val="none" w:sz="0" w:space="0" w:color="auto"/>
                <w:left w:val="none" w:sz="0" w:space="0" w:color="auto"/>
                <w:bottom w:val="none" w:sz="0" w:space="0" w:color="auto"/>
                <w:right w:val="none" w:sz="0" w:space="0" w:color="auto"/>
              </w:divBdr>
            </w:div>
            <w:div w:id="1688672723">
              <w:marLeft w:val="0"/>
              <w:marRight w:val="0"/>
              <w:marTop w:val="0"/>
              <w:marBottom w:val="0"/>
              <w:divBdr>
                <w:top w:val="none" w:sz="0" w:space="0" w:color="auto"/>
                <w:left w:val="none" w:sz="0" w:space="0" w:color="auto"/>
                <w:bottom w:val="none" w:sz="0" w:space="0" w:color="auto"/>
                <w:right w:val="none" w:sz="0" w:space="0" w:color="auto"/>
              </w:divBdr>
            </w:div>
            <w:div w:id="942609959">
              <w:marLeft w:val="0"/>
              <w:marRight w:val="0"/>
              <w:marTop w:val="0"/>
              <w:marBottom w:val="0"/>
              <w:divBdr>
                <w:top w:val="none" w:sz="0" w:space="0" w:color="auto"/>
                <w:left w:val="none" w:sz="0" w:space="0" w:color="auto"/>
                <w:bottom w:val="none" w:sz="0" w:space="0" w:color="auto"/>
                <w:right w:val="none" w:sz="0" w:space="0" w:color="auto"/>
              </w:divBdr>
            </w:div>
            <w:div w:id="1510023392">
              <w:marLeft w:val="0"/>
              <w:marRight w:val="0"/>
              <w:marTop w:val="0"/>
              <w:marBottom w:val="0"/>
              <w:divBdr>
                <w:top w:val="none" w:sz="0" w:space="0" w:color="auto"/>
                <w:left w:val="none" w:sz="0" w:space="0" w:color="auto"/>
                <w:bottom w:val="none" w:sz="0" w:space="0" w:color="auto"/>
                <w:right w:val="none" w:sz="0" w:space="0" w:color="auto"/>
              </w:divBdr>
            </w:div>
            <w:div w:id="900991552">
              <w:marLeft w:val="0"/>
              <w:marRight w:val="0"/>
              <w:marTop w:val="0"/>
              <w:marBottom w:val="0"/>
              <w:divBdr>
                <w:top w:val="none" w:sz="0" w:space="0" w:color="auto"/>
                <w:left w:val="none" w:sz="0" w:space="0" w:color="auto"/>
                <w:bottom w:val="none" w:sz="0" w:space="0" w:color="auto"/>
                <w:right w:val="none" w:sz="0" w:space="0" w:color="auto"/>
              </w:divBdr>
            </w:div>
            <w:div w:id="997147747">
              <w:marLeft w:val="0"/>
              <w:marRight w:val="0"/>
              <w:marTop w:val="0"/>
              <w:marBottom w:val="0"/>
              <w:divBdr>
                <w:top w:val="none" w:sz="0" w:space="0" w:color="auto"/>
                <w:left w:val="none" w:sz="0" w:space="0" w:color="auto"/>
                <w:bottom w:val="none" w:sz="0" w:space="0" w:color="auto"/>
                <w:right w:val="none" w:sz="0" w:space="0" w:color="auto"/>
              </w:divBdr>
            </w:div>
            <w:div w:id="600912218">
              <w:marLeft w:val="0"/>
              <w:marRight w:val="0"/>
              <w:marTop w:val="0"/>
              <w:marBottom w:val="0"/>
              <w:divBdr>
                <w:top w:val="none" w:sz="0" w:space="0" w:color="auto"/>
                <w:left w:val="none" w:sz="0" w:space="0" w:color="auto"/>
                <w:bottom w:val="none" w:sz="0" w:space="0" w:color="auto"/>
                <w:right w:val="none" w:sz="0" w:space="0" w:color="auto"/>
              </w:divBdr>
            </w:div>
            <w:div w:id="1298757063">
              <w:marLeft w:val="0"/>
              <w:marRight w:val="0"/>
              <w:marTop w:val="0"/>
              <w:marBottom w:val="0"/>
              <w:divBdr>
                <w:top w:val="none" w:sz="0" w:space="0" w:color="auto"/>
                <w:left w:val="none" w:sz="0" w:space="0" w:color="auto"/>
                <w:bottom w:val="none" w:sz="0" w:space="0" w:color="auto"/>
                <w:right w:val="none" w:sz="0" w:space="0" w:color="auto"/>
              </w:divBdr>
            </w:div>
            <w:div w:id="2023699912">
              <w:marLeft w:val="0"/>
              <w:marRight w:val="0"/>
              <w:marTop w:val="0"/>
              <w:marBottom w:val="0"/>
              <w:divBdr>
                <w:top w:val="none" w:sz="0" w:space="0" w:color="auto"/>
                <w:left w:val="none" w:sz="0" w:space="0" w:color="auto"/>
                <w:bottom w:val="none" w:sz="0" w:space="0" w:color="auto"/>
                <w:right w:val="none" w:sz="0" w:space="0" w:color="auto"/>
              </w:divBdr>
            </w:div>
            <w:div w:id="1682583039">
              <w:marLeft w:val="0"/>
              <w:marRight w:val="0"/>
              <w:marTop w:val="0"/>
              <w:marBottom w:val="0"/>
              <w:divBdr>
                <w:top w:val="none" w:sz="0" w:space="0" w:color="auto"/>
                <w:left w:val="none" w:sz="0" w:space="0" w:color="auto"/>
                <w:bottom w:val="none" w:sz="0" w:space="0" w:color="auto"/>
                <w:right w:val="none" w:sz="0" w:space="0" w:color="auto"/>
              </w:divBdr>
            </w:div>
            <w:div w:id="597177857">
              <w:marLeft w:val="0"/>
              <w:marRight w:val="0"/>
              <w:marTop w:val="0"/>
              <w:marBottom w:val="0"/>
              <w:divBdr>
                <w:top w:val="none" w:sz="0" w:space="0" w:color="auto"/>
                <w:left w:val="none" w:sz="0" w:space="0" w:color="auto"/>
                <w:bottom w:val="none" w:sz="0" w:space="0" w:color="auto"/>
                <w:right w:val="none" w:sz="0" w:space="0" w:color="auto"/>
              </w:divBdr>
            </w:div>
            <w:div w:id="1264537312">
              <w:marLeft w:val="0"/>
              <w:marRight w:val="0"/>
              <w:marTop w:val="0"/>
              <w:marBottom w:val="0"/>
              <w:divBdr>
                <w:top w:val="none" w:sz="0" w:space="0" w:color="auto"/>
                <w:left w:val="none" w:sz="0" w:space="0" w:color="auto"/>
                <w:bottom w:val="none" w:sz="0" w:space="0" w:color="auto"/>
                <w:right w:val="none" w:sz="0" w:space="0" w:color="auto"/>
              </w:divBdr>
            </w:div>
            <w:div w:id="1970162872">
              <w:marLeft w:val="0"/>
              <w:marRight w:val="0"/>
              <w:marTop w:val="0"/>
              <w:marBottom w:val="0"/>
              <w:divBdr>
                <w:top w:val="none" w:sz="0" w:space="0" w:color="auto"/>
                <w:left w:val="none" w:sz="0" w:space="0" w:color="auto"/>
                <w:bottom w:val="none" w:sz="0" w:space="0" w:color="auto"/>
                <w:right w:val="none" w:sz="0" w:space="0" w:color="auto"/>
              </w:divBdr>
            </w:div>
            <w:div w:id="1161192456">
              <w:marLeft w:val="0"/>
              <w:marRight w:val="0"/>
              <w:marTop w:val="0"/>
              <w:marBottom w:val="0"/>
              <w:divBdr>
                <w:top w:val="none" w:sz="0" w:space="0" w:color="auto"/>
                <w:left w:val="none" w:sz="0" w:space="0" w:color="auto"/>
                <w:bottom w:val="none" w:sz="0" w:space="0" w:color="auto"/>
                <w:right w:val="none" w:sz="0" w:space="0" w:color="auto"/>
              </w:divBdr>
            </w:div>
            <w:div w:id="971985479">
              <w:marLeft w:val="0"/>
              <w:marRight w:val="0"/>
              <w:marTop w:val="0"/>
              <w:marBottom w:val="0"/>
              <w:divBdr>
                <w:top w:val="none" w:sz="0" w:space="0" w:color="auto"/>
                <w:left w:val="none" w:sz="0" w:space="0" w:color="auto"/>
                <w:bottom w:val="none" w:sz="0" w:space="0" w:color="auto"/>
                <w:right w:val="none" w:sz="0" w:space="0" w:color="auto"/>
              </w:divBdr>
            </w:div>
            <w:div w:id="136145233">
              <w:marLeft w:val="0"/>
              <w:marRight w:val="0"/>
              <w:marTop w:val="0"/>
              <w:marBottom w:val="0"/>
              <w:divBdr>
                <w:top w:val="none" w:sz="0" w:space="0" w:color="auto"/>
                <w:left w:val="none" w:sz="0" w:space="0" w:color="auto"/>
                <w:bottom w:val="none" w:sz="0" w:space="0" w:color="auto"/>
                <w:right w:val="none" w:sz="0" w:space="0" w:color="auto"/>
              </w:divBdr>
            </w:div>
            <w:div w:id="1833792660">
              <w:marLeft w:val="0"/>
              <w:marRight w:val="0"/>
              <w:marTop w:val="0"/>
              <w:marBottom w:val="0"/>
              <w:divBdr>
                <w:top w:val="none" w:sz="0" w:space="0" w:color="auto"/>
                <w:left w:val="none" w:sz="0" w:space="0" w:color="auto"/>
                <w:bottom w:val="none" w:sz="0" w:space="0" w:color="auto"/>
                <w:right w:val="none" w:sz="0" w:space="0" w:color="auto"/>
              </w:divBdr>
            </w:div>
            <w:div w:id="19356821">
              <w:marLeft w:val="0"/>
              <w:marRight w:val="0"/>
              <w:marTop w:val="0"/>
              <w:marBottom w:val="0"/>
              <w:divBdr>
                <w:top w:val="none" w:sz="0" w:space="0" w:color="auto"/>
                <w:left w:val="none" w:sz="0" w:space="0" w:color="auto"/>
                <w:bottom w:val="none" w:sz="0" w:space="0" w:color="auto"/>
                <w:right w:val="none" w:sz="0" w:space="0" w:color="auto"/>
              </w:divBdr>
            </w:div>
            <w:div w:id="1867715868">
              <w:marLeft w:val="0"/>
              <w:marRight w:val="0"/>
              <w:marTop w:val="0"/>
              <w:marBottom w:val="0"/>
              <w:divBdr>
                <w:top w:val="none" w:sz="0" w:space="0" w:color="auto"/>
                <w:left w:val="none" w:sz="0" w:space="0" w:color="auto"/>
                <w:bottom w:val="none" w:sz="0" w:space="0" w:color="auto"/>
                <w:right w:val="none" w:sz="0" w:space="0" w:color="auto"/>
              </w:divBdr>
            </w:div>
            <w:div w:id="1433819990">
              <w:marLeft w:val="0"/>
              <w:marRight w:val="0"/>
              <w:marTop w:val="0"/>
              <w:marBottom w:val="0"/>
              <w:divBdr>
                <w:top w:val="none" w:sz="0" w:space="0" w:color="auto"/>
                <w:left w:val="none" w:sz="0" w:space="0" w:color="auto"/>
                <w:bottom w:val="none" w:sz="0" w:space="0" w:color="auto"/>
                <w:right w:val="none" w:sz="0" w:space="0" w:color="auto"/>
              </w:divBdr>
            </w:div>
            <w:div w:id="55686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0815">
      <w:bodyDiv w:val="1"/>
      <w:marLeft w:val="0"/>
      <w:marRight w:val="0"/>
      <w:marTop w:val="0"/>
      <w:marBottom w:val="0"/>
      <w:divBdr>
        <w:top w:val="none" w:sz="0" w:space="0" w:color="auto"/>
        <w:left w:val="none" w:sz="0" w:space="0" w:color="auto"/>
        <w:bottom w:val="none" w:sz="0" w:space="0" w:color="auto"/>
        <w:right w:val="none" w:sz="0" w:space="0" w:color="auto"/>
      </w:divBdr>
    </w:div>
    <w:div w:id="2023166370">
      <w:bodyDiv w:val="1"/>
      <w:marLeft w:val="0"/>
      <w:marRight w:val="0"/>
      <w:marTop w:val="0"/>
      <w:marBottom w:val="0"/>
      <w:divBdr>
        <w:top w:val="none" w:sz="0" w:space="0" w:color="auto"/>
        <w:left w:val="none" w:sz="0" w:space="0" w:color="auto"/>
        <w:bottom w:val="none" w:sz="0" w:space="0" w:color="auto"/>
        <w:right w:val="none" w:sz="0" w:space="0" w:color="auto"/>
      </w:divBdr>
      <w:divsChild>
        <w:div w:id="854030618">
          <w:marLeft w:val="0"/>
          <w:marRight w:val="0"/>
          <w:marTop w:val="0"/>
          <w:marBottom w:val="0"/>
          <w:divBdr>
            <w:top w:val="none" w:sz="0" w:space="0" w:color="auto"/>
            <w:left w:val="none" w:sz="0" w:space="0" w:color="auto"/>
            <w:bottom w:val="none" w:sz="0" w:space="0" w:color="auto"/>
            <w:right w:val="none" w:sz="0" w:space="0" w:color="auto"/>
          </w:divBdr>
          <w:divsChild>
            <w:div w:id="25613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131192">
      <w:bodyDiv w:val="1"/>
      <w:marLeft w:val="0"/>
      <w:marRight w:val="0"/>
      <w:marTop w:val="0"/>
      <w:marBottom w:val="0"/>
      <w:divBdr>
        <w:top w:val="none" w:sz="0" w:space="0" w:color="auto"/>
        <w:left w:val="none" w:sz="0" w:space="0" w:color="auto"/>
        <w:bottom w:val="none" w:sz="0" w:space="0" w:color="auto"/>
        <w:right w:val="none" w:sz="0" w:space="0" w:color="auto"/>
      </w:divBdr>
    </w:div>
    <w:div w:id="2036996161">
      <w:bodyDiv w:val="1"/>
      <w:marLeft w:val="0"/>
      <w:marRight w:val="0"/>
      <w:marTop w:val="0"/>
      <w:marBottom w:val="0"/>
      <w:divBdr>
        <w:top w:val="none" w:sz="0" w:space="0" w:color="auto"/>
        <w:left w:val="none" w:sz="0" w:space="0" w:color="auto"/>
        <w:bottom w:val="none" w:sz="0" w:space="0" w:color="auto"/>
        <w:right w:val="none" w:sz="0" w:space="0" w:color="auto"/>
      </w:divBdr>
      <w:divsChild>
        <w:div w:id="281569681">
          <w:marLeft w:val="0"/>
          <w:marRight w:val="0"/>
          <w:marTop w:val="0"/>
          <w:marBottom w:val="0"/>
          <w:divBdr>
            <w:top w:val="none" w:sz="0" w:space="0" w:color="auto"/>
            <w:left w:val="none" w:sz="0" w:space="0" w:color="auto"/>
            <w:bottom w:val="none" w:sz="0" w:space="0" w:color="auto"/>
            <w:right w:val="none" w:sz="0" w:space="0" w:color="auto"/>
          </w:divBdr>
        </w:div>
        <w:div w:id="2053111881">
          <w:marLeft w:val="0"/>
          <w:marRight w:val="0"/>
          <w:marTop w:val="0"/>
          <w:marBottom w:val="0"/>
          <w:divBdr>
            <w:top w:val="none" w:sz="0" w:space="0" w:color="auto"/>
            <w:left w:val="none" w:sz="0" w:space="0" w:color="auto"/>
            <w:bottom w:val="none" w:sz="0" w:space="0" w:color="auto"/>
            <w:right w:val="none" w:sz="0" w:space="0" w:color="auto"/>
          </w:divBdr>
        </w:div>
      </w:divsChild>
    </w:div>
    <w:div w:id="2043438311">
      <w:bodyDiv w:val="1"/>
      <w:marLeft w:val="0"/>
      <w:marRight w:val="0"/>
      <w:marTop w:val="0"/>
      <w:marBottom w:val="0"/>
      <w:divBdr>
        <w:top w:val="none" w:sz="0" w:space="0" w:color="auto"/>
        <w:left w:val="none" w:sz="0" w:space="0" w:color="auto"/>
        <w:bottom w:val="none" w:sz="0" w:space="0" w:color="auto"/>
        <w:right w:val="none" w:sz="0" w:space="0" w:color="auto"/>
      </w:divBdr>
      <w:divsChild>
        <w:div w:id="376200899">
          <w:marLeft w:val="0"/>
          <w:marRight w:val="0"/>
          <w:marTop w:val="0"/>
          <w:marBottom w:val="0"/>
          <w:divBdr>
            <w:top w:val="none" w:sz="0" w:space="0" w:color="auto"/>
            <w:left w:val="none" w:sz="0" w:space="0" w:color="auto"/>
            <w:bottom w:val="none" w:sz="0" w:space="0" w:color="auto"/>
            <w:right w:val="none" w:sz="0" w:space="0" w:color="auto"/>
          </w:divBdr>
          <w:divsChild>
            <w:div w:id="14582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994695">
      <w:bodyDiv w:val="1"/>
      <w:marLeft w:val="0"/>
      <w:marRight w:val="0"/>
      <w:marTop w:val="0"/>
      <w:marBottom w:val="0"/>
      <w:divBdr>
        <w:top w:val="none" w:sz="0" w:space="0" w:color="auto"/>
        <w:left w:val="none" w:sz="0" w:space="0" w:color="auto"/>
        <w:bottom w:val="none" w:sz="0" w:space="0" w:color="auto"/>
        <w:right w:val="none" w:sz="0" w:space="0" w:color="auto"/>
      </w:divBdr>
    </w:div>
    <w:div w:id="2078479794">
      <w:bodyDiv w:val="1"/>
      <w:marLeft w:val="0"/>
      <w:marRight w:val="0"/>
      <w:marTop w:val="0"/>
      <w:marBottom w:val="0"/>
      <w:divBdr>
        <w:top w:val="none" w:sz="0" w:space="0" w:color="auto"/>
        <w:left w:val="none" w:sz="0" w:space="0" w:color="auto"/>
        <w:bottom w:val="none" w:sz="0" w:space="0" w:color="auto"/>
        <w:right w:val="none" w:sz="0" w:space="0" w:color="auto"/>
      </w:divBdr>
    </w:div>
    <w:div w:id="2080595882">
      <w:bodyDiv w:val="1"/>
      <w:marLeft w:val="0"/>
      <w:marRight w:val="0"/>
      <w:marTop w:val="0"/>
      <w:marBottom w:val="0"/>
      <w:divBdr>
        <w:top w:val="none" w:sz="0" w:space="0" w:color="auto"/>
        <w:left w:val="none" w:sz="0" w:space="0" w:color="auto"/>
        <w:bottom w:val="none" w:sz="0" w:space="0" w:color="auto"/>
        <w:right w:val="none" w:sz="0" w:space="0" w:color="auto"/>
      </w:divBdr>
      <w:divsChild>
        <w:div w:id="232665812">
          <w:marLeft w:val="0"/>
          <w:marRight w:val="0"/>
          <w:marTop w:val="0"/>
          <w:marBottom w:val="0"/>
          <w:divBdr>
            <w:top w:val="none" w:sz="0" w:space="0" w:color="auto"/>
            <w:left w:val="none" w:sz="0" w:space="0" w:color="auto"/>
            <w:bottom w:val="none" w:sz="0" w:space="0" w:color="auto"/>
            <w:right w:val="none" w:sz="0" w:space="0" w:color="auto"/>
          </w:divBdr>
          <w:divsChild>
            <w:div w:id="941109987">
              <w:marLeft w:val="0"/>
              <w:marRight w:val="0"/>
              <w:marTop w:val="0"/>
              <w:marBottom w:val="0"/>
              <w:divBdr>
                <w:top w:val="none" w:sz="0" w:space="0" w:color="auto"/>
                <w:left w:val="none" w:sz="0" w:space="0" w:color="auto"/>
                <w:bottom w:val="none" w:sz="0" w:space="0" w:color="auto"/>
                <w:right w:val="none" w:sz="0" w:space="0" w:color="auto"/>
              </w:divBdr>
            </w:div>
            <w:div w:id="1374961334">
              <w:marLeft w:val="0"/>
              <w:marRight w:val="0"/>
              <w:marTop w:val="0"/>
              <w:marBottom w:val="0"/>
              <w:divBdr>
                <w:top w:val="none" w:sz="0" w:space="0" w:color="auto"/>
                <w:left w:val="none" w:sz="0" w:space="0" w:color="auto"/>
                <w:bottom w:val="none" w:sz="0" w:space="0" w:color="auto"/>
                <w:right w:val="none" w:sz="0" w:space="0" w:color="auto"/>
              </w:divBdr>
            </w:div>
            <w:div w:id="1571504060">
              <w:marLeft w:val="0"/>
              <w:marRight w:val="0"/>
              <w:marTop w:val="0"/>
              <w:marBottom w:val="0"/>
              <w:divBdr>
                <w:top w:val="none" w:sz="0" w:space="0" w:color="auto"/>
                <w:left w:val="none" w:sz="0" w:space="0" w:color="auto"/>
                <w:bottom w:val="none" w:sz="0" w:space="0" w:color="auto"/>
                <w:right w:val="none" w:sz="0" w:space="0" w:color="auto"/>
              </w:divBdr>
            </w:div>
            <w:div w:id="905913697">
              <w:marLeft w:val="0"/>
              <w:marRight w:val="0"/>
              <w:marTop w:val="0"/>
              <w:marBottom w:val="0"/>
              <w:divBdr>
                <w:top w:val="none" w:sz="0" w:space="0" w:color="auto"/>
                <w:left w:val="none" w:sz="0" w:space="0" w:color="auto"/>
                <w:bottom w:val="none" w:sz="0" w:space="0" w:color="auto"/>
                <w:right w:val="none" w:sz="0" w:space="0" w:color="auto"/>
              </w:divBdr>
            </w:div>
            <w:div w:id="2088771826">
              <w:marLeft w:val="0"/>
              <w:marRight w:val="0"/>
              <w:marTop w:val="0"/>
              <w:marBottom w:val="0"/>
              <w:divBdr>
                <w:top w:val="none" w:sz="0" w:space="0" w:color="auto"/>
                <w:left w:val="none" w:sz="0" w:space="0" w:color="auto"/>
                <w:bottom w:val="none" w:sz="0" w:space="0" w:color="auto"/>
                <w:right w:val="none" w:sz="0" w:space="0" w:color="auto"/>
              </w:divBdr>
            </w:div>
            <w:div w:id="1896507412">
              <w:marLeft w:val="0"/>
              <w:marRight w:val="0"/>
              <w:marTop w:val="0"/>
              <w:marBottom w:val="0"/>
              <w:divBdr>
                <w:top w:val="none" w:sz="0" w:space="0" w:color="auto"/>
                <w:left w:val="none" w:sz="0" w:space="0" w:color="auto"/>
                <w:bottom w:val="none" w:sz="0" w:space="0" w:color="auto"/>
                <w:right w:val="none" w:sz="0" w:space="0" w:color="auto"/>
              </w:divBdr>
            </w:div>
            <w:div w:id="1577979837">
              <w:marLeft w:val="0"/>
              <w:marRight w:val="0"/>
              <w:marTop w:val="0"/>
              <w:marBottom w:val="0"/>
              <w:divBdr>
                <w:top w:val="none" w:sz="0" w:space="0" w:color="auto"/>
                <w:left w:val="none" w:sz="0" w:space="0" w:color="auto"/>
                <w:bottom w:val="none" w:sz="0" w:space="0" w:color="auto"/>
                <w:right w:val="none" w:sz="0" w:space="0" w:color="auto"/>
              </w:divBdr>
            </w:div>
            <w:div w:id="1469470838">
              <w:marLeft w:val="0"/>
              <w:marRight w:val="0"/>
              <w:marTop w:val="0"/>
              <w:marBottom w:val="0"/>
              <w:divBdr>
                <w:top w:val="none" w:sz="0" w:space="0" w:color="auto"/>
                <w:left w:val="none" w:sz="0" w:space="0" w:color="auto"/>
                <w:bottom w:val="none" w:sz="0" w:space="0" w:color="auto"/>
                <w:right w:val="none" w:sz="0" w:space="0" w:color="auto"/>
              </w:divBdr>
            </w:div>
            <w:div w:id="1100754441">
              <w:marLeft w:val="0"/>
              <w:marRight w:val="0"/>
              <w:marTop w:val="0"/>
              <w:marBottom w:val="0"/>
              <w:divBdr>
                <w:top w:val="none" w:sz="0" w:space="0" w:color="auto"/>
                <w:left w:val="none" w:sz="0" w:space="0" w:color="auto"/>
                <w:bottom w:val="none" w:sz="0" w:space="0" w:color="auto"/>
                <w:right w:val="none" w:sz="0" w:space="0" w:color="auto"/>
              </w:divBdr>
            </w:div>
            <w:div w:id="714894217">
              <w:marLeft w:val="0"/>
              <w:marRight w:val="0"/>
              <w:marTop w:val="0"/>
              <w:marBottom w:val="0"/>
              <w:divBdr>
                <w:top w:val="none" w:sz="0" w:space="0" w:color="auto"/>
                <w:left w:val="none" w:sz="0" w:space="0" w:color="auto"/>
                <w:bottom w:val="none" w:sz="0" w:space="0" w:color="auto"/>
                <w:right w:val="none" w:sz="0" w:space="0" w:color="auto"/>
              </w:divBdr>
            </w:div>
            <w:div w:id="402528811">
              <w:marLeft w:val="0"/>
              <w:marRight w:val="0"/>
              <w:marTop w:val="0"/>
              <w:marBottom w:val="0"/>
              <w:divBdr>
                <w:top w:val="none" w:sz="0" w:space="0" w:color="auto"/>
                <w:left w:val="none" w:sz="0" w:space="0" w:color="auto"/>
                <w:bottom w:val="none" w:sz="0" w:space="0" w:color="auto"/>
                <w:right w:val="none" w:sz="0" w:space="0" w:color="auto"/>
              </w:divBdr>
            </w:div>
            <w:div w:id="1784690766">
              <w:marLeft w:val="0"/>
              <w:marRight w:val="0"/>
              <w:marTop w:val="0"/>
              <w:marBottom w:val="0"/>
              <w:divBdr>
                <w:top w:val="none" w:sz="0" w:space="0" w:color="auto"/>
                <w:left w:val="none" w:sz="0" w:space="0" w:color="auto"/>
                <w:bottom w:val="none" w:sz="0" w:space="0" w:color="auto"/>
                <w:right w:val="none" w:sz="0" w:space="0" w:color="auto"/>
              </w:divBdr>
            </w:div>
            <w:div w:id="576288336">
              <w:marLeft w:val="0"/>
              <w:marRight w:val="0"/>
              <w:marTop w:val="0"/>
              <w:marBottom w:val="0"/>
              <w:divBdr>
                <w:top w:val="none" w:sz="0" w:space="0" w:color="auto"/>
                <w:left w:val="none" w:sz="0" w:space="0" w:color="auto"/>
                <w:bottom w:val="none" w:sz="0" w:space="0" w:color="auto"/>
                <w:right w:val="none" w:sz="0" w:space="0" w:color="auto"/>
              </w:divBdr>
            </w:div>
            <w:div w:id="2091728693">
              <w:marLeft w:val="0"/>
              <w:marRight w:val="0"/>
              <w:marTop w:val="0"/>
              <w:marBottom w:val="0"/>
              <w:divBdr>
                <w:top w:val="none" w:sz="0" w:space="0" w:color="auto"/>
                <w:left w:val="none" w:sz="0" w:space="0" w:color="auto"/>
                <w:bottom w:val="none" w:sz="0" w:space="0" w:color="auto"/>
                <w:right w:val="none" w:sz="0" w:space="0" w:color="auto"/>
              </w:divBdr>
            </w:div>
            <w:div w:id="1943145524">
              <w:marLeft w:val="0"/>
              <w:marRight w:val="0"/>
              <w:marTop w:val="0"/>
              <w:marBottom w:val="0"/>
              <w:divBdr>
                <w:top w:val="none" w:sz="0" w:space="0" w:color="auto"/>
                <w:left w:val="none" w:sz="0" w:space="0" w:color="auto"/>
                <w:bottom w:val="none" w:sz="0" w:space="0" w:color="auto"/>
                <w:right w:val="none" w:sz="0" w:space="0" w:color="auto"/>
              </w:divBdr>
            </w:div>
            <w:div w:id="861017276">
              <w:marLeft w:val="0"/>
              <w:marRight w:val="0"/>
              <w:marTop w:val="0"/>
              <w:marBottom w:val="0"/>
              <w:divBdr>
                <w:top w:val="none" w:sz="0" w:space="0" w:color="auto"/>
                <w:left w:val="none" w:sz="0" w:space="0" w:color="auto"/>
                <w:bottom w:val="none" w:sz="0" w:space="0" w:color="auto"/>
                <w:right w:val="none" w:sz="0" w:space="0" w:color="auto"/>
              </w:divBdr>
            </w:div>
            <w:div w:id="1805925479">
              <w:marLeft w:val="0"/>
              <w:marRight w:val="0"/>
              <w:marTop w:val="0"/>
              <w:marBottom w:val="0"/>
              <w:divBdr>
                <w:top w:val="none" w:sz="0" w:space="0" w:color="auto"/>
                <w:left w:val="none" w:sz="0" w:space="0" w:color="auto"/>
                <w:bottom w:val="none" w:sz="0" w:space="0" w:color="auto"/>
                <w:right w:val="none" w:sz="0" w:space="0" w:color="auto"/>
              </w:divBdr>
            </w:div>
            <w:div w:id="155519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886845">
      <w:bodyDiv w:val="1"/>
      <w:marLeft w:val="0"/>
      <w:marRight w:val="0"/>
      <w:marTop w:val="0"/>
      <w:marBottom w:val="0"/>
      <w:divBdr>
        <w:top w:val="none" w:sz="0" w:space="0" w:color="auto"/>
        <w:left w:val="none" w:sz="0" w:space="0" w:color="auto"/>
        <w:bottom w:val="none" w:sz="0" w:space="0" w:color="auto"/>
        <w:right w:val="none" w:sz="0" w:space="0" w:color="auto"/>
      </w:divBdr>
    </w:div>
    <w:div w:id="2091343828">
      <w:bodyDiv w:val="1"/>
      <w:marLeft w:val="0"/>
      <w:marRight w:val="0"/>
      <w:marTop w:val="0"/>
      <w:marBottom w:val="0"/>
      <w:divBdr>
        <w:top w:val="none" w:sz="0" w:space="0" w:color="auto"/>
        <w:left w:val="none" w:sz="0" w:space="0" w:color="auto"/>
        <w:bottom w:val="none" w:sz="0" w:space="0" w:color="auto"/>
        <w:right w:val="none" w:sz="0" w:space="0" w:color="auto"/>
      </w:divBdr>
    </w:div>
    <w:div w:id="2092506720">
      <w:bodyDiv w:val="1"/>
      <w:marLeft w:val="0"/>
      <w:marRight w:val="0"/>
      <w:marTop w:val="0"/>
      <w:marBottom w:val="0"/>
      <w:divBdr>
        <w:top w:val="none" w:sz="0" w:space="0" w:color="auto"/>
        <w:left w:val="none" w:sz="0" w:space="0" w:color="auto"/>
        <w:bottom w:val="none" w:sz="0" w:space="0" w:color="auto"/>
        <w:right w:val="none" w:sz="0" w:space="0" w:color="auto"/>
      </w:divBdr>
    </w:div>
    <w:div w:id="2102483382">
      <w:bodyDiv w:val="1"/>
      <w:marLeft w:val="0"/>
      <w:marRight w:val="0"/>
      <w:marTop w:val="0"/>
      <w:marBottom w:val="0"/>
      <w:divBdr>
        <w:top w:val="none" w:sz="0" w:space="0" w:color="auto"/>
        <w:left w:val="none" w:sz="0" w:space="0" w:color="auto"/>
        <w:bottom w:val="none" w:sz="0" w:space="0" w:color="auto"/>
        <w:right w:val="none" w:sz="0" w:space="0" w:color="auto"/>
      </w:divBdr>
      <w:divsChild>
        <w:div w:id="531766777">
          <w:marLeft w:val="446"/>
          <w:marRight w:val="0"/>
          <w:marTop w:val="0"/>
          <w:marBottom w:val="160"/>
          <w:divBdr>
            <w:top w:val="none" w:sz="0" w:space="0" w:color="auto"/>
            <w:left w:val="none" w:sz="0" w:space="0" w:color="auto"/>
            <w:bottom w:val="none" w:sz="0" w:space="0" w:color="auto"/>
            <w:right w:val="none" w:sz="0" w:space="0" w:color="auto"/>
          </w:divBdr>
        </w:div>
        <w:div w:id="1735396805">
          <w:marLeft w:val="446"/>
          <w:marRight w:val="0"/>
          <w:marTop w:val="0"/>
          <w:marBottom w:val="160"/>
          <w:divBdr>
            <w:top w:val="none" w:sz="0" w:space="0" w:color="auto"/>
            <w:left w:val="none" w:sz="0" w:space="0" w:color="auto"/>
            <w:bottom w:val="none" w:sz="0" w:space="0" w:color="auto"/>
            <w:right w:val="none" w:sz="0" w:space="0" w:color="auto"/>
          </w:divBdr>
        </w:div>
        <w:div w:id="1964144854">
          <w:marLeft w:val="446"/>
          <w:marRight w:val="0"/>
          <w:marTop w:val="0"/>
          <w:marBottom w:val="160"/>
          <w:divBdr>
            <w:top w:val="none" w:sz="0" w:space="0" w:color="auto"/>
            <w:left w:val="none" w:sz="0" w:space="0" w:color="auto"/>
            <w:bottom w:val="none" w:sz="0" w:space="0" w:color="auto"/>
            <w:right w:val="none" w:sz="0" w:space="0" w:color="auto"/>
          </w:divBdr>
        </w:div>
      </w:divsChild>
    </w:div>
    <w:div w:id="2102557974">
      <w:bodyDiv w:val="1"/>
      <w:marLeft w:val="0"/>
      <w:marRight w:val="0"/>
      <w:marTop w:val="0"/>
      <w:marBottom w:val="0"/>
      <w:divBdr>
        <w:top w:val="none" w:sz="0" w:space="0" w:color="auto"/>
        <w:left w:val="none" w:sz="0" w:space="0" w:color="auto"/>
        <w:bottom w:val="none" w:sz="0" w:space="0" w:color="auto"/>
        <w:right w:val="none" w:sz="0" w:space="0" w:color="auto"/>
      </w:divBdr>
    </w:div>
    <w:div w:id="2106726185">
      <w:bodyDiv w:val="1"/>
      <w:marLeft w:val="0"/>
      <w:marRight w:val="0"/>
      <w:marTop w:val="0"/>
      <w:marBottom w:val="0"/>
      <w:divBdr>
        <w:top w:val="none" w:sz="0" w:space="0" w:color="auto"/>
        <w:left w:val="none" w:sz="0" w:space="0" w:color="auto"/>
        <w:bottom w:val="none" w:sz="0" w:space="0" w:color="auto"/>
        <w:right w:val="none" w:sz="0" w:space="0" w:color="auto"/>
      </w:divBdr>
    </w:div>
    <w:div w:id="2114545213">
      <w:bodyDiv w:val="1"/>
      <w:marLeft w:val="0"/>
      <w:marRight w:val="0"/>
      <w:marTop w:val="0"/>
      <w:marBottom w:val="0"/>
      <w:divBdr>
        <w:top w:val="none" w:sz="0" w:space="0" w:color="auto"/>
        <w:left w:val="none" w:sz="0" w:space="0" w:color="auto"/>
        <w:bottom w:val="none" w:sz="0" w:space="0" w:color="auto"/>
        <w:right w:val="none" w:sz="0" w:space="0" w:color="auto"/>
      </w:divBdr>
    </w:div>
    <w:div w:id="2125953386">
      <w:bodyDiv w:val="1"/>
      <w:marLeft w:val="0"/>
      <w:marRight w:val="0"/>
      <w:marTop w:val="0"/>
      <w:marBottom w:val="0"/>
      <w:divBdr>
        <w:top w:val="none" w:sz="0" w:space="0" w:color="auto"/>
        <w:left w:val="none" w:sz="0" w:space="0" w:color="auto"/>
        <w:bottom w:val="none" w:sz="0" w:space="0" w:color="auto"/>
        <w:right w:val="none" w:sz="0" w:space="0" w:color="auto"/>
      </w:divBdr>
      <w:divsChild>
        <w:div w:id="427386737">
          <w:marLeft w:val="0"/>
          <w:marRight w:val="0"/>
          <w:marTop w:val="0"/>
          <w:marBottom w:val="0"/>
          <w:divBdr>
            <w:top w:val="none" w:sz="0" w:space="0" w:color="auto"/>
            <w:left w:val="none" w:sz="0" w:space="0" w:color="auto"/>
            <w:bottom w:val="none" w:sz="0" w:space="0" w:color="auto"/>
            <w:right w:val="none" w:sz="0" w:space="0" w:color="auto"/>
          </w:divBdr>
          <w:divsChild>
            <w:div w:id="1949972712">
              <w:marLeft w:val="0"/>
              <w:marRight w:val="0"/>
              <w:marTop w:val="0"/>
              <w:marBottom w:val="0"/>
              <w:divBdr>
                <w:top w:val="none" w:sz="0" w:space="0" w:color="auto"/>
                <w:left w:val="none" w:sz="0" w:space="0" w:color="auto"/>
                <w:bottom w:val="none" w:sz="0" w:space="0" w:color="auto"/>
                <w:right w:val="none" w:sz="0" w:space="0" w:color="auto"/>
              </w:divBdr>
            </w:div>
            <w:div w:id="574171559">
              <w:marLeft w:val="0"/>
              <w:marRight w:val="0"/>
              <w:marTop w:val="0"/>
              <w:marBottom w:val="0"/>
              <w:divBdr>
                <w:top w:val="none" w:sz="0" w:space="0" w:color="auto"/>
                <w:left w:val="none" w:sz="0" w:space="0" w:color="auto"/>
                <w:bottom w:val="none" w:sz="0" w:space="0" w:color="auto"/>
                <w:right w:val="none" w:sz="0" w:space="0" w:color="auto"/>
              </w:divBdr>
            </w:div>
            <w:div w:id="1942716227">
              <w:marLeft w:val="0"/>
              <w:marRight w:val="0"/>
              <w:marTop w:val="0"/>
              <w:marBottom w:val="0"/>
              <w:divBdr>
                <w:top w:val="none" w:sz="0" w:space="0" w:color="auto"/>
                <w:left w:val="none" w:sz="0" w:space="0" w:color="auto"/>
                <w:bottom w:val="none" w:sz="0" w:space="0" w:color="auto"/>
                <w:right w:val="none" w:sz="0" w:space="0" w:color="auto"/>
              </w:divBdr>
            </w:div>
            <w:div w:id="1269002251">
              <w:marLeft w:val="0"/>
              <w:marRight w:val="0"/>
              <w:marTop w:val="0"/>
              <w:marBottom w:val="0"/>
              <w:divBdr>
                <w:top w:val="none" w:sz="0" w:space="0" w:color="auto"/>
                <w:left w:val="none" w:sz="0" w:space="0" w:color="auto"/>
                <w:bottom w:val="none" w:sz="0" w:space="0" w:color="auto"/>
                <w:right w:val="none" w:sz="0" w:space="0" w:color="auto"/>
              </w:divBdr>
            </w:div>
            <w:div w:id="55710679">
              <w:marLeft w:val="0"/>
              <w:marRight w:val="0"/>
              <w:marTop w:val="0"/>
              <w:marBottom w:val="0"/>
              <w:divBdr>
                <w:top w:val="none" w:sz="0" w:space="0" w:color="auto"/>
                <w:left w:val="none" w:sz="0" w:space="0" w:color="auto"/>
                <w:bottom w:val="none" w:sz="0" w:space="0" w:color="auto"/>
                <w:right w:val="none" w:sz="0" w:space="0" w:color="auto"/>
              </w:divBdr>
            </w:div>
            <w:div w:id="623391378">
              <w:marLeft w:val="0"/>
              <w:marRight w:val="0"/>
              <w:marTop w:val="0"/>
              <w:marBottom w:val="0"/>
              <w:divBdr>
                <w:top w:val="none" w:sz="0" w:space="0" w:color="auto"/>
                <w:left w:val="none" w:sz="0" w:space="0" w:color="auto"/>
                <w:bottom w:val="none" w:sz="0" w:space="0" w:color="auto"/>
                <w:right w:val="none" w:sz="0" w:space="0" w:color="auto"/>
              </w:divBdr>
            </w:div>
            <w:div w:id="304049093">
              <w:marLeft w:val="0"/>
              <w:marRight w:val="0"/>
              <w:marTop w:val="0"/>
              <w:marBottom w:val="0"/>
              <w:divBdr>
                <w:top w:val="none" w:sz="0" w:space="0" w:color="auto"/>
                <w:left w:val="none" w:sz="0" w:space="0" w:color="auto"/>
                <w:bottom w:val="none" w:sz="0" w:space="0" w:color="auto"/>
                <w:right w:val="none" w:sz="0" w:space="0" w:color="auto"/>
              </w:divBdr>
            </w:div>
            <w:div w:id="2073849484">
              <w:marLeft w:val="0"/>
              <w:marRight w:val="0"/>
              <w:marTop w:val="0"/>
              <w:marBottom w:val="0"/>
              <w:divBdr>
                <w:top w:val="none" w:sz="0" w:space="0" w:color="auto"/>
                <w:left w:val="none" w:sz="0" w:space="0" w:color="auto"/>
                <w:bottom w:val="none" w:sz="0" w:space="0" w:color="auto"/>
                <w:right w:val="none" w:sz="0" w:space="0" w:color="auto"/>
              </w:divBdr>
            </w:div>
            <w:div w:id="639265388">
              <w:marLeft w:val="0"/>
              <w:marRight w:val="0"/>
              <w:marTop w:val="0"/>
              <w:marBottom w:val="0"/>
              <w:divBdr>
                <w:top w:val="none" w:sz="0" w:space="0" w:color="auto"/>
                <w:left w:val="none" w:sz="0" w:space="0" w:color="auto"/>
                <w:bottom w:val="none" w:sz="0" w:space="0" w:color="auto"/>
                <w:right w:val="none" w:sz="0" w:space="0" w:color="auto"/>
              </w:divBdr>
            </w:div>
            <w:div w:id="1799840758">
              <w:marLeft w:val="0"/>
              <w:marRight w:val="0"/>
              <w:marTop w:val="0"/>
              <w:marBottom w:val="0"/>
              <w:divBdr>
                <w:top w:val="none" w:sz="0" w:space="0" w:color="auto"/>
                <w:left w:val="none" w:sz="0" w:space="0" w:color="auto"/>
                <w:bottom w:val="none" w:sz="0" w:space="0" w:color="auto"/>
                <w:right w:val="none" w:sz="0" w:space="0" w:color="auto"/>
              </w:divBdr>
            </w:div>
            <w:div w:id="1731801593">
              <w:marLeft w:val="0"/>
              <w:marRight w:val="0"/>
              <w:marTop w:val="0"/>
              <w:marBottom w:val="0"/>
              <w:divBdr>
                <w:top w:val="none" w:sz="0" w:space="0" w:color="auto"/>
                <w:left w:val="none" w:sz="0" w:space="0" w:color="auto"/>
                <w:bottom w:val="none" w:sz="0" w:space="0" w:color="auto"/>
                <w:right w:val="none" w:sz="0" w:space="0" w:color="auto"/>
              </w:divBdr>
            </w:div>
            <w:div w:id="1113205489">
              <w:marLeft w:val="0"/>
              <w:marRight w:val="0"/>
              <w:marTop w:val="0"/>
              <w:marBottom w:val="0"/>
              <w:divBdr>
                <w:top w:val="none" w:sz="0" w:space="0" w:color="auto"/>
                <w:left w:val="none" w:sz="0" w:space="0" w:color="auto"/>
                <w:bottom w:val="none" w:sz="0" w:space="0" w:color="auto"/>
                <w:right w:val="none" w:sz="0" w:space="0" w:color="auto"/>
              </w:divBdr>
            </w:div>
            <w:div w:id="1877355170">
              <w:marLeft w:val="0"/>
              <w:marRight w:val="0"/>
              <w:marTop w:val="0"/>
              <w:marBottom w:val="0"/>
              <w:divBdr>
                <w:top w:val="none" w:sz="0" w:space="0" w:color="auto"/>
                <w:left w:val="none" w:sz="0" w:space="0" w:color="auto"/>
                <w:bottom w:val="none" w:sz="0" w:space="0" w:color="auto"/>
                <w:right w:val="none" w:sz="0" w:space="0" w:color="auto"/>
              </w:divBdr>
            </w:div>
            <w:div w:id="753169056">
              <w:marLeft w:val="0"/>
              <w:marRight w:val="0"/>
              <w:marTop w:val="0"/>
              <w:marBottom w:val="0"/>
              <w:divBdr>
                <w:top w:val="none" w:sz="0" w:space="0" w:color="auto"/>
                <w:left w:val="none" w:sz="0" w:space="0" w:color="auto"/>
                <w:bottom w:val="none" w:sz="0" w:space="0" w:color="auto"/>
                <w:right w:val="none" w:sz="0" w:space="0" w:color="auto"/>
              </w:divBdr>
            </w:div>
            <w:div w:id="2072118981">
              <w:marLeft w:val="0"/>
              <w:marRight w:val="0"/>
              <w:marTop w:val="0"/>
              <w:marBottom w:val="0"/>
              <w:divBdr>
                <w:top w:val="none" w:sz="0" w:space="0" w:color="auto"/>
                <w:left w:val="none" w:sz="0" w:space="0" w:color="auto"/>
                <w:bottom w:val="none" w:sz="0" w:space="0" w:color="auto"/>
                <w:right w:val="none" w:sz="0" w:space="0" w:color="auto"/>
              </w:divBdr>
            </w:div>
            <w:div w:id="756639307">
              <w:marLeft w:val="0"/>
              <w:marRight w:val="0"/>
              <w:marTop w:val="0"/>
              <w:marBottom w:val="0"/>
              <w:divBdr>
                <w:top w:val="none" w:sz="0" w:space="0" w:color="auto"/>
                <w:left w:val="none" w:sz="0" w:space="0" w:color="auto"/>
                <w:bottom w:val="none" w:sz="0" w:space="0" w:color="auto"/>
                <w:right w:val="none" w:sz="0" w:space="0" w:color="auto"/>
              </w:divBdr>
            </w:div>
            <w:div w:id="1604873881">
              <w:marLeft w:val="0"/>
              <w:marRight w:val="0"/>
              <w:marTop w:val="0"/>
              <w:marBottom w:val="0"/>
              <w:divBdr>
                <w:top w:val="none" w:sz="0" w:space="0" w:color="auto"/>
                <w:left w:val="none" w:sz="0" w:space="0" w:color="auto"/>
                <w:bottom w:val="none" w:sz="0" w:space="0" w:color="auto"/>
                <w:right w:val="none" w:sz="0" w:space="0" w:color="auto"/>
              </w:divBdr>
            </w:div>
            <w:div w:id="43201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498441">
      <w:bodyDiv w:val="1"/>
      <w:marLeft w:val="0"/>
      <w:marRight w:val="0"/>
      <w:marTop w:val="0"/>
      <w:marBottom w:val="0"/>
      <w:divBdr>
        <w:top w:val="none" w:sz="0" w:space="0" w:color="auto"/>
        <w:left w:val="none" w:sz="0" w:space="0" w:color="auto"/>
        <w:bottom w:val="none" w:sz="0" w:space="0" w:color="auto"/>
        <w:right w:val="none" w:sz="0" w:space="0" w:color="auto"/>
      </w:divBdr>
    </w:div>
    <w:div w:id="2136675193">
      <w:bodyDiv w:val="1"/>
      <w:marLeft w:val="0"/>
      <w:marRight w:val="0"/>
      <w:marTop w:val="0"/>
      <w:marBottom w:val="0"/>
      <w:divBdr>
        <w:top w:val="none" w:sz="0" w:space="0" w:color="auto"/>
        <w:left w:val="none" w:sz="0" w:space="0" w:color="auto"/>
        <w:bottom w:val="none" w:sz="0" w:space="0" w:color="auto"/>
        <w:right w:val="none" w:sz="0" w:space="0" w:color="auto"/>
      </w:divBdr>
      <w:divsChild>
        <w:div w:id="1532568034">
          <w:marLeft w:val="0"/>
          <w:marRight w:val="0"/>
          <w:marTop w:val="0"/>
          <w:marBottom w:val="0"/>
          <w:divBdr>
            <w:top w:val="none" w:sz="0" w:space="0" w:color="auto"/>
            <w:left w:val="none" w:sz="0" w:space="0" w:color="auto"/>
            <w:bottom w:val="none" w:sz="0" w:space="0" w:color="auto"/>
            <w:right w:val="none" w:sz="0" w:space="0" w:color="auto"/>
          </w:divBdr>
          <w:divsChild>
            <w:div w:id="1063524604">
              <w:marLeft w:val="0"/>
              <w:marRight w:val="0"/>
              <w:marTop w:val="0"/>
              <w:marBottom w:val="0"/>
              <w:divBdr>
                <w:top w:val="none" w:sz="0" w:space="0" w:color="auto"/>
                <w:left w:val="none" w:sz="0" w:space="0" w:color="auto"/>
                <w:bottom w:val="none" w:sz="0" w:space="0" w:color="auto"/>
                <w:right w:val="none" w:sz="0" w:space="0" w:color="auto"/>
              </w:divBdr>
            </w:div>
            <w:div w:id="62800237">
              <w:marLeft w:val="0"/>
              <w:marRight w:val="0"/>
              <w:marTop w:val="0"/>
              <w:marBottom w:val="0"/>
              <w:divBdr>
                <w:top w:val="none" w:sz="0" w:space="0" w:color="auto"/>
                <w:left w:val="none" w:sz="0" w:space="0" w:color="auto"/>
                <w:bottom w:val="none" w:sz="0" w:space="0" w:color="auto"/>
                <w:right w:val="none" w:sz="0" w:space="0" w:color="auto"/>
              </w:divBdr>
            </w:div>
            <w:div w:id="59521103">
              <w:marLeft w:val="0"/>
              <w:marRight w:val="0"/>
              <w:marTop w:val="0"/>
              <w:marBottom w:val="0"/>
              <w:divBdr>
                <w:top w:val="none" w:sz="0" w:space="0" w:color="auto"/>
                <w:left w:val="none" w:sz="0" w:space="0" w:color="auto"/>
                <w:bottom w:val="none" w:sz="0" w:space="0" w:color="auto"/>
                <w:right w:val="none" w:sz="0" w:space="0" w:color="auto"/>
              </w:divBdr>
            </w:div>
            <w:div w:id="1252664951">
              <w:marLeft w:val="0"/>
              <w:marRight w:val="0"/>
              <w:marTop w:val="0"/>
              <w:marBottom w:val="0"/>
              <w:divBdr>
                <w:top w:val="none" w:sz="0" w:space="0" w:color="auto"/>
                <w:left w:val="none" w:sz="0" w:space="0" w:color="auto"/>
                <w:bottom w:val="none" w:sz="0" w:space="0" w:color="auto"/>
                <w:right w:val="none" w:sz="0" w:space="0" w:color="auto"/>
              </w:divBdr>
            </w:div>
            <w:div w:id="939291058">
              <w:marLeft w:val="0"/>
              <w:marRight w:val="0"/>
              <w:marTop w:val="0"/>
              <w:marBottom w:val="0"/>
              <w:divBdr>
                <w:top w:val="none" w:sz="0" w:space="0" w:color="auto"/>
                <w:left w:val="none" w:sz="0" w:space="0" w:color="auto"/>
                <w:bottom w:val="none" w:sz="0" w:space="0" w:color="auto"/>
                <w:right w:val="none" w:sz="0" w:space="0" w:color="auto"/>
              </w:divBdr>
            </w:div>
            <w:div w:id="1957366455">
              <w:marLeft w:val="0"/>
              <w:marRight w:val="0"/>
              <w:marTop w:val="0"/>
              <w:marBottom w:val="0"/>
              <w:divBdr>
                <w:top w:val="none" w:sz="0" w:space="0" w:color="auto"/>
                <w:left w:val="none" w:sz="0" w:space="0" w:color="auto"/>
                <w:bottom w:val="none" w:sz="0" w:space="0" w:color="auto"/>
                <w:right w:val="none" w:sz="0" w:space="0" w:color="auto"/>
              </w:divBdr>
            </w:div>
            <w:div w:id="543906577">
              <w:marLeft w:val="0"/>
              <w:marRight w:val="0"/>
              <w:marTop w:val="0"/>
              <w:marBottom w:val="0"/>
              <w:divBdr>
                <w:top w:val="none" w:sz="0" w:space="0" w:color="auto"/>
                <w:left w:val="none" w:sz="0" w:space="0" w:color="auto"/>
                <w:bottom w:val="none" w:sz="0" w:space="0" w:color="auto"/>
                <w:right w:val="none" w:sz="0" w:space="0" w:color="auto"/>
              </w:divBdr>
            </w:div>
            <w:div w:id="953907274">
              <w:marLeft w:val="0"/>
              <w:marRight w:val="0"/>
              <w:marTop w:val="0"/>
              <w:marBottom w:val="0"/>
              <w:divBdr>
                <w:top w:val="none" w:sz="0" w:space="0" w:color="auto"/>
                <w:left w:val="none" w:sz="0" w:space="0" w:color="auto"/>
                <w:bottom w:val="none" w:sz="0" w:space="0" w:color="auto"/>
                <w:right w:val="none" w:sz="0" w:space="0" w:color="auto"/>
              </w:divBdr>
            </w:div>
            <w:div w:id="1364481948">
              <w:marLeft w:val="0"/>
              <w:marRight w:val="0"/>
              <w:marTop w:val="0"/>
              <w:marBottom w:val="0"/>
              <w:divBdr>
                <w:top w:val="none" w:sz="0" w:space="0" w:color="auto"/>
                <w:left w:val="none" w:sz="0" w:space="0" w:color="auto"/>
                <w:bottom w:val="none" w:sz="0" w:space="0" w:color="auto"/>
                <w:right w:val="none" w:sz="0" w:space="0" w:color="auto"/>
              </w:divBdr>
            </w:div>
            <w:div w:id="373236690">
              <w:marLeft w:val="0"/>
              <w:marRight w:val="0"/>
              <w:marTop w:val="0"/>
              <w:marBottom w:val="0"/>
              <w:divBdr>
                <w:top w:val="none" w:sz="0" w:space="0" w:color="auto"/>
                <w:left w:val="none" w:sz="0" w:space="0" w:color="auto"/>
                <w:bottom w:val="none" w:sz="0" w:space="0" w:color="auto"/>
                <w:right w:val="none" w:sz="0" w:space="0" w:color="auto"/>
              </w:divBdr>
            </w:div>
            <w:div w:id="857737473">
              <w:marLeft w:val="0"/>
              <w:marRight w:val="0"/>
              <w:marTop w:val="0"/>
              <w:marBottom w:val="0"/>
              <w:divBdr>
                <w:top w:val="none" w:sz="0" w:space="0" w:color="auto"/>
                <w:left w:val="none" w:sz="0" w:space="0" w:color="auto"/>
                <w:bottom w:val="none" w:sz="0" w:space="0" w:color="auto"/>
                <w:right w:val="none" w:sz="0" w:space="0" w:color="auto"/>
              </w:divBdr>
            </w:div>
            <w:div w:id="1674916204">
              <w:marLeft w:val="0"/>
              <w:marRight w:val="0"/>
              <w:marTop w:val="0"/>
              <w:marBottom w:val="0"/>
              <w:divBdr>
                <w:top w:val="none" w:sz="0" w:space="0" w:color="auto"/>
                <w:left w:val="none" w:sz="0" w:space="0" w:color="auto"/>
                <w:bottom w:val="none" w:sz="0" w:space="0" w:color="auto"/>
                <w:right w:val="none" w:sz="0" w:space="0" w:color="auto"/>
              </w:divBdr>
            </w:div>
            <w:div w:id="638536950">
              <w:marLeft w:val="0"/>
              <w:marRight w:val="0"/>
              <w:marTop w:val="0"/>
              <w:marBottom w:val="0"/>
              <w:divBdr>
                <w:top w:val="none" w:sz="0" w:space="0" w:color="auto"/>
                <w:left w:val="none" w:sz="0" w:space="0" w:color="auto"/>
                <w:bottom w:val="none" w:sz="0" w:space="0" w:color="auto"/>
                <w:right w:val="none" w:sz="0" w:space="0" w:color="auto"/>
              </w:divBdr>
            </w:div>
            <w:div w:id="267323905">
              <w:marLeft w:val="0"/>
              <w:marRight w:val="0"/>
              <w:marTop w:val="0"/>
              <w:marBottom w:val="0"/>
              <w:divBdr>
                <w:top w:val="none" w:sz="0" w:space="0" w:color="auto"/>
                <w:left w:val="none" w:sz="0" w:space="0" w:color="auto"/>
                <w:bottom w:val="none" w:sz="0" w:space="0" w:color="auto"/>
                <w:right w:val="none" w:sz="0" w:space="0" w:color="auto"/>
              </w:divBdr>
            </w:div>
            <w:div w:id="1339697739">
              <w:marLeft w:val="0"/>
              <w:marRight w:val="0"/>
              <w:marTop w:val="0"/>
              <w:marBottom w:val="0"/>
              <w:divBdr>
                <w:top w:val="none" w:sz="0" w:space="0" w:color="auto"/>
                <w:left w:val="none" w:sz="0" w:space="0" w:color="auto"/>
                <w:bottom w:val="none" w:sz="0" w:space="0" w:color="auto"/>
                <w:right w:val="none" w:sz="0" w:space="0" w:color="auto"/>
              </w:divBdr>
            </w:div>
            <w:div w:id="644356732">
              <w:marLeft w:val="0"/>
              <w:marRight w:val="0"/>
              <w:marTop w:val="0"/>
              <w:marBottom w:val="0"/>
              <w:divBdr>
                <w:top w:val="none" w:sz="0" w:space="0" w:color="auto"/>
                <w:left w:val="none" w:sz="0" w:space="0" w:color="auto"/>
                <w:bottom w:val="none" w:sz="0" w:space="0" w:color="auto"/>
                <w:right w:val="none" w:sz="0" w:space="0" w:color="auto"/>
              </w:divBdr>
            </w:div>
            <w:div w:id="352152265">
              <w:marLeft w:val="0"/>
              <w:marRight w:val="0"/>
              <w:marTop w:val="0"/>
              <w:marBottom w:val="0"/>
              <w:divBdr>
                <w:top w:val="none" w:sz="0" w:space="0" w:color="auto"/>
                <w:left w:val="none" w:sz="0" w:space="0" w:color="auto"/>
                <w:bottom w:val="none" w:sz="0" w:space="0" w:color="auto"/>
                <w:right w:val="none" w:sz="0" w:space="0" w:color="auto"/>
              </w:divBdr>
            </w:div>
            <w:div w:id="110842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sseco\Projekty\CSSZ_IKR_S2\IKR_Sablona_v0_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CF8E1420DA463FAED7FB09D3D59764"/>
        <w:category>
          <w:name w:val="General"/>
          <w:gallery w:val="placeholder"/>
        </w:category>
        <w:types>
          <w:type w:val="bbPlcHdr"/>
        </w:types>
        <w:behaviors>
          <w:behavior w:val="content"/>
        </w:behaviors>
        <w:guid w:val="{4291076C-1135-4929-B9D7-CD34C77DD471}"/>
      </w:docPartPr>
      <w:docPartBody>
        <w:p w:rsidR="008C43F7" w:rsidRDefault="00C602E2" w:rsidP="00C602E2">
          <w:pPr>
            <w:pStyle w:val="78CF8E1420DA463FAED7FB09D3D59764"/>
          </w:pPr>
          <w:r w:rsidRPr="00EC4B61">
            <w:rPr>
              <w:rStyle w:val="Zstupn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Lucida Sans">
    <w:charset w:val="00"/>
    <w:family w:val="swiss"/>
    <w:pitch w:val="variable"/>
    <w:sig w:usb0="00000003" w:usb1="00000000" w:usb2="00000000" w:usb3="00000000" w:csb0="00000001" w:csb1="00000000"/>
  </w:font>
  <w:font w:name="Liberation Sans Narrow">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27"/>
    <w:rsid w:val="000043C8"/>
    <w:rsid w:val="00025ED9"/>
    <w:rsid w:val="00027425"/>
    <w:rsid w:val="000331EF"/>
    <w:rsid w:val="00033939"/>
    <w:rsid w:val="00067EC4"/>
    <w:rsid w:val="0008519F"/>
    <w:rsid w:val="0009264B"/>
    <w:rsid w:val="000C666E"/>
    <w:rsid w:val="000E2E0E"/>
    <w:rsid w:val="000F035A"/>
    <w:rsid w:val="000F1055"/>
    <w:rsid w:val="000F35EA"/>
    <w:rsid w:val="00100A45"/>
    <w:rsid w:val="00117032"/>
    <w:rsid w:val="00126220"/>
    <w:rsid w:val="0013231D"/>
    <w:rsid w:val="00133735"/>
    <w:rsid w:val="001424E4"/>
    <w:rsid w:val="001661DE"/>
    <w:rsid w:val="001B0C15"/>
    <w:rsid w:val="001D3423"/>
    <w:rsid w:val="001E657F"/>
    <w:rsid w:val="001E76CC"/>
    <w:rsid w:val="001E789C"/>
    <w:rsid w:val="00207294"/>
    <w:rsid w:val="002336FC"/>
    <w:rsid w:val="00246B47"/>
    <w:rsid w:val="002523AF"/>
    <w:rsid w:val="0025752F"/>
    <w:rsid w:val="0027408E"/>
    <w:rsid w:val="002762AC"/>
    <w:rsid w:val="00277F57"/>
    <w:rsid w:val="0028296C"/>
    <w:rsid w:val="002A4C19"/>
    <w:rsid w:val="002A75E8"/>
    <w:rsid w:val="002B3178"/>
    <w:rsid w:val="002C17BC"/>
    <w:rsid w:val="002F5A0A"/>
    <w:rsid w:val="00376C5A"/>
    <w:rsid w:val="00383708"/>
    <w:rsid w:val="00392549"/>
    <w:rsid w:val="003A10CB"/>
    <w:rsid w:val="003B1343"/>
    <w:rsid w:val="003B7415"/>
    <w:rsid w:val="003C1495"/>
    <w:rsid w:val="003C4C08"/>
    <w:rsid w:val="0044485E"/>
    <w:rsid w:val="004452AC"/>
    <w:rsid w:val="00472D54"/>
    <w:rsid w:val="00484CE3"/>
    <w:rsid w:val="004C1842"/>
    <w:rsid w:val="004D10D1"/>
    <w:rsid w:val="004D5373"/>
    <w:rsid w:val="004D6F57"/>
    <w:rsid w:val="005015D6"/>
    <w:rsid w:val="00503D0D"/>
    <w:rsid w:val="00543362"/>
    <w:rsid w:val="00570847"/>
    <w:rsid w:val="00591DCB"/>
    <w:rsid w:val="00592C02"/>
    <w:rsid w:val="005B3612"/>
    <w:rsid w:val="005D40C7"/>
    <w:rsid w:val="005E0856"/>
    <w:rsid w:val="006126BC"/>
    <w:rsid w:val="00613FC7"/>
    <w:rsid w:val="00615C58"/>
    <w:rsid w:val="00626036"/>
    <w:rsid w:val="00632238"/>
    <w:rsid w:val="0067703B"/>
    <w:rsid w:val="006772D0"/>
    <w:rsid w:val="006C2AD8"/>
    <w:rsid w:val="006C4E78"/>
    <w:rsid w:val="006E250C"/>
    <w:rsid w:val="006E4BCE"/>
    <w:rsid w:val="006E6C08"/>
    <w:rsid w:val="0071189F"/>
    <w:rsid w:val="007244D5"/>
    <w:rsid w:val="00724AEB"/>
    <w:rsid w:val="007302CD"/>
    <w:rsid w:val="007416B6"/>
    <w:rsid w:val="0075591F"/>
    <w:rsid w:val="007626BF"/>
    <w:rsid w:val="007639EE"/>
    <w:rsid w:val="00775AB6"/>
    <w:rsid w:val="007B5B52"/>
    <w:rsid w:val="007D57CF"/>
    <w:rsid w:val="007F62DA"/>
    <w:rsid w:val="008008F7"/>
    <w:rsid w:val="0081152E"/>
    <w:rsid w:val="008154C0"/>
    <w:rsid w:val="00816839"/>
    <w:rsid w:val="00816978"/>
    <w:rsid w:val="00834F3F"/>
    <w:rsid w:val="00843661"/>
    <w:rsid w:val="0085232B"/>
    <w:rsid w:val="00857D49"/>
    <w:rsid w:val="00874427"/>
    <w:rsid w:val="00882EA1"/>
    <w:rsid w:val="008939E7"/>
    <w:rsid w:val="008941D0"/>
    <w:rsid w:val="008B01F3"/>
    <w:rsid w:val="008B0B41"/>
    <w:rsid w:val="008B59C3"/>
    <w:rsid w:val="008C43F7"/>
    <w:rsid w:val="008C6B27"/>
    <w:rsid w:val="008D6BF4"/>
    <w:rsid w:val="008E3A4C"/>
    <w:rsid w:val="008F3F1D"/>
    <w:rsid w:val="00904648"/>
    <w:rsid w:val="00940809"/>
    <w:rsid w:val="00970F39"/>
    <w:rsid w:val="009712AD"/>
    <w:rsid w:val="00974F2F"/>
    <w:rsid w:val="0099222D"/>
    <w:rsid w:val="009B7F22"/>
    <w:rsid w:val="009D2B5E"/>
    <w:rsid w:val="009E5FDC"/>
    <w:rsid w:val="009F6DC8"/>
    <w:rsid w:val="00A173E7"/>
    <w:rsid w:val="00A17B0A"/>
    <w:rsid w:val="00A37987"/>
    <w:rsid w:val="00A50CCE"/>
    <w:rsid w:val="00A618AB"/>
    <w:rsid w:val="00A77E8F"/>
    <w:rsid w:val="00B2230F"/>
    <w:rsid w:val="00B36ED1"/>
    <w:rsid w:val="00B43181"/>
    <w:rsid w:val="00B52934"/>
    <w:rsid w:val="00B677B4"/>
    <w:rsid w:val="00B82BCE"/>
    <w:rsid w:val="00B85AC3"/>
    <w:rsid w:val="00BA55B5"/>
    <w:rsid w:val="00BD6FC4"/>
    <w:rsid w:val="00BF6C60"/>
    <w:rsid w:val="00C063E4"/>
    <w:rsid w:val="00C07CA4"/>
    <w:rsid w:val="00C16EED"/>
    <w:rsid w:val="00C43911"/>
    <w:rsid w:val="00C46DF1"/>
    <w:rsid w:val="00C5016E"/>
    <w:rsid w:val="00C5218A"/>
    <w:rsid w:val="00C602E2"/>
    <w:rsid w:val="00C716F0"/>
    <w:rsid w:val="00C7629F"/>
    <w:rsid w:val="00CA77A9"/>
    <w:rsid w:val="00CB1B0E"/>
    <w:rsid w:val="00CC2DDD"/>
    <w:rsid w:val="00CD34D3"/>
    <w:rsid w:val="00CD4C7C"/>
    <w:rsid w:val="00CE2A97"/>
    <w:rsid w:val="00CE3B62"/>
    <w:rsid w:val="00CF261F"/>
    <w:rsid w:val="00D002ED"/>
    <w:rsid w:val="00D13259"/>
    <w:rsid w:val="00D6581A"/>
    <w:rsid w:val="00D742F2"/>
    <w:rsid w:val="00D87861"/>
    <w:rsid w:val="00D97018"/>
    <w:rsid w:val="00DA09E3"/>
    <w:rsid w:val="00DA3686"/>
    <w:rsid w:val="00DA5D5F"/>
    <w:rsid w:val="00DB7017"/>
    <w:rsid w:val="00DB7976"/>
    <w:rsid w:val="00DC5851"/>
    <w:rsid w:val="00DC5C31"/>
    <w:rsid w:val="00DD0276"/>
    <w:rsid w:val="00DD16C6"/>
    <w:rsid w:val="00DD40C7"/>
    <w:rsid w:val="00DF53E4"/>
    <w:rsid w:val="00E05F1C"/>
    <w:rsid w:val="00E34A79"/>
    <w:rsid w:val="00E43DCD"/>
    <w:rsid w:val="00E858A3"/>
    <w:rsid w:val="00EE7C0E"/>
    <w:rsid w:val="00EF4336"/>
    <w:rsid w:val="00EF4D54"/>
    <w:rsid w:val="00F0147D"/>
    <w:rsid w:val="00F0240D"/>
    <w:rsid w:val="00F168D5"/>
    <w:rsid w:val="00F37B24"/>
    <w:rsid w:val="00F51F87"/>
    <w:rsid w:val="00F54035"/>
    <w:rsid w:val="00FA1836"/>
    <w:rsid w:val="00FA5A21"/>
    <w:rsid w:val="00FB3B7D"/>
    <w:rsid w:val="00FB5599"/>
    <w:rsid w:val="00FB73E5"/>
    <w:rsid w:val="00FE72A3"/>
    <w:rsid w:val="00FF4ABD"/>
    <w:rsid w:val="00FF58F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602E2"/>
    <w:rPr>
      <w:color w:val="808080"/>
    </w:rPr>
  </w:style>
  <w:style w:type="paragraph" w:customStyle="1" w:styleId="78CF8E1420DA463FAED7FB09D3D59764">
    <w:name w:val="78CF8E1420DA463FAED7FB09D3D59764"/>
    <w:rsid w:val="00C602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39d1b8ac-7775-47e3-a86b-c297d972b635">
      <UserInfo>
        <DisplayName/>
        <AccountId xsi:nil="true"/>
        <AccountType/>
      </UserInfo>
    </SharedWithUsers>
    <TaxCatchAll xmlns="d9f411c9-cefb-4ccd-b0b2-85374ec711dd" xsi:nil="true"/>
    <lcf76f155ced4ddcb4097134ff3c332f xmlns="99685414-b898-49b0-8a74-e1d0d0031b88">
      <Terms xmlns="http://schemas.microsoft.com/office/infopath/2007/PartnerControls"/>
    </lcf76f155ced4ddcb4097134ff3c332f>
    <Class xmlns="99685414-B898-49B0-8A74-E1D0D0031B88">Public</Class>
    <Source xmlns="99685414-B898-49B0-8A74-E1D0D0031B88">Internal</Source>
    <State xmlns="99685414-B898-49B0-8A74-E1D0D0031B88">New</St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A2CAC77586374CBEABCDC16BEDA25E" ma:contentTypeVersion="" ma:contentTypeDescription="Create a new document." ma:contentTypeScope="" ma:versionID="51bd506bb8e10e6fa3252214d040dcd0">
  <xsd:schema xmlns:xsd="http://www.w3.org/2001/XMLSchema" xmlns:xs="http://www.w3.org/2001/XMLSchema" xmlns:p="http://schemas.microsoft.com/office/2006/metadata/properties" xmlns:ns2="99685414-B898-49B0-8A74-E1D0D0031B88" xmlns:ns3="99685414-b898-49b0-8a74-e1d0d0031b88" xmlns:ns4="39d1b8ac-7775-47e3-a86b-c297d972b635" xmlns:ns5="d9f411c9-cefb-4ccd-b0b2-85374ec711dd" targetNamespace="http://schemas.microsoft.com/office/2006/metadata/properties" ma:root="true" ma:fieldsID="3df0ef7b8719d30f4865ddc4f5047fe7" ns2:_="" ns3:_="" ns4:_="" ns5:_="">
    <xsd:import namespace="99685414-B898-49B0-8A74-E1D0D0031B88"/>
    <xsd:import namespace="99685414-b898-49b0-8a74-e1d0d0031b88"/>
    <xsd:import namespace="39d1b8ac-7775-47e3-a86b-c297d972b635"/>
    <xsd:import namespace="d9f411c9-cefb-4ccd-b0b2-85374ec711dd"/>
    <xsd:element name="properties">
      <xsd:complexType>
        <xsd:sequence>
          <xsd:element name="documentManagement">
            <xsd:complexType>
              <xsd:all>
                <xsd:element ref="ns2:State"/>
                <xsd:element ref="ns2:Class"/>
                <xsd:element ref="ns2:Source"/>
                <xsd:element ref="ns3:MediaServiceMetadata" minOccurs="0"/>
                <xsd:element ref="ns3:MediaServiceFastMetadata" minOccurs="0"/>
                <xsd:element ref="ns4:SharedWithUsers" minOccurs="0"/>
                <xsd:element ref="ns4:SharedWithDetails" minOccurs="0"/>
                <xsd:element ref="ns3:MediaServiceSearchProperties" minOccurs="0"/>
                <xsd:element ref="ns3:lcf76f155ced4ddcb4097134ff3c332f" minOccurs="0"/>
                <xsd:element ref="ns5: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85414-B898-49B0-8A74-E1D0D0031B88" elementFormDefault="qualified">
    <xsd:import namespace="http://schemas.microsoft.com/office/2006/documentManagement/types"/>
    <xsd:import namespace="http://schemas.microsoft.com/office/infopath/2007/PartnerControls"/>
    <xsd:element name="State" ma:index="8" ma:displayName="State" ma:default="New" ma:format="Dropdown" ma:internalName="State">
      <xsd:simpleType>
        <xsd:restriction base="dms:Choice">
          <xsd:enumeration value="New"/>
          <xsd:enumeration value="Draft"/>
          <xsd:enumeration value="Valid"/>
        </xsd:restriction>
      </xsd:simpleType>
    </xsd:element>
    <xsd:element name="Class" ma:index="9" ma:displayName="Classification" ma:default="Public" ma:format="Dropdown" ma:internalName="Class">
      <xsd:simpleType>
        <xsd:restriction base="dms:Choice">
          <xsd:enumeration value="Public"/>
          <xsd:enumeration value="Internal"/>
          <xsd:enumeration value="Restricted"/>
          <xsd:enumeration value="Confidental"/>
        </xsd:restriction>
      </xsd:simpleType>
    </xsd:element>
    <xsd:element name="Source" ma:index="10" ma:displayName="Source" ma:default="Internal" ma:format="Dropdown" ma:internalName="Source">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99685414-b898-49b0-8a74-e1d0d0031b8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7f66ad1-fe3c-4d7f-928a-c6612a40c90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d1b8ac-7775-47e3-a86b-c297d972b63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f411c9-cefb-4ccd-b0b2-85374ec711d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C88597F-393F-43A9-A267-A8B6E397E47D}" ma:internalName="TaxCatchAll" ma:showField="CatchAllData" ma:web="{39d1b8ac-7775-47e3-a86b-c297d972b6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42010-9404-4018-AE3F-AC19F6582081}">
  <ds:schemaRefs>
    <ds:schemaRef ds:uri="http://schemas.microsoft.com/sharepoint/v3/contenttype/forms"/>
  </ds:schemaRefs>
</ds:datastoreItem>
</file>

<file path=customXml/itemProps2.xml><?xml version="1.0" encoding="utf-8"?>
<ds:datastoreItem xmlns:ds="http://schemas.openxmlformats.org/officeDocument/2006/customXml" ds:itemID="{2CC56E97-3A4F-4794-8491-6F7B75F0FCE1}">
  <ds:schemaRefs>
    <ds:schemaRef ds:uri="d9f411c9-cefb-4ccd-b0b2-85374ec711dd"/>
    <ds:schemaRef ds:uri="http://purl.org/dc/elements/1.1/"/>
    <ds:schemaRef ds:uri="http://schemas.microsoft.com/office/2006/metadata/properties"/>
    <ds:schemaRef ds:uri="http://schemas.microsoft.com/office/infopath/2007/PartnerControls"/>
    <ds:schemaRef ds:uri="39d1b8ac-7775-47e3-a86b-c297d972b635"/>
    <ds:schemaRef ds:uri="http://purl.org/dc/terms/"/>
    <ds:schemaRef ds:uri="http://schemas.openxmlformats.org/package/2006/metadata/core-properties"/>
    <ds:schemaRef ds:uri="99685414-b898-49b0-8a74-e1d0d0031b88"/>
    <ds:schemaRef ds:uri="http://schemas.microsoft.com/office/2006/documentManagement/types"/>
    <ds:schemaRef ds:uri="99685414-B898-49B0-8A74-E1D0D0031B88"/>
    <ds:schemaRef ds:uri="http://www.w3.org/XML/1998/namespace"/>
    <ds:schemaRef ds:uri="http://purl.org/dc/dcmitype/"/>
  </ds:schemaRefs>
</ds:datastoreItem>
</file>

<file path=customXml/itemProps3.xml><?xml version="1.0" encoding="utf-8"?>
<ds:datastoreItem xmlns:ds="http://schemas.openxmlformats.org/officeDocument/2006/customXml" ds:itemID="{108C0717-84B5-458C-990B-7DC14344B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85414-B898-49B0-8A74-E1D0D0031B88"/>
    <ds:schemaRef ds:uri="99685414-b898-49b0-8a74-e1d0d0031b88"/>
    <ds:schemaRef ds:uri="39d1b8ac-7775-47e3-a86b-c297d972b635"/>
    <ds:schemaRef ds:uri="d9f411c9-cefb-4ccd-b0b2-85374ec71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F29766-1903-4971-B313-68A2D753154D}">
  <ds:schemaRefs>
    <ds:schemaRef ds:uri="http://schemas.openxmlformats.org/officeDocument/2006/bibliography"/>
  </ds:schemaRefs>
</ds:datastoreItem>
</file>

<file path=docMetadata/LabelInfo.xml><?xml version="1.0" encoding="utf-8"?>
<clbl:labelList xmlns:clbl="http://schemas.microsoft.com/office/2020/mipLabelMetadata">
  <clbl:label id="{f5739ef6-d376-474b-ad4c-2e16178baf24}" enabled="1" method="Privileged" siteId="{6573a299-ce07-4046-aaa3-db180daff1ae}" removed="0"/>
</clbl:labelList>
</file>

<file path=docProps/app.xml><?xml version="1.0" encoding="utf-8"?>
<Properties xmlns="http://schemas.openxmlformats.org/officeDocument/2006/extended-properties" xmlns:vt="http://schemas.openxmlformats.org/officeDocument/2006/docPropsVTypes">
  <Template>IKR_Sablona_v0_2.dotx</Template>
  <TotalTime>0</TotalTime>
  <Pages>9</Pages>
  <Words>2052</Words>
  <Characters>12112</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Popis služby R51a – Služba pro zjištění informací o prvcích DTI</vt:lpstr>
      <vt:lpstr>Popis služby R51a – Služba pro zjištění informací o prvcích DTI</vt:lpstr>
    </vt:vector>
  </TitlesOfParts>
  <Company>Asseco CE</Company>
  <LinksUpToDate>false</LinksUpToDate>
  <CharactersWithSpaces>14136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Popis služby R51a – Služba pro zjištění informací o prvcích DTI</dc:title>
  <dc:subject/>
  <dc:creator>HAVELKA Tomáš</dc:creator>
  <cp:keywords/>
  <dc:description/>
  <cp:lastModifiedBy>Sojka Stanislav</cp:lastModifiedBy>
  <cp:revision>2</cp:revision>
  <cp:lastPrinted>2025-03-26T08:25:00Z</cp:lastPrinted>
  <dcterms:created xsi:type="dcterms:W3CDTF">2025-04-14T10:14:00Z</dcterms:created>
  <dcterms:modified xsi:type="dcterms:W3CDTF">2025-04-14T10:14:00Z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0x010100E4A2CAC77586374CBEABCDC16BEDA25E</vt:lpwstr>
  </property>
  <property fmtid="{D5CDD505-2E9C-101B-9397-08002B2CF9AE}" pid="3" name="Order">
    <vt:r8>2626200</vt:r8>
  </property>
  <property fmtid="{D5CDD505-2E9C-101B-9397-08002B2CF9AE}" pid="4" name="xd_ProgID">
    <vt:lpwstr/>
  </property>
  <property fmtid="{D5CDD505-2E9C-101B-9397-08002B2CF9AE}" pid="5" name="_CopySource">
    <vt:lpwstr>https://projectsites.asseco-ce.com/sites/CSSZ_IKR/docspublic/Analyzy/ZDOL/Analýza/Výstupní dokument/Verze 1.0/CSSZ_ZDOnline_Analyza_v10.docx</vt:lpwstr>
  </property>
  <property fmtid="{D5CDD505-2E9C-101B-9397-08002B2CF9AE}" pid="6" name="TemplateUrl">
    <vt:lpwstr/>
  </property>
  <property fmtid="{D5CDD505-2E9C-101B-9397-08002B2CF9AE}" pid="7" name="MediaServiceImageTags">
    <vt:lpwstr/>
  </property>
  <property fmtid="{D5CDD505-2E9C-101B-9397-08002B2CF9AE}" pid="8" name="xd_Signature">
    <vt:lpwstr/>
  </property>
  <property fmtid="{D5CDD505-2E9C-101B-9397-08002B2CF9AE}" pid="9" name="ComplianceAssetId">
    <vt:lpwstr/>
  </property>
</Properties>
</file>